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665"/>
        <w:gridCol w:w="1701"/>
        <w:gridCol w:w="2775"/>
      </w:tblGrid>
      <w:tr w:rsidR="00F0092E" w:rsidTr="00A467B7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4"/>
            <w:tcBorders>
              <w:bottom w:val="single" w:sz="12" w:space="0" w:color="00A1E0" w:themeColor="accent3"/>
            </w:tcBorders>
          </w:tcPr>
          <w:p w:rsidR="00F0092E" w:rsidRDefault="00BC2638" w:rsidP="00F0092E">
            <w:pPr>
              <w:rPr>
                <w:rStyle w:val="Nadpisvtabulce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r>
              <w:rPr>
                <w:rStyle w:val="Nadpisvtabulce"/>
              </w:rPr>
              <w:t>Zadávací podmínky</w:t>
            </w:r>
          </w:p>
          <w:p w:rsidR="00F0092E" w:rsidRPr="00357BC6" w:rsidRDefault="0082333A" w:rsidP="001D022F">
            <w:pPr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Pacov</w:t>
            </w:r>
            <w:r w:rsidR="001D022F">
              <w:rPr>
                <w:rStyle w:val="Nadpisvtabulce"/>
                <w:b w:val="0"/>
              </w:rPr>
              <w:t xml:space="preserve"> ON</w:t>
            </w:r>
            <w:r w:rsidR="007176DB" w:rsidRPr="007176DB">
              <w:rPr>
                <w:rStyle w:val="Nadpisvtabulce"/>
                <w:b w:val="0"/>
              </w:rPr>
              <w:t xml:space="preserve"> </w:t>
            </w:r>
            <w:r w:rsidR="007176DB">
              <w:rPr>
                <w:rStyle w:val="Nadpisvtabulce"/>
                <w:b w:val="0"/>
              </w:rPr>
              <w:t>–</w:t>
            </w:r>
            <w:r w:rsidR="007176DB" w:rsidRPr="007176DB">
              <w:rPr>
                <w:rStyle w:val="Nadpisvtabulce"/>
                <w:b w:val="0"/>
              </w:rPr>
              <w:t xml:space="preserve"> oprava</w:t>
            </w:r>
          </w:p>
        </w:tc>
      </w:tr>
      <w:tr w:rsidR="00F0092E" w:rsidTr="00B46A0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A1E0" w:themeColor="accent3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rPr>
                <w:rStyle w:val="Nadpisvtabulce"/>
              </w:rPr>
            </w:pPr>
            <w:r w:rsidRPr="00357BC6">
              <w:rPr>
                <w:rStyle w:val="Nadpisvtabulce"/>
              </w:rPr>
              <w:t>Komu</w:t>
            </w:r>
          </w:p>
        </w:tc>
        <w:tc>
          <w:tcPr>
            <w:tcW w:w="266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Ing. Roman Petříček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</w:rPr>
            </w:pPr>
            <w:r w:rsidRPr="00357BC6">
              <w:rPr>
                <w:rStyle w:val="Nadpisvtabulce"/>
              </w:rPr>
              <w:t>Od koho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</w:tcPr>
          <w:p w:rsidR="00F0092E" w:rsidRPr="00357BC6" w:rsidRDefault="00F45803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 xml:space="preserve">Ing. </w:t>
            </w:r>
            <w:r w:rsidR="00A65980">
              <w:rPr>
                <w:rStyle w:val="Nadpisvtabulce"/>
                <w:b w:val="0"/>
              </w:rPr>
              <w:t>Martin Glabasňa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>úsek, org. jednotka: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BC2638" w:rsidP="00BC26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2638">
              <w:t xml:space="preserve">OŘ Brno, </w:t>
            </w:r>
            <w:r>
              <w:t>Ú</w:t>
            </w:r>
            <w:r w:rsidRPr="00BC2638">
              <w:t>sek provozu infrastruktury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úsek, org. jednotka: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pozemních staveb OŘ Brno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>odbor: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 veřejných zakázek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C50D33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SPS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telefon: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Pr="00A65980" w:rsidRDefault="00A65980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980">
              <w:t>+420 724 862 835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e-mail: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</w:tcBorders>
          </w:tcPr>
          <w:p w:rsidR="00F0092E" w:rsidRPr="00A65980" w:rsidRDefault="00A65980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980">
              <w:t>glabasna@szdc.cz</w:t>
            </w:r>
          </w:p>
        </w:tc>
      </w:tr>
      <w:tr w:rsidR="00017877" w:rsidTr="00EC2815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12" w:space="0" w:color="00A1E0" w:themeColor="accent3"/>
              <w:right w:val="single" w:sz="2" w:space="0" w:color="auto"/>
            </w:tcBorders>
            <w:vAlign w:val="bottom"/>
          </w:tcPr>
          <w:p w:rsidR="00017877" w:rsidRPr="00357BC6" w:rsidRDefault="00017877" w:rsidP="00EC2815">
            <w:pPr>
              <w:rPr>
                <w:b/>
              </w:rPr>
            </w:pPr>
            <w:r w:rsidRPr="00357BC6">
              <w:rPr>
                <w:b/>
              </w:rPr>
              <w:t>Datum</w:t>
            </w:r>
          </w:p>
        </w:tc>
        <w:tc>
          <w:tcPr>
            <w:tcW w:w="2665" w:type="dxa"/>
            <w:vMerge w:val="restart"/>
            <w:tcBorders>
              <w:top w:val="single" w:sz="12" w:space="0" w:color="00A1E0" w:themeColor="accent3"/>
              <w:left w:val="single" w:sz="2" w:space="0" w:color="auto"/>
              <w:right w:val="single" w:sz="2" w:space="0" w:color="auto"/>
            </w:tcBorders>
            <w:vAlign w:val="bottom"/>
          </w:tcPr>
          <w:p w:rsidR="00017877" w:rsidRDefault="0082333A" w:rsidP="00C50D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4.11</w:t>
            </w:r>
            <w:r w:rsidR="00EF4F79">
              <w:t>.2019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7877" w:rsidRDefault="00017877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stran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  <w:vAlign w:val="bottom"/>
          </w:tcPr>
          <w:p w:rsidR="00017877" w:rsidRDefault="00D261DE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2</w:t>
            </w:r>
          </w:p>
        </w:tc>
      </w:tr>
      <w:tr w:rsidR="00017877" w:rsidTr="00FE2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017877" w:rsidRPr="00357BC6" w:rsidRDefault="00017877" w:rsidP="00F0092E">
            <w:pPr>
              <w:rPr>
                <w:b/>
              </w:rPr>
            </w:pPr>
          </w:p>
        </w:tc>
        <w:tc>
          <w:tcPr>
            <w:tcW w:w="266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příloh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17877" w:rsidRDefault="001D50E5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</w:tr>
      <w:tr w:rsidR="00E1013A" w:rsidTr="00B46A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:rsidR="00E1013A" w:rsidRPr="00357BC6" w:rsidRDefault="00E1013A" w:rsidP="00F0092E">
            <w:pPr>
              <w:rPr>
                <w:b/>
              </w:rPr>
            </w:pPr>
          </w:p>
        </w:tc>
        <w:tc>
          <w:tcPr>
            <w:tcW w:w="266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bookmarkEnd w:id="1"/>
    <w:bookmarkEnd w:id="2"/>
    <w:bookmarkEnd w:id="3"/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 xml:space="preserve">Správa železniční dopravní cesty, státní organizace, OŘ Brno, Správa pozemních staveb </w:t>
      </w:r>
      <w:r w:rsidR="002B5D60">
        <w:rPr>
          <w:sz w:val="18"/>
          <w:szCs w:val="18"/>
        </w:rPr>
        <w:t xml:space="preserve">Vám </w:t>
      </w:r>
      <w:r w:rsidRPr="00BC2638">
        <w:rPr>
          <w:sz w:val="18"/>
          <w:szCs w:val="18"/>
        </w:rPr>
        <w:t xml:space="preserve">tímto </w:t>
      </w:r>
      <w:r w:rsidR="002B5D60">
        <w:rPr>
          <w:sz w:val="18"/>
          <w:szCs w:val="18"/>
        </w:rPr>
        <w:t>zasílá</w:t>
      </w:r>
      <w:r w:rsidRPr="00BC2638">
        <w:rPr>
          <w:sz w:val="18"/>
          <w:szCs w:val="18"/>
        </w:rPr>
        <w:t xml:space="preserve"> „Zadávací podmínky“ pro akci výše uvedenou, jako základní podklad zajištění provedení akce (výběr dodavatele).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3D0061" w:rsidRPr="003D0061" w:rsidRDefault="00C0175C" w:rsidP="003D0061">
      <w:pPr>
        <w:pStyle w:val="Doplujcdaje"/>
        <w:jc w:val="both"/>
        <w:rPr>
          <w:sz w:val="18"/>
          <w:szCs w:val="18"/>
        </w:rPr>
      </w:pPr>
      <w:r w:rsidRPr="003D0061">
        <w:rPr>
          <w:sz w:val="18"/>
          <w:szCs w:val="18"/>
        </w:rPr>
        <w:t xml:space="preserve"> </w:t>
      </w:r>
      <w:r w:rsidR="003D0061" w:rsidRPr="003D0061">
        <w:rPr>
          <w:sz w:val="18"/>
          <w:szCs w:val="18"/>
        </w:rPr>
        <w:t>„</w:t>
      </w:r>
      <w:r w:rsidR="0082333A" w:rsidRPr="00DD0B7C">
        <w:rPr>
          <w:rStyle w:val="Nadpisvtabulce"/>
          <w:b w:val="0"/>
          <w:szCs w:val="18"/>
        </w:rPr>
        <w:t xml:space="preserve">Pacov </w:t>
      </w:r>
      <w:r w:rsidR="001D022F" w:rsidRPr="00DD0B7C">
        <w:rPr>
          <w:rStyle w:val="Nadpisvtabulce"/>
          <w:b w:val="0"/>
          <w:szCs w:val="18"/>
        </w:rPr>
        <w:t xml:space="preserve">ON </w:t>
      </w:r>
      <w:r w:rsidR="008B74B2" w:rsidRPr="00DD0B7C">
        <w:rPr>
          <w:rStyle w:val="Nadpisvtabulce"/>
          <w:b w:val="0"/>
          <w:szCs w:val="18"/>
        </w:rPr>
        <w:t xml:space="preserve">PD </w:t>
      </w:r>
      <w:r w:rsidR="001D022F" w:rsidRPr="00DD0B7C">
        <w:rPr>
          <w:rStyle w:val="Nadpisvtabulce"/>
          <w:b w:val="0"/>
          <w:szCs w:val="18"/>
        </w:rPr>
        <w:t>– oprava</w:t>
      </w:r>
      <w:r w:rsidR="00DD0B7C" w:rsidRPr="00DD0B7C">
        <w:rPr>
          <w:rStyle w:val="Nadpisvtabulce"/>
          <w:b w:val="0"/>
          <w:szCs w:val="18"/>
        </w:rPr>
        <w:t xml:space="preserve"> </w:t>
      </w:r>
      <w:r w:rsidR="00DD0B7C" w:rsidRPr="00DD0B7C">
        <w:rPr>
          <w:sz w:val="18"/>
          <w:szCs w:val="18"/>
        </w:rPr>
        <w:t>(obálka budovy, částečná demolice)</w:t>
      </w:r>
      <w:r w:rsidR="003D0061" w:rsidRPr="003D0061">
        <w:rPr>
          <w:sz w:val="18"/>
          <w:szCs w:val="18"/>
        </w:rPr>
        <w:t>“</w:t>
      </w:r>
    </w:p>
    <w:p w:rsidR="003D0061" w:rsidRPr="003D0061" w:rsidRDefault="003D0061" w:rsidP="003D0061">
      <w:pPr>
        <w:pStyle w:val="Doplujcdaje"/>
        <w:jc w:val="both"/>
        <w:rPr>
          <w:sz w:val="18"/>
          <w:szCs w:val="18"/>
        </w:rPr>
      </w:pPr>
    </w:p>
    <w:p w:rsidR="003D0061" w:rsidRPr="003D0061" w:rsidRDefault="003D0061" w:rsidP="003D0061">
      <w:pPr>
        <w:pStyle w:val="Doplujcdaje"/>
        <w:jc w:val="both"/>
        <w:rPr>
          <w:sz w:val="18"/>
          <w:szCs w:val="18"/>
        </w:rPr>
      </w:pPr>
      <w:r w:rsidRPr="003D0061">
        <w:rPr>
          <w:sz w:val="18"/>
          <w:szCs w:val="18"/>
        </w:rPr>
        <w:t>Místní správce S</w:t>
      </w:r>
      <w:r w:rsidR="00AC02FB">
        <w:rPr>
          <w:sz w:val="18"/>
          <w:szCs w:val="18"/>
        </w:rPr>
        <w:t>PS</w:t>
      </w:r>
      <w:r w:rsidRPr="003D0061">
        <w:rPr>
          <w:sz w:val="18"/>
          <w:szCs w:val="18"/>
        </w:rPr>
        <w:t xml:space="preserve"> dotčeného objektu oprávněných provést případnou prohlídku stavby v rámci výběru zhotovitele: </w:t>
      </w:r>
    </w:p>
    <w:p w:rsidR="003D0061" w:rsidRPr="003D0061" w:rsidRDefault="003D0061" w:rsidP="003D0061">
      <w:pPr>
        <w:pStyle w:val="Doplujcdaje"/>
        <w:jc w:val="both"/>
        <w:rPr>
          <w:sz w:val="18"/>
          <w:szCs w:val="18"/>
        </w:rPr>
      </w:pPr>
      <w:r w:rsidRPr="003D0061">
        <w:rPr>
          <w:sz w:val="18"/>
          <w:szCs w:val="18"/>
        </w:rPr>
        <w:t xml:space="preserve">vedoucí </w:t>
      </w:r>
      <w:r w:rsidR="001D022F">
        <w:rPr>
          <w:sz w:val="18"/>
          <w:szCs w:val="18"/>
        </w:rPr>
        <w:t>provozu inf. SBBH</w:t>
      </w:r>
      <w:r w:rsidRPr="003D0061">
        <w:rPr>
          <w:sz w:val="18"/>
          <w:szCs w:val="18"/>
        </w:rPr>
        <w:t xml:space="preserve">, </w:t>
      </w:r>
      <w:r w:rsidR="001D022F">
        <w:rPr>
          <w:sz w:val="18"/>
          <w:szCs w:val="18"/>
        </w:rPr>
        <w:t>Josef Pomajzl</w:t>
      </w:r>
      <w:r w:rsidRPr="003D0061">
        <w:rPr>
          <w:sz w:val="18"/>
          <w:szCs w:val="18"/>
        </w:rPr>
        <w:t xml:space="preserve"> / </w:t>
      </w:r>
      <w:r w:rsidR="00AC02FB">
        <w:rPr>
          <w:sz w:val="18"/>
          <w:szCs w:val="18"/>
        </w:rPr>
        <w:t>972 6</w:t>
      </w:r>
      <w:r w:rsidR="001D022F">
        <w:rPr>
          <w:sz w:val="18"/>
          <w:szCs w:val="18"/>
        </w:rPr>
        <w:t>46</w:t>
      </w:r>
      <w:r w:rsidR="00AC02FB">
        <w:rPr>
          <w:sz w:val="18"/>
          <w:szCs w:val="18"/>
        </w:rPr>
        <w:t xml:space="preserve"> </w:t>
      </w:r>
      <w:r w:rsidR="001D022F">
        <w:rPr>
          <w:sz w:val="18"/>
          <w:szCs w:val="18"/>
        </w:rPr>
        <w:t>134</w:t>
      </w:r>
    </w:p>
    <w:p w:rsidR="003D0061" w:rsidRPr="003D0061" w:rsidRDefault="003D0061" w:rsidP="003D0061">
      <w:pPr>
        <w:pStyle w:val="Doplujcdaje"/>
        <w:jc w:val="both"/>
        <w:rPr>
          <w:sz w:val="18"/>
          <w:szCs w:val="18"/>
        </w:rPr>
      </w:pPr>
    </w:p>
    <w:p w:rsidR="003D0061" w:rsidRDefault="003D0061" w:rsidP="003D0061">
      <w:pPr>
        <w:pStyle w:val="Doplujcdaje"/>
        <w:numPr>
          <w:ilvl w:val="0"/>
          <w:numId w:val="6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>ZDŮVODNĚNÍ STAVBY</w:t>
      </w:r>
    </w:p>
    <w:p w:rsidR="00AC02FB" w:rsidRDefault="00AC02FB" w:rsidP="00AC02FB">
      <w:pPr>
        <w:pStyle w:val="Doplujcdaje"/>
        <w:jc w:val="both"/>
        <w:rPr>
          <w:b/>
          <w:sz w:val="18"/>
          <w:szCs w:val="18"/>
        </w:rPr>
      </w:pPr>
    </w:p>
    <w:p w:rsidR="00AC02FB" w:rsidRPr="00AC02FB" w:rsidRDefault="00AC02FB" w:rsidP="00AC02FB">
      <w:r w:rsidRPr="00557B25">
        <w:t>Akce je zařazena do plánu oprav a údržby pro rok 20</w:t>
      </w:r>
      <w:r w:rsidR="006122EF">
        <w:t>20</w:t>
      </w:r>
      <w:r w:rsidRPr="00557B25">
        <w:t xml:space="preserve"> pod číslem plánované akce </w:t>
      </w:r>
      <w:r w:rsidR="009C5F35" w:rsidRPr="009C5F35">
        <w:t>293180031</w:t>
      </w:r>
      <w:r w:rsidRPr="009C5F35">
        <w:t>.</w:t>
      </w:r>
    </w:p>
    <w:p w:rsidR="00AC02FB" w:rsidRDefault="00AC02FB" w:rsidP="00AC02FB">
      <w:pPr>
        <w:pStyle w:val="Doplujcdaje"/>
        <w:jc w:val="both"/>
        <w:rPr>
          <w:b/>
          <w:sz w:val="18"/>
          <w:szCs w:val="18"/>
        </w:rPr>
      </w:pPr>
    </w:p>
    <w:p w:rsidR="003D0061" w:rsidRDefault="003D0061" w:rsidP="003D0061">
      <w:pPr>
        <w:pStyle w:val="Doplujcdaje"/>
        <w:numPr>
          <w:ilvl w:val="0"/>
          <w:numId w:val="6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>TECHNICKÝ POPIS ROZSAHU</w:t>
      </w:r>
    </w:p>
    <w:p w:rsidR="003D0061" w:rsidRDefault="003D0061" w:rsidP="003D0061">
      <w:pPr>
        <w:pStyle w:val="Doplujcdaje"/>
        <w:jc w:val="both"/>
        <w:rPr>
          <w:rFonts w:ascii="Arial" w:hAnsi="Arial" w:cs="Segoe UI"/>
          <w:b/>
        </w:rPr>
      </w:pPr>
    </w:p>
    <w:p w:rsidR="00A42A01" w:rsidRPr="00E034A5" w:rsidRDefault="00A42A01" w:rsidP="00A42A01">
      <w:pPr>
        <w:jc w:val="both"/>
      </w:pPr>
      <w:r>
        <w:t>Bude provedena celková oprava jednotlivých stavebních prvků krátkodobé životnosti. Bude navržena oprava obálky budovy, oprava střešního pláště a nosné konstrukce krovu, hromosvodu a výplní otvorů. Dále oprava</w:t>
      </w:r>
      <w:r w:rsidRPr="005D6526">
        <w:t xml:space="preserve"> vnitřních instalací (ZTI, elektro.), rozvodů ÚT a otopných těles, vnitřních povrchů (podlahy, dlažby, omítky, obklady</w:t>
      </w:r>
      <w:r>
        <w:t>, podhledy a malby)</w:t>
      </w:r>
      <w:r>
        <w:rPr>
          <w:snapToGrid w:val="0"/>
        </w:rPr>
        <w:t xml:space="preserve"> vnitřních prostor, které budou využívány provozovatelem dráhy nebo nájemci nebytových prostor.</w:t>
      </w:r>
      <w:r w:rsidRPr="0030460C">
        <w:rPr>
          <w:snapToGrid w:val="0"/>
        </w:rPr>
        <w:t xml:space="preserve"> Dále musí být </w:t>
      </w:r>
      <w:r>
        <w:t xml:space="preserve">splněny požadavky platné legislativy s důrazem na bezpečnost. Oprava se bude týkat prostor v 2.NP pouze v nejnutnější míře, podle způsobu jejich užívání. </w:t>
      </w:r>
      <w:r w:rsidRPr="00E034A5">
        <w:t>Dále se oprava netýká vybudování nového veřejného WC pro cestující.</w:t>
      </w:r>
      <w:r>
        <w:t xml:space="preserve"> Přesný rozsah budoucího užívání prostor bude vyspecifikován podle výsledků jednání se zájemci o volné prostory při vstupním jednání podle VTP tvořících přílohu smluvní dokumentace.</w:t>
      </w:r>
    </w:p>
    <w:p w:rsidR="00723F23" w:rsidRDefault="00723F23" w:rsidP="00723F23">
      <w:pPr>
        <w:pStyle w:val="Doplujcdaje"/>
        <w:jc w:val="both"/>
        <w:rPr>
          <w:sz w:val="18"/>
          <w:szCs w:val="18"/>
        </w:rPr>
      </w:pPr>
    </w:p>
    <w:p w:rsidR="00BC2638" w:rsidRPr="00D05668" w:rsidRDefault="00BC2638" w:rsidP="003D0061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C) </w:t>
      </w:r>
      <w:r w:rsidRPr="00D05668">
        <w:rPr>
          <w:b/>
          <w:sz w:val="18"/>
          <w:szCs w:val="18"/>
        </w:rPr>
        <w:tab/>
        <w:t xml:space="preserve">PŘEDPOKLÁDANÉ ČLENĚNÍ NA </w:t>
      </w:r>
      <w:r w:rsidR="00181BA2">
        <w:rPr>
          <w:b/>
          <w:sz w:val="18"/>
          <w:szCs w:val="18"/>
        </w:rPr>
        <w:t>STAVEBNÍ OBJEKTY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BC2638" w:rsidRPr="00BC2638" w:rsidRDefault="00181BA2" w:rsidP="002B5D60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Stavba je členěna na </w:t>
      </w:r>
      <w:r w:rsidR="007176DB">
        <w:rPr>
          <w:sz w:val="18"/>
          <w:szCs w:val="18"/>
        </w:rPr>
        <w:t>1 stavební objekt</w:t>
      </w:r>
      <w:r>
        <w:rPr>
          <w:sz w:val="18"/>
          <w:szCs w:val="18"/>
        </w:rPr>
        <w:t>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 xml:space="preserve">Zhotovitel musí zajistit, že veškeré jeho činnosti na dotčených budovách budou prováděny pod přímým vedením odborně a zdravotně způsobilých zaměstnanců. Zhotovitel se musí zavázat </w:t>
      </w:r>
      <w:r w:rsidRPr="00BC2638">
        <w:rPr>
          <w:sz w:val="18"/>
          <w:szCs w:val="18"/>
        </w:rPr>
        <w:lastRenderedPageBreak/>
        <w:t>zajistit, že všichni jeho zaměstnanci, kteří budou vykonávat práce, budou mít platné doklady způsobilosti, které budou tyto zaměstnance opravňovat provádět činnosti na dopravně / technologických objektech SŽDC. Budoucí zhotovitel musí zajistit, aby všechny osoby, které se budou při provádění díla pohybovat v dopravně / technologických prostorech, měly v souladu s obecně závaznými právními předpisy a interními předpisy SŽDC povolení pro vstup do těchto prostor.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BC2638" w:rsidRPr="00D05668" w:rsidRDefault="00BC2638" w:rsidP="002B5D60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D) </w:t>
      </w:r>
      <w:r w:rsidRPr="00D05668">
        <w:rPr>
          <w:b/>
          <w:sz w:val="18"/>
          <w:szCs w:val="18"/>
        </w:rPr>
        <w:tab/>
        <w:t>LHŮTY VÝSTAVBY</w:t>
      </w:r>
    </w:p>
    <w:p w:rsidR="00D05668" w:rsidRDefault="00D05668" w:rsidP="002B5D60">
      <w:pPr>
        <w:pStyle w:val="Doplujcdaje"/>
        <w:jc w:val="both"/>
        <w:rPr>
          <w:sz w:val="18"/>
          <w:szCs w:val="18"/>
        </w:rPr>
      </w:pPr>
    </w:p>
    <w:p w:rsidR="00BC2638" w:rsidRDefault="00181BA2" w:rsidP="002B5D60">
      <w:pPr>
        <w:pStyle w:val="Doplujcdaje"/>
        <w:jc w:val="both"/>
        <w:rPr>
          <w:sz w:val="18"/>
          <w:szCs w:val="18"/>
        </w:rPr>
      </w:pPr>
      <w:r w:rsidRPr="00557B25">
        <w:rPr>
          <w:sz w:val="18"/>
          <w:szCs w:val="18"/>
        </w:rPr>
        <w:t xml:space="preserve">Zahájení </w:t>
      </w:r>
      <w:r w:rsidR="009558C3" w:rsidRPr="00557B25">
        <w:rPr>
          <w:sz w:val="18"/>
          <w:szCs w:val="18"/>
        </w:rPr>
        <w:t>projekčních prací</w:t>
      </w:r>
      <w:r w:rsidRPr="00557B25">
        <w:rPr>
          <w:sz w:val="18"/>
          <w:szCs w:val="18"/>
        </w:rPr>
        <w:t xml:space="preserve"> </w:t>
      </w:r>
      <w:r w:rsidR="00A65980" w:rsidRPr="00557B25">
        <w:rPr>
          <w:sz w:val="18"/>
          <w:szCs w:val="18"/>
        </w:rPr>
        <w:t>od</w:t>
      </w:r>
      <w:r w:rsidRPr="00557B25">
        <w:rPr>
          <w:sz w:val="18"/>
          <w:szCs w:val="18"/>
        </w:rPr>
        <w:t xml:space="preserve"> </w:t>
      </w:r>
      <w:r w:rsidR="00805859">
        <w:rPr>
          <w:sz w:val="18"/>
          <w:szCs w:val="18"/>
        </w:rPr>
        <w:t>01</w:t>
      </w:r>
      <w:r w:rsidRPr="00557B25">
        <w:rPr>
          <w:sz w:val="18"/>
          <w:szCs w:val="18"/>
        </w:rPr>
        <w:t>/20</w:t>
      </w:r>
      <w:r w:rsidR="00805859">
        <w:rPr>
          <w:sz w:val="18"/>
          <w:szCs w:val="18"/>
        </w:rPr>
        <w:t>20</w:t>
      </w:r>
      <w:bookmarkStart w:id="4" w:name="_GoBack"/>
      <w:bookmarkEnd w:id="4"/>
      <w:r w:rsidRPr="00557B25">
        <w:rPr>
          <w:sz w:val="18"/>
          <w:szCs w:val="18"/>
        </w:rPr>
        <w:t>, ukončení</w:t>
      </w:r>
      <w:r w:rsidR="005C04EA">
        <w:rPr>
          <w:sz w:val="18"/>
          <w:szCs w:val="18"/>
        </w:rPr>
        <w:t xml:space="preserve"> </w:t>
      </w:r>
      <w:r w:rsidR="005C04EA" w:rsidRPr="00557B25">
        <w:rPr>
          <w:sz w:val="18"/>
          <w:szCs w:val="18"/>
        </w:rPr>
        <w:t>projekčních</w:t>
      </w:r>
      <w:r w:rsidRPr="00557B25">
        <w:rPr>
          <w:sz w:val="18"/>
          <w:szCs w:val="18"/>
        </w:rPr>
        <w:t xml:space="preserve"> prací do </w:t>
      </w:r>
      <w:r w:rsidR="007F44C8">
        <w:rPr>
          <w:sz w:val="18"/>
          <w:szCs w:val="18"/>
        </w:rPr>
        <w:t>9</w:t>
      </w:r>
      <w:r w:rsidRPr="00557B25">
        <w:rPr>
          <w:sz w:val="18"/>
          <w:szCs w:val="18"/>
        </w:rPr>
        <w:t>/20</w:t>
      </w:r>
      <w:r w:rsidR="00A65980" w:rsidRPr="00557B25">
        <w:rPr>
          <w:sz w:val="18"/>
          <w:szCs w:val="18"/>
        </w:rPr>
        <w:t>20</w:t>
      </w:r>
      <w:r w:rsidR="00BC2638" w:rsidRPr="00557B25">
        <w:rPr>
          <w:sz w:val="18"/>
          <w:szCs w:val="18"/>
        </w:rPr>
        <w:t>.</w:t>
      </w:r>
    </w:p>
    <w:p w:rsidR="005C04EA" w:rsidRDefault="005C04EA" w:rsidP="002B5D60">
      <w:pPr>
        <w:pStyle w:val="Doplujcdaje"/>
        <w:jc w:val="both"/>
        <w:rPr>
          <w:sz w:val="18"/>
          <w:szCs w:val="18"/>
        </w:rPr>
      </w:pPr>
    </w:p>
    <w:p w:rsidR="005C04EA" w:rsidRPr="005C04EA" w:rsidRDefault="005C04EA" w:rsidP="005C04EA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A</w:t>
      </w:r>
      <w:r w:rsidRPr="005C04EA">
        <w:rPr>
          <w:sz w:val="18"/>
          <w:szCs w:val="18"/>
        </w:rPr>
        <w:t>utorský dozor projektanta při realizaci stavby - zhotovitel se zavazuje provádět autorský dozor ode dne zahájení realizace stavby do ukončení realizace stavby v předpokládané délce 1</w:t>
      </w:r>
      <w:r>
        <w:rPr>
          <w:sz w:val="18"/>
          <w:szCs w:val="18"/>
        </w:rPr>
        <w:t>0</w:t>
      </w:r>
      <w:r w:rsidRPr="005C04EA">
        <w:rPr>
          <w:sz w:val="18"/>
          <w:szCs w:val="18"/>
        </w:rPr>
        <w:t xml:space="preserve"> měsíců, předpoklad ukončení 3</w:t>
      </w:r>
      <w:r>
        <w:rPr>
          <w:sz w:val="18"/>
          <w:szCs w:val="18"/>
        </w:rPr>
        <w:t>1</w:t>
      </w:r>
      <w:r w:rsidRPr="005C04EA">
        <w:rPr>
          <w:sz w:val="18"/>
          <w:szCs w:val="18"/>
        </w:rPr>
        <w:t>.</w:t>
      </w:r>
      <w:r>
        <w:rPr>
          <w:sz w:val="18"/>
          <w:szCs w:val="18"/>
        </w:rPr>
        <w:t>08</w:t>
      </w:r>
      <w:r w:rsidRPr="005C04EA">
        <w:rPr>
          <w:sz w:val="18"/>
          <w:szCs w:val="18"/>
        </w:rPr>
        <w:t>.2021</w:t>
      </w:r>
      <w:r>
        <w:rPr>
          <w:sz w:val="18"/>
          <w:szCs w:val="18"/>
        </w:rPr>
        <w:t>.</w:t>
      </w:r>
    </w:p>
    <w:p w:rsidR="005C04EA" w:rsidRPr="00BC2638" w:rsidRDefault="005C04EA" w:rsidP="002B5D60">
      <w:pPr>
        <w:pStyle w:val="Doplujcdaje"/>
        <w:jc w:val="both"/>
        <w:rPr>
          <w:sz w:val="18"/>
          <w:szCs w:val="18"/>
        </w:rPr>
      </w:pP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  <w:r w:rsidRPr="00D05668">
        <w:rPr>
          <w:b/>
          <w:sz w:val="18"/>
          <w:szCs w:val="18"/>
        </w:rPr>
        <w:t xml:space="preserve">E) </w:t>
      </w:r>
      <w:r w:rsidRPr="00D05668">
        <w:rPr>
          <w:b/>
          <w:sz w:val="18"/>
          <w:szCs w:val="18"/>
        </w:rPr>
        <w:tab/>
        <w:t xml:space="preserve">SOUPIS PRACÍ A DODÁVEK 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BC2638" w:rsidRPr="00EA176A" w:rsidRDefault="00BC2638" w:rsidP="00EA176A">
      <w:pPr>
        <w:pStyle w:val="Doplujcdaje"/>
        <w:rPr>
          <w:sz w:val="18"/>
          <w:szCs w:val="18"/>
        </w:rPr>
      </w:pPr>
      <w:r w:rsidRPr="00EA176A">
        <w:rPr>
          <w:sz w:val="18"/>
          <w:szCs w:val="18"/>
        </w:rPr>
        <w:t>vypracoval:</w:t>
      </w:r>
    </w:p>
    <w:p w:rsidR="00BC2638" w:rsidRPr="00EA176A" w:rsidRDefault="00F45803" w:rsidP="00EA176A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 xml:space="preserve">Ing. </w:t>
      </w:r>
      <w:r w:rsidR="00A65980">
        <w:rPr>
          <w:sz w:val="18"/>
          <w:szCs w:val="18"/>
        </w:rPr>
        <w:t>M. Glabasňa</w:t>
      </w:r>
      <w:r w:rsidR="00BC2638" w:rsidRPr="00EA176A">
        <w:rPr>
          <w:sz w:val="18"/>
          <w:szCs w:val="18"/>
        </w:rPr>
        <w:t xml:space="preserve">, </w:t>
      </w:r>
    </w:p>
    <w:p w:rsidR="00EB77A7" w:rsidRPr="00EA176A" w:rsidRDefault="00BC2638" w:rsidP="00EA176A">
      <w:pPr>
        <w:pStyle w:val="Doplujcdaje"/>
        <w:rPr>
          <w:sz w:val="18"/>
          <w:szCs w:val="18"/>
        </w:rPr>
      </w:pPr>
      <w:r w:rsidRPr="00EA176A">
        <w:rPr>
          <w:sz w:val="18"/>
          <w:szCs w:val="18"/>
        </w:rPr>
        <w:t xml:space="preserve">v Brně, dne </w:t>
      </w:r>
      <w:r w:rsidR="00D4770D">
        <w:rPr>
          <w:sz w:val="18"/>
          <w:szCs w:val="18"/>
        </w:rPr>
        <w:t>4.11</w:t>
      </w:r>
      <w:r w:rsidR="00A65980">
        <w:rPr>
          <w:sz w:val="18"/>
          <w:szCs w:val="18"/>
        </w:rPr>
        <w:t>.2019</w:t>
      </w:r>
    </w:p>
    <w:p w:rsidR="00EB77A7" w:rsidRDefault="00EB77A7" w:rsidP="002B5D60">
      <w:pPr>
        <w:pStyle w:val="Doplujcdaje"/>
        <w:jc w:val="both"/>
        <w:rPr>
          <w:sz w:val="18"/>
          <w:szCs w:val="18"/>
        </w:rPr>
      </w:pPr>
    </w:p>
    <w:p w:rsidR="00D261DE" w:rsidRDefault="00D261DE" w:rsidP="002B5D60">
      <w:pPr>
        <w:pStyle w:val="Doplujcdaje"/>
        <w:jc w:val="both"/>
        <w:rPr>
          <w:b/>
        </w:rPr>
      </w:pPr>
    </w:p>
    <w:p w:rsidR="00D261DE" w:rsidRDefault="00D261DE" w:rsidP="002B5D60">
      <w:pPr>
        <w:pStyle w:val="Doplujcdaje"/>
        <w:jc w:val="both"/>
        <w:rPr>
          <w:b/>
        </w:rPr>
      </w:pPr>
    </w:p>
    <w:p w:rsidR="00D261DE" w:rsidRDefault="00D261DE" w:rsidP="002B5D60">
      <w:pPr>
        <w:pStyle w:val="Doplujcdaje"/>
        <w:jc w:val="both"/>
        <w:rPr>
          <w:b/>
        </w:rPr>
      </w:pPr>
    </w:p>
    <w:p w:rsidR="00E1013A" w:rsidRPr="00B45E9E" w:rsidRDefault="00E1013A" w:rsidP="002B5D60">
      <w:pPr>
        <w:pStyle w:val="Doplujcdaje"/>
        <w:jc w:val="both"/>
        <w:rPr>
          <w:b/>
        </w:rPr>
      </w:pPr>
      <w:r w:rsidRPr="00B45E9E">
        <w:rPr>
          <w:b/>
        </w:rPr>
        <w:t>Přílohy</w:t>
      </w:r>
    </w:p>
    <w:p w:rsidR="007030BC" w:rsidRDefault="007030BC" w:rsidP="007030BC">
      <w:pPr>
        <w:pStyle w:val="Doplujcdaje"/>
        <w:jc w:val="both"/>
      </w:pPr>
      <w:r>
        <w:t>- rozpočet bez uvedení cen (Výkaz výměr)</w:t>
      </w:r>
    </w:p>
    <w:p w:rsidR="007030BC" w:rsidRDefault="007030BC" w:rsidP="007030BC">
      <w:pPr>
        <w:pStyle w:val="Doplujcdaje"/>
        <w:jc w:val="both"/>
      </w:pPr>
      <w:r w:rsidRPr="00557B25">
        <w:t>- kontrolní rozpočet zadavatele (objednatele) tj. SŽDC, s.o.</w:t>
      </w:r>
    </w:p>
    <w:p w:rsidR="00E1013A" w:rsidRDefault="007030BC" w:rsidP="007030BC">
      <w:pPr>
        <w:pStyle w:val="Doplujcdaje"/>
        <w:jc w:val="both"/>
      </w:pPr>
      <w:r w:rsidRPr="00557B25">
        <w:t>- žádost na založení veřejné zakázky do Registru VZ (Fama+)</w:t>
      </w:r>
    </w:p>
    <w:p w:rsidR="00557B25" w:rsidRDefault="00557B25" w:rsidP="007030BC">
      <w:pPr>
        <w:pStyle w:val="Doplujcdaje"/>
        <w:jc w:val="both"/>
      </w:pPr>
      <w:r>
        <w:t xml:space="preserve">- zvláštní </w:t>
      </w:r>
      <w:r w:rsidR="00DD0B7C">
        <w:t>technické podmínky ze dne 22.10.2019 č.j. 36730</w:t>
      </w:r>
      <w:r>
        <w:t>/2019-SŽDC-OŘ BNO-SPS</w:t>
      </w:r>
    </w:p>
    <w:p w:rsidR="000F23FC" w:rsidRDefault="000F23FC" w:rsidP="007030BC">
      <w:pPr>
        <w:pStyle w:val="Doplujcdaje"/>
        <w:jc w:val="both"/>
      </w:pPr>
    </w:p>
    <w:sectPr w:rsidR="000F23FC" w:rsidSect="00FC63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7CE" w:rsidRDefault="009A07CE" w:rsidP="00962258">
      <w:pPr>
        <w:spacing w:after="0" w:line="240" w:lineRule="auto"/>
      </w:pPr>
      <w:r>
        <w:separator/>
      </w:r>
    </w:p>
  </w:endnote>
  <w:endnote w:type="continuationSeparator" w:id="0">
    <w:p w:rsidR="009A07CE" w:rsidRDefault="009A07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58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58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07599040" wp14:editId="11FF8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54B268"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E5BA02" wp14:editId="6F1D8E2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2D40B"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58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58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460660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E66158" w:rsidP="00460660">
          <w:pPr>
            <w:pStyle w:val="Zpat"/>
          </w:pPr>
          <w:r>
            <w:t>Oblastní ředitelství Brno</w:t>
          </w:r>
        </w:p>
        <w:p w:rsidR="00E66158" w:rsidRDefault="00E66158" w:rsidP="00460660">
          <w:pPr>
            <w:pStyle w:val="Zpat"/>
          </w:pPr>
          <w:r>
            <w:t>Kounicova 26</w:t>
          </w:r>
        </w:p>
        <w:p w:rsidR="00E66158" w:rsidRDefault="00E66158" w:rsidP="00460660">
          <w:pPr>
            <w:pStyle w:val="Zpat"/>
          </w:pPr>
          <w:r>
            <w:t>611 43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5ABCCBAA" wp14:editId="17DE293A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9A5DE4"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40E06233" wp14:editId="7B2406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E1B67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302CBDD3" wp14:editId="3F7B1E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E7E68F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7CE" w:rsidRDefault="009A07CE" w:rsidP="00962258">
      <w:pPr>
        <w:spacing w:after="0" w:line="240" w:lineRule="auto"/>
      </w:pPr>
      <w:r>
        <w:separator/>
      </w:r>
    </w:p>
  </w:footnote>
  <w:footnote w:type="continuationSeparator" w:id="0">
    <w:p w:rsidR="009A07CE" w:rsidRDefault="009A07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0092E" w:rsidP="00FC6389">
          <w:pPr>
            <w:pStyle w:val="Druhdokumentu"/>
          </w:pPr>
          <w:r>
            <w:t>Interní sdělení</w:t>
          </w: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752" behindDoc="0" locked="1" layoutInCell="1" allowOverlap="1" wp14:anchorId="5BE36D8B" wp14:editId="3EEE659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639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4B4C44"/>
    <w:multiLevelType w:val="multilevel"/>
    <w:tmpl w:val="CABE99FC"/>
    <w:numStyleLink w:val="ListNumbermultilevel"/>
  </w:abstractNum>
  <w:abstractNum w:abstractNumId="5" w15:restartNumberingAfterBreak="0">
    <w:nsid w:val="386D7171"/>
    <w:multiLevelType w:val="hybridMultilevel"/>
    <w:tmpl w:val="51327CE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2104AE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6734FF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38"/>
    <w:rsid w:val="00012203"/>
    <w:rsid w:val="00017877"/>
    <w:rsid w:val="00036E2F"/>
    <w:rsid w:val="00072C1E"/>
    <w:rsid w:val="00085E39"/>
    <w:rsid w:val="000B4EB8"/>
    <w:rsid w:val="000C41F2"/>
    <w:rsid w:val="000D22C4"/>
    <w:rsid w:val="000D27D1"/>
    <w:rsid w:val="000F23FC"/>
    <w:rsid w:val="00114472"/>
    <w:rsid w:val="001150F2"/>
    <w:rsid w:val="00120F09"/>
    <w:rsid w:val="00133858"/>
    <w:rsid w:val="00170EC5"/>
    <w:rsid w:val="001747C1"/>
    <w:rsid w:val="00181BA2"/>
    <w:rsid w:val="001A0B20"/>
    <w:rsid w:val="001B4E74"/>
    <w:rsid w:val="001D022F"/>
    <w:rsid w:val="001D1592"/>
    <w:rsid w:val="001D50E5"/>
    <w:rsid w:val="001F2045"/>
    <w:rsid w:val="00202C72"/>
    <w:rsid w:val="00207DF5"/>
    <w:rsid w:val="00240A70"/>
    <w:rsid w:val="00261A5B"/>
    <w:rsid w:val="0026697D"/>
    <w:rsid w:val="002B5D60"/>
    <w:rsid w:val="002C31BF"/>
    <w:rsid w:val="002E0CD7"/>
    <w:rsid w:val="003054D4"/>
    <w:rsid w:val="00327EEF"/>
    <w:rsid w:val="0034719F"/>
    <w:rsid w:val="003571D8"/>
    <w:rsid w:val="00357BC6"/>
    <w:rsid w:val="00361422"/>
    <w:rsid w:val="003956C6"/>
    <w:rsid w:val="003D0061"/>
    <w:rsid w:val="00411423"/>
    <w:rsid w:val="00450F07"/>
    <w:rsid w:val="00453CD3"/>
    <w:rsid w:val="00460660"/>
    <w:rsid w:val="00486107"/>
    <w:rsid w:val="00491827"/>
    <w:rsid w:val="004C4399"/>
    <w:rsid w:val="004C787C"/>
    <w:rsid w:val="004E7A1F"/>
    <w:rsid w:val="004F130D"/>
    <w:rsid w:val="004F4B9B"/>
    <w:rsid w:val="00511AB9"/>
    <w:rsid w:val="00523BB5"/>
    <w:rsid w:val="00523EA7"/>
    <w:rsid w:val="005406EB"/>
    <w:rsid w:val="00543783"/>
    <w:rsid w:val="00553375"/>
    <w:rsid w:val="00557B25"/>
    <w:rsid w:val="00570868"/>
    <w:rsid w:val="005736B7"/>
    <w:rsid w:val="00575E5A"/>
    <w:rsid w:val="00586F80"/>
    <w:rsid w:val="005C04EA"/>
    <w:rsid w:val="005E24FC"/>
    <w:rsid w:val="0061068E"/>
    <w:rsid w:val="006122EF"/>
    <w:rsid w:val="0063541B"/>
    <w:rsid w:val="006412B7"/>
    <w:rsid w:val="00655EE9"/>
    <w:rsid w:val="00660AD3"/>
    <w:rsid w:val="006A5570"/>
    <w:rsid w:val="006A689C"/>
    <w:rsid w:val="006B3D79"/>
    <w:rsid w:val="006E0578"/>
    <w:rsid w:val="006E314D"/>
    <w:rsid w:val="007030BC"/>
    <w:rsid w:val="00710723"/>
    <w:rsid w:val="007176DB"/>
    <w:rsid w:val="00723ED1"/>
    <w:rsid w:val="00723F23"/>
    <w:rsid w:val="00742F51"/>
    <w:rsid w:val="00743525"/>
    <w:rsid w:val="0076286B"/>
    <w:rsid w:val="00766846"/>
    <w:rsid w:val="00771B11"/>
    <w:rsid w:val="0077673A"/>
    <w:rsid w:val="007846E1"/>
    <w:rsid w:val="0078797E"/>
    <w:rsid w:val="007B570C"/>
    <w:rsid w:val="007E4A6E"/>
    <w:rsid w:val="007F44C8"/>
    <w:rsid w:val="007F56A7"/>
    <w:rsid w:val="00805859"/>
    <w:rsid w:val="00807DD0"/>
    <w:rsid w:val="0082333A"/>
    <w:rsid w:val="008A3568"/>
    <w:rsid w:val="008B74B2"/>
    <w:rsid w:val="008C06E3"/>
    <w:rsid w:val="008D03B9"/>
    <w:rsid w:val="008F18D6"/>
    <w:rsid w:val="00904780"/>
    <w:rsid w:val="00922385"/>
    <w:rsid w:val="009223DF"/>
    <w:rsid w:val="00936091"/>
    <w:rsid w:val="00940D8A"/>
    <w:rsid w:val="009558C3"/>
    <w:rsid w:val="00962258"/>
    <w:rsid w:val="009678B7"/>
    <w:rsid w:val="00992D9C"/>
    <w:rsid w:val="00996CB8"/>
    <w:rsid w:val="009A07CE"/>
    <w:rsid w:val="009B29E6"/>
    <w:rsid w:val="009B2E97"/>
    <w:rsid w:val="009C442C"/>
    <w:rsid w:val="009C5F35"/>
    <w:rsid w:val="009E07F4"/>
    <w:rsid w:val="009E164B"/>
    <w:rsid w:val="009F309B"/>
    <w:rsid w:val="009F392E"/>
    <w:rsid w:val="00A42A01"/>
    <w:rsid w:val="00A467B7"/>
    <w:rsid w:val="00A50641"/>
    <w:rsid w:val="00A530BF"/>
    <w:rsid w:val="00A6177B"/>
    <w:rsid w:val="00A65980"/>
    <w:rsid w:val="00A66136"/>
    <w:rsid w:val="00A71189"/>
    <w:rsid w:val="00A753ED"/>
    <w:rsid w:val="00A94C2F"/>
    <w:rsid w:val="00AA4CBB"/>
    <w:rsid w:val="00AA65FA"/>
    <w:rsid w:val="00AA7351"/>
    <w:rsid w:val="00AC02FB"/>
    <w:rsid w:val="00AD056F"/>
    <w:rsid w:val="00AD6731"/>
    <w:rsid w:val="00AE08FD"/>
    <w:rsid w:val="00B008D5"/>
    <w:rsid w:val="00B15D0D"/>
    <w:rsid w:val="00B46A08"/>
    <w:rsid w:val="00B75EE1"/>
    <w:rsid w:val="00B77481"/>
    <w:rsid w:val="00B8518B"/>
    <w:rsid w:val="00BC2638"/>
    <w:rsid w:val="00BD7E91"/>
    <w:rsid w:val="00BD7F0D"/>
    <w:rsid w:val="00C0175C"/>
    <w:rsid w:val="00C02D0A"/>
    <w:rsid w:val="00C03A6E"/>
    <w:rsid w:val="00C44F6A"/>
    <w:rsid w:val="00C50D33"/>
    <w:rsid w:val="00C6198E"/>
    <w:rsid w:val="00C778A5"/>
    <w:rsid w:val="00C95162"/>
    <w:rsid w:val="00CD1FC4"/>
    <w:rsid w:val="00D034A0"/>
    <w:rsid w:val="00D05668"/>
    <w:rsid w:val="00D21061"/>
    <w:rsid w:val="00D21D5E"/>
    <w:rsid w:val="00D261DE"/>
    <w:rsid w:val="00D4108E"/>
    <w:rsid w:val="00D4770D"/>
    <w:rsid w:val="00D6163D"/>
    <w:rsid w:val="00D831A3"/>
    <w:rsid w:val="00D95248"/>
    <w:rsid w:val="00DA3711"/>
    <w:rsid w:val="00DD0B7C"/>
    <w:rsid w:val="00DD45F2"/>
    <w:rsid w:val="00DD46F3"/>
    <w:rsid w:val="00DE56F2"/>
    <w:rsid w:val="00DF116D"/>
    <w:rsid w:val="00DF283C"/>
    <w:rsid w:val="00E1013A"/>
    <w:rsid w:val="00E218B5"/>
    <w:rsid w:val="00E66158"/>
    <w:rsid w:val="00EA176A"/>
    <w:rsid w:val="00EB104F"/>
    <w:rsid w:val="00EB77A7"/>
    <w:rsid w:val="00EC2815"/>
    <w:rsid w:val="00ED14BD"/>
    <w:rsid w:val="00ED651B"/>
    <w:rsid w:val="00EF4F79"/>
    <w:rsid w:val="00F0092E"/>
    <w:rsid w:val="00F016C7"/>
    <w:rsid w:val="00F12DEC"/>
    <w:rsid w:val="00F1715C"/>
    <w:rsid w:val="00F265A6"/>
    <w:rsid w:val="00F310F8"/>
    <w:rsid w:val="00F32112"/>
    <w:rsid w:val="00F35939"/>
    <w:rsid w:val="00F45607"/>
    <w:rsid w:val="00F45803"/>
    <w:rsid w:val="00F65284"/>
    <w:rsid w:val="00F659EB"/>
    <w:rsid w:val="00F8233B"/>
    <w:rsid w:val="00F86BA6"/>
    <w:rsid w:val="00F92868"/>
    <w:rsid w:val="00F94F14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84546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TPNadpis-2slovan">
    <w:name w:val="TP_Nadpis-2_číslovaný"/>
    <w:next w:val="TPText-1slovan"/>
    <w:qFormat/>
    <w:rsid w:val="009558C3"/>
    <w:pPr>
      <w:keepNext/>
      <w:numPr>
        <w:ilvl w:val="1"/>
        <w:numId w:val="8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9558C3"/>
    <w:pPr>
      <w:numPr>
        <w:ilvl w:val="2"/>
        <w:numId w:val="8"/>
      </w:numPr>
      <w:spacing w:before="80" w:after="0" w:line="240" w:lineRule="auto"/>
      <w:ind w:left="319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9558C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9558C3"/>
    <w:pPr>
      <w:keepNext/>
      <w:numPr>
        <w:numId w:val="8"/>
      </w:numPr>
      <w:spacing w:before="240" w:after="0" w:line="240" w:lineRule="auto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9558C3"/>
    <w:pPr>
      <w:numPr>
        <w:ilvl w:val="3"/>
        <w:numId w:val="8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33;%20logo\intern&#237;%20sd&#283;le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88E47-8BD5-4560-B608-0C2C6D05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sdělení.dotx</Template>
  <TotalTime>0</TotalTime>
  <Pages>2</Pages>
  <Words>466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2019-02-12T12:47:00Z</dcterms:created>
  <dcterms:modified xsi:type="dcterms:W3CDTF">2019-12-16T11:35:00Z</dcterms:modified>
</cp:coreProperties>
</file>