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5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/>
      </w:tblPr>
      <w:tblGrid>
        <w:gridCol w:w="1000"/>
        <w:gridCol w:w="1629"/>
        <w:gridCol w:w="5650"/>
        <w:gridCol w:w="778"/>
      </w:tblGrid>
      <w:tr w:rsidR="009A16BD" w:rsidRPr="008C45FE" w:rsidTr="008C45FE">
        <w:tc>
          <w:tcPr>
            <w:tcW w:w="1000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28" w:type="dxa"/>
            <w:gridSpan w:val="2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8C45FE">
              <w:rPr>
                <w:b/>
                <w:bCs/>
                <w:sz w:val="28"/>
                <w:szCs w:val="28"/>
              </w:rPr>
              <w:t>SEZNAM PŘÍLOH</w:t>
            </w:r>
          </w:p>
        </w:tc>
      </w:tr>
      <w:tr w:rsidR="009A16BD" w:rsidRPr="008C45FE" w:rsidTr="008C45FE">
        <w:tc>
          <w:tcPr>
            <w:tcW w:w="1000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/>
                <w:bCs/>
              </w:rPr>
              <w:t>Akce:</w:t>
            </w:r>
          </w:p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</w:p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</w:p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/>
                <w:bCs/>
              </w:rPr>
              <w:t>Objekt:</w:t>
            </w:r>
          </w:p>
        </w:tc>
        <w:tc>
          <w:tcPr>
            <w:tcW w:w="1629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6428" w:type="dxa"/>
            <w:gridSpan w:val="2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2F2F2"/>
          </w:tcPr>
          <w:p w:rsidR="009A16BD" w:rsidRDefault="009A16BD" w:rsidP="008C45FE">
            <w:pPr>
              <w:spacing w:after="0" w:line="240" w:lineRule="auto"/>
            </w:pPr>
            <w:r w:rsidRPr="00BA3A96">
              <w:t>Zruč nad Sázavou ON – oprava</w:t>
            </w:r>
          </w:p>
          <w:p w:rsidR="009A16BD" w:rsidRPr="008C45FE" w:rsidRDefault="009A16BD" w:rsidP="008C45FE">
            <w:pPr>
              <w:spacing w:after="0" w:line="240" w:lineRule="auto"/>
            </w:pPr>
            <w:r w:rsidRPr="008C45FE">
              <w:t>D1.4 Elektroinstalace, LPS</w:t>
            </w:r>
          </w:p>
          <w:p w:rsidR="009A16BD" w:rsidRPr="008C45FE" w:rsidRDefault="009A16BD" w:rsidP="008C45FE">
            <w:pPr>
              <w:spacing w:after="0" w:line="240" w:lineRule="auto"/>
            </w:pPr>
          </w:p>
          <w:p w:rsidR="009A16BD" w:rsidRPr="008C45FE" w:rsidRDefault="009A16BD" w:rsidP="008C45FE">
            <w:pPr>
              <w:spacing w:after="0" w:line="240" w:lineRule="auto"/>
            </w:pPr>
            <w:r w:rsidRPr="008C45FE">
              <w:t>Objekt SŽDC</w:t>
            </w:r>
          </w:p>
          <w:p w:rsidR="009A16BD" w:rsidRPr="00BA3A96" w:rsidRDefault="009A16BD" w:rsidP="008C45FE">
            <w:pPr>
              <w:spacing w:after="0" w:line="240" w:lineRule="auto"/>
            </w:pPr>
            <w:r w:rsidRPr="00BA3A96">
              <w:t>Nádražní č.p. 108, Zruč nad Sázavou</w:t>
            </w:r>
          </w:p>
        </w:tc>
      </w:tr>
      <w:tr w:rsidR="009A16BD" w:rsidRPr="008C45FE" w:rsidTr="008C45FE">
        <w:tc>
          <w:tcPr>
            <w:tcW w:w="1000" w:type="dxa"/>
            <w:tcBorders>
              <w:top w:val="double" w:sz="4" w:space="0" w:color="BFBFBF"/>
              <w:bottom w:val="double" w:sz="4" w:space="0" w:color="BFBFBF"/>
            </w:tcBorders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C45FE">
              <w:rPr>
                <w:b/>
                <w:bCs/>
                <w:sz w:val="24"/>
                <w:szCs w:val="24"/>
              </w:rPr>
              <w:t>Č. Přílohy</w:t>
            </w:r>
          </w:p>
        </w:tc>
        <w:tc>
          <w:tcPr>
            <w:tcW w:w="1629" w:type="dxa"/>
            <w:tcBorders>
              <w:top w:val="double" w:sz="4" w:space="0" w:color="BFBFBF"/>
              <w:bottom w:val="double" w:sz="4" w:space="0" w:color="BFBFBF"/>
            </w:tcBorders>
          </w:tcPr>
          <w:p w:rsidR="009A16BD" w:rsidRPr="008C45FE" w:rsidRDefault="009A16BD" w:rsidP="008C45F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C45FE">
              <w:rPr>
                <w:b/>
                <w:sz w:val="24"/>
                <w:szCs w:val="24"/>
              </w:rPr>
              <w:t xml:space="preserve">Č. </w:t>
            </w:r>
          </w:p>
          <w:p w:rsidR="009A16BD" w:rsidRPr="008C45FE" w:rsidRDefault="009A16BD" w:rsidP="008C45F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C45FE">
              <w:rPr>
                <w:b/>
                <w:sz w:val="24"/>
                <w:szCs w:val="24"/>
              </w:rPr>
              <w:t>souboru</w:t>
            </w:r>
          </w:p>
        </w:tc>
        <w:tc>
          <w:tcPr>
            <w:tcW w:w="5650" w:type="dxa"/>
            <w:tcBorders>
              <w:top w:val="double" w:sz="4" w:space="0" w:color="BFBFBF"/>
              <w:bottom w:val="double" w:sz="4" w:space="0" w:color="BFBFBF"/>
            </w:tcBorders>
          </w:tcPr>
          <w:p w:rsidR="009A16BD" w:rsidRPr="008C45FE" w:rsidRDefault="009A16BD" w:rsidP="008C45F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C45FE">
              <w:rPr>
                <w:b/>
                <w:sz w:val="24"/>
                <w:szCs w:val="24"/>
              </w:rPr>
              <w:t>Název</w:t>
            </w:r>
          </w:p>
        </w:tc>
        <w:tc>
          <w:tcPr>
            <w:tcW w:w="778" w:type="dxa"/>
            <w:tcBorders>
              <w:top w:val="double" w:sz="4" w:space="0" w:color="BFBFBF"/>
              <w:bottom w:val="double" w:sz="4" w:space="0" w:color="BFBFBF"/>
            </w:tcBorders>
          </w:tcPr>
          <w:p w:rsidR="009A16BD" w:rsidRPr="008C45FE" w:rsidRDefault="009A16BD" w:rsidP="008C45F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C45FE">
              <w:rPr>
                <w:b/>
                <w:sz w:val="24"/>
                <w:szCs w:val="24"/>
              </w:rPr>
              <w:t>Počet A4</w:t>
            </w:r>
          </w:p>
        </w:tc>
      </w:tr>
      <w:tr w:rsidR="009A16BD" w:rsidRPr="008C45FE" w:rsidTr="008C45FE">
        <w:tc>
          <w:tcPr>
            <w:tcW w:w="1000" w:type="dxa"/>
            <w:tcBorders>
              <w:top w:val="double" w:sz="4" w:space="0" w:color="BFBFBF"/>
            </w:tcBorders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E01</w:t>
            </w:r>
          </w:p>
        </w:tc>
        <w:tc>
          <w:tcPr>
            <w:tcW w:w="1629" w:type="dxa"/>
            <w:tcBorders>
              <w:top w:val="double" w:sz="4" w:space="0" w:color="BFBFBF"/>
            </w:tcBorders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  <w:r>
              <w:t>ZRUC</w:t>
            </w:r>
            <w:r w:rsidRPr="008C45FE">
              <w:t xml:space="preserve"> E01.doc</w:t>
            </w:r>
          </w:p>
        </w:tc>
        <w:tc>
          <w:tcPr>
            <w:tcW w:w="5650" w:type="dxa"/>
            <w:tcBorders>
              <w:top w:val="double" w:sz="4" w:space="0" w:color="BFBFBF"/>
            </w:tcBorders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 xml:space="preserve">Technická zpráva </w:t>
            </w:r>
          </w:p>
        </w:tc>
        <w:tc>
          <w:tcPr>
            <w:tcW w:w="778" w:type="dxa"/>
            <w:tcBorders>
              <w:top w:val="double" w:sz="4" w:space="0" w:color="BFBFBF"/>
            </w:tcBorders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>12</w:t>
            </w:r>
          </w:p>
        </w:tc>
      </w:tr>
      <w:tr w:rsidR="009A16BD" w:rsidRPr="008C45FE" w:rsidTr="008C45FE">
        <w:tc>
          <w:tcPr>
            <w:tcW w:w="1000" w:type="dxa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E02</w:t>
            </w:r>
          </w:p>
        </w:tc>
        <w:tc>
          <w:tcPr>
            <w:tcW w:w="1629" w:type="dxa"/>
          </w:tcPr>
          <w:p w:rsidR="009A16BD" w:rsidRPr="008C45FE" w:rsidRDefault="009A16BD" w:rsidP="008C45FE">
            <w:pPr>
              <w:spacing w:after="0" w:line="240" w:lineRule="auto"/>
            </w:pPr>
            <w:r>
              <w:t>ZRUC</w:t>
            </w:r>
            <w:r w:rsidRPr="008C45FE">
              <w:t xml:space="preserve"> E02.xls</w:t>
            </w:r>
          </w:p>
        </w:tc>
        <w:tc>
          <w:tcPr>
            <w:tcW w:w="5650" w:type="dxa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>Seznam místností</w:t>
            </w:r>
          </w:p>
        </w:tc>
        <w:tc>
          <w:tcPr>
            <w:tcW w:w="778" w:type="dxa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>1</w:t>
            </w:r>
          </w:p>
        </w:tc>
      </w:tr>
      <w:tr w:rsidR="009A16BD" w:rsidRPr="008C45FE" w:rsidTr="008C45FE">
        <w:tc>
          <w:tcPr>
            <w:tcW w:w="100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E03</w:t>
            </w:r>
          </w:p>
        </w:tc>
        <w:tc>
          <w:tcPr>
            <w:tcW w:w="1629" w:type="dxa"/>
            <w:shd w:val="clear" w:color="auto" w:fill="F2F2F2"/>
          </w:tcPr>
          <w:p w:rsidR="009A16BD" w:rsidRPr="008C45FE" w:rsidRDefault="009A16BD" w:rsidP="008C45FE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360" w:hanging="360"/>
            </w:pPr>
            <w:r>
              <w:t>ZRUC</w:t>
            </w:r>
            <w:r w:rsidRPr="008C45FE">
              <w:t xml:space="preserve"> E03.xls</w:t>
            </w:r>
          </w:p>
        </w:tc>
        <w:tc>
          <w:tcPr>
            <w:tcW w:w="565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>Seznam svítidel</w:t>
            </w:r>
          </w:p>
        </w:tc>
        <w:tc>
          <w:tcPr>
            <w:tcW w:w="778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>1</w:t>
            </w:r>
          </w:p>
        </w:tc>
      </w:tr>
      <w:tr w:rsidR="009A16BD" w:rsidRPr="008C45FE" w:rsidTr="008C45FE">
        <w:tc>
          <w:tcPr>
            <w:tcW w:w="1000" w:type="dxa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E04</w:t>
            </w:r>
          </w:p>
        </w:tc>
        <w:tc>
          <w:tcPr>
            <w:tcW w:w="1629" w:type="dxa"/>
          </w:tcPr>
          <w:p w:rsidR="009A16BD" w:rsidRPr="008C45FE" w:rsidRDefault="009A16BD" w:rsidP="008C45FE">
            <w:pPr>
              <w:spacing w:after="0" w:line="240" w:lineRule="auto"/>
            </w:pPr>
            <w:r>
              <w:t>ZRUC</w:t>
            </w:r>
            <w:r w:rsidRPr="008C45FE">
              <w:t xml:space="preserve"> E04.xls</w:t>
            </w:r>
          </w:p>
        </w:tc>
        <w:tc>
          <w:tcPr>
            <w:tcW w:w="5650" w:type="dxa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>Rozvadě</w:t>
            </w:r>
            <w:bookmarkStart w:id="0" w:name="_GoBack"/>
            <w:bookmarkEnd w:id="0"/>
            <w:r w:rsidRPr="008C45FE">
              <w:t>č R</w:t>
            </w:r>
            <w:r>
              <w:t>E01 – měření ČEZ</w:t>
            </w:r>
          </w:p>
        </w:tc>
        <w:tc>
          <w:tcPr>
            <w:tcW w:w="778" w:type="dxa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>1</w:t>
            </w:r>
          </w:p>
        </w:tc>
      </w:tr>
      <w:tr w:rsidR="009A16BD" w:rsidRPr="008C45FE" w:rsidTr="008C45FE">
        <w:tc>
          <w:tcPr>
            <w:tcW w:w="100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E05</w:t>
            </w:r>
          </w:p>
        </w:tc>
        <w:tc>
          <w:tcPr>
            <w:tcW w:w="1629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  <w:r>
              <w:t>ZRUC</w:t>
            </w:r>
            <w:r w:rsidRPr="008C45FE">
              <w:t xml:space="preserve"> E05.xls</w:t>
            </w:r>
          </w:p>
        </w:tc>
        <w:tc>
          <w:tcPr>
            <w:tcW w:w="5650" w:type="dxa"/>
            <w:shd w:val="clear" w:color="auto" w:fill="F2F2F2"/>
          </w:tcPr>
          <w:p w:rsidR="009A16BD" w:rsidRPr="00FA2900" w:rsidRDefault="009A16BD" w:rsidP="008C45FE">
            <w:pPr>
              <w:spacing w:after="0" w:line="240" w:lineRule="auto"/>
            </w:pPr>
            <w:r w:rsidRPr="008C45FE">
              <w:t xml:space="preserve">Rozvaděč </w:t>
            </w:r>
            <w:r w:rsidRPr="00FA2900">
              <w:t>RE02 - podružné měř. SEE</w:t>
            </w:r>
          </w:p>
        </w:tc>
        <w:tc>
          <w:tcPr>
            <w:tcW w:w="778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>1</w:t>
            </w:r>
          </w:p>
        </w:tc>
      </w:tr>
      <w:tr w:rsidR="009A16BD" w:rsidRPr="008C45FE" w:rsidTr="008C45FE">
        <w:tc>
          <w:tcPr>
            <w:tcW w:w="1000" w:type="dxa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E06</w:t>
            </w:r>
          </w:p>
        </w:tc>
        <w:tc>
          <w:tcPr>
            <w:tcW w:w="1629" w:type="dxa"/>
          </w:tcPr>
          <w:p w:rsidR="009A16BD" w:rsidRPr="008C45FE" w:rsidRDefault="009A16BD" w:rsidP="008C45FE">
            <w:pPr>
              <w:spacing w:after="0" w:line="240" w:lineRule="auto"/>
            </w:pPr>
            <w:r>
              <w:t>ZRUC</w:t>
            </w:r>
            <w:r w:rsidRPr="008C45FE">
              <w:t xml:space="preserve"> E06.xls</w:t>
            </w:r>
          </w:p>
        </w:tc>
        <w:tc>
          <w:tcPr>
            <w:tcW w:w="5650" w:type="dxa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 xml:space="preserve">Rozvaděč </w:t>
            </w:r>
            <w:r w:rsidRPr="00FA2900">
              <w:t>R</w:t>
            </w:r>
            <w:r>
              <w:t>01</w:t>
            </w:r>
            <w:r w:rsidRPr="00FA2900">
              <w:t xml:space="preserve"> </w:t>
            </w:r>
            <w:r>
              <w:t>–</w:t>
            </w:r>
            <w:r w:rsidRPr="00FA2900">
              <w:t xml:space="preserve"> </w:t>
            </w:r>
            <w:r>
              <w:t>seznam vývodů</w:t>
            </w:r>
          </w:p>
        </w:tc>
        <w:tc>
          <w:tcPr>
            <w:tcW w:w="778" w:type="dxa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>1</w:t>
            </w:r>
          </w:p>
        </w:tc>
      </w:tr>
      <w:tr w:rsidR="009A16BD" w:rsidRPr="008C45FE" w:rsidTr="008C45FE">
        <w:tc>
          <w:tcPr>
            <w:tcW w:w="1000" w:type="dxa"/>
            <w:shd w:val="clear" w:color="auto" w:fill="F2F2F2"/>
          </w:tcPr>
          <w:p w:rsidR="009A16BD" w:rsidRPr="008C45FE" w:rsidRDefault="009A16BD" w:rsidP="00C229A6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E0</w:t>
            </w:r>
            <w:r>
              <w:rPr>
                <w:bCs/>
              </w:rPr>
              <w:t>7</w:t>
            </w:r>
          </w:p>
        </w:tc>
        <w:tc>
          <w:tcPr>
            <w:tcW w:w="1629" w:type="dxa"/>
            <w:shd w:val="clear" w:color="auto" w:fill="F2F2F2"/>
          </w:tcPr>
          <w:p w:rsidR="009A16BD" w:rsidRPr="008C45FE" w:rsidRDefault="009A16BD" w:rsidP="00C229A6">
            <w:pPr>
              <w:spacing w:after="0" w:line="240" w:lineRule="auto"/>
            </w:pPr>
            <w:r>
              <w:t>ZRUC</w:t>
            </w:r>
            <w:r w:rsidRPr="008C45FE">
              <w:t xml:space="preserve"> E0</w:t>
            </w:r>
            <w:r>
              <w:t>7</w:t>
            </w:r>
            <w:r w:rsidRPr="008C45FE">
              <w:t>.xls</w:t>
            </w:r>
          </w:p>
        </w:tc>
        <w:tc>
          <w:tcPr>
            <w:tcW w:w="5650" w:type="dxa"/>
            <w:shd w:val="clear" w:color="auto" w:fill="F2F2F2"/>
          </w:tcPr>
          <w:p w:rsidR="009A16BD" w:rsidRPr="008C45FE" w:rsidRDefault="009A16BD" w:rsidP="00C229A6">
            <w:pPr>
              <w:spacing w:after="0" w:line="240" w:lineRule="auto"/>
            </w:pPr>
            <w:r>
              <w:t>Stávající r</w:t>
            </w:r>
            <w:r w:rsidRPr="008C45FE">
              <w:t xml:space="preserve">ozvaděč </w:t>
            </w:r>
            <w:r w:rsidRPr="00FA2900">
              <w:t>R</w:t>
            </w:r>
            <w:r>
              <w:t>01, 02</w:t>
            </w:r>
            <w:r w:rsidRPr="00FA2900">
              <w:t xml:space="preserve"> </w:t>
            </w:r>
            <w:r>
              <w:t>–</w:t>
            </w:r>
            <w:r w:rsidRPr="00FA2900">
              <w:t xml:space="preserve"> </w:t>
            </w:r>
            <w:r>
              <w:t>seznam vývodů</w:t>
            </w:r>
          </w:p>
        </w:tc>
        <w:tc>
          <w:tcPr>
            <w:tcW w:w="778" w:type="dxa"/>
            <w:shd w:val="clear" w:color="auto" w:fill="F2F2F2"/>
          </w:tcPr>
          <w:p w:rsidR="009A16BD" w:rsidRPr="008C45FE" w:rsidRDefault="009A16BD" w:rsidP="00C229A6">
            <w:pPr>
              <w:spacing w:after="0" w:line="240" w:lineRule="auto"/>
            </w:pPr>
            <w:r>
              <w:t>2</w:t>
            </w:r>
          </w:p>
        </w:tc>
      </w:tr>
      <w:tr w:rsidR="009A16BD" w:rsidRPr="008C45FE" w:rsidTr="008C45FE">
        <w:tc>
          <w:tcPr>
            <w:tcW w:w="1000" w:type="dxa"/>
          </w:tcPr>
          <w:p w:rsidR="009A16BD" w:rsidRPr="008C45FE" w:rsidRDefault="009A16BD" w:rsidP="00C229A6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E0</w:t>
            </w:r>
            <w:r>
              <w:rPr>
                <w:bCs/>
              </w:rPr>
              <w:t>8</w:t>
            </w:r>
          </w:p>
        </w:tc>
        <w:tc>
          <w:tcPr>
            <w:tcW w:w="1629" w:type="dxa"/>
          </w:tcPr>
          <w:p w:rsidR="009A16BD" w:rsidRPr="008C45FE" w:rsidRDefault="009A16BD" w:rsidP="00C229A6">
            <w:pPr>
              <w:spacing w:after="0" w:line="240" w:lineRule="auto"/>
            </w:pPr>
            <w:r>
              <w:t>ZRUC</w:t>
            </w:r>
            <w:r w:rsidRPr="008C45FE">
              <w:t xml:space="preserve"> E0</w:t>
            </w:r>
            <w:r>
              <w:t>8</w:t>
            </w:r>
            <w:r w:rsidRPr="008C45FE">
              <w:t>.xls</w:t>
            </w:r>
          </w:p>
        </w:tc>
        <w:tc>
          <w:tcPr>
            <w:tcW w:w="5650" w:type="dxa"/>
          </w:tcPr>
          <w:p w:rsidR="009A16BD" w:rsidRPr="008C45FE" w:rsidRDefault="009A16BD" w:rsidP="00C229A6">
            <w:pPr>
              <w:spacing w:after="0" w:line="240" w:lineRule="auto"/>
            </w:pPr>
            <w:r w:rsidRPr="008C45FE">
              <w:t>Výkonová bilance</w:t>
            </w:r>
          </w:p>
        </w:tc>
        <w:tc>
          <w:tcPr>
            <w:tcW w:w="778" w:type="dxa"/>
          </w:tcPr>
          <w:p w:rsidR="009A16BD" w:rsidRPr="008C45FE" w:rsidRDefault="009A16BD" w:rsidP="00C229A6">
            <w:pPr>
              <w:spacing w:after="0" w:line="240" w:lineRule="auto"/>
            </w:pPr>
            <w:r w:rsidRPr="008C45FE">
              <w:t>1</w:t>
            </w:r>
          </w:p>
        </w:tc>
      </w:tr>
      <w:tr w:rsidR="009A16BD" w:rsidRPr="008C45FE" w:rsidTr="008C45FE">
        <w:tc>
          <w:tcPr>
            <w:tcW w:w="100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565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778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</w:p>
        </w:tc>
      </w:tr>
      <w:tr w:rsidR="009A16BD" w:rsidRPr="008C45FE" w:rsidTr="008C45FE">
        <w:tc>
          <w:tcPr>
            <w:tcW w:w="1000" w:type="dxa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E10</w:t>
            </w:r>
          </w:p>
        </w:tc>
        <w:tc>
          <w:tcPr>
            <w:tcW w:w="1629" w:type="dxa"/>
          </w:tcPr>
          <w:p w:rsidR="009A16BD" w:rsidRPr="008C45FE" w:rsidRDefault="009A16BD" w:rsidP="008C45FE">
            <w:pPr>
              <w:spacing w:after="0" w:line="240" w:lineRule="auto"/>
            </w:pPr>
            <w:r>
              <w:t>ZRUC</w:t>
            </w:r>
            <w:r w:rsidRPr="008C45FE">
              <w:t xml:space="preserve"> E10.xls</w:t>
            </w:r>
          </w:p>
        </w:tc>
        <w:tc>
          <w:tcPr>
            <w:tcW w:w="5650" w:type="dxa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>Položkový soupis prací s výkazem výměr (PSP s VV)</w:t>
            </w:r>
          </w:p>
        </w:tc>
        <w:tc>
          <w:tcPr>
            <w:tcW w:w="778" w:type="dxa"/>
          </w:tcPr>
          <w:p w:rsidR="009A16BD" w:rsidRPr="008C45FE" w:rsidRDefault="009A16BD" w:rsidP="008C45FE">
            <w:pPr>
              <w:spacing w:after="0" w:line="240" w:lineRule="auto"/>
            </w:pPr>
            <w:r>
              <w:t>6</w:t>
            </w:r>
          </w:p>
        </w:tc>
      </w:tr>
      <w:tr w:rsidR="009A16BD" w:rsidRPr="008C45FE" w:rsidTr="008C45FE">
        <w:tc>
          <w:tcPr>
            <w:tcW w:w="100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E11</w:t>
            </w:r>
          </w:p>
        </w:tc>
        <w:tc>
          <w:tcPr>
            <w:tcW w:w="1629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  <w:r>
              <w:t>ZRUC</w:t>
            </w:r>
            <w:r w:rsidRPr="008C45FE">
              <w:t xml:space="preserve"> E11.dwg</w:t>
            </w:r>
          </w:p>
        </w:tc>
        <w:tc>
          <w:tcPr>
            <w:tcW w:w="565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 xml:space="preserve">Přehledové schéma napájení </w:t>
            </w:r>
          </w:p>
        </w:tc>
        <w:tc>
          <w:tcPr>
            <w:tcW w:w="778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>2</w:t>
            </w:r>
          </w:p>
        </w:tc>
      </w:tr>
      <w:tr w:rsidR="009A16BD" w:rsidRPr="008C45FE" w:rsidTr="008C45FE">
        <w:tc>
          <w:tcPr>
            <w:tcW w:w="1000" w:type="dxa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E12</w:t>
            </w:r>
          </w:p>
        </w:tc>
        <w:tc>
          <w:tcPr>
            <w:tcW w:w="1629" w:type="dxa"/>
          </w:tcPr>
          <w:p w:rsidR="009A16BD" w:rsidRPr="008C45FE" w:rsidRDefault="009A16BD" w:rsidP="008C45FE">
            <w:pPr>
              <w:spacing w:after="0" w:line="240" w:lineRule="auto"/>
            </w:pPr>
            <w:r>
              <w:t>ZRUC</w:t>
            </w:r>
            <w:r w:rsidRPr="008C45FE">
              <w:t xml:space="preserve"> E12.dwg</w:t>
            </w:r>
          </w:p>
        </w:tc>
        <w:tc>
          <w:tcPr>
            <w:tcW w:w="5650" w:type="dxa"/>
          </w:tcPr>
          <w:p w:rsidR="009A16BD" w:rsidRPr="00DB4176" w:rsidRDefault="009A16BD" w:rsidP="008C45FE">
            <w:pPr>
              <w:spacing w:after="0" w:line="240" w:lineRule="auto"/>
            </w:pPr>
            <w:r w:rsidRPr="00DB4176">
              <w:t>RE01 - nový elektroměrový rozvaděč ČEZ</w:t>
            </w:r>
          </w:p>
        </w:tc>
        <w:tc>
          <w:tcPr>
            <w:tcW w:w="778" w:type="dxa"/>
          </w:tcPr>
          <w:p w:rsidR="009A16BD" w:rsidRPr="008C45FE" w:rsidRDefault="009A16BD" w:rsidP="008C45FE">
            <w:pPr>
              <w:spacing w:after="0" w:line="240" w:lineRule="auto"/>
            </w:pPr>
            <w:r w:rsidRPr="008C45FE">
              <w:t>3</w:t>
            </w:r>
          </w:p>
        </w:tc>
      </w:tr>
      <w:tr w:rsidR="009A16BD" w:rsidRPr="008C45FE" w:rsidTr="008C45FE">
        <w:tc>
          <w:tcPr>
            <w:tcW w:w="100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E13</w:t>
            </w:r>
          </w:p>
        </w:tc>
        <w:tc>
          <w:tcPr>
            <w:tcW w:w="1629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  <w:r>
              <w:t>ZRUC</w:t>
            </w:r>
            <w:r w:rsidRPr="008C45FE">
              <w:t xml:space="preserve"> E13.dwg</w:t>
            </w:r>
          </w:p>
        </w:tc>
        <w:tc>
          <w:tcPr>
            <w:tcW w:w="5650" w:type="dxa"/>
            <w:shd w:val="clear" w:color="auto" w:fill="F2F2F2"/>
          </w:tcPr>
          <w:p w:rsidR="009A16BD" w:rsidRPr="00DB4176" w:rsidRDefault="009A16BD" w:rsidP="008C45FE">
            <w:pPr>
              <w:spacing w:after="0" w:line="240" w:lineRule="auto"/>
            </w:pPr>
            <w:r w:rsidRPr="00DB4176">
              <w:t>RE02 - nový elektroměrový rozvaděč pro kávový aut.</w:t>
            </w:r>
          </w:p>
        </w:tc>
        <w:tc>
          <w:tcPr>
            <w:tcW w:w="778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  <w:r>
              <w:t>3</w:t>
            </w:r>
          </w:p>
        </w:tc>
      </w:tr>
      <w:tr w:rsidR="009A16BD" w:rsidRPr="008C45FE" w:rsidTr="008C45FE">
        <w:tc>
          <w:tcPr>
            <w:tcW w:w="1000" w:type="dxa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E14</w:t>
            </w:r>
          </w:p>
        </w:tc>
        <w:tc>
          <w:tcPr>
            <w:tcW w:w="1629" w:type="dxa"/>
          </w:tcPr>
          <w:p w:rsidR="009A16BD" w:rsidRPr="008C45FE" w:rsidRDefault="009A16BD" w:rsidP="008C45FE">
            <w:pPr>
              <w:spacing w:after="0" w:line="240" w:lineRule="auto"/>
            </w:pPr>
            <w:r>
              <w:t>ZRUC</w:t>
            </w:r>
            <w:r w:rsidRPr="008C45FE">
              <w:t xml:space="preserve"> E14.dwg</w:t>
            </w:r>
          </w:p>
        </w:tc>
        <w:tc>
          <w:tcPr>
            <w:tcW w:w="5650" w:type="dxa"/>
          </w:tcPr>
          <w:p w:rsidR="009A16BD" w:rsidRPr="00DB4176" w:rsidRDefault="009A16BD" w:rsidP="008C45FE">
            <w:pPr>
              <w:spacing w:after="0" w:line="240" w:lineRule="auto"/>
            </w:pPr>
            <w:r w:rsidRPr="00DB4176">
              <w:t>R01 - Rozvaděč přízemí provozu VB</w:t>
            </w:r>
            <w:r>
              <w:t>, obvodové schema</w:t>
            </w:r>
          </w:p>
        </w:tc>
        <w:tc>
          <w:tcPr>
            <w:tcW w:w="778" w:type="dxa"/>
          </w:tcPr>
          <w:p w:rsidR="009A16BD" w:rsidRPr="008C45FE" w:rsidRDefault="009A16BD" w:rsidP="008C45FE">
            <w:pPr>
              <w:spacing w:after="0" w:line="240" w:lineRule="auto"/>
            </w:pPr>
            <w:r>
              <w:t>7</w:t>
            </w:r>
          </w:p>
        </w:tc>
      </w:tr>
      <w:tr w:rsidR="009A16BD" w:rsidRPr="008C45FE" w:rsidTr="008C45FE">
        <w:tc>
          <w:tcPr>
            <w:tcW w:w="100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  <w:r w:rsidRPr="008C45FE">
              <w:rPr>
                <w:bCs/>
              </w:rPr>
              <w:t>E15</w:t>
            </w:r>
          </w:p>
        </w:tc>
        <w:tc>
          <w:tcPr>
            <w:tcW w:w="1629" w:type="dxa"/>
            <w:shd w:val="clear" w:color="auto" w:fill="F2F2F2"/>
          </w:tcPr>
          <w:p w:rsidR="009A16BD" w:rsidRPr="008C45FE" w:rsidRDefault="009A16BD" w:rsidP="00C229A6">
            <w:pPr>
              <w:spacing w:after="0" w:line="240" w:lineRule="auto"/>
            </w:pPr>
            <w:r>
              <w:t>ZRUC</w:t>
            </w:r>
            <w:r w:rsidRPr="008C45FE">
              <w:t xml:space="preserve"> E1</w:t>
            </w:r>
            <w:r>
              <w:t>5</w:t>
            </w:r>
            <w:r w:rsidRPr="008C45FE">
              <w:t>.dwg</w:t>
            </w:r>
          </w:p>
        </w:tc>
        <w:tc>
          <w:tcPr>
            <w:tcW w:w="5650" w:type="dxa"/>
            <w:shd w:val="clear" w:color="auto" w:fill="F2F2F2"/>
          </w:tcPr>
          <w:p w:rsidR="009A16BD" w:rsidRPr="008C45FE" w:rsidRDefault="009A16BD" w:rsidP="00C229A6">
            <w:pPr>
              <w:spacing w:after="0" w:line="240" w:lineRule="auto"/>
            </w:pPr>
            <w:r w:rsidRPr="008C45FE">
              <w:t>Půdorys 1NP - dispozice elektroinstalace</w:t>
            </w:r>
          </w:p>
        </w:tc>
        <w:tc>
          <w:tcPr>
            <w:tcW w:w="778" w:type="dxa"/>
            <w:shd w:val="clear" w:color="auto" w:fill="F2F2F2"/>
          </w:tcPr>
          <w:p w:rsidR="009A16BD" w:rsidRPr="008C45FE" w:rsidRDefault="009A16BD" w:rsidP="00C229A6">
            <w:pPr>
              <w:spacing w:after="0" w:line="240" w:lineRule="auto"/>
            </w:pPr>
            <w:r w:rsidRPr="008C45FE">
              <w:t>6</w:t>
            </w:r>
          </w:p>
        </w:tc>
      </w:tr>
      <w:tr w:rsidR="009A16BD" w:rsidRPr="008C45FE" w:rsidTr="008C45FE">
        <w:tc>
          <w:tcPr>
            <w:tcW w:w="1000" w:type="dxa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5650" w:type="dxa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778" w:type="dxa"/>
          </w:tcPr>
          <w:p w:rsidR="009A16BD" w:rsidRPr="008C45FE" w:rsidRDefault="009A16BD" w:rsidP="008C45FE">
            <w:pPr>
              <w:spacing w:after="0" w:line="240" w:lineRule="auto"/>
            </w:pPr>
          </w:p>
        </w:tc>
      </w:tr>
      <w:tr w:rsidR="009A16BD" w:rsidRPr="008C45FE" w:rsidTr="008C45FE">
        <w:tc>
          <w:tcPr>
            <w:tcW w:w="100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565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778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</w:p>
        </w:tc>
      </w:tr>
      <w:tr w:rsidR="009A16BD" w:rsidRPr="008C45FE" w:rsidTr="008C45FE">
        <w:tc>
          <w:tcPr>
            <w:tcW w:w="1000" w:type="dxa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5650" w:type="dxa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778" w:type="dxa"/>
          </w:tcPr>
          <w:p w:rsidR="009A16BD" w:rsidRPr="008C45FE" w:rsidRDefault="009A16BD" w:rsidP="008C45FE">
            <w:pPr>
              <w:spacing w:after="0" w:line="240" w:lineRule="auto"/>
            </w:pPr>
          </w:p>
        </w:tc>
      </w:tr>
      <w:tr w:rsidR="009A16BD" w:rsidRPr="008C45FE" w:rsidTr="008C45FE">
        <w:tc>
          <w:tcPr>
            <w:tcW w:w="100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565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778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</w:p>
        </w:tc>
      </w:tr>
      <w:tr w:rsidR="009A16BD" w:rsidRPr="008C45FE" w:rsidTr="008C45FE">
        <w:tc>
          <w:tcPr>
            <w:tcW w:w="1000" w:type="dxa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5650" w:type="dxa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778" w:type="dxa"/>
          </w:tcPr>
          <w:p w:rsidR="009A16BD" w:rsidRPr="008C45FE" w:rsidRDefault="009A16BD" w:rsidP="008C45FE">
            <w:pPr>
              <w:spacing w:after="0" w:line="240" w:lineRule="auto"/>
            </w:pPr>
          </w:p>
        </w:tc>
      </w:tr>
      <w:tr w:rsidR="009A16BD" w:rsidRPr="008C45FE" w:rsidTr="008C45FE">
        <w:tc>
          <w:tcPr>
            <w:tcW w:w="100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5650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</w:p>
        </w:tc>
        <w:tc>
          <w:tcPr>
            <w:tcW w:w="778" w:type="dxa"/>
            <w:shd w:val="clear" w:color="auto" w:fill="F2F2F2"/>
          </w:tcPr>
          <w:p w:rsidR="009A16BD" w:rsidRPr="008C45FE" w:rsidRDefault="009A16BD" w:rsidP="008C45FE">
            <w:pPr>
              <w:spacing w:after="0" w:line="240" w:lineRule="auto"/>
            </w:pPr>
          </w:p>
        </w:tc>
      </w:tr>
    </w:tbl>
    <w:p w:rsidR="009A16BD" w:rsidRDefault="009A16BD"/>
    <w:p w:rsidR="009A16BD" w:rsidRDefault="009A16BD"/>
    <w:sectPr w:rsidR="009A16BD" w:rsidSect="002E4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58A22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23A"/>
    <w:rsid w:val="00003191"/>
    <w:rsid w:val="00110B12"/>
    <w:rsid w:val="00126F51"/>
    <w:rsid w:val="00173E38"/>
    <w:rsid w:val="00185474"/>
    <w:rsid w:val="001F4B91"/>
    <w:rsid w:val="002079EC"/>
    <w:rsid w:val="00212147"/>
    <w:rsid w:val="00243611"/>
    <w:rsid w:val="00270D0F"/>
    <w:rsid w:val="002E152E"/>
    <w:rsid w:val="002E49B2"/>
    <w:rsid w:val="00351AF2"/>
    <w:rsid w:val="00351B23"/>
    <w:rsid w:val="003A63EC"/>
    <w:rsid w:val="003C49F0"/>
    <w:rsid w:val="004228A8"/>
    <w:rsid w:val="004467D8"/>
    <w:rsid w:val="004A062E"/>
    <w:rsid w:val="004B673E"/>
    <w:rsid w:val="004D0101"/>
    <w:rsid w:val="00576713"/>
    <w:rsid w:val="00593689"/>
    <w:rsid w:val="005D78ED"/>
    <w:rsid w:val="00601146"/>
    <w:rsid w:val="00606046"/>
    <w:rsid w:val="00633443"/>
    <w:rsid w:val="006422D3"/>
    <w:rsid w:val="006E4DDA"/>
    <w:rsid w:val="00726381"/>
    <w:rsid w:val="00726808"/>
    <w:rsid w:val="00760F4A"/>
    <w:rsid w:val="00802D13"/>
    <w:rsid w:val="008513FE"/>
    <w:rsid w:val="008C45FE"/>
    <w:rsid w:val="00921CAB"/>
    <w:rsid w:val="00942EDD"/>
    <w:rsid w:val="0097369F"/>
    <w:rsid w:val="009A16BD"/>
    <w:rsid w:val="009E2FE4"/>
    <w:rsid w:val="00A13818"/>
    <w:rsid w:val="00A93420"/>
    <w:rsid w:val="00B40178"/>
    <w:rsid w:val="00B56313"/>
    <w:rsid w:val="00B64D97"/>
    <w:rsid w:val="00B8023A"/>
    <w:rsid w:val="00BA3A96"/>
    <w:rsid w:val="00BC734E"/>
    <w:rsid w:val="00BF66D3"/>
    <w:rsid w:val="00C229A6"/>
    <w:rsid w:val="00C30BE8"/>
    <w:rsid w:val="00CA47F9"/>
    <w:rsid w:val="00CB09CC"/>
    <w:rsid w:val="00CE1C2B"/>
    <w:rsid w:val="00D0076C"/>
    <w:rsid w:val="00D3610C"/>
    <w:rsid w:val="00D504A8"/>
    <w:rsid w:val="00D806F0"/>
    <w:rsid w:val="00DB4176"/>
    <w:rsid w:val="00DB669A"/>
    <w:rsid w:val="00E40372"/>
    <w:rsid w:val="00E54C40"/>
    <w:rsid w:val="00E90F7D"/>
    <w:rsid w:val="00EF59E1"/>
    <w:rsid w:val="00F71178"/>
    <w:rsid w:val="00FA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7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8023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B8023A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styleId="ListBullet">
    <w:name w:val="List Bullet"/>
    <w:basedOn w:val="Normal"/>
    <w:uiPriority w:val="99"/>
    <w:rsid w:val="00593689"/>
    <w:pPr>
      <w:numPr>
        <w:numId w:val="2"/>
      </w:numPr>
      <w:contextualSpacing/>
    </w:pPr>
  </w:style>
  <w:style w:type="paragraph" w:customStyle="1" w:styleId="ZazJedZakladniText">
    <w:name w:val="ZazJedZakladniText"/>
    <w:basedOn w:val="Normal"/>
    <w:uiPriority w:val="99"/>
    <w:rsid w:val="003C49F0"/>
    <w:pPr>
      <w:spacing w:after="120" w:line="276" w:lineRule="auto"/>
      <w:jc w:val="both"/>
    </w:pPr>
    <w:rPr>
      <w:rFonts w:ascii="Arial" w:eastAsia="Times New Roman" w:hAnsi="Arial"/>
      <w:noProof/>
      <w:sz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2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275</TotalTime>
  <Pages>1</Pages>
  <Words>138</Words>
  <Characters>820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jiri.ehrenberger</dc:creator>
  <cp:keywords/>
  <dc:description/>
  <cp:lastModifiedBy>Windows User</cp:lastModifiedBy>
  <cp:revision>5</cp:revision>
  <dcterms:created xsi:type="dcterms:W3CDTF">2019-02-22T09:04:00Z</dcterms:created>
  <dcterms:modified xsi:type="dcterms:W3CDTF">2019-03-07T09:40:00Z</dcterms:modified>
</cp:coreProperties>
</file>