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189E0CD9" w:rsidR="00F422D3" w:rsidRDefault="00F422D3" w:rsidP="00BB1390">
      <w:pPr>
        <w:pStyle w:val="Titul2"/>
      </w:pPr>
      <w:r>
        <w:t xml:space="preserve">Název </w:t>
      </w:r>
      <w:r w:rsidRPr="00BB1390">
        <w:t>zakázky</w:t>
      </w:r>
      <w:r>
        <w:t>: „</w:t>
      </w:r>
      <w:r w:rsidR="00F459A2">
        <w:t>Prodloužení podchodu v ŽST Chodov</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1AE292F8" w14:textId="77777777" w:rsidR="00F459A2" w:rsidRPr="00EC7819" w:rsidRDefault="00F422D3" w:rsidP="00F459A2">
      <w:pPr>
        <w:pStyle w:val="Textbezodsazen"/>
        <w:spacing w:after="0"/>
      </w:pPr>
      <w:r>
        <w:t xml:space="preserve">zastoupena: </w:t>
      </w:r>
      <w:r w:rsidR="00F459A2" w:rsidRPr="00EC7819">
        <w:t xml:space="preserve">Ing. Martinem Kašparem, ředitelem Oblastního ředitelství Ústí nad Labem, </w:t>
      </w:r>
    </w:p>
    <w:p w14:paraId="7D6BB001" w14:textId="60266941" w:rsidR="00F422D3" w:rsidRDefault="00F459A2" w:rsidP="00F459A2">
      <w:pPr>
        <w:pStyle w:val="Textbezodsazen"/>
        <w:spacing w:after="0"/>
      </w:pPr>
      <w:r w:rsidRPr="00EC7819">
        <w:t xml:space="preserve">       </w:t>
      </w:r>
      <w:r>
        <w:tab/>
        <w:t xml:space="preserve">        </w:t>
      </w:r>
      <w:r w:rsidRPr="00EC7819">
        <w:t>na základě Pověření č. 2652 ze dne 22. 02. 2019</w:t>
      </w:r>
    </w:p>
    <w:p w14:paraId="7DAC9CD6" w14:textId="77777777" w:rsidR="00F459A2" w:rsidRDefault="00F459A2" w:rsidP="00F459A2">
      <w:pPr>
        <w:pStyle w:val="Textbezodsazen"/>
        <w:spacing w:after="0"/>
      </w:pP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F03B60D" w14:textId="77777777" w:rsidR="00F459A2" w:rsidRDefault="00F459A2" w:rsidP="00B42F40">
      <w:pPr>
        <w:pStyle w:val="Textbezodsazen"/>
      </w:pPr>
      <w:r>
        <w:t xml:space="preserve">Železničářská 1386/31, 400 03 Ústí nad Labem </w:t>
      </w:r>
    </w:p>
    <w:p w14:paraId="220F0D1A" w14:textId="4BAE7678" w:rsidR="00F422D3" w:rsidRDefault="00F422D3" w:rsidP="00B42F40">
      <w:pPr>
        <w:pStyle w:val="Textbezodsazen"/>
      </w:pPr>
      <w:r>
        <w:t>(</w:t>
      </w:r>
      <w:r w:rsidRPr="00B42F40">
        <w:t>dále</w:t>
      </w:r>
      <w:r>
        <w:t xml:space="preserve"> jen „</w:t>
      </w:r>
      <w:r w:rsidRPr="00F422D3">
        <w:rPr>
          <w:b/>
        </w:rPr>
        <w:t>Objednatel</w:t>
      </w:r>
      <w:r>
        <w:t>“)</w:t>
      </w:r>
    </w:p>
    <w:p w14:paraId="3676597D" w14:textId="5EF1126E" w:rsidR="00F422D3" w:rsidRDefault="00F422D3" w:rsidP="00B42F40">
      <w:pPr>
        <w:pStyle w:val="Textbezodsazen"/>
        <w:spacing w:after="0"/>
      </w:pPr>
      <w:r>
        <w:t xml:space="preserve">číslo smlouvy: </w:t>
      </w:r>
      <w:r w:rsidR="00F459A2" w:rsidRPr="00F459A2">
        <w:rPr>
          <w:b/>
          <w:bCs/>
        </w:rPr>
        <w:t>E650-S-</w:t>
      </w:r>
      <w:r w:rsidR="00F459A2" w:rsidRPr="00F459A2">
        <w:rPr>
          <w:b/>
          <w:bCs/>
          <w:highlight w:val="green"/>
        </w:rPr>
        <w:t>xxxx</w:t>
      </w:r>
      <w:r w:rsidR="00F459A2" w:rsidRPr="00F459A2">
        <w:rPr>
          <w:b/>
          <w:bCs/>
        </w:rPr>
        <w:t>/2025</w:t>
      </w:r>
      <w:r>
        <w:t xml:space="preserve"> </w:t>
      </w:r>
    </w:p>
    <w:p w14:paraId="7553EF57" w14:textId="2EEB4409"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00F459A2" w:rsidRPr="00A24AE9">
        <w:rPr>
          <w:sz w:val="18"/>
          <w:szCs w:val="18"/>
          <w:highlight w:val="green"/>
        </w:rPr>
        <w:t>xxxx</w:t>
      </w:r>
      <w:r w:rsidR="00F459A2">
        <w:rPr>
          <w:sz w:val="18"/>
          <w:szCs w:val="18"/>
        </w:rPr>
        <w:t>/2025-SŽ-OŘ UNL-OVZ</w:t>
      </w:r>
    </w:p>
    <w:p w14:paraId="3011E221" w14:textId="3A0C99CD" w:rsidR="00F422D3" w:rsidRDefault="00F459A2" w:rsidP="00B42F40">
      <w:pPr>
        <w:pStyle w:val="Textbezodsazen"/>
      </w:pPr>
      <w:r w:rsidRPr="00B35B2D">
        <w:t xml:space="preserve">ISPROFOND / Sub. ISPROFIN: </w:t>
      </w:r>
      <w:r>
        <w:t>5323520059</w:t>
      </w:r>
      <w:r w:rsidRPr="00B35B2D">
        <w:t xml:space="preserve"> / 327</w:t>
      </w:r>
      <w:r>
        <w:t>3214993</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26208B66"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48DA13D" w14:textId="49909202"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69B272E7"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E72F43">
        <w:t>28</w:t>
      </w:r>
      <w:r w:rsidR="00806EA1">
        <w:t>. 08. 2025</w:t>
      </w:r>
      <w:r>
        <w:t xml:space="preserve"> pod evidenčním číslem </w:t>
      </w:r>
      <w:r w:rsidR="00F459A2" w:rsidRPr="00F459A2">
        <w:rPr>
          <w:b/>
          <w:bCs/>
        </w:rPr>
        <w:t>650250</w:t>
      </w:r>
      <w:r w:rsidR="00F70FF2">
        <w:rPr>
          <w:b/>
          <w:bCs/>
        </w:rPr>
        <w:t xml:space="preserve">97 </w:t>
      </w:r>
      <w:r>
        <w:t>svůj úmysl zadat veřejnou zakázku</w:t>
      </w:r>
      <w:r w:rsidR="00A349C6">
        <w:t xml:space="preserve"> s </w:t>
      </w:r>
      <w:r>
        <w:t>názvem „</w:t>
      </w:r>
      <w:r w:rsidR="00F459A2">
        <w:rPr>
          <w:rStyle w:val="Tun"/>
        </w:rPr>
        <w:t>Prodloužení podchodu v ŽST Chodov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21B261C" w:rsidR="007D26F9" w:rsidRPr="008F7242" w:rsidRDefault="007D26F9" w:rsidP="00BC5BDD">
      <w:pPr>
        <w:pStyle w:val="Textbezslovn"/>
        <w:rPr>
          <w:rStyle w:val="Tun"/>
        </w:rPr>
      </w:pPr>
      <w:r w:rsidRPr="008F7242">
        <w:rPr>
          <w:rStyle w:val="Tun"/>
        </w:rPr>
        <w:t xml:space="preserve">Celková lhůta pro dokončení Díla činí celkem </w:t>
      </w:r>
      <w:r w:rsidR="00326C9D">
        <w:rPr>
          <w:rStyle w:val="Tun"/>
        </w:rPr>
        <w:t>1</w:t>
      </w:r>
      <w:r w:rsidR="00A73F3E">
        <w:rPr>
          <w:rStyle w:val="Tun"/>
        </w:rPr>
        <w:t>0</w:t>
      </w:r>
      <w:r w:rsidRPr="008F7242">
        <w:rPr>
          <w:rStyle w:val="Tun"/>
        </w:rPr>
        <w:t xml:space="preserve"> měsíců ode Dne zahájení stavebních prací (dokladem prokazujícím, že Zhotovitel dokončil celé Dílo, je Předávací protokol dle odst. 10.4 Obchodních podmínek).</w:t>
      </w:r>
    </w:p>
    <w:p w14:paraId="1B7AB39D" w14:textId="1AEF8BDD" w:rsidR="007D26F9" w:rsidRDefault="007D26F9" w:rsidP="00BC5BDD">
      <w:pPr>
        <w:pStyle w:val="Textbezslovn"/>
      </w:pPr>
      <w:r>
        <w:t>Lhůta pro dokončení stavebních prací činí celkem</w:t>
      </w:r>
      <w:r w:rsidR="00F459A2">
        <w:t xml:space="preserve"> </w:t>
      </w:r>
      <w:r w:rsidR="00A73F3E">
        <w:rPr>
          <w:b/>
          <w:bCs/>
        </w:rPr>
        <w:t>4</w:t>
      </w:r>
      <w:r w:rsidRPr="008F7242">
        <w:rPr>
          <w:rStyle w:val="Tun"/>
        </w:rPr>
        <w:t xml:space="preserve"> měsíc</w:t>
      </w:r>
      <w:r w:rsidR="00384ECC">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326C9D">
        <w:lastRenderedPageBreak/>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01C31BA1" w:rsidR="007D26F9" w:rsidRDefault="007D26F9" w:rsidP="00BC5BDD">
      <w:pPr>
        <w:pStyle w:val="Text1-1"/>
      </w:pPr>
      <w:r>
        <w:t>Místo plnění je dáno místem,</w:t>
      </w:r>
      <w:r w:rsidR="00A349C6">
        <w:t xml:space="preserve"> v </w:t>
      </w:r>
      <w:r>
        <w:t xml:space="preserve">němž má být Dílo dle Dokumentace pro </w:t>
      </w:r>
      <w:r w:rsidRPr="00727BBE">
        <w:t>povolení</w:t>
      </w:r>
      <w:r w:rsidR="00A349C6" w:rsidRPr="00727BBE">
        <w:t xml:space="preserve"> </w:t>
      </w:r>
      <w:r w:rsidR="003C1694" w:rsidRPr="00727BBE">
        <w:t xml:space="preserve">záměru (povolení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252EE796" w14:textId="77777777" w:rsidR="00727BBE" w:rsidRDefault="00727BBE" w:rsidP="00BC5BDD">
      <w:pPr>
        <w:pStyle w:val="Text1-1"/>
      </w:pPr>
      <w:r w:rsidRPr="006B348F">
        <w:t>Objednatel nepožaduje předložení bankovní záruky za provedení Díla dle čl. 14 Obchodních podmínek ani bankovní záruky za odstranění vad dle čl. 15 Obchodních podmínek, ustanovení čl. 14, čl. 15, čl. 20.19 a čl. 21.1.3 Obchodních podmínek se tedy nepoužije. Části čl. 19.17 a 19.19 Obchodních podmínek týkající se nároků Objednatele z bankovní záruky za odstranění vad se taktéž nepoužijí</w:t>
      </w:r>
      <w:r>
        <w:t>.</w:t>
      </w:r>
    </w:p>
    <w:p w14:paraId="6BBDF44E" w14:textId="2088D665" w:rsidR="007215A0" w:rsidRPr="00727BBE" w:rsidRDefault="007215A0" w:rsidP="00727BBE">
      <w:pPr>
        <w:pStyle w:val="Text1-1"/>
      </w:pPr>
      <w:r w:rsidRPr="00727BBE">
        <w:t xml:space="preserve">Při realizaci Díla nejsou plánovány výluky. Pokud z důvodů na straně Zhotovitele bude nutné výluku realizovat, dohodly se </w:t>
      </w:r>
      <w:r w:rsidR="00364977" w:rsidRPr="00727BBE">
        <w:t>s</w:t>
      </w:r>
      <w:r w:rsidRPr="00727BBE">
        <w:t>mluvní strany, že na takovouto výluku se uplatní ustanovení odst. 3.15</w:t>
      </w:r>
      <w:r w:rsidR="002D7D60" w:rsidRPr="00727BBE">
        <w:t xml:space="preserve">, odst. 3.16. a odst. </w:t>
      </w:r>
      <w:r w:rsidRPr="00727BBE">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1A1CF431" w:rsidR="005C6678" w:rsidRPr="008941D9" w:rsidRDefault="005C6678" w:rsidP="00727BBE">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032CFC5" w14:textId="7C3B8B4F" w:rsidR="00F30A97" w:rsidRPr="007D7DEB" w:rsidRDefault="00F30A97" w:rsidP="007D7DEB">
      <w:pPr>
        <w:pStyle w:val="Text1-2"/>
        <w:rPr>
          <w:rFonts w:eastAsia="Times New Roman" w:cs="Times New Roman"/>
        </w:rPr>
      </w:pPr>
      <w:r w:rsidRPr="007D7DEB">
        <w:rPr>
          <w:rFonts w:eastAsia="Times New Roman" w:cs="Times New Roman"/>
        </w:rPr>
        <w:t>Odst. 2.23 a odst. 20.3</w:t>
      </w:r>
      <w:r w:rsidR="00A60B05" w:rsidRPr="007D7DEB">
        <w:rPr>
          <w:rFonts w:eastAsia="Times New Roman" w:cs="Times New Roman"/>
        </w:rPr>
        <w:t>1</w:t>
      </w:r>
      <w:r w:rsidRPr="007D7DEB">
        <w:rPr>
          <w:rFonts w:eastAsia="Times New Roman" w:cs="Times New Roman"/>
        </w:rPr>
        <w:t xml:space="preserve"> Obchodních podmínek se v případě této Smlouvy nepoužije.</w:t>
      </w:r>
    </w:p>
    <w:p w14:paraId="6A9505B6" w14:textId="3C25C9F6" w:rsidR="006E7284" w:rsidRPr="00C7082C" w:rsidRDefault="00484FB4" w:rsidP="001853CD">
      <w:pPr>
        <w:pStyle w:val="Text1-2"/>
      </w:pPr>
      <w:bookmarkStart w:id="0" w:name="_Hlk131070048"/>
      <w:r w:rsidRPr="00C7082C">
        <w:rPr>
          <w:rFonts w:eastAsia="Times New Roman" w:cs="Times New Roman"/>
        </w:rPr>
        <w:t>Zhotovitel bude dodržovat</w:t>
      </w:r>
      <w:r w:rsidR="00E21FA2" w:rsidRPr="00C7082C">
        <w:rPr>
          <w:rFonts w:eastAsia="Times New Roman" w:cs="Times New Roman"/>
        </w:rPr>
        <w:t xml:space="preserve"> povinnost recyklovat kamenivo vyzískané z kolejového lože v souladu s</w:t>
      </w:r>
      <w:r w:rsidR="006C2395" w:rsidRPr="00C7082C">
        <w:rPr>
          <w:rFonts w:eastAsia="Times New Roman" w:cs="Times New Roman"/>
        </w:rPr>
        <w:t> </w:t>
      </w:r>
      <w:r w:rsidR="005A0CD0" w:rsidRPr="00C7082C">
        <w:rPr>
          <w:rFonts w:eastAsia="Times New Roman" w:cs="Times New Roman"/>
        </w:rPr>
        <w:t xml:space="preserve">ustanovením 1.12.6 Kapitoly 1 </w:t>
      </w:r>
      <w:r w:rsidR="007215A0" w:rsidRPr="00C7082C">
        <w:rPr>
          <w:rFonts w:eastAsia="Times New Roman" w:cs="Times New Roman"/>
        </w:rPr>
        <w:t>P</w:t>
      </w:r>
      <w:r w:rsidR="005A0CD0" w:rsidRPr="00C7082C">
        <w:rPr>
          <w:rFonts w:eastAsia="Times New Roman" w:cs="Times New Roman"/>
        </w:rPr>
        <w:t>řílohy č. 2a)</w:t>
      </w:r>
      <w:r w:rsidR="00DE0D9C" w:rsidRPr="00C7082C">
        <w:rPr>
          <w:rFonts w:eastAsia="Times New Roman" w:cs="Times New Roman"/>
        </w:rPr>
        <w:t xml:space="preserve"> této </w:t>
      </w:r>
      <w:r w:rsidR="003C1694" w:rsidRPr="00C7082C">
        <w:rPr>
          <w:rFonts w:eastAsia="Times New Roman" w:cs="Times New Roman"/>
        </w:rPr>
        <w:t>S</w:t>
      </w:r>
      <w:r w:rsidR="00DE0D9C" w:rsidRPr="00C7082C">
        <w:rPr>
          <w:rFonts w:eastAsia="Times New Roman" w:cs="Times New Roman"/>
        </w:rPr>
        <w:t>mlouvy.</w:t>
      </w:r>
    </w:p>
    <w:bookmarkEnd w:id="0"/>
    <w:p w14:paraId="2C2A9387" w14:textId="3FDF5D2A" w:rsidR="008A3592" w:rsidRPr="00C7082C" w:rsidRDefault="00AF0C67" w:rsidP="00C7082C">
      <w:pPr>
        <w:pStyle w:val="Text1-1"/>
      </w:pPr>
      <w:r w:rsidRPr="00C7082C">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AA6AAF0" w:rsidR="00311475" w:rsidRDefault="00B75AE9" w:rsidP="00044B7A">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3AE9F063" w:rsidR="004D029B" w:rsidRDefault="004D029B" w:rsidP="0008737C">
      <w:pPr>
        <w:pStyle w:val="Odstavec1-1a"/>
        <w:numPr>
          <w:ilvl w:val="0"/>
          <w:numId w:val="16"/>
        </w:numPr>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6825">
        <w:t xml:space="preserve">, </w:t>
      </w:r>
      <w:r w:rsidR="00336825" w:rsidRPr="00336825">
        <w:t>které spadají do oblasti působnosti právních předpisů nebo jiných aktů uvedených v článku 5k Nařízení č. 833/2014</w:t>
      </w:r>
      <w:r>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38B94328" w:rsidR="007D26F9" w:rsidRDefault="007D26F9" w:rsidP="00342DC7">
      <w:pPr>
        <w:pStyle w:val="Textbezslovn"/>
      </w:pPr>
      <w:r w:rsidRPr="00A349C6">
        <w:rPr>
          <w:b/>
        </w:rPr>
        <w:t>Příloha č. 1:</w:t>
      </w:r>
      <w:r w:rsidR="008F7242">
        <w:t xml:space="preserve"> </w:t>
      </w:r>
      <w:r w:rsidR="008F7242">
        <w:tab/>
      </w:r>
      <w:r>
        <w:t xml:space="preserve">Obchodní podmínky – </w:t>
      </w:r>
      <w:r w:rsidR="00044B7A">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2C22372" w:rsidR="007D26F9" w:rsidRDefault="00F43D42" w:rsidP="00F43D42">
      <w:pPr>
        <w:pStyle w:val="Textbezslovn"/>
        <w:ind w:left="2127"/>
      </w:pPr>
      <w:r>
        <w:t xml:space="preserve">b) </w:t>
      </w:r>
      <w:r w:rsidR="007D26F9">
        <w:t xml:space="preserve">Všeobecné technické podmínky – </w:t>
      </w:r>
      <w:r w:rsidR="00044B7A">
        <w:t>VTP/R/18/25</w:t>
      </w:r>
    </w:p>
    <w:p w14:paraId="4A3A2DC0" w14:textId="6B8FED7A" w:rsidR="007D26F9" w:rsidRDefault="00F43D42" w:rsidP="00F43D42">
      <w:pPr>
        <w:pStyle w:val="Textbezslovn"/>
        <w:ind w:left="2127"/>
      </w:pPr>
      <w:r>
        <w:t xml:space="preserve">c) </w:t>
      </w:r>
      <w:r w:rsidR="007D26F9">
        <w:t>Zvláštní technické podmínky</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26ECBD85" w14:textId="77C4E823" w:rsidR="00342DC7" w:rsidRPr="00B35A3F" w:rsidRDefault="004C1A60" w:rsidP="00B35A3F">
      <w:pPr>
        <w:pStyle w:val="Textbezslovn"/>
        <w:rPr>
          <w:rStyle w:val="Tun"/>
          <w:b w:val="0"/>
          <w:color w:val="000000" w:themeColor="text1"/>
        </w:rPr>
      </w:pPr>
      <w:r w:rsidRPr="00606FE8">
        <w:rPr>
          <w:b/>
        </w:rPr>
        <w:t>Příloha č.</w:t>
      </w:r>
      <w:r w:rsidR="00FC3988">
        <w:rPr>
          <w:b/>
        </w:rPr>
        <w:t xml:space="preserve"> </w:t>
      </w:r>
      <w:r w:rsidR="00044B7A" w:rsidRPr="00606FE8">
        <w:rPr>
          <w:b/>
        </w:rPr>
        <w:t>10: 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18D6FEBC" w14:textId="580A89C3" w:rsidR="007D26F9" w:rsidRPr="00B35A3F" w:rsidRDefault="007D26F9" w:rsidP="007D26F9">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691E4871" w14:textId="77777777" w:rsidR="00044B7A" w:rsidRDefault="00044B7A" w:rsidP="00044B7A">
      <w:pPr>
        <w:pStyle w:val="Textbezodsazen"/>
      </w:pPr>
      <w:r>
        <w:t xml:space="preserve">V……………… dne ……………. </w:t>
      </w:r>
      <w:r>
        <w:tab/>
      </w:r>
      <w:r>
        <w:tab/>
      </w:r>
      <w:r>
        <w:tab/>
      </w:r>
      <w:r>
        <w:tab/>
        <w:t>V…………………. dne …………….</w:t>
      </w:r>
    </w:p>
    <w:p w14:paraId="49CE0233" w14:textId="77777777" w:rsidR="00044B7A" w:rsidRDefault="00044B7A" w:rsidP="00044B7A">
      <w:pPr>
        <w:pStyle w:val="Textbezodsazen"/>
      </w:pPr>
    </w:p>
    <w:p w14:paraId="7F372E9F" w14:textId="77777777" w:rsidR="00044B7A" w:rsidRDefault="00044B7A" w:rsidP="00044B7A">
      <w:pPr>
        <w:pStyle w:val="Textbezodsazen"/>
      </w:pPr>
    </w:p>
    <w:p w14:paraId="030490A3" w14:textId="77777777" w:rsidR="00044B7A" w:rsidRDefault="00044B7A" w:rsidP="00044B7A">
      <w:pPr>
        <w:pStyle w:val="Textbezodsazen"/>
      </w:pPr>
    </w:p>
    <w:p w14:paraId="612D6EE4" w14:textId="77777777" w:rsidR="00044B7A" w:rsidRDefault="00044B7A" w:rsidP="00044B7A">
      <w:pPr>
        <w:pStyle w:val="Textbezodsazen"/>
      </w:pPr>
    </w:p>
    <w:p w14:paraId="27040B15" w14:textId="7CE94175" w:rsidR="00044B7A" w:rsidRDefault="00044B7A" w:rsidP="00044B7A">
      <w:pPr>
        <w:pStyle w:val="Textbezodsazen"/>
      </w:pPr>
      <w:r>
        <w:t>………………………………………</w:t>
      </w:r>
      <w:r>
        <w:tab/>
      </w:r>
      <w:r>
        <w:tab/>
      </w:r>
      <w:r>
        <w:tab/>
      </w:r>
      <w:r>
        <w:tab/>
        <w:t>………………………………………….</w:t>
      </w:r>
    </w:p>
    <w:p w14:paraId="6129DE79" w14:textId="77777777" w:rsidR="00044B7A" w:rsidRPr="00F43D42" w:rsidRDefault="00044B7A" w:rsidP="00044B7A">
      <w:pPr>
        <w:pStyle w:val="Textbezodsazen"/>
        <w:jc w:val="left"/>
        <w:rPr>
          <w:b/>
        </w:rPr>
      </w:pPr>
      <w:r w:rsidRPr="00F43D42">
        <w:rPr>
          <w:b/>
        </w:rPr>
        <w:t xml:space="preserve">Ing. </w:t>
      </w:r>
      <w:r>
        <w:rPr>
          <w:b/>
        </w:rPr>
        <w:t>Martin Kašpar</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1E48AA7D" w14:textId="77777777" w:rsidR="00044B7A" w:rsidRDefault="00044B7A" w:rsidP="00044B7A">
      <w:pPr>
        <w:pStyle w:val="Textbezodsazen"/>
        <w:spacing w:after="0"/>
        <w:jc w:val="left"/>
      </w:pPr>
      <w:r>
        <w:t>ředitel Oblastního ředitelství Ústí nad Labem</w:t>
      </w:r>
      <w:r>
        <w:tab/>
      </w:r>
      <w:r>
        <w:tab/>
      </w:r>
      <w:r>
        <w:tab/>
      </w:r>
    </w:p>
    <w:p w14:paraId="64C151C7" w14:textId="77777777" w:rsidR="00044B7A" w:rsidRDefault="00044B7A" w:rsidP="00044B7A">
      <w:pPr>
        <w:pStyle w:val="Textbezodsazen"/>
        <w:spacing w:after="0"/>
        <w:jc w:val="left"/>
      </w:pPr>
      <w:r w:rsidRPr="000C2B01">
        <w:t>Správa železnic</w:t>
      </w:r>
      <w:r>
        <w:t>, státní organizace</w:t>
      </w:r>
    </w:p>
    <w:p w14:paraId="5C139052" w14:textId="77777777" w:rsidR="00F422D3" w:rsidRDefault="00F422D3" w:rsidP="00044B7A">
      <w:pPr>
        <w:pStyle w:val="Textbezodsazen"/>
        <w:jc w:val="left"/>
      </w:pPr>
    </w:p>
    <w:p w14:paraId="75947772" w14:textId="77777777" w:rsidR="00CB4F6D" w:rsidRDefault="00CB4F6D" w:rsidP="009F0867">
      <w:pPr>
        <w:pStyle w:val="Textbezodsazen"/>
        <w:sectPr w:rsidR="00CB4F6D" w:rsidSect="00B35A3F">
          <w:footerReference w:type="even" r:id="rId14"/>
          <w:footerReference w:type="default" r:id="rId15"/>
          <w:headerReference w:type="first" r:id="rId16"/>
          <w:footerReference w:type="first" r:id="rId17"/>
          <w:pgSz w:w="11906" w:h="16838" w:code="9"/>
          <w:pgMar w:top="1077" w:right="1588" w:bottom="1276"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506958EC" w:rsidR="00CB4F6D" w:rsidRPr="00CB4F6D" w:rsidRDefault="00044B7A" w:rsidP="00CB4F6D">
      <w:pPr>
        <w:pStyle w:val="Textbezodsazen"/>
      </w:pPr>
      <w:r w:rsidRPr="00EB503A">
        <w:t>OP/R/30/24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4A278"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044B7A">
        <w:t>VTP/R/18/25</w:t>
      </w:r>
      <w:r w:rsidRPr="00AE4B52">
        <w:rPr>
          <w:rStyle w:val="Tun"/>
        </w:rPr>
        <w:t xml:space="preserve"> </w:t>
      </w:r>
    </w:p>
    <w:p w14:paraId="337F3A4D" w14:textId="489BF79E"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044B7A" w:rsidRPr="00044B7A">
        <w:rPr>
          <w:rStyle w:val="Tun"/>
          <w:b w:val="0"/>
          <w:bCs/>
        </w:rPr>
        <w:t>„Prodloužení podchodu v ŽST Chodov“</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730F406F" w14:textId="77777777" w:rsidR="00044B7A" w:rsidRPr="00044B7A" w:rsidRDefault="00044B7A" w:rsidP="00044B7A">
      <w:pPr>
        <w:pStyle w:val="Text2-1"/>
        <w:numPr>
          <w:ilvl w:val="0"/>
          <w:numId w:val="0"/>
        </w:numPr>
        <w:ind w:left="737"/>
      </w:pPr>
    </w:p>
    <w:p w14:paraId="79528AEF" w14:textId="7BC498FF" w:rsidR="00044B7A" w:rsidRPr="00156A67" w:rsidRDefault="00044B7A" w:rsidP="00044B7A">
      <w:pPr>
        <w:pStyle w:val="Textbezslovn"/>
        <w:numPr>
          <w:ilvl w:val="0"/>
          <w:numId w:val="21"/>
        </w:numPr>
      </w:pPr>
      <w:r>
        <w:t>S</w:t>
      </w:r>
      <w:r w:rsidRPr="00156A67">
        <w:t xml:space="preserve">chvalovací protokol projektu SŽ č.j. </w:t>
      </w:r>
      <w:r>
        <w:t>22672</w:t>
      </w:r>
      <w:r w:rsidRPr="00156A67">
        <w:t xml:space="preserve">/2025-SŽ-OŘ UNL-OPS ze dne </w:t>
      </w:r>
      <w:r>
        <w:t>15</w:t>
      </w:r>
      <w:r w:rsidRPr="00156A67">
        <w:t>. 0</w:t>
      </w:r>
      <w:r>
        <w:t>8</w:t>
      </w:r>
      <w:r w:rsidRPr="00156A67">
        <w:t xml:space="preserve">. 2025 </w:t>
      </w:r>
    </w:p>
    <w:p w14:paraId="6EA8FCFD" w14:textId="77777777" w:rsidR="00044B7A" w:rsidRPr="002D3591" w:rsidRDefault="00044B7A" w:rsidP="00044B7A">
      <w:pPr>
        <w:pStyle w:val="Textbezslovn"/>
        <w:numPr>
          <w:ilvl w:val="0"/>
          <w:numId w:val="21"/>
        </w:numPr>
      </w:pPr>
      <w:r>
        <w:t xml:space="preserve">Povolení záměru č.j. R/2024/76628/4 ze dne 15. 01. 2025 </w:t>
      </w:r>
    </w:p>
    <w:p w14:paraId="63FE7403" w14:textId="77777777" w:rsidR="00044B7A" w:rsidRDefault="00044B7A" w:rsidP="00044B7A">
      <w:pPr>
        <w:pStyle w:val="Odrka1-1"/>
        <w:numPr>
          <w:ilvl w:val="0"/>
          <w:numId w:val="0"/>
        </w:numPr>
        <w:ind w:left="1077"/>
        <w:rPr>
          <w:color w:val="000000" w:themeColor="text1"/>
        </w:rPr>
      </w:pPr>
    </w:p>
    <w:p w14:paraId="33B58BE7" w14:textId="77777777" w:rsidR="00044B7A" w:rsidRDefault="00044B7A" w:rsidP="00044B7A">
      <w:pPr>
        <w:pStyle w:val="Odrka1-1"/>
        <w:numPr>
          <w:ilvl w:val="0"/>
          <w:numId w:val="0"/>
        </w:numPr>
        <w:spacing w:after="0"/>
        <w:rPr>
          <w:color w:val="000000" w:themeColor="text1"/>
        </w:rPr>
      </w:pPr>
      <w:r>
        <w:rPr>
          <w:color w:val="000000" w:themeColor="text1"/>
        </w:rPr>
        <w:t>Výše uvedené dokumenty nejsou pevně připojeny ke Smlouvě, byly poskytnuty jako součást zadávací dokumentace uveřejněné v systému kvalifikace.</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326E35A4" w14:textId="3DBACAA6"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00406615">
        <w:t>, včetně uvedení souhrnné částky předpokládaného finančního objemu za každý měsíc plnění.</w:t>
      </w: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5D70CC8C" w14:textId="77777777" w:rsidR="00D17984" w:rsidRDefault="00D17984" w:rsidP="00D1798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p w14:paraId="4B640920" w14:textId="77777777" w:rsidR="00D17984" w:rsidRPr="00734993" w:rsidRDefault="00D17984" w:rsidP="00D17984">
      <w:pPr>
        <w:spacing w:after="0" w:line="360" w:lineRule="auto"/>
        <w:rPr>
          <w:sz w:val="18"/>
          <w:szCs w:val="18"/>
        </w:rPr>
      </w:pPr>
      <w:r w:rsidRPr="00734993">
        <w:rPr>
          <w:sz w:val="18"/>
          <w:szCs w:val="18"/>
        </w:rPr>
        <w:t>(kromě podpisu této Smlouvy a jejích případných dodatků)</w:t>
      </w:r>
    </w:p>
    <w:tbl>
      <w:tblPr>
        <w:tblStyle w:val="Tabulka10"/>
        <w:tblW w:w="8868" w:type="dxa"/>
        <w:tblLook w:val="04A0" w:firstRow="1" w:lastRow="0" w:firstColumn="1" w:lastColumn="0" w:noHBand="0" w:noVBand="1"/>
      </w:tblPr>
      <w:tblGrid>
        <w:gridCol w:w="3056"/>
        <w:gridCol w:w="5812"/>
      </w:tblGrid>
      <w:tr w:rsidR="00D17984" w:rsidRPr="00F95FBD" w14:paraId="5DE3E932" w14:textId="77777777" w:rsidTr="00C84CE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BEEA8A"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3888C6" w14:textId="77777777" w:rsidR="00D17984" w:rsidRPr="005A5179" w:rsidRDefault="00D17984" w:rsidP="00C84CE9">
            <w:pPr>
              <w:pStyle w:val="Tabulka"/>
              <w:cnfStyle w:val="100000000000" w:firstRow="1" w:lastRow="0" w:firstColumn="0" w:lastColumn="0" w:oddVBand="0" w:evenVBand="0" w:oddHBand="0" w:evenHBand="0" w:firstRowFirstColumn="0" w:firstRowLastColumn="0" w:lastRowFirstColumn="0" w:lastRowLastColumn="0"/>
              <w:rPr>
                <w:b/>
                <w:bCs/>
              </w:rPr>
            </w:pPr>
            <w:r w:rsidRPr="005A5179">
              <w:rPr>
                <w:b/>
                <w:bCs/>
              </w:rPr>
              <w:t>Bc. Marie Lepešková</w:t>
            </w:r>
          </w:p>
        </w:tc>
      </w:tr>
      <w:tr w:rsidR="00D17984" w:rsidRPr="00F95FBD" w14:paraId="7AE05E05" w14:textId="77777777" w:rsidTr="00C84C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761821" w14:textId="77777777" w:rsidR="00D17984" w:rsidRPr="008175E5" w:rsidRDefault="00D17984" w:rsidP="00C84CE9">
            <w:pPr>
              <w:pStyle w:val="Tabulka"/>
              <w:rPr>
                <w:rStyle w:val="Nadpisvtabulce"/>
                <w:b w:val="0"/>
              </w:rPr>
            </w:pPr>
            <w:r w:rsidRPr="008175E5">
              <w:rPr>
                <w:rStyle w:val="Nadpisvtabulce"/>
                <w:b w:val="0"/>
              </w:rPr>
              <w:t>Adresa</w:t>
            </w:r>
          </w:p>
        </w:tc>
        <w:tc>
          <w:tcPr>
            <w:tcW w:w="5812" w:type="dxa"/>
          </w:tcPr>
          <w:p w14:paraId="4C887238" w14:textId="77777777" w:rsidR="00D17984" w:rsidRPr="005A5179" w:rsidRDefault="00D17984" w:rsidP="00C84CE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5A5179">
              <w:rPr>
                <w:rFonts w:asciiTheme="minorHAnsi" w:hAnsiTheme="minorHAnsi"/>
                <w:sz w:val="18"/>
                <w:szCs w:val="18"/>
              </w:rPr>
              <w:t>Oblastní ředitelství Ústí nad Labem,</w:t>
            </w:r>
            <w:r>
              <w:rPr>
                <w:rFonts w:asciiTheme="minorHAnsi" w:hAnsiTheme="minorHAnsi"/>
                <w:sz w:val="18"/>
                <w:szCs w:val="18"/>
              </w:rPr>
              <w:t xml:space="preserve"> </w:t>
            </w:r>
            <w:r w:rsidRPr="005A5179">
              <w:rPr>
                <w:rFonts w:asciiTheme="minorHAnsi" w:hAnsiTheme="minorHAnsi"/>
                <w:sz w:val="18"/>
                <w:szCs w:val="18"/>
              </w:rPr>
              <w:t>Odbor veřejných zakázek</w:t>
            </w:r>
          </w:p>
          <w:p w14:paraId="2992AC15" w14:textId="77777777" w:rsidR="00D17984" w:rsidRPr="005A5179"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5A5179">
              <w:rPr>
                <w:rFonts w:asciiTheme="minorHAnsi" w:hAnsiTheme="minorHAnsi"/>
                <w:lang w:eastAsia="en-US"/>
              </w:rPr>
              <w:t>Železničářská 1386/31, 400 03 Ústí nad Labem</w:t>
            </w:r>
          </w:p>
        </w:tc>
      </w:tr>
      <w:tr w:rsidR="00D17984" w:rsidRPr="00F95FBD" w14:paraId="70C92520" w14:textId="77777777" w:rsidTr="00C84C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3CF18" w14:textId="77777777" w:rsidR="00D17984" w:rsidRPr="00F95FBD" w:rsidRDefault="00D17984" w:rsidP="00C84CE9">
            <w:pPr>
              <w:pStyle w:val="Tabulka"/>
            </w:pPr>
            <w:r w:rsidRPr="00F95FBD">
              <w:t>E-mail</w:t>
            </w:r>
          </w:p>
        </w:tc>
        <w:tc>
          <w:tcPr>
            <w:tcW w:w="5812" w:type="dxa"/>
          </w:tcPr>
          <w:p w14:paraId="37AC872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5A5179">
                <w:rPr>
                  <w:rStyle w:val="Hypertextovodkaz"/>
                  <w:noProof w:val="0"/>
                </w:rPr>
                <w:t>Lepeskova@spravazeleznic.cz</w:t>
              </w:r>
            </w:hyperlink>
          </w:p>
        </w:tc>
      </w:tr>
      <w:tr w:rsidR="00D17984" w:rsidRPr="00F95FBD" w14:paraId="69315193" w14:textId="77777777" w:rsidTr="00C84CE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A22D8A" w14:textId="77777777" w:rsidR="00D17984" w:rsidRPr="00F95FBD" w:rsidRDefault="00D17984" w:rsidP="00C84CE9">
            <w:pPr>
              <w:pStyle w:val="Tabulka"/>
            </w:pPr>
            <w:r w:rsidRPr="00F95FBD">
              <w:t>Telefon</w:t>
            </w:r>
          </w:p>
        </w:tc>
        <w:tc>
          <w:tcPr>
            <w:tcW w:w="5812" w:type="dxa"/>
          </w:tcPr>
          <w:p w14:paraId="3BB9FD25"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5A5179">
              <w:t>972 424 467</w:t>
            </w:r>
          </w:p>
        </w:tc>
      </w:tr>
    </w:tbl>
    <w:p w14:paraId="24136C24" w14:textId="77777777" w:rsidR="00D17984" w:rsidRPr="00F95FBD" w:rsidRDefault="00D17984" w:rsidP="00D17984">
      <w:pPr>
        <w:pStyle w:val="Textbezodsazen"/>
      </w:pPr>
    </w:p>
    <w:p w14:paraId="18285E99" w14:textId="77777777" w:rsidR="00D17984" w:rsidRPr="00F95FBD" w:rsidRDefault="00D17984" w:rsidP="00D1798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17984" w:rsidRPr="00F95FBD" w14:paraId="6401CD8B"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C1CBED" w14:textId="77777777" w:rsidR="00D17984" w:rsidRPr="00F95FBD" w:rsidRDefault="00D17984" w:rsidP="00C84C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B933B7" w14:textId="77777777" w:rsidR="00D17984" w:rsidRPr="004D4F51" w:rsidRDefault="00D17984" w:rsidP="00C84CE9">
            <w:pPr>
              <w:pStyle w:val="Tabulka"/>
              <w:cnfStyle w:val="100000000000" w:firstRow="1" w:lastRow="0" w:firstColumn="0" w:lastColumn="0" w:oddVBand="0" w:evenVBand="0" w:oddHBand="0" w:evenHBand="0" w:firstRowFirstColumn="0" w:firstRowLastColumn="0" w:lastRowFirstColumn="0" w:lastRowLastColumn="0"/>
              <w:rPr>
                <w:b/>
                <w:bCs/>
              </w:rPr>
            </w:pPr>
            <w:r w:rsidRPr="004D4F51">
              <w:rPr>
                <w:b/>
                <w:bCs/>
              </w:rPr>
              <w:t>Jaroslav Pokorný, DiS.</w:t>
            </w:r>
          </w:p>
        </w:tc>
      </w:tr>
      <w:tr w:rsidR="00D17984" w:rsidRPr="00F95FBD" w14:paraId="168B72C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34373413" w14:textId="77777777" w:rsidR="00D17984" w:rsidRPr="00F95FBD" w:rsidRDefault="00D17984" w:rsidP="00C84CE9">
            <w:pPr>
              <w:pStyle w:val="Tabulka"/>
              <w:rPr>
                <w:rStyle w:val="Nadpisvtabulce"/>
                <w:b w:val="0"/>
              </w:rPr>
            </w:pPr>
            <w:r>
              <w:rPr>
                <w:rStyle w:val="Nadpisvtabulce"/>
                <w:b w:val="0"/>
              </w:rPr>
              <w:t>Adresa</w:t>
            </w:r>
          </w:p>
        </w:tc>
        <w:tc>
          <w:tcPr>
            <w:tcW w:w="5812" w:type="dxa"/>
          </w:tcPr>
          <w:p w14:paraId="44D589EE" w14:textId="77777777" w:rsidR="00D17984" w:rsidRPr="004D4F51"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4D4F51">
              <w:t>Oblastní ředitelství Ústí nad Labem</w:t>
            </w:r>
            <w:r>
              <w:t xml:space="preserve">, </w:t>
            </w:r>
            <w:r w:rsidRPr="004D4F51">
              <w:t>Odbor přípravy staveb</w:t>
            </w:r>
          </w:p>
          <w:p w14:paraId="4F193ECF" w14:textId="77777777" w:rsidR="00D17984" w:rsidRPr="004D4F51"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4D4F51">
              <w:t>Železničářská 1386/31, 400 03 Ústí nad Labem</w:t>
            </w:r>
          </w:p>
        </w:tc>
      </w:tr>
      <w:tr w:rsidR="00D17984" w:rsidRPr="00F95FBD" w14:paraId="48A159E7"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7EBE0AA2" w14:textId="77777777" w:rsidR="00D17984" w:rsidRPr="00F95FBD" w:rsidRDefault="00D17984" w:rsidP="00C84CE9">
            <w:pPr>
              <w:pStyle w:val="Tabulka"/>
            </w:pPr>
            <w:r w:rsidRPr="00F95FBD">
              <w:t>E-mail</w:t>
            </w:r>
          </w:p>
        </w:tc>
        <w:tc>
          <w:tcPr>
            <w:tcW w:w="5812" w:type="dxa"/>
          </w:tcPr>
          <w:p w14:paraId="5BAAF5B7" w14:textId="77777777" w:rsidR="00D17984" w:rsidRPr="004D4F51" w:rsidRDefault="00D17984" w:rsidP="00C84CE9">
            <w:pPr>
              <w:pStyle w:val="Tabulka"/>
              <w:cnfStyle w:val="000000000000" w:firstRow="0" w:lastRow="0" w:firstColumn="0" w:lastColumn="0" w:oddVBand="0" w:evenVBand="0" w:oddHBand="0" w:evenHBand="0" w:firstRowFirstColumn="0" w:firstRowLastColumn="0" w:lastRowFirstColumn="0" w:lastRowLastColumn="0"/>
            </w:pPr>
            <w:hyperlink r:id="rId33" w:history="1">
              <w:r w:rsidRPr="00551D04">
                <w:rPr>
                  <w:rStyle w:val="Hypertextovodkaz"/>
                  <w:noProof w:val="0"/>
                </w:rPr>
                <w:t>Pokornyjar@spravazeleznic.cz</w:t>
              </w:r>
            </w:hyperlink>
          </w:p>
        </w:tc>
      </w:tr>
      <w:tr w:rsidR="00D17984" w:rsidRPr="00F95FBD" w14:paraId="138F629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7102C663" w14:textId="77777777" w:rsidR="00D17984" w:rsidRPr="00F95FBD" w:rsidRDefault="00D17984" w:rsidP="00C84CE9">
            <w:pPr>
              <w:pStyle w:val="Tabulka"/>
            </w:pPr>
            <w:r w:rsidRPr="00F95FBD">
              <w:t>Telefon</w:t>
            </w:r>
          </w:p>
        </w:tc>
        <w:tc>
          <w:tcPr>
            <w:tcW w:w="5812" w:type="dxa"/>
          </w:tcPr>
          <w:p w14:paraId="1281AB25"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4D4F51">
              <w:t>724 174 851</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Default="00BF7B07" w:rsidP="00BF7B07">
      <w:pPr>
        <w:pStyle w:val="Textbezodsazen"/>
      </w:pPr>
    </w:p>
    <w:p w14:paraId="49B585EA" w14:textId="77777777" w:rsidR="00D17984" w:rsidRPr="00F95FBD" w:rsidRDefault="00D17984" w:rsidP="00D17984">
      <w:pPr>
        <w:pStyle w:val="Nadpistabulky"/>
        <w:rPr>
          <w:rFonts w:asciiTheme="minorHAnsi" w:hAnsiTheme="minorHAnsi"/>
          <w:sz w:val="18"/>
          <w:szCs w:val="18"/>
        </w:rPr>
      </w:pPr>
      <w:r>
        <w:rPr>
          <w:rFonts w:asciiTheme="minorHAnsi" w:hAnsiTheme="minorHAnsi"/>
          <w:sz w:val="18"/>
          <w:szCs w:val="18"/>
        </w:rPr>
        <w:t>Technický dozor stavebníka (TDS) - SMT</w:t>
      </w:r>
    </w:p>
    <w:tbl>
      <w:tblPr>
        <w:tblStyle w:val="Tabulka10"/>
        <w:tblW w:w="8868" w:type="dxa"/>
        <w:tblLook w:val="04A0" w:firstRow="1" w:lastRow="0" w:firstColumn="1" w:lastColumn="0" w:noHBand="0" w:noVBand="1"/>
      </w:tblPr>
      <w:tblGrid>
        <w:gridCol w:w="3056"/>
        <w:gridCol w:w="5812"/>
      </w:tblGrid>
      <w:tr w:rsidR="00D17984" w:rsidRPr="00F95FBD" w14:paraId="0072CADB"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DF4716" w14:textId="77777777" w:rsidR="00D17984" w:rsidRPr="00F95FBD" w:rsidRDefault="00D17984" w:rsidP="00C84C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7B6F21B" w14:textId="77777777" w:rsidR="00D17984" w:rsidRPr="001F518E" w:rsidRDefault="00D17984" w:rsidP="00C84C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2562F855"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4EDCED41" w14:textId="77777777" w:rsidR="00D17984" w:rsidRPr="00F95FBD" w:rsidRDefault="00D17984" w:rsidP="00C84CE9">
            <w:pPr>
              <w:pStyle w:val="Tabulka"/>
              <w:rPr>
                <w:rStyle w:val="Nadpisvtabulce"/>
                <w:b w:val="0"/>
              </w:rPr>
            </w:pPr>
            <w:r>
              <w:rPr>
                <w:rStyle w:val="Nadpisvtabulce"/>
                <w:b w:val="0"/>
              </w:rPr>
              <w:t>Adresa</w:t>
            </w:r>
          </w:p>
        </w:tc>
        <w:tc>
          <w:tcPr>
            <w:tcW w:w="5812" w:type="dxa"/>
          </w:tcPr>
          <w:p w14:paraId="0C86AB36" w14:textId="77777777" w:rsidR="00D17984" w:rsidRPr="00C8346F" w:rsidRDefault="00D17984" w:rsidP="00C84CE9">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D17984" w:rsidRPr="00F95FBD" w14:paraId="5C6A1498"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0DD93D1" w14:textId="77777777" w:rsidR="00D17984" w:rsidRPr="00F95FBD" w:rsidRDefault="00D17984" w:rsidP="00C84CE9">
            <w:pPr>
              <w:pStyle w:val="Tabulka"/>
            </w:pPr>
            <w:r w:rsidRPr="00F95FBD">
              <w:t>E-mail</w:t>
            </w:r>
          </w:p>
        </w:tc>
        <w:tc>
          <w:tcPr>
            <w:tcW w:w="5812" w:type="dxa"/>
          </w:tcPr>
          <w:p w14:paraId="2F7CA8F2"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488E01F0"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CA4EC66" w14:textId="77777777" w:rsidR="00D17984" w:rsidRPr="00F95FBD" w:rsidRDefault="00D17984" w:rsidP="00C84CE9">
            <w:pPr>
              <w:pStyle w:val="Tabulka"/>
            </w:pPr>
            <w:r w:rsidRPr="00F95FBD">
              <w:t>Telefon</w:t>
            </w:r>
          </w:p>
        </w:tc>
        <w:tc>
          <w:tcPr>
            <w:tcW w:w="5812" w:type="dxa"/>
          </w:tcPr>
          <w:p w14:paraId="0E0DF57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0AED20C5" w14:textId="77777777" w:rsidR="00D17984" w:rsidRDefault="00D17984" w:rsidP="00D17984">
      <w:pPr>
        <w:pStyle w:val="Textbezodsazen"/>
      </w:pPr>
    </w:p>
    <w:p w14:paraId="460ECB1B" w14:textId="77777777" w:rsidR="00D17984" w:rsidRPr="00F95FBD" w:rsidRDefault="00D17984" w:rsidP="00D17984">
      <w:pPr>
        <w:pStyle w:val="Nadpistabulky"/>
        <w:rPr>
          <w:rFonts w:asciiTheme="minorHAnsi" w:hAnsiTheme="minorHAnsi"/>
          <w:sz w:val="18"/>
          <w:szCs w:val="18"/>
        </w:rPr>
      </w:pPr>
      <w:bookmarkStart w:id="2" w:name="_Hlk201556492"/>
      <w:r>
        <w:rPr>
          <w:rFonts w:asciiTheme="minorHAnsi" w:hAnsiTheme="minorHAnsi"/>
          <w:sz w:val="18"/>
          <w:szCs w:val="18"/>
        </w:rPr>
        <w:t xml:space="preserve">Technický dozor stavebníka (TDS) – SPS </w:t>
      </w:r>
    </w:p>
    <w:tbl>
      <w:tblPr>
        <w:tblStyle w:val="Tabulka10"/>
        <w:tblW w:w="8868" w:type="dxa"/>
        <w:tblLook w:val="04A0" w:firstRow="1" w:lastRow="0" w:firstColumn="1" w:lastColumn="0" w:noHBand="0" w:noVBand="1"/>
      </w:tblPr>
      <w:tblGrid>
        <w:gridCol w:w="3056"/>
        <w:gridCol w:w="5812"/>
      </w:tblGrid>
      <w:tr w:rsidR="00D17984" w:rsidRPr="00F95FBD" w14:paraId="50A6CB1A"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2A4B9" w14:textId="77777777" w:rsidR="00D17984" w:rsidRPr="00F95FBD" w:rsidRDefault="00D17984" w:rsidP="00C84C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4C625D9" w14:textId="77777777" w:rsidR="00D17984" w:rsidRPr="001F518E" w:rsidRDefault="00D17984" w:rsidP="00C84C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2D428D98"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9CA730C" w14:textId="77777777" w:rsidR="00D17984" w:rsidRPr="00F95FBD" w:rsidRDefault="00D17984" w:rsidP="00C84CE9">
            <w:pPr>
              <w:pStyle w:val="Tabulka"/>
              <w:rPr>
                <w:rStyle w:val="Nadpisvtabulce"/>
                <w:b w:val="0"/>
              </w:rPr>
            </w:pPr>
            <w:r>
              <w:rPr>
                <w:rStyle w:val="Nadpisvtabulce"/>
                <w:b w:val="0"/>
              </w:rPr>
              <w:t>Adresa</w:t>
            </w:r>
          </w:p>
        </w:tc>
        <w:tc>
          <w:tcPr>
            <w:tcW w:w="5812" w:type="dxa"/>
          </w:tcPr>
          <w:p w14:paraId="56AC5B97" w14:textId="77777777" w:rsidR="00D17984" w:rsidRPr="00C8346F" w:rsidRDefault="00D17984" w:rsidP="00C84CE9">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D17984" w:rsidRPr="00F95FBD" w14:paraId="354346B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D3EBC9C" w14:textId="77777777" w:rsidR="00D17984" w:rsidRPr="00F95FBD" w:rsidRDefault="00D17984" w:rsidP="00C84CE9">
            <w:pPr>
              <w:pStyle w:val="Tabulka"/>
            </w:pPr>
            <w:r w:rsidRPr="00F95FBD">
              <w:t>E-mail</w:t>
            </w:r>
          </w:p>
        </w:tc>
        <w:tc>
          <w:tcPr>
            <w:tcW w:w="5812" w:type="dxa"/>
          </w:tcPr>
          <w:p w14:paraId="1AD695F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0C3072F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70FBF613" w14:textId="77777777" w:rsidR="00D17984" w:rsidRPr="00F95FBD" w:rsidRDefault="00D17984" w:rsidP="00C84CE9">
            <w:pPr>
              <w:pStyle w:val="Tabulka"/>
            </w:pPr>
            <w:r w:rsidRPr="00F95FBD">
              <w:t>Telefon</w:t>
            </w:r>
          </w:p>
        </w:tc>
        <w:tc>
          <w:tcPr>
            <w:tcW w:w="5812" w:type="dxa"/>
          </w:tcPr>
          <w:p w14:paraId="0D1C27D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bookmarkEnd w:id="2"/>
    </w:tbl>
    <w:p w14:paraId="39B63E40" w14:textId="77777777" w:rsidR="00D17984" w:rsidRDefault="00D17984" w:rsidP="00D17984">
      <w:pPr>
        <w:pStyle w:val="Textbezodsazen"/>
      </w:pPr>
    </w:p>
    <w:p w14:paraId="1F7EE7A8" w14:textId="77777777" w:rsidR="00D17984" w:rsidRDefault="00D17984" w:rsidP="00D17984">
      <w:pPr>
        <w:pStyle w:val="Textbezodsazen"/>
      </w:pPr>
    </w:p>
    <w:p w14:paraId="6289D9AB" w14:textId="77777777" w:rsidR="00D17984" w:rsidRPr="00F95FBD" w:rsidRDefault="00D17984" w:rsidP="00D17984">
      <w:pPr>
        <w:pStyle w:val="Nadpistabulky"/>
        <w:rPr>
          <w:rFonts w:asciiTheme="minorHAnsi" w:hAnsiTheme="minorHAnsi"/>
          <w:sz w:val="18"/>
          <w:szCs w:val="18"/>
        </w:rPr>
      </w:pPr>
      <w:r>
        <w:rPr>
          <w:rFonts w:asciiTheme="minorHAnsi" w:hAnsiTheme="minorHAnsi"/>
          <w:sz w:val="18"/>
          <w:szCs w:val="18"/>
        </w:rPr>
        <w:t xml:space="preserve">Technický dozor stavebníka (TDS) – SEE </w:t>
      </w:r>
    </w:p>
    <w:tbl>
      <w:tblPr>
        <w:tblStyle w:val="Tabulka10"/>
        <w:tblW w:w="8868" w:type="dxa"/>
        <w:tblLook w:val="04A0" w:firstRow="1" w:lastRow="0" w:firstColumn="1" w:lastColumn="0" w:noHBand="0" w:noVBand="1"/>
      </w:tblPr>
      <w:tblGrid>
        <w:gridCol w:w="3056"/>
        <w:gridCol w:w="5812"/>
      </w:tblGrid>
      <w:tr w:rsidR="00D17984" w:rsidRPr="00F95FBD" w14:paraId="2D58FB77"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05374" w14:textId="77777777" w:rsidR="00D17984" w:rsidRPr="00F95FBD" w:rsidRDefault="00D17984" w:rsidP="00C84C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93E7D48" w14:textId="77777777" w:rsidR="00D17984" w:rsidRPr="001F518E" w:rsidRDefault="00D17984" w:rsidP="00C84C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717D652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49B3C292" w14:textId="77777777" w:rsidR="00D17984" w:rsidRPr="00F95FBD" w:rsidRDefault="00D17984" w:rsidP="00C84CE9">
            <w:pPr>
              <w:pStyle w:val="Tabulka"/>
              <w:rPr>
                <w:rStyle w:val="Nadpisvtabulce"/>
                <w:b w:val="0"/>
              </w:rPr>
            </w:pPr>
            <w:r>
              <w:rPr>
                <w:rStyle w:val="Nadpisvtabulce"/>
                <w:b w:val="0"/>
              </w:rPr>
              <w:t>Adresa</w:t>
            </w:r>
          </w:p>
        </w:tc>
        <w:tc>
          <w:tcPr>
            <w:tcW w:w="5812" w:type="dxa"/>
          </w:tcPr>
          <w:p w14:paraId="103C39AD" w14:textId="77777777" w:rsidR="00D17984" w:rsidRPr="00C8346F" w:rsidRDefault="00D17984" w:rsidP="00C84CE9">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D17984" w:rsidRPr="00F95FBD" w14:paraId="679AB8F3"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729DA789" w14:textId="77777777" w:rsidR="00D17984" w:rsidRPr="00F95FBD" w:rsidRDefault="00D17984" w:rsidP="00C84CE9">
            <w:pPr>
              <w:pStyle w:val="Tabulka"/>
            </w:pPr>
            <w:r w:rsidRPr="00F95FBD">
              <w:t>E-mail</w:t>
            </w:r>
          </w:p>
        </w:tc>
        <w:tc>
          <w:tcPr>
            <w:tcW w:w="5812" w:type="dxa"/>
          </w:tcPr>
          <w:p w14:paraId="2531190C"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D17984" w:rsidRPr="00F95FBD" w14:paraId="0A8A5584"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35B62914" w14:textId="77777777" w:rsidR="00D17984" w:rsidRPr="00F95FBD" w:rsidRDefault="00D17984" w:rsidP="00C84CE9">
            <w:pPr>
              <w:pStyle w:val="Tabulka"/>
            </w:pPr>
            <w:r w:rsidRPr="00F95FBD">
              <w:t>Telefon</w:t>
            </w:r>
          </w:p>
        </w:tc>
        <w:tc>
          <w:tcPr>
            <w:tcW w:w="5812" w:type="dxa"/>
          </w:tcPr>
          <w:p w14:paraId="2852C63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33F49DA4" w14:textId="77777777" w:rsidR="00D17984" w:rsidRPr="00F95FBD" w:rsidRDefault="00D17984" w:rsidP="00BF7B07">
      <w:pPr>
        <w:pStyle w:val="Textbezodsazen"/>
      </w:pPr>
    </w:p>
    <w:p w14:paraId="424BE2CE" w14:textId="77777777" w:rsidR="00D17984" w:rsidRPr="000C2B01" w:rsidRDefault="00D17984" w:rsidP="00D17984">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D17984" w:rsidRPr="000C2B01" w14:paraId="7660757D"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48DC6A" w14:textId="77777777" w:rsidR="00D17984" w:rsidRPr="000C2B01" w:rsidRDefault="00D17984" w:rsidP="00C84CE9">
            <w:pPr>
              <w:pStyle w:val="Tabulka"/>
              <w:rPr>
                <w:rStyle w:val="Nadpisvtabulce"/>
                <w:b w:val="0"/>
              </w:rPr>
            </w:pPr>
            <w:r w:rsidRPr="000C2B01">
              <w:rPr>
                <w:rStyle w:val="Nadpisvtabulce"/>
                <w:b w:val="0"/>
              </w:rPr>
              <w:t>Jméno a příjmení</w:t>
            </w:r>
          </w:p>
        </w:tc>
        <w:tc>
          <w:tcPr>
            <w:tcW w:w="5812" w:type="dxa"/>
          </w:tcPr>
          <w:p w14:paraId="2A3CB7B5" w14:textId="77777777" w:rsidR="00D17984" w:rsidRPr="00551D04" w:rsidRDefault="00D17984" w:rsidP="00C84CE9">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551D04">
              <w:rPr>
                <w:b/>
                <w:bCs/>
              </w:rPr>
              <w:t>Jan Jaša</w:t>
            </w:r>
          </w:p>
        </w:tc>
      </w:tr>
      <w:tr w:rsidR="00D17984" w:rsidRPr="000C2B01" w14:paraId="6207C4D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D883B56" w14:textId="77777777" w:rsidR="00D17984" w:rsidRPr="000C2B01" w:rsidRDefault="00D17984" w:rsidP="00C84CE9">
            <w:pPr>
              <w:pStyle w:val="Tabulka"/>
              <w:rPr>
                <w:rStyle w:val="Nadpisvtabulce"/>
                <w:b w:val="0"/>
              </w:rPr>
            </w:pPr>
            <w:r>
              <w:rPr>
                <w:rStyle w:val="Nadpisvtabulce"/>
                <w:b w:val="0"/>
              </w:rPr>
              <w:t>Adresa</w:t>
            </w:r>
          </w:p>
        </w:tc>
        <w:tc>
          <w:tcPr>
            <w:tcW w:w="5812" w:type="dxa"/>
          </w:tcPr>
          <w:p w14:paraId="1E59470F" w14:textId="77777777" w:rsidR="00D17984" w:rsidRPr="00551D04" w:rsidRDefault="00D17984" w:rsidP="00C84CE9">
            <w:pPr>
              <w:pStyle w:val="Tabulka"/>
              <w:cnfStyle w:val="000000000000" w:firstRow="0" w:lastRow="0" w:firstColumn="0" w:lastColumn="0" w:oddVBand="0" w:evenVBand="0" w:oddHBand="0" w:evenHBand="0" w:firstRowFirstColumn="0" w:firstRowLastColumn="0" w:lastRowFirstColumn="0" w:lastRowLastColumn="0"/>
            </w:pPr>
            <w:r>
              <w:t>K Hájům 1233/2, Stodůlky, 155 00 Praha 5</w:t>
            </w:r>
          </w:p>
        </w:tc>
      </w:tr>
      <w:tr w:rsidR="00D17984" w:rsidRPr="000C2B01" w14:paraId="2278EBE3"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5F1672DF" w14:textId="77777777" w:rsidR="00D17984" w:rsidRPr="000C2B01" w:rsidRDefault="00D17984" w:rsidP="00C84CE9">
            <w:pPr>
              <w:pStyle w:val="Tabulka"/>
            </w:pPr>
            <w:r w:rsidRPr="000C2B01">
              <w:t>E-mail</w:t>
            </w:r>
          </w:p>
        </w:tc>
        <w:tc>
          <w:tcPr>
            <w:tcW w:w="5812" w:type="dxa"/>
          </w:tcPr>
          <w:p w14:paraId="7B41B2E5" w14:textId="77777777" w:rsidR="00D17984" w:rsidRPr="000C2B01"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Pr="00551D04">
                <w:rPr>
                  <w:rStyle w:val="Hypertextovodkaz"/>
                  <w:noProof w:val="0"/>
                </w:rPr>
                <w:t>jan.jasa@sgs.com</w:t>
              </w:r>
            </w:hyperlink>
          </w:p>
        </w:tc>
      </w:tr>
      <w:tr w:rsidR="00D17984" w:rsidRPr="000C2B01" w14:paraId="4C7B329A"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13FE1E23" w14:textId="77777777" w:rsidR="00D17984" w:rsidRPr="000C2B01" w:rsidRDefault="00D17984" w:rsidP="00C84CE9">
            <w:pPr>
              <w:pStyle w:val="Tabulka"/>
            </w:pPr>
            <w:r w:rsidRPr="000C2B01">
              <w:t>Telefon</w:t>
            </w:r>
          </w:p>
        </w:tc>
        <w:tc>
          <w:tcPr>
            <w:tcW w:w="5812" w:type="dxa"/>
          </w:tcPr>
          <w:p w14:paraId="16D6E0CF" w14:textId="77777777" w:rsidR="00D17984" w:rsidRPr="000C2B01"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51D04">
              <w:t>+420 602 312 546</w:t>
            </w:r>
          </w:p>
        </w:tc>
      </w:tr>
    </w:tbl>
    <w:p w14:paraId="2D5109C6" w14:textId="77777777" w:rsidR="00D17984" w:rsidRPr="00F95FBD" w:rsidRDefault="00D17984" w:rsidP="00D17984">
      <w:pPr>
        <w:pStyle w:val="Textbezodsazen"/>
      </w:pPr>
    </w:p>
    <w:p w14:paraId="18F0C3E1" w14:textId="77777777" w:rsidR="00D17984" w:rsidRPr="00F95FBD" w:rsidRDefault="00D17984" w:rsidP="00D17984">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D17984" w:rsidRPr="00F95FBD" w14:paraId="1E3D46CC"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974522"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144249C" w14:textId="77777777" w:rsidR="00D17984" w:rsidRPr="001F518E" w:rsidRDefault="00D17984" w:rsidP="00C84C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47E1E">
              <w:rPr>
                <w:b/>
                <w:bCs/>
              </w:rPr>
              <w:t xml:space="preserve">Ing. Jiří Vančura </w:t>
            </w:r>
          </w:p>
        </w:tc>
      </w:tr>
      <w:tr w:rsidR="00D17984" w:rsidRPr="00F95FBD" w14:paraId="2A2175A4"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FD1B695" w14:textId="77777777" w:rsidR="00D17984" w:rsidRPr="00F95FBD" w:rsidRDefault="00D17984" w:rsidP="00C84CE9">
            <w:pPr>
              <w:pStyle w:val="Tabulka"/>
            </w:pPr>
            <w:r w:rsidRPr="00F95FBD">
              <w:t>Adresa</w:t>
            </w:r>
          </w:p>
        </w:tc>
        <w:tc>
          <w:tcPr>
            <w:tcW w:w="5812" w:type="dxa"/>
          </w:tcPr>
          <w:p w14:paraId="1B564DFE" w14:textId="77777777" w:rsidR="00D17984" w:rsidRPr="00147E1E"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147E1E">
              <w:t>SŽG, Regionální pracoviště Ústí nad Labem</w:t>
            </w:r>
          </w:p>
          <w:p w14:paraId="58FAD746"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E1E">
              <w:t>K Můstku 1451/2, 400 01 Ústí nad Labem</w:t>
            </w:r>
          </w:p>
        </w:tc>
      </w:tr>
      <w:tr w:rsidR="00D17984" w:rsidRPr="00F95FBD" w14:paraId="4963781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0AAECEB" w14:textId="77777777" w:rsidR="00D17984" w:rsidRPr="00F95FBD" w:rsidRDefault="00D17984" w:rsidP="00C84CE9">
            <w:pPr>
              <w:pStyle w:val="Tabulka"/>
            </w:pPr>
            <w:r w:rsidRPr="00147E1E">
              <w:t>E-mail</w:t>
            </w:r>
          </w:p>
        </w:tc>
        <w:tc>
          <w:tcPr>
            <w:tcW w:w="5812" w:type="dxa"/>
          </w:tcPr>
          <w:p w14:paraId="184FD322"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Pr="00147E1E">
                <w:rPr>
                  <w:rStyle w:val="Hypertextovodkaz"/>
                  <w:noProof w:val="0"/>
                </w:rPr>
                <w:t>Vancura@spravazeleznic.cz</w:t>
              </w:r>
            </w:hyperlink>
            <w:r w:rsidRPr="00147E1E">
              <w:t xml:space="preserve"> </w:t>
            </w:r>
          </w:p>
        </w:tc>
      </w:tr>
      <w:tr w:rsidR="00D17984" w:rsidRPr="00F95FBD" w14:paraId="726E07EF"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080237A3" w14:textId="77777777" w:rsidR="00D17984" w:rsidRPr="00F95FBD" w:rsidRDefault="00D17984" w:rsidP="00C84CE9">
            <w:pPr>
              <w:pStyle w:val="Tabulka"/>
            </w:pPr>
            <w:r w:rsidRPr="00147E1E">
              <w:t>Telefon</w:t>
            </w:r>
          </w:p>
        </w:tc>
        <w:tc>
          <w:tcPr>
            <w:tcW w:w="5812" w:type="dxa"/>
          </w:tcPr>
          <w:p w14:paraId="581D2DAC"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E1E">
              <w:t>+420 972 422 161, +420 724 064 069</w:t>
            </w:r>
          </w:p>
        </w:tc>
      </w:tr>
    </w:tbl>
    <w:p w14:paraId="02333D9C" w14:textId="77777777" w:rsidR="00D17984" w:rsidRPr="00F95FBD" w:rsidRDefault="00D17984" w:rsidP="00D17984">
      <w:pPr>
        <w:pStyle w:val="Textbezodsazen"/>
      </w:pPr>
    </w:p>
    <w:p w14:paraId="02CF3ECD" w14:textId="77777777" w:rsidR="00D17984" w:rsidRPr="00F95FBD" w:rsidRDefault="00D17984" w:rsidP="00D17984">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D17984" w:rsidRPr="00F95FBD" w14:paraId="46524C18"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A8E9A2" w14:textId="77777777" w:rsidR="00D17984" w:rsidRPr="00F95FBD" w:rsidRDefault="00D17984" w:rsidP="00C84CE9">
            <w:pPr>
              <w:pStyle w:val="Tabulka"/>
              <w:rPr>
                <w:rStyle w:val="Nadpisvtabulce"/>
              </w:rPr>
            </w:pPr>
            <w:r w:rsidRPr="00B3114A">
              <w:rPr>
                <w:rStyle w:val="Nadpisvtabulce"/>
                <w:b w:val="0"/>
                <w:bCs/>
              </w:rPr>
              <w:t>Jméno a příjmení</w:t>
            </w:r>
          </w:p>
        </w:tc>
        <w:tc>
          <w:tcPr>
            <w:tcW w:w="5812" w:type="dxa"/>
          </w:tcPr>
          <w:p w14:paraId="6217CE4D" w14:textId="77777777" w:rsidR="00D17984" w:rsidRPr="00F94B8F" w:rsidRDefault="00D17984" w:rsidP="00C84CE9">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F94B8F">
              <w:rPr>
                <w:b/>
              </w:rPr>
              <w:t>Jan Jaša</w:t>
            </w:r>
          </w:p>
        </w:tc>
      </w:tr>
      <w:tr w:rsidR="00D17984" w:rsidRPr="00F95FBD" w14:paraId="7E1F4E2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5E3E12AD" w14:textId="77777777" w:rsidR="00D17984" w:rsidRPr="00F95FBD" w:rsidRDefault="00D17984" w:rsidP="00C84CE9">
            <w:pPr>
              <w:pStyle w:val="Tabulka"/>
            </w:pPr>
            <w:r w:rsidRPr="00BC3DFA">
              <w:t>Adresa</w:t>
            </w:r>
          </w:p>
        </w:tc>
        <w:tc>
          <w:tcPr>
            <w:tcW w:w="5812" w:type="dxa"/>
          </w:tcPr>
          <w:p w14:paraId="0E5F6E83"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Hájům 1233/2, Stodůlky, 155 00 Praha 5 </w:t>
            </w:r>
          </w:p>
        </w:tc>
      </w:tr>
      <w:tr w:rsidR="00D17984" w:rsidRPr="00F95FBD" w14:paraId="71ADB31D"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1205778C" w14:textId="77777777" w:rsidR="00D17984" w:rsidRPr="00F95FBD" w:rsidRDefault="00D17984" w:rsidP="00C84CE9">
            <w:pPr>
              <w:pStyle w:val="Tabulka"/>
            </w:pPr>
            <w:r w:rsidRPr="00BC3DFA">
              <w:t>E-mail</w:t>
            </w:r>
          </w:p>
        </w:tc>
        <w:tc>
          <w:tcPr>
            <w:tcW w:w="5812" w:type="dxa"/>
          </w:tcPr>
          <w:p w14:paraId="76C7FFD0"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Pr="007C0977">
                <w:rPr>
                  <w:rStyle w:val="Hypertextovodkaz"/>
                  <w:noProof w:val="0"/>
                </w:rPr>
                <w:t>jan.jasa@sgs.com</w:t>
              </w:r>
            </w:hyperlink>
            <w:r>
              <w:t xml:space="preserve">  </w:t>
            </w:r>
          </w:p>
        </w:tc>
      </w:tr>
      <w:tr w:rsidR="00D17984" w:rsidRPr="00F95FBD" w14:paraId="0F377E43"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FBD56BF" w14:textId="77777777" w:rsidR="00D17984" w:rsidRPr="00F95FBD" w:rsidRDefault="00D17984" w:rsidP="00C84CE9">
            <w:pPr>
              <w:pStyle w:val="Tabulka"/>
            </w:pPr>
            <w:r w:rsidRPr="00BC3DFA">
              <w:t>Telefon</w:t>
            </w:r>
          </w:p>
        </w:tc>
        <w:tc>
          <w:tcPr>
            <w:tcW w:w="5812" w:type="dxa"/>
          </w:tcPr>
          <w:p w14:paraId="0DB5B6EE" w14:textId="77777777" w:rsidR="00D17984" w:rsidRPr="001F518E" w:rsidRDefault="00D17984" w:rsidP="00C84CE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+420 602 312 546 </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lastRenderedPageBreak/>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40DCC466" w14:textId="77777777" w:rsidR="00D17984" w:rsidRPr="00F95FBD" w:rsidRDefault="00D17984" w:rsidP="00D17984">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17984" w:rsidRPr="00F95FBD" w14:paraId="0F092122"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674163"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44465FB" w14:textId="77777777" w:rsidR="00D17984" w:rsidRPr="00F95FBD" w:rsidRDefault="00D17984" w:rsidP="00C84CE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7984" w:rsidRPr="00F95FBD" w14:paraId="5E24E123"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C48CBBF" w14:textId="77777777" w:rsidR="00D17984" w:rsidRPr="00F95FBD" w:rsidRDefault="00D17984" w:rsidP="00C84CE9">
            <w:pPr>
              <w:pStyle w:val="Tabulka"/>
            </w:pPr>
            <w:r w:rsidRPr="00F95FBD">
              <w:t>Adresa</w:t>
            </w:r>
          </w:p>
        </w:tc>
        <w:tc>
          <w:tcPr>
            <w:tcW w:w="5812" w:type="dxa"/>
          </w:tcPr>
          <w:p w14:paraId="3FBD59A5"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6F3212D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47DDDF85" w14:textId="77777777" w:rsidR="00D17984" w:rsidRPr="00F95FBD" w:rsidRDefault="00D17984" w:rsidP="00C84CE9">
            <w:pPr>
              <w:pStyle w:val="Tabulka"/>
            </w:pPr>
            <w:r w:rsidRPr="00F95FBD">
              <w:t>E-mail</w:t>
            </w:r>
          </w:p>
        </w:tc>
        <w:tc>
          <w:tcPr>
            <w:tcW w:w="5812" w:type="dxa"/>
          </w:tcPr>
          <w:p w14:paraId="25D4C90F"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203693F8"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F090257" w14:textId="77777777" w:rsidR="00D17984" w:rsidRPr="00F95FBD" w:rsidRDefault="00D17984" w:rsidP="00C84CE9">
            <w:pPr>
              <w:pStyle w:val="Tabulka"/>
            </w:pPr>
            <w:r w:rsidRPr="00F95FBD">
              <w:t>Telefon</w:t>
            </w:r>
          </w:p>
        </w:tc>
        <w:tc>
          <w:tcPr>
            <w:tcW w:w="5812" w:type="dxa"/>
          </w:tcPr>
          <w:p w14:paraId="47ABADC7"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D7616A" w14:textId="77777777" w:rsidR="00D17984" w:rsidRPr="00F95FBD" w:rsidRDefault="00D17984" w:rsidP="00D17984">
      <w:pPr>
        <w:pStyle w:val="Tabulka"/>
      </w:pPr>
    </w:p>
    <w:p w14:paraId="29C114EC" w14:textId="77777777" w:rsidR="00D17984" w:rsidRPr="00F95FBD" w:rsidRDefault="00D17984" w:rsidP="00D17984">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D17984" w:rsidRPr="00F95FBD" w14:paraId="57CDED08"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4C6D69"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20E4084" w14:textId="77777777" w:rsidR="00D17984" w:rsidRPr="00F95FBD" w:rsidRDefault="00D17984" w:rsidP="00C84CE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7984" w:rsidRPr="00F95FBD" w14:paraId="72A13AFA"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120B2706" w14:textId="77777777" w:rsidR="00D17984" w:rsidRPr="00F95FBD" w:rsidRDefault="00D17984" w:rsidP="00C84CE9">
            <w:pPr>
              <w:pStyle w:val="Tabulka"/>
            </w:pPr>
            <w:r w:rsidRPr="00F95FBD">
              <w:t>Adresa</w:t>
            </w:r>
          </w:p>
        </w:tc>
        <w:tc>
          <w:tcPr>
            <w:tcW w:w="5812" w:type="dxa"/>
          </w:tcPr>
          <w:p w14:paraId="50E4BFDC"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37057C1C"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E6083C7" w14:textId="77777777" w:rsidR="00D17984" w:rsidRPr="00F95FBD" w:rsidRDefault="00D17984" w:rsidP="00C84CE9">
            <w:pPr>
              <w:pStyle w:val="Tabulka"/>
            </w:pPr>
            <w:r w:rsidRPr="00F95FBD">
              <w:t>E-mail</w:t>
            </w:r>
          </w:p>
        </w:tc>
        <w:tc>
          <w:tcPr>
            <w:tcW w:w="5812" w:type="dxa"/>
          </w:tcPr>
          <w:p w14:paraId="47AC45FB"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1419C37B"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877146A" w14:textId="77777777" w:rsidR="00D17984" w:rsidRPr="00F95FBD" w:rsidRDefault="00D17984" w:rsidP="00C84CE9">
            <w:pPr>
              <w:pStyle w:val="Tabulka"/>
            </w:pPr>
            <w:r w:rsidRPr="00F95FBD">
              <w:t>Telefon</w:t>
            </w:r>
          </w:p>
        </w:tc>
        <w:tc>
          <w:tcPr>
            <w:tcW w:w="5812" w:type="dxa"/>
          </w:tcPr>
          <w:p w14:paraId="3B5702F8"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6D01ED" w14:textId="77777777" w:rsidR="00D17984" w:rsidRPr="00F95FBD" w:rsidRDefault="00D17984" w:rsidP="00D17984">
      <w:pPr>
        <w:pStyle w:val="Tabulka"/>
      </w:pPr>
    </w:p>
    <w:p w14:paraId="5FEFBC6F" w14:textId="77777777" w:rsidR="00D17984" w:rsidRPr="00F95FBD" w:rsidRDefault="00D17984" w:rsidP="00D17984">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D17984" w:rsidRPr="00F95FBD" w14:paraId="15ADA659"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1CD847"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CA1C91F" w14:textId="77777777" w:rsidR="00D17984" w:rsidRPr="00F95FBD" w:rsidRDefault="00D17984" w:rsidP="00C84CE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7984" w:rsidRPr="00F95FBD" w14:paraId="4E6E4CC6"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41D35004" w14:textId="77777777" w:rsidR="00D17984" w:rsidRPr="00F95FBD" w:rsidRDefault="00D17984" w:rsidP="00C84CE9">
            <w:pPr>
              <w:pStyle w:val="Tabulka"/>
            </w:pPr>
            <w:r w:rsidRPr="00F95FBD">
              <w:t>Adresa</w:t>
            </w:r>
          </w:p>
        </w:tc>
        <w:tc>
          <w:tcPr>
            <w:tcW w:w="5812" w:type="dxa"/>
          </w:tcPr>
          <w:p w14:paraId="62B17F52"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56A7157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7884158D" w14:textId="77777777" w:rsidR="00D17984" w:rsidRPr="00F95FBD" w:rsidRDefault="00D17984" w:rsidP="00C84CE9">
            <w:pPr>
              <w:pStyle w:val="Tabulka"/>
            </w:pPr>
            <w:r w:rsidRPr="00F95FBD">
              <w:t>E-mail</w:t>
            </w:r>
          </w:p>
        </w:tc>
        <w:tc>
          <w:tcPr>
            <w:tcW w:w="5812" w:type="dxa"/>
          </w:tcPr>
          <w:p w14:paraId="7E3BC951"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49D804BA"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2EE9B57" w14:textId="77777777" w:rsidR="00D17984" w:rsidRPr="00F95FBD" w:rsidRDefault="00D17984" w:rsidP="00C84CE9">
            <w:pPr>
              <w:pStyle w:val="Tabulka"/>
            </w:pPr>
            <w:r w:rsidRPr="00F95FBD">
              <w:t>Telefon</w:t>
            </w:r>
          </w:p>
        </w:tc>
        <w:tc>
          <w:tcPr>
            <w:tcW w:w="5812" w:type="dxa"/>
          </w:tcPr>
          <w:p w14:paraId="76CA4C24"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3A32F3" w14:textId="77777777" w:rsidR="00D17984" w:rsidRPr="00F95FBD" w:rsidRDefault="00D17984" w:rsidP="00D17984">
      <w:pPr>
        <w:pStyle w:val="Tabulka"/>
      </w:pPr>
    </w:p>
    <w:p w14:paraId="76C19D3E" w14:textId="77777777" w:rsidR="00D17984" w:rsidRPr="00F95FBD" w:rsidRDefault="00D17984" w:rsidP="00D17984">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D17984" w:rsidRPr="00F95FBD" w14:paraId="0B39C1AD"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BA5539"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36455BC" w14:textId="77777777" w:rsidR="00D17984" w:rsidRPr="00F95FBD" w:rsidRDefault="00D17984" w:rsidP="00C84CE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7984" w:rsidRPr="00F95FBD" w14:paraId="7FAE71E6"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41C7BC0D" w14:textId="77777777" w:rsidR="00D17984" w:rsidRPr="00F95FBD" w:rsidRDefault="00D17984" w:rsidP="00C84CE9">
            <w:pPr>
              <w:pStyle w:val="Tabulka"/>
            </w:pPr>
            <w:r w:rsidRPr="00F95FBD">
              <w:t>Adresa</w:t>
            </w:r>
          </w:p>
        </w:tc>
        <w:tc>
          <w:tcPr>
            <w:tcW w:w="5812" w:type="dxa"/>
          </w:tcPr>
          <w:p w14:paraId="26860D06"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64F19D4E"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25472C6" w14:textId="77777777" w:rsidR="00D17984" w:rsidRPr="00F95FBD" w:rsidRDefault="00D17984" w:rsidP="00C84CE9">
            <w:pPr>
              <w:pStyle w:val="Tabulka"/>
            </w:pPr>
            <w:r w:rsidRPr="00F95FBD">
              <w:t>E-mail</w:t>
            </w:r>
          </w:p>
        </w:tc>
        <w:tc>
          <w:tcPr>
            <w:tcW w:w="5812" w:type="dxa"/>
          </w:tcPr>
          <w:p w14:paraId="5CC3F743"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1BB7726F"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42C9C9E" w14:textId="77777777" w:rsidR="00D17984" w:rsidRPr="00F95FBD" w:rsidRDefault="00D17984" w:rsidP="00C84CE9">
            <w:pPr>
              <w:pStyle w:val="Tabulka"/>
            </w:pPr>
            <w:r w:rsidRPr="00F95FBD">
              <w:t>Telefon</w:t>
            </w:r>
          </w:p>
        </w:tc>
        <w:tc>
          <w:tcPr>
            <w:tcW w:w="5812" w:type="dxa"/>
          </w:tcPr>
          <w:p w14:paraId="5E8126B9"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ADBD07" w14:textId="77777777" w:rsidR="00D17984" w:rsidRPr="00F95FBD" w:rsidRDefault="00D17984" w:rsidP="00D17984">
      <w:pPr>
        <w:pStyle w:val="Tabulka"/>
      </w:pPr>
    </w:p>
    <w:p w14:paraId="0F3991EF" w14:textId="77777777" w:rsidR="00D17984" w:rsidRPr="00F95FBD" w:rsidRDefault="00D17984" w:rsidP="00D17984">
      <w:pPr>
        <w:pStyle w:val="Nadpistabulky"/>
        <w:rPr>
          <w:sz w:val="18"/>
          <w:szCs w:val="18"/>
        </w:rPr>
      </w:pPr>
      <w:r>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D17984" w:rsidRPr="00F95FBD" w14:paraId="503A3F68" w14:textId="77777777" w:rsidTr="00C84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A02FE1" w14:textId="77777777" w:rsidR="00D17984" w:rsidRPr="00F95FBD" w:rsidRDefault="00D17984" w:rsidP="00C84CE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598B1A" w14:textId="77777777" w:rsidR="00D17984" w:rsidRPr="00F95FBD" w:rsidRDefault="00D17984" w:rsidP="00C84CE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7984" w:rsidRPr="00F95FBD" w14:paraId="5B9D2E11"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659F6640" w14:textId="77777777" w:rsidR="00D17984" w:rsidRPr="00F95FBD" w:rsidRDefault="00D17984" w:rsidP="00C84CE9">
            <w:pPr>
              <w:pStyle w:val="Tabulka"/>
            </w:pPr>
            <w:r w:rsidRPr="00F95FBD">
              <w:t>Adresa</w:t>
            </w:r>
          </w:p>
        </w:tc>
        <w:tc>
          <w:tcPr>
            <w:tcW w:w="5812" w:type="dxa"/>
          </w:tcPr>
          <w:p w14:paraId="2F228D8D"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1242AFB2"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37FD25D5" w14:textId="77777777" w:rsidR="00D17984" w:rsidRPr="00F95FBD" w:rsidRDefault="00D17984" w:rsidP="00C84CE9">
            <w:pPr>
              <w:pStyle w:val="Tabulka"/>
            </w:pPr>
            <w:r w:rsidRPr="00F95FBD">
              <w:t>E-mail</w:t>
            </w:r>
          </w:p>
        </w:tc>
        <w:tc>
          <w:tcPr>
            <w:tcW w:w="5812" w:type="dxa"/>
          </w:tcPr>
          <w:p w14:paraId="05A12630"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7984" w:rsidRPr="00F95FBD" w14:paraId="2E4E1174" w14:textId="77777777" w:rsidTr="00C84CE9">
        <w:tc>
          <w:tcPr>
            <w:cnfStyle w:val="001000000000" w:firstRow="0" w:lastRow="0" w:firstColumn="1" w:lastColumn="0" w:oddVBand="0" w:evenVBand="0" w:oddHBand="0" w:evenHBand="0" w:firstRowFirstColumn="0" w:firstRowLastColumn="0" w:lastRowFirstColumn="0" w:lastRowLastColumn="0"/>
            <w:tcW w:w="3056" w:type="dxa"/>
          </w:tcPr>
          <w:p w14:paraId="235AF23E" w14:textId="77777777" w:rsidR="00D17984" w:rsidRPr="00F95FBD" w:rsidRDefault="00D17984" w:rsidP="00C84CE9">
            <w:pPr>
              <w:pStyle w:val="Tabulka"/>
            </w:pPr>
            <w:r w:rsidRPr="00F95FBD">
              <w:t>Telefon</w:t>
            </w:r>
          </w:p>
        </w:tc>
        <w:tc>
          <w:tcPr>
            <w:tcW w:w="5812" w:type="dxa"/>
          </w:tcPr>
          <w:p w14:paraId="730BFF4D" w14:textId="77777777" w:rsidR="00D17984" w:rsidRPr="00F95FBD" w:rsidRDefault="00D17984" w:rsidP="00C84CE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D106048" w14:textId="77777777" w:rsidR="0071250F" w:rsidRDefault="0071250F" w:rsidP="0071250F">
      <w:pPr>
        <w:pStyle w:val="Tabulka"/>
      </w:pPr>
    </w:p>
    <w:p w14:paraId="0984D9EE" w14:textId="77777777" w:rsidR="0071250F" w:rsidRDefault="0071250F"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E3F3BA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D17984">
              <w:t>30</w:t>
            </w:r>
            <w:r w:rsidR="00797D48" w:rsidRPr="00D17984">
              <w:t xml:space="preserve"> </w:t>
            </w:r>
            <w:r w:rsidRPr="00D17984">
              <w:t>mil. Kč na jednu pojistnou událost</w:t>
            </w:r>
            <w:r w:rsidR="00A349C6" w:rsidRPr="00D17984">
              <w:t xml:space="preserve"> a </w:t>
            </w:r>
            <w:r w:rsidR="00D17984" w:rsidRPr="00D17984">
              <w:t>60</w:t>
            </w:r>
            <w:r w:rsidR="00797D48" w:rsidRPr="00D17984">
              <w:t xml:space="preserve"> </w:t>
            </w:r>
            <w:r w:rsidRPr="00D17984">
              <w:t>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0AE75" w14:textId="77777777" w:rsidR="00EE5A57" w:rsidRDefault="00EE5A57" w:rsidP="00962258">
      <w:pPr>
        <w:spacing w:after="0" w:line="240" w:lineRule="auto"/>
      </w:pPr>
      <w:r>
        <w:separator/>
      </w:r>
    </w:p>
  </w:endnote>
  <w:endnote w:type="continuationSeparator" w:id="0">
    <w:p w14:paraId="2C0FD436" w14:textId="77777777" w:rsidR="00EE5A57" w:rsidRDefault="00EE5A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4CC95CD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549CA97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3C77FBDC"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3F3E">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26360F7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7CD53AE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23A50E1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1CEFACBC"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3F3E">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30AA796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0D2154B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815890670" name="Obrázek 81589067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00E27EF8"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5002718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4EA94F7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F3E">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DBC7F" w14:textId="77777777" w:rsidR="00EE5A57" w:rsidRDefault="00EE5A57" w:rsidP="00962258">
      <w:pPr>
        <w:spacing w:after="0" w:line="240" w:lineRule="auto"/>
      </w:pPr>
      <w:r>
        <w:separator/>
      </w:r>
    </w:p>
  </w:footnote>
  <w:footnote w:type="continuationSeparator" w:id="0">
    <w:p w14:paraId="632021F3" w14:textId="77777777" w:rsidR="00EE5A57" w:rsidRDefault="00EE5A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30624787" w:rsidR="00200C2E" w:rsidRPr="00B8518B" w:rsidRDefault="00200C2E" w:rsidP="00FC6389">
          <w:pPr>
            <w:pStyle w:val="Zpat"/>
            <w:rPr>
              <w:rStyle w:val="slostrnky"/>
            </w:rPr>
          </w:pPr>
        </w:p>
      </w:tc>
      <w:tc>
        <w:tcPr>
          <w:tcW w:w="3458" w:type="dxa"/>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1380046287" name="Obrázek 138004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tcMar>
            <w:left w:w="0" w:type="dxa"/>
            <w:right w:w="0" w:type="dxa"/>
          </w:tcMar>
        </w:tcPr>
        <w:p w14:paraId="4370F074" w14:textId="77777777" w:rsidR="00200C2E" w:rsidRDefault="00200C2E" w:rsidP="00FC6389">
          <w:pPr>
            <w:pStyle w:val="Zpat"/>
          </w:pPr>
        </w:p>
      </w:tc>
      <w:tc>
        <w:tcPr>
          <w:tcW w:w="5756" w:type="dxa"/>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17FC965A"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0FE0712B"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22CC3A2C"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1F15CFA9"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6DFD0781"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2F8DCCF8"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05BFF104"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0F95ED5E"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5020A63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B22C79"/>
    <w:multiLevelType w:val="hybridMultilevel"/>
    <w:tmpl w:val="D1E82F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7"/>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6"/>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75859402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44B7A"/>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066E"/>
    <w:rsid w:val="00141B49"/>
    <w:rsid w:val="00143EC0"/>
    <w:rsid w:val="0014753B"/>
    <w:rsid w:val="00155EB3"/>
    <w:rsid w:val="00162E37"/>
    <w:rsid w:val="001656A2"/>
    <w:rsid w:val="00165977"/>
    <w:rsid w:val="00165A7B"/>
    <w:rsid w:val="00170EC5"/>
    <w:rsid w:val="00173A70"/>
    <w:rsid w:val="001747C1"/>
    <w:rsid w:val="00175FB0"/>
    <w:rsid w:val="00177D6B"/>
    <w:rsid w:val="00182621"/>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049E"/>
    <w:rsid w:val="00261A5B"/>
    <w:rsid w:val="00262E5B"/>
    <w:rsid w:val="00276AFE"/>
    <w:rsid w:val="002774BB"/>
    <w:rsid w:val="00277FD9"/>
    <w:rsid w:val="00286282"/>
    <w:rsid w:val="002902E1"/>
    <w:rsid w:val="00292222"/>
    <w:rsid w:val="00296B4A"/>
    <w:rsid w:val="002A3B57"/>
    <w:rsid w:val="002A474D"/>
    <w:rsid w:val="002A7B96"/>
    <w:rsid w:val="002B7B6E"/>
    <w:rsid w:val="002C03CB"/>
    <w:rsid w:val="002C0721"/>
    <w:rsid w:val="002C0FB1"/>
    <w:rsid w:val="002C31BF"/>
    <w:rsid w:val="002C4037"/>
    <w:rsid w:val="002D7D60"/>
    <w:rsid w:val="002D7D8A"/>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6C9D"/>
    <w:rsid w:val="00327EEF"/>
    <w:rsid w:val="0033239F"/>
    <w:rsid w:val="00335132"/>
    <w:rsid w:val="00336825"/>
    <w:rsid w:val="0034274B"/>
    <w:rsid w:val="00342DC7"/>
    <w:rsid w:val="00343824"/>
    <w:rsid w:val="0034719F"/>
    <w:rsid w:val="00350A35"/>
    <w:rsid w:val="003571D8"/>
    <w:rsid w:val="00357BC6"/>
    <w:rsid w:val="003610C9"/>
    <w:rsid w:val="00361422"/>
    <w:rsid w:val="00363041"/>
    <w:rsid w:val="00364977"/>
    <w:rsid w:val="00364E52"/>
    <w:rsid w:val="0037545D"/>
    <w:rsid w:val="00376660"/>
    <w:rsid w:val="003767EA"/>
    <w:rsid w:val="00384CDA"/>
    <w:rsid w:val="00384ECC"/>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6615"/>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1EC7"/>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14E16"/>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6A82"/>
    <w:rsid w:val="006E0578"/>
    <w:rsid w:val="006E1DF8"/>
    <w:rsid w:val="006E314D"/>
    <w:rsid w:val="006E7284"/>
    <w:rsid w:val="006E7799"/>
    <w:rsid w:val="006F4030"/>
    <w:rsid w:val="006F5391"/>
    <w:rsid w:val="00704A28"/>
    <w:rsid w:val="00704D1E"/>
    <w:rsid w:val="00710723"/>
    <w:rsid w:val="0071250F"/>
    <w:rsid w:val="007145F3"/>
    <w:rsid w:val="007215A0"/>
    <w:rsid w:val="00723ED1"/>
    <w:rsid w:val="0072549E"/>
    <w:rsid w:val="00727BBE"/>
    <w:rsid w:val="00731F47"/>
    <w:rsid w:val="00740AF5"/>
    <w:rsid w:val="00743525"/>
    <w:rsid w:val="0074387F"/>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1B8A"/>
    <w:rsid w:val="007B3A3D"/>
    <w:rsid w:val="007B3D48"/>
    <w:rsid w:val="007B4E98"/>
    <w:rsid w:val="007B570C"/>
    <w:rsid w:val="007B7C04"/>
    <w:rsid w:val="007C5289"/>
    <w:rsid w:val="007C567F"/>
    <w:rsid w:val="007D26F9"/>
    <w:rsid w:val="007D7606"/>
    <w:rsid w:val="007D7DEB"/>
    <w:rsid w:val="007E17DE"/>
    <w:rsid w:val="007E1986"/>
    <w:rsid w:val="007E38E1"/>
    <w:rsid w:val="007E4A6E"/>
    <w:rsid w:val="007F56A7"/>
    <w:rsid w:val="00800851"/>
    <w:rsid w:val="00805782"/>
    <w:rsid w:val="00806EA1"/>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2950"/>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3F3E"/>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5A3F"/>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2F21"/>
    <w:rsid w:val="00C35D20"/>
    <w:rsid w:val="00C3647F"/>
    <w:rsid w:val="00C3768B"/>
    <w:rsid w:val="00C377E4"/>
    <w:rsid w:val="00C41A5B"/>
    <w:rsid w:val="00C42FE6"/>
    <w:rsid w:val="00C44F6A"/>
    <w:rsid w:val="00C4638F"/>
    <w:rsid w:val="00C5664D"/>
    <w:rsid w:val="00C6198E"/>
    <w:rsid w:val="00C7082C"/>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17984"/>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2F4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07D7"/>
    <w:rsid w:val="00EE4A97"/>
    <w:rsid w:val="00EE5A5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59A2"/>
    <w:rsid w:val="00F46371"/>
    <w:rsid w:val="00F4722B"/>
    <w:rsid w:val="00F51870"/>
    <w:rsid w:val="00F51FD9"/>
    <w:rsid w:val="00F54432"/>
    <w:rsid w:val="00F566DC"/>
    <w:rsid w:val="00F65035"/>
    <w:rsid w:val="00F659EB"/>
    <w:rsid w:val="00F661C4"/>
    <w:rsid w:val="00F679DB"/>
    <w:rsid w:val="00F70FF2"/>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jan.jasa@sgs.com"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Pokornyjar@spravazeleznic.cz" TargetMode="External"/><Relationship Id="rId38" Type="http://schemas.openxmlformats.org/officeDocument/2006/relationships/footer" Target="footer14.xm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Lepeskova@spravazeleznic.cz" TargetMode="Externa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jan.jasa@sgs.com" TargetMode="Externa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18.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Vancura@spravazeleznic.cz" TargetMode="External"/><Relationship Id="rId43" Type="http://schemas.openxmlformats.org/officeDocument/2006/relationships/header" Target="header8.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242</TotalTime>
  <Pages>34</Pages>
  <Words>6112</Words>
  <Characters>36061</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Helcl Tomáš, DiS.</cp:lastModifiedBy>
  <cp:revision>77</cp:revision>
  <cp:lastPrinted>2023-04-25T11:25:00Z</cp:lastPrinted>
  <dcterms:created xsi:type="dcterms:W3CDTF">2024-08-07T13:14:00Z</dcterms:created>
  <dcterms:modified xsi:type="dcterms:W3CDTF">2025-08-26T07:32:00Z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