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274719A9" w:rsidR="009B6D48" w:rsidRPr="009806FE" w:rsidRDefault="002845DF" w:rsidP="009B6D48">
      <w:bookmarkStart w:id="0" w:name="_Toc157504217"/>
      <w:r w:rsidRPr="009806FE">
        <w:t xml:space="preserve">Příloha č. </w:t>
      </w:r>
      <w:r w:rsidR="009806FE" w:rsidRPr="009806FE">
        <w:t xml:space="preserve">3 </w:t>
      </w:r>
      <w:r w:rsidR="005E71DC" w:rsidRPr="009806FE">
        <w:t>Smlouvy o dílo</w:t>
      </w:r>
    </w:p>
    <w:bookmarkEnd w:id="0"/>
    <w:p w14:paraId="5D1D0490" w14:textId="5648553A" w:rsidR="005E71DC" w:rsidRDefault="005E71DC" w:rsidP="005E71DC">
      <w:pPr>
        <w:pStyle w:val="Nadpis2"/>
      </w:pPr>
      <w:r w:rsidRPr="009806FE">
        <w:t>Ceník</w:t>
      </w:r>
      <w:bookmarkStart w:id="1" w:name="_Toc157504218"/>
      <w:bookmarkEnd w:id="1"/>
    </w:p>
    <w:bookmarkStart w:id="2" w:name="_MON_1758008806"/>
    <w:bookmarkEnd w:id="2"/>
    <w:p w14:paraId="7CE324D9" w14:textId="5A2DF0DE" w:rsidR="005E71DC" w:rsidRDefault="00BE0BF1" w:rsidP="005E71DC">
      <w:pPr>
        <w:rPr>
          <w:rStyle w:val="Siln"/>
        </w:rPr>
      </w:pPr>
      <w:r>
        <w:rPr>
          <w:rStyle w:val="Siln"/>
        </w:rPr>
        <w:object w:dxaOrig="10335" w:dyaOrig="5873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4.25pt;height:272.25pt" o:ole="">
            <v:imagedata r:id="rId9" o:title=""/>
          </v:shape>
          <o:OLEObject Type="Embed" ProgID="Excel.Sheet.12" ShapeID="_x0000_i1025" DrawAspect="Content" ObjectID="_1816404694" r:id="rId10"/>
        </w:object>
      </w:r>
    </w:p>
    <w:p w14:paraId="36FBD763" w14:textId="77777777" w:rsidR="003727EC" w:rsidRDefault="003727EC" w:rsidP="004702AA"/>
    <w:sectPr w:rsidR="003727EC" w:rsidSect="009806FE">
      <w:headerReference w:type="even" r:id="rId11"/>
      <w:head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1ACA9" w14:textId="77777777" w:rsidR="00BB355F" w:rsidRDefault="00BB355F" w:rsidP="00E83903">
      <w:pPr>
        <w:spacing w:before="0" w:after="0" w:line="240" w:lineRule="auto"/>
      </w:pPr>
      <w:r>
        <w:separator/>
      </w:r>
    </w:p>
  </w:endnote>
  <w:endnote w:type="continuationSeparator" w:id="0">
    <w:p w14:paraId="539CA020" w14:textId="77777777" w:rsidR="00BB355F" w:rsidRDefault="00BB355F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F8C4F" w14:textId="77777777" w:rsidR="00BB355F" w:rsidRDefault="00BB355F" w:rsidP="00E83903">
      <w:pPr>
        <w:spacing w:before="0" w:after="0" w:line="240" w:lineRule="auto"/>
      </w:pPr>
      <w:r>
        <w:separator/>
      </w:r>
    </w:p>
  </w:footnote>
  <w:footnote w:type="continuationSeparator" w:id="0">
    <w:p w14:paraId="79E9C477" w14:textId="77777777" w:rsidR="00BB355F" w:rsidRDefault="00BB355F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883D" w14:textId="1F8DE57C" w:rsidR="009806FE" w:rsidRDefault="009806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9D66" w14:textId="33A6C2DA" w:rsidR="009806FE" w:rsidRDefault="009806F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1A0F0" w14:textId="50143E4C" w:rsidR="009806FE" w:rsidRDefault="009806F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51BCC"/>
    <w:rsid w:val="00127826"/>
    <w:rsid w:val="001F02C7"/>
    <w:rsid w:val="002845DF"/>
    <w:rsid w:val="003727EC"/>
    <w:rsid w:val="00440A8C"/>
    <w:rsid w:val="004702AA"/>
    <w:rsid w:val="004E7958"/>
    <w:rsid w:val="005E71DC"/>
    <w:rsid w:val="0080301E"/>
    <w:rsid w:val="008A65C1"/>
    <w:rsid w:val="008F34F0"/>
    <w:rsid w:val="009806FE"/>
    <w:rsid w:val="009B6D48"/>
    <w:rsid w:val="00BB355F"/>
    <w:rsid w:val="00BE0BF1"/>
    <w:rsid w:val="00BF6A6B"/>
    <w:rsid w:val="00E83903"/>
    <w:rsid w:val="00EF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42CFBE-EBB6-4448-A7C0-38563B54D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Strnadová Dagmar</cp:lastModifiedBy>
  <cp:revision>8</cp:revision>
  <cp:lastPrinted>2025-08-11T06:05:00Z</cp:lastPrinted>
  <dcterms:created xsi:type="dcterms:W3CDTF">2024-02-05T09:54:00Z</dcterms:created>
  <dcterms:modified xsi:type="dcterms:W3CDTF">2025-08-11T06:05:00Z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