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EC916" w14:textId="0A0AF89E" w:rsidR="004E2079" w:rsidRDefault="004E2079" w:rsidP="001D3A98">
      <w:pPr>
        <w:tabs>
          <w:tab w:val="left" w:pos="1680"/>
        </w:tabs>
        <w:rPr>
          <w:rFonts w:ascii="Verdana" w:hAnsi="Verdana"/>
          <w:b/>
          <w:sz w:val="24"/>
          <w:szCs w:val="24"/>
          <w:u w:val="single"/>
        </w:rPr>
      </w:pPr>
    </w:p>
    <w:p w14:paraId="34A23730" w14:textId="77777777" w:rsidR="004E2079" w:rsidRPr="004E2079" w:rsidRDefault="004E2079" w:rsidP="004E2079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bCs/>
        </w:rPr>
      </w:pPr>
    </w:p>
    <w:p w14:paraId="49B44EC6" w14:textId="4E2BF99D" w:rsidR="004E2079" w:rsidRPr="004E2079" w:rsidRDefault="004E2079" w:rsidP="004E2079">
      <w:pPr>
        <w:jc w:val="center"/>
        <w:rPr>
          <w:rFonts w:ascii="Verdana" w:hAnsi="Verdana" w:cs="Calibri"/>
          <w:b/>
          <w:bCs/>
          <w:color w:val="0070C0"/>
          <w:sz w:val="28"/>
          <w:szCs w:val="28"/>
        </w:rPr>
      </w:pPr>
      <w:r w:rsidRPr="004E2079">
        <w:rPr>
          <w:rFonts w:ascii="Verdana" w:hAnsi="Verdana" w:cs="Calibri"/>
          <w:b/>
          <w:bCs/>
          <w:color w:val="0070C0"/>
          <w:sz w:val="28"/>
          <w:szCs w:val="28"/>
        </w:rPr>
        <w:t>Bližší specifikace předmětu plnění</w:t>
      </w:r>
    </w:p>
    <w:p w14:paraId="0CB07CF0" w14:textId="77777777" w:rsidR="004E2079" w:rsidRDefault="004E2079" w:rsidP="004E2079">
      <w:pPr>
        <w:jc w:val="center"/>
        <w:rPr>
          <w:rFonts w:ascii="Verdana" w:hAnsi="Verdana" w:cs="Calibri"/>
          <w:b/>
          <w:bCs/>
          <w:color w:val="0070C0"/>
        </w:rPr>
      </w:pPr>
    </w:p>
    <w:p w14:paraId="2834F50A" w14:textId="77777777" w:rsidR="004E2079" w:rsidRDefault="004E2079" w:rsidP="004E2079">
      <w:pPr>
        <w:jc w:val="center"/>
        <w:rPr>
          <w:rFonts w:ascii="Verdana" w:hAnsi="Verdana"/>
          <w:b/>
          <w:sz w:val="24"/>
          <w:szCs w:val="24"/>
          <w:u w:val="single"/>
        </w:rPr>
      </w:pPr>
    </w:p>
    <w:p w14:paraId="27D752FA" w14:textId="30C944E2" w:rsidR="00904A59" w:rsidRPr="004E2079" w:rsidRDefault="009B6202" w:rsidP="004E2079">
      <w:pPr>
        <w:rPr>
          <w:rFonts w:ascii="Verdana" w:hAnsi="Verdana"/>
          <w:b/>
          <w:sz w:val="18"/>
          <w:szCs w:val="18"/>
          <w:u w:val="single"/>
        </w:rPr>
      </w:pPr>
      <w:r w:rsidRPr="004E2079">
        <w:rPr>
          <w:rFonts w:ascii="Verdana" w:hAnsi="Verdana"/>
          <w:b/>
          <w:sz w:val="18"/>
          <w:szCs w:val="18"/>
          <w:u w:val="single"/>
        </w:rPr>
        <w:t>Š</w:t>
      </w:r>
      <w:r w:rsidR="002274C7" w:rsidRPr="004E2079">
        <w:rPr>
          <w:rFonts w:ascii="Verdana" w:hAnsi="Verdana"/>
          <w:b/>
          <w:sz w:val="18"/>
          <w:szCs w:val="18"/>
          <w:u w:val="single"/>
        </w:rPr>
        <w:t>těp</w:t>
      </w:r>
      <w:r w:rsidRPr="004E2079">
        <w:rPr>
          <w:rFonts w:ascii="Verdana" w:hAnsi="Verdana"/>
          <w:b/>
          <w:sz w:val="18"/>
          <w:szCs w:val="18"/>
          <w:u w:val="single"/>
        </w:rPr>
        <w:t>kovač</w:t>
      </w:r>
      <w:r w:rsidR="00C31250" w:rsidRPr="004E2079">
        <w:rPr>
          <w:rFonts w:ascii="Verdana" w:hAnsi="Verdana"/>
          <w:b/>
          <w:sz w:val="18"/>
          <w:szCs w:val="18"/>
          <w:u w:val="single"/>
        </w:rPr>
        <w:t xml:space="preserve"> </w:t>
      </w:r>
      <w:r w:rsidR="007638CA" w:rsidRPr="004E2079">
        <w:rPr>
          <w:rFonts w:ascii="Verdana" w:hAnsi="Verdana"/>
          <w:b/>
          <w:sz w:val="18"/>
          <w:szCs w:val="18"/>
          <w:u w:val="single"/>
        </w:rPr>
        <w:t>na pásovém podvozku</w:t>
      </w:r>
      <w:r w:rsidR="004E2079" w:rsidRPr="004E2079">
        <w:rPr>
          <w:rFonts w:ascii="Verdana" w:hAnsi="Verdana"/>
          <w:b/>
          <w:sz w:val="18"/>
          <w:szCs w:val="18"/>
          <w:u w:val="single"/>
        </w:rPr>
        <w:t xml:space="preserve"> </w:t>
      </w:r>
      <w:r w:rsidR="004E2079" w:rsidRPr="004E2079">
        <w:rPr>
          <w:rFonts w:ascii="Verdana" w:hAnsi="Verdana"/>
          <w:bCs/>
          <w:sz w:val="18"/>
          <w:szCs w:val="18"/>
        </w:rPr>
        <w:t>(</w:t>
      </w:r>
      <w:r w:rsidR="00904A59" w:rsidRPr="004E2079">
        <w:rPr>
          <w:rFonts w:ascii="Verdana" w:hAnsi="Verdana"/>
          <w:b/>
          <w:sz w:val="18"/>
          <w:szCs w:val="18"/>
        </w:rPr>
        <w:t>Technické parametry</w:t>
      </w:r>
      <w:r w:rsidR="004E2079" w:rsidRPr="004E2079">
        <w:rPr>
          <w:rFonts w:ascii="Verdana" w:hAnsi="Verdana"/>
          <w:b/>
          <w:sz w:val="18"/>
          <w:szCs w:val="18"/>
        </w:rPr>
        <w:t>)</w:t>
      </w:r>
    </w:p>
    <w:p w14:paraId="1CD78EC5" w14:textId="77777777" w:rsidR="00C31250" w:rsidRPr="00195DD5" w:rsidRDefault="00C31250" w:rsidP="00904A59">
      <w:pPr>
        <w:rPr>
          <w:rFonts w:ascii="Verdana" w:hAnsi="Verdana"/>
        </w:rPr>
      </w:pPr>
    </w:p>
    <w:p w14:paraId="2CC85554" w14:textId="3B92DAF8" w:rsidR="00F74A12" w:rsidRPr="004E2079" w:rsidRDefault="00F74A12" w:rsidP="00F74A12">
      <w:pPr>
        <w:tabs>
          <w:tab w:val="left" w:pos="2694"/>
        </w:tabs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>Délka:</w:t>
      </w:r>
      <w:r w:rsidRPr="004E2079">
        <w:rPr>
          <w:rFonts w:ascii="Verdana" w:hAnsi="Verdana"/>
          <w:sz w:val="18"/>
          <w:szCs w:val="18"/>
        </w:rPr>
        <w:tab/>
      </w:r>
      <w:r w:rsidR="00195DD5" w:rsidRPr="004E2079">
        <w:rPr>
          <w:rFonts w:ascii="Verdana" w:hAnsi="Verdana"/>
          <w:sz w:val="18"/>
          <w:szCs w:val="18"/>
        </w:rPr>
        <w:t>max</w:t>
      </w:r>
      <w:r w:rsidR="00904A59" w:rsidRPr="004E2079">
        <w:rPr>
          <w:rFonts w:ascii="Verdana" w:hAnsi="Verdana"/>
          <w:sz w:val="18"/>
          <w:szCs w:val="18"/>
        </w:rPr>
        <w:t xml:space="preserve"> 2610 mm (2250 přepravní) </w:t>
      </w:r>
    </w:p>
    <w:p w14:paraId="7CBE87A7" w14:textId="3DB13EA8" w:rsidR="00904A59" w:rsidRPr="004E2079" w:rsidRDefault="00F74A12" w:rsidP="00F74A12">
      <w:pPr>
        <w:tabs>
          <w:tab w:val="left" w:pos="2694"/>
        </w:tabs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>Šířka:</w:t>
      </w:r>
      <w:r w:rsidRPr="004E2079">
        <w:rPr>
          <w:rFonts w:ascii="Verdana" w:hAnsi="Verdana"/>
          <w:sz w:val="18"/>
          <w:szCs w:val="18"/>
        </w:rPr>
        <w:tab/>
      </w:r>
      <w:r w:rsidR="00195DD5" w:rsidRPr="004E2079">
        <w:rPr>
          <w:rFonts w:ascii="Verdana" w:hAnsi="Verdana"/>
          <w:sz w:val="18"/>
          <w:szCs w:val="18"/>
        </w:rPr>
        <w:t>max</w:t>
      </w:r>
      <w:r w:rsidR="00904A59" w:rsidRPr="004E2079">
        <w:rPr>
          <w:rFonts w:ascii="Verdana" w:hAnsi="Verdana"/>
          <w:sz w:val="18"/>
          <w:szCs w:val="18"/>
        </w:rPr>
        <w:t xml:space="preserve"> 1440 mm </w:t>
      </w:r>
    </w:p>
    <w:p w14:paraId="34671DDC" w14:textId="60D11F05" w:rsidR="00904A59" w:rsidRPr="004E2079" w:rsidRDefault="00F74A12" w:rsidP="00F74A12">
      <w:pPr>
        <w:tabs>
          <w:tab w:val="left" w:pos="2694"/>
        </w:tabs>
        <w:rPr>
          <w:rFonts w:ascii="Verdana" w:hAnsi="Verdana"/>
          <w:sz w:val="18"/>
          <w:szCs w:val="18"/>
        </w:rPr>
      </w:pPr>
      <w:proofErr w:type="gramStart"/>
      <w:r w:rsidRPr="004E2079">
        <w:rPr>
          <w:rFonts w:ascii="Verdana" w:hAnsi="Verdana"/>
          <w:sz w:val="18"/>
          <w:szCs w:val="18"/>
        </w:rPr>
        <w:t>Výška:</w:t>
      </w:r>
      <w:r w:rsidR="00904A59" w:rsidRPr="004E2079">
        <w:rPr>
          <w:rFonts w:ascii="Verdana" w:hAnsi="Verdana"/>
          <w:sz w:val="18"/>
          <w:szCs w:val="18"/>
        </w:rPr>
        <w:t xml:space="preserve">   </w:t>
      </w:r>
      <w:proofErr w:type="gramEnd"/>
      <w:r w:rsidR="00904A59" w:rsidRPr="004E2079">
        <w:rPr>
          <w:rFonts w:ascii="Verdana" w:hAnsi="Verdana"/>
          <w:sz w:val="18"/>
          <w:szCs w:val="18"/>
        </w:rPr>
        <w:t xml:space="preserve">           </w:t>
      </w:r>
      <w:r w:rsidRPr="004E2079">
        <w:rPr>
          <w:rFonts w:ascii="Verdana" w:hAnsi="Verdana"/>
          <w:sz w:val="18"/>
          <w:szCs w:val="18"/>
        </w:rPr>
        <w:tab/>
      </w:r>
      <w:r w:rsidR="00195DD5" w:rsidRPr="004E2079">
        <w:rPr>
          <w:rFonts w:ascii="Verdana" w:hAnsi="Verdana"/>
          <w:sz w:val="18"/>
          <w:szCs w:val="18"/>
        </w:rPr>
        <w:t>max</w:t>
      </w:r>
      <w:r w:rsidR="00904A59" w:rsidRPr="004E2079">
        <w:rPr>
          <w:rFonts w:ascii="Verdana" w:hAnsi="Verdana"/>
          <w:sz w:val="18"/>
          <w:szCs w:val="18"/>
        </w:rPr>
        <w:t xml:space="preserve"> 2535 mm (1950 přepravní) </w:t>
      </w:r>
    </w:p>
    <w:p w14:paraId="72F15510" w14:textId="4086E240" w:rsidR="00904A59" w:rsidRPr="004E2079" w:rsidRDefault="00904A59" w:rsidP="00F74A12">
      <w:pPr>
        <w:tabs>
          <w:tab w:val="left" w:pos="2694"/>
        </w:tabs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 xml:space="preserve">Celková </w:t>
      </w:r>
      <w:r w:rsidR="00F74A12" w:rsidRPr="004E2079">
        <w:rPr>
          <w:rFonts w:ascii="Verdana" w:hAnsi="Verdana"/>
          <w:sz w:val="18"/>
          <w:szCs w:val="18"/>
        </w:rPr>
        <w:t>hmotnost:</w:t>
      </w:r>
      <w:r w:rsidR="00F74A12" w:rsidRPr="004E2079">
        <w:rPr>
          <w:rFonts w:ascii="Verdana" w:hAnsi="Verdana"/>
          <w:sz w:val="18"/>
          <w:szCs w:val="18"/>
        </w:rPr>
        <w:tab/>
      </w:r>
      <w:r w:rsidR="00195DD5" w:rsidRPr="004E2079">
        <w:rPr>
          <w:rFonts w:ascii="Verdana" w:hAnsi="Verdana"/>
          <w:sz w:val="18"/>
          <w:szCs w:val="18"/>
        </w:rPr>
        <w:t>max</w:t>
      </w:r>
      <w:r w:rsidRPr="004E2079">
        <w:rPr>
          <w:rFonts w:ascii="Verdana" w:hAnsi="Verdana"/>
          <w:sz w:val="18"/>
          <w:szCs w:val="18"/>
        </w:rPr>
        <w:t xml:space="preserve"> 1335 kg </w:t>
      </w:r>
    </w:p>
    <w:p w14:paraId="2F594658" w14:textId="77777777" w:rsidR="009B6202" w:rsidRPr="004E2079" w:rsidRDefault="009B6202" w:rsidP="00904A59">
      <w:pPr>
        <w:rPr>
          <w:rFonts w:ascii="Verdana" w:hAnsi="Verdana"/>
          <w:sz w:val="18"/>
          <w:szCs w:val="18"/>
        </w:rPr>
      </w:pPr>
    </w:p>
    <w:p w14:paraId="0EEC5771" w14:textId="002403C7" w:rsidR="009B6202" w:rsidRPr="004E2079" w:rsidRDefault="009B6202" w:rsidP="00904A59">
      <w:pPr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>Štěpkovač umístěný otočně na podvozku a s</w:t>
      </w:r>
      <w:r w:rsidR="00195DD5" w:rsidRPr="004E2079">
        <w:rPr>
          <w:rFonts w:ascii="Verdana" w:hAnsi="Verdana"/>
          <w:sz w:val="18"/>
          <w:szCs w:val="18"/>
        </w:rPr>
        <w:t xml:space="preserve"> </w:t>
      </w:r>
      <w:r w:rsidRPr="004E2079">
        <w:rPr>
          <w:rFonts w:ascii="Verdana" w:hAnsi="Verdana"/>
          <w:sz w:val="18"/>
          <w:szCs w:val="18"/>
        </w:rPr>
        <w:t>možností naklápění</w:t>
      </w:r>
    </w:p>
    <w:p w14:paraId="7628391D" w14:textId="77777777" w:rsidR="00195DD5" w:rsidRPr="004E2079" w:rsidRDefault="00195DD5" w:rsidP="00904A59">
      <w:pPr>
        <w:rPr>
          <w:rFonts w:ascii="Verdana" w:hAnsi="Verdana"/>
          <w:sz w:val="18"/>
          <w:szCs w:val="18"/>
        </w:rPr>
      </w:pPr>
    </w:p>
    <w:p w14:paraId="1BE349BE" w14:textId="6D9A9578" w:rsidR="00904A59" w:rsidRPr="004E2079" w:rsidRDefault="00F74A12" w:rsidP="00F74A12">
      <w:pPr>
        <w:tabs>
          <w:tab w:val="left" w:pos="2694"/>
        </w:tabs>
        <w:rPr>
          <w:rFonts w:ascii="Verdana" w:hAnsi="Verdana"/>
          <w:sz w:val="18"/>
          <w:szCs w:val="18"/>
        </w:rPr>
      </w:pPr>
      <w:proofErr w:type="gramStart"/>
      <w:r w:rsidRPr="004E2079">
        <w:rPr>
          <w:rFonts w:ascii="Verdana" w:hAnsi="Verdana"/>
          <w:sz w:val="18"/>
          <w:szCs w:val="18"/>
        </w:rPr>
        <w:t>Podvozek:</w:t>
      </w:r>
      <w:r w:rsidR="00904A59" w:rsidRPr="004E2079">
        <w:rPr>
          <w:rFonts w:ascii="Verdana" w:hAnsi="Verdana"/>
          <w:sz w:val="18"/>
          <w:szCs w:val="18"/>
        </w:rPr>
        <w:t xml:space="preserve">   </w:t>
      </w:r>
      <w:proofErr w:type="gramEnd"/>
      <w:r w:rsidR="00904A59" w:rsidRPr="004E2079">
        <w:rPr>
          <w:rFonts w:ascii="Verdana" w:hAnsi="Verdana"/>
          <w:sz w:val="18"/>
          <w:szCs w:val="18"/>
        </w:rPr>
        <w:t xml:space="preserve">                  </w:t>
      </w:r>
      <w:r w:rsidRPr="004E2079">
        <w:rPr>
          <w:rFonts w:ascii="Verdana" w:hAnsi="Verdana"/>
          <w:sz w:val="18"/>
          <w:szCs w:val="18"/>
        </w:rPr>
        <w:tab/>
      </w:r>
      <w:r w:rsidR="00904A59" w:rsidRPr="004E2079">
        <w:rPr>
          <w:rFonts w:ascii="Verdana" w:hAnsi="Verdana"/>
          <w:sz w:val="18"/>
          <w:szCs w:val="18"/>
        </w:rPr>
        <w:t xml:space="preserve">pásový </w:t>
      </w:r>
    </w:p>
    <w:p w14:paraId="7990C0A2" w14:textId="22109301" w:rsidR="00051E92" w:rsidRPr="004E2079" w:rsidRDefault="00051E92" w:rsidP="00F74A12">
      <w:pPr>
        <w:tabs>
          <w:tab w:val="left" w:pos="2694"/>
        </w:tabs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 xml:space="preserve">                                  </w:t>
      </w:r>
      <w:r w:rsidR="00F74A12" w:rsidRPr="004E2079">
        <w:rPr>
          <w:rFonts w:ascii="Verdana" w:hAnsi="Verdana"/>
          <w:sz w:val="18"/>
          <w:szCs w:val="18"/>
        </w:rPr>
        <w:tab/>
      </w:r>
      <w:r w:rsidRPr="004E2079">
        <w:rPr>
          <w:rFonts w:ascii="Verdana" w:hAnsi="Verdana"/>
          <w:sz w:val="18"/>
          <w:szCs w:val="18"/>
        </w:rPr>
        <w:t>dálkově ovládaná jízda a naklápění</w:t>
      </w:r>
    </w:p>
    <w:p w14:paraId="413AF30C" w14:textId="7DE67EEE" w:rsidR="00904A59" w:rsidRPr="004E2079" w:rsidRDefault="00904A59" w:rsidP="00F74A12">
      <w:pPr>
        <w:tabs>
          <w:tab w:val="left" w:pos="2694"/>
        </w:tabs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 xml:space="preserve">Přepravní </w:t>
      </w:r>
      <w:proofErr w:type="gramStart"/>
      <w:r w:rsidR="00F74A12" w:rsidRPr="004E2079">
        <w:rPr>
          <w:rFonts w:ascii="Verdana" w:hAnsi="Verdana"/>
          <w:sz w:val="18"/>
          <w:szCs w:val="18"/>
        </w:rPr>
        <w:t xml:space="preserve">rychlost:  </w:t>
      </w:r>
      <w:r w:rsidRPr="004E2079">
        <w:rPr>
          <w:rFonts w:ascii="Verdana" w:hAnsi="Verdana"/>
          <w:sz w:val="18"/>
          <w:szCs w:val="18"/>
        </w:rPr>
        <w:t xml:space="preserve"> </w:t>
      </w:r>
      <w:proofErr w:type="gramEnd"/>
      <w:r w:rsidRPr="004E2079">
        <w:rPr>
          <w:rFonts w:ascii="Verdana" w:hAnsi="Verdana"/>
          <w:sz w:val="18"/>
          <w:szCs w:val="18"/>
        </w:rPr>
        <w:t xml:space="preserve">     </w:t>
      </w:r>
      <w:r w:rsidR="00F74A12" w:rsidRPr="004E2079">
        <w:rPr>
          <w:rFonts w:ascii="Verdana" w:hAnsi="Verdana"/>
          <w:sz w:val="18"/>
          <w:szCs w:val="18"/>
        </w:rPr>
        <w:tab/>
      </w:r>
      <w:r w:rsidR="00195DD5" w:rsidRPr="004E2079">
        <w:rPr>
          <w:rFonts w:ascii="Verdana" w:hAnsi="Verdana"/>
          <w:sz w:val="18"/>
          <w:szCs w:val="18"/>
        </w:rPr>
        <w:t xml:space="preserve">min </w:t>
      </w:r>
      <w:r w:rsidRPr="004E2079">
        <w:rPr>
          <w:rFonts w:ascii="Verdana" w:hAnsi="Verdana"/>
          <w:sz w:val="18"/>
          <w:szCs w:val="18"/>
        </w:rPr>
        <w:t xml:space="preserve">4 km/h </w:t>
      </w:r>
    </w:p>
    <w:p w14:paraId="0D8AF84B" w14:textId="65EE45FC" w:rsidR="00904A59" w:rsidRPr="004E2079" w:rsidRDefault="00F74A12" w:rsidP="00F74A12">
      <w:pPr>
        <w:tabs>
          <w:tab w:val="left" w:pos="2694"/>
        </w:tabs>
        <w:rPr>
          <w:rFonts w:ascii="Verdana" w:hAnsi="Verdana"/>
          <w:sz w:val="18"/>
          <w:szCs w:val="18"/>
        </w:rPr>
      </w:pPr>
      <w:proofErr w:type="gramStart"/>
      <w:r w:rsidRPr="004E2079">
        <w:rPr>
          <w:rFonts w:ascii="Verdana" w:hAnsi="Verdana"/>
          <w:sz w:val="18"/>
          <w:szCs w:val="18"/>
        </w:rPr>
        <w:t xml:space="preserve">Výkon:  </w:t>
      </w:r>
      <w:r w:rsidR="00904A59" w:rsidRPr="004E2079">
        <w:rPr>
          <w:rFonts w:ascii="Verdana" w:hAnsi="Verdana"/>
          <w:sz w:val="18"/>
          <w:szCs w:val="18"/>
        </w:rPr>
        <w:t xml:space="preserve"> </w:t>
      </w:r>
      <w:proofErr w:type="gramEnd"/>
      <w:r w:rsidR="00904A59" w:rsidRPr="004E2079">
        <w:rPr>
          <w:rFonts w:ascii="Verdana" w:hAnsi="Verdana"/>
          <w:sz w:val="18"/>
          <w:szCs w:val="18"/>
        </w:rPr>
        <w:t xml:space="preserve">                      </w:t>
      </w:r>
      <w:r w:rsidRPr="004E2079">
        <w:rPr>
          <w:rFonts w:ascii="Verdana" w:hAnsi="Verdana"/>
          <w:sz w:val="18"/>
          <w:szCs w:val="18"/>
        </w:rPr>
        <w:tab/>
      </w:r>
      <w:r w:rsidR="00195DD5" w:rsidRPr="004E2079">
        <w:rPr>
          <w:rFonts w:ascii="Verdana" w:hAnsi="Verdana"/>
          <w:sz w:val="18"/>
          <w:szCs w:val="18"/>
        </w:rPr>
        <w:t xml:space="preserve">v rozsahu </w:t>
      </w:r>
      <w:r w:rsidR="00904A59" w:rsidRPr="004E2079">
        <w:rPr>
          <w:rFonts w:ascii="Verdana" w:hAnsi="Verdana"/>
          <w:sz w:val="18"/>
          <w:szCs w:val="18"/>
        </w:rPr>
        <w:t xml:space="preserve">12 ÷ 16 m3/hod </w:t>
      </w:r>
    </w:p>
    <w:p w14:paraId="2763FC10" w14:textId="4342A0E7" w:rsidR="00904A59" w:rsidRPr="004E2079" w:rsidRDefault="00904A59" w:rsidP="00F74A12">
      <w:pPr>
        <w:tabs>
          <w:tab w:val="left" w:pos="2694"/>
        </w:tabs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 xml:space="preserve">Spotřeba </w:t>
      </w:r>
      <w:proofErr w:type="gramStart"/>
      <w:r w:rsidR="004E2079" w:rsidRPr="004E2079">
        <w:rPr>
          <w:rFonts w:ascii="Verdana" w:hAnsi="Verdana"/>
          <w:sz w:val="18"/>
          <w:szCs w:val="18"/>
        </w:rPr>
        <w:t xml:space="preserve">paliva:  </w:t>
      </w:r>
      <w:r w:rsidRPr="004E2079">
        <w:rPr>
          <w:rFonts w:ascii="Verdana" w:hAnsi="Verdana"/>
          <w:sz w:val="18"/>
          <w:szCs w:val="18"/>
        </w:rPr>
        <w:t xml:space="preserve"> </w:t>
      </w:r>
      <w:proofErr w:type="gramEnd"/>
      <w:r w:rsidRPr="004E2079">
        <w:rPr>
          <w:rFonts w:ascii="Verdana" w:hAnsi="Verdana"/>
          <w:sz w:val="18"/>
          <w:szCs w:val="18"/>
        </w:rPr>
        <w:t xml:space="preserve">        </w:t>
      </w:r>
      <w:r w:rsidR="00F74A12" w:rsidRPr="004E2079">
        <w:rPr>
          <w:rFonts w:ascii="Verdana" w:hAnsi="Verdana"/>
          <w:sz w:val="18"/>
          <w:szCs w:val="18"/>
        </w:rPr>
        <w:tab/>
      </w:r>
      <w:r w:rsidR="00195DD5" w:rsidRPr="004E2079">
        <w:rPr>
          <w:rFonts w:ascii="Verdana" w:hAnsi="Verdana"/>
          <w:sz w:val="18"/>
          <w:szCs w:val="18"/>
        </w:rPr>
        <w:t xml:space="preserve">max </w:t>
      </w:r>
      <w:r w:rsidRPr="004E2079">
        <w:rPr>
          <w:rFonts w:ascii="Verdana" w:hAnsi="Verdana"/>
          <w:sz w:val="18"/>
          <w:szCs w:val="18"/>
        </w:rPr>
        <w:t>4</w:t>
      </w:r>
      <w:r w:rsidR="00195DD5" w:rsidRPr="004E2079">
        <w:rPr>
          <w:rFonts w:ascii="Verdana" w:hAnsi="Verdana"/>
          <w:sz w:val="18"/>
          <w:szCs w:val="18"/>
        </w:rPr>
        <w:t>,5</w:t>
      </w:r>
      <w:r w:rsidRPr="004E2079">
        <w:rPr>
          <w:rFonts w:ascii="Verdana" w:hAnsi="Verdana"/>
          <w:sz w:val="18"/>
          <w:szCs w:val="18"/>
        </w:rPr>
        <w:t xml:space="preserve"> l/hod </w:t>
      </w:r>
    </w:p>
    <w:p w14:paraId="41C9A8BC" w14:textId="546190BD" w:rsidR="00904A59" w:rsidRPr="004E2079" w:rsidRDefault="00904A59" w:rsidP="00904A59">
      <w:pPr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>M</w:t>
      </w:r>
      <w:r w:rsidR="007638CA" w:rsidRPr="004E2079">
        <w:rPr>
          <w:rFonts w:ascii="Verdana" w:hAnsi="Verdana"/>
          <w:sz w:val="18"/>
          <w:szCs w:val="18"/>
        </w:rPr>
        <w:t xml:space="preserve">aximální doporučený průměr vkládaného </w:t>
      </w:r>
      <w:r w:rsidR="00F74A12" w:rsidRPr="004E2079">
        <w:rPr>
          <w:rFonts w:ascii="Verdana" w:hAnsi="Verdana"/>
          <w:sz w:val="18"/>
          <w:szCs w:val="18"/>
        </w:rPr>
        <w:t>materiálu:</w:t>
      </w:r>
      <w:r w:rsidRPr="004E2079">
        <w:rPr>
          <w:rFonts w:ascii="Verdana" w:hAnsi="Verdana"/>
          <w:sz w:val="18"/>
          <w:szCs w:val="18"/>
        </w:rPr>
        <w:t xml:space="preserve"> </w:t>
      </w:r>
      <w:r w:rsidR="00195DD5" w:rsidRPr="004E2079">
        <w:rPr>
          <w:rFonts w:ascii="Verdana" w:hAnsi="Verdana"/>
          <w:sz w:val="18"/>
          <w:szCs w:val="18"/>
        </w:rPr>
        <w:t>0-</w:t>
      </w:r>
      <w:r w:rsidRPr="004E2079">
        <w:rPr>
          <w:rFonts w:ascii="Verdana" w:hAnsi="Verdana"/>
          <w:sz w:val="18"/>
          <w:szCs w:val="18"/>
        </w:rPr>
        <w:t xml:space="preserve">160 mm </w:t>
      </w:r>
    </w:p>
    <w:p w14:paraId="705B139A" w14:textId="77777777" w:rsidR="00904A59" w:rsidRPr="004E2079" w:rsidRDefault="00904A59" w:rsidP="00904A59">
      <w:pPr>
        <w:rPr>
          <w:rFonts w:ascii="Verdana" w:hAnsi="Verdana"/>
          <w:sz w:val="18"/>
          <w:szCs w:val="18"/>
        </w:rPr>
      </w:pPr>
    </w:p>
    <w:p w14:paraId="710BFCF1" w14:textId="77777777" w:rsidR="00904A59" w:rsidRPr="004E2079" w:rsidRDefault="00904A59" w:rsidP="00904A59">
      <w:pPr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 xml:space="preserve">ŘEZACÍ KOTOUČ </w:t>
      </w:r>
    </w:p>
    <w:p w14:paraId="73F3AF72" w14:textId="363BE659" w:rsidR="00904A59" w:rsidRPr="004E2079" w:rsidRDefault="00904A59" w:rsidP="00F74A12">
      <w:pPr>
        <w:tabs>
          <w:tab w:val="left" w:pos="2694"/>
        </w:tabs>
        <w:rPr>
          <w:rFonts w:ascii="Verdana" w:hAnsi="Verdana"/>
          <w:sz w:val="18"/>
          <w:szCs w:val="18"/>
        </w:rPr>
      </w:pPr>
      <w:proofErr w:type="gramStart"/>
      <w:r w:rsidRPr="004E2079">
        <w:rPr>
          <w:rFonts w:ascii="Verdana" w:hAnsi="Verdana"/>
          <w:sz w:val="18"/>
          <w:szCs w:val="18"/>
        </w:rPr>
        <w:t xml:space="preserve">Průměr:   </w:t>
      </w:r>
      <w:proofErr w:type="gramEnd"/>
      <w:r w:rsidRPr="004E2079">
        <w:rPr>
          <w:rFonts w:ascii="Verdana" w:hAnsi="Verdana"/>
          <w:sz w:val="18"/>
          <w:szCs w:val="18"/>
        </w:rPr>
        <w:t xml:space="preserve">            </w:t>
      </w:r>
      <w:r w:rsidR="00F74A12" w:rsidRPr="004E2079">
        <w:rPr>
          <w:rFonts w:ascii="Verdana" w:hAnsi="Verdana"/>
          <w:sz w:val="18"/>
          <w:szCs w:val="18"/>
        </w:rPr>
        <w:tab/>
      </w:r>
      <w:r w:rsidR="00195DD5" w:rsidRPr="004E2079">
        <w:rPr>
          <w:rFonts w:ascii="Verdana" w:hAnsi="Verdana"/>
          <w:sz w:val="18"/>
          <w:szCs w:val="18"/>
        </w:rPr>
        <w:t xml:space="preserve">max </w:t>
      </w:r>
      <w:r w:rsidRPr="004E2079">
        <w:rPr>
          <w:rFonts w:ascii="Verdana" w:hAnsi="Verdana"/>
          <w:sz w:val="18"/>
          <w:szCs w:val="18"/>
        </w:rPr>
        <w:t xml:space="preserve">600 mm </w:t>
      </w:r>
    </w:p>
    <w:p w14:paraId="669E9907" w14:textId="3F36D952" w:rsidR="00904A59" w:rsidRPr="004E2079" w:rsidRDefault="00904A59" w:rsidP="00F74A12">
      <w:pPr>
        <w:tabs>
          <w:tab w:val="left" w:pos="2694"/>
        </w:tabs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>Počet nožů:</w:t>
      </w:r>
      <w:r w:rsidR="00F74A12" w:rsidRPr="004E2079">
        <w:rPr>
          <w:rFonts w:ascii="Verdana" w:hAnsi="Verdana"/>
          <w:sz w:val="18"/>
          <w:szCs w:val="18"/>
        </w:rPr>
        <w:tab/>
      </w:r>
      <w:r w:rsidR="00195DD5" w:rsidRPr="004E2079">
        <w:rPr>
          <w:rFonts w:ascii="Verdana" w:hAnsi="Verdana"/>
          <w:sz w:val="18"/>
          <w:szCs w:val="18"/>
        </w:rPr>
        <w:t xml:space="preserve">min </w:t>
      </w:r>
      <w:r w:rsidRPr="004E2079">
        <w:rPr>
          <w:rFonts w:ascii="Verdana" w:hAnsi="Verdana"/>
          <w:sz w:val="18"/>
          <w:szCs w:val="18"/>
        </w:rPr>
        <w:t xml:space="preserve">2 </w:t>
      </w:r>
    </w:p>
    <w:p w14:paraId="6D61A20B" w14:textId="3EBBA1B1" w:rsidR="00904A59" w:rsidRPr="004E2079" w:rsidRDefault="00904A59" w:rsidP="00F74A12">
      <w:pPr>
        <w:tabs>
          <w:tab w:val="left" w:pos="2694"/>
        </w:tabs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 xml:space="preserve">Délka </w:t>
      </w:r>
      <w:proofErr w:type="gramStart"/>
      <w:r w:rsidRPr="004E2079">
        <w:rPr>
          <w:rFonts w:ascii="Verdana" w:hAnsi="Verdana"/>
          <w:sz w:val="18"/>
          <w:szCs w:val="18"/>
        </w:rPr>
        <w:t xml:space="preserve">štěpky:   </w:t>
      </w:r>
      <w:proofErr w:type="gramEnd"/>
      <w:r w:rsidRPr="004E2079">
        <w:rPr>
          <w:rFonts w:ascii="Verdana" w:hAnsi="Verdana"/>
          <w:sz w:val="18"/>
          <w:szCs w:val="18"/>
        </w:rPr>
        <w:t xml:space="preserve">     </w:t>
      </w:r>
      <w:r w:rsidR="00F74A12" w:rsidRPr="004E2079">
        <w:rPr>
          <w:rFonts w:ascii="Verdana" w:hAnsi="Verdana"/>
          <w:sz w:val="18"/>
          <w:szCs w:val="18"/>
        </w:rPr>
        <w:tab/>
      </w:r>
      <w:r w:rsidRPr="004E2079">
        <w:rPr>
          <w:rFonts w:ascii="Verdana" w:hAnsi="Verdana"/>
          <w:sz w:val="18"/>
          <w:szCs w:val="18"/>
        </w:rPr>
        <w:t xml:space="preserve">5 ÷ 15 mm </w:t>
      </w:r>
    </w:p>
    <w:p w14:paraId="55926D8A" w14:textId="77777777" w:rsidR="00904A59" w:rsidRPr="004E2079" w:rsidRDefault="00904A59" w:rsidP="00904A59">
      <w:pPr>
        <w:rPr>
          <w:rFonts w:ascii="Verdana" w:hAnsi="Verdana"/>
          <w:sz w:val="18"/>
          <w:szCs w:val="18"/>
        </w:rPr>
      </w:pPr>
    </w:p>
    <w:p w14:paraId="6D81368C" w14:textId="77777777" w:rsidR="00904A59" w:rsidRPr="004E2079" w:rsidRDefault="00904A59" w:rsidP="00904A59">
      <w:pPr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 xml:space="preserve">VKLÁDACÍ ÚSTROJÍ </w:t>
      </w:r>
    </w:p>
    <w:p w14:paraId="11169CE3" w14:textId="598EFA48" w:rsidR="00904A59" w:rsidRPr="004E2079" w:rsidRDefault="00904A59" w:rsidP="00F74A12">
      <w:pPr>
        <w:tabs>
          <w:tab w:val="left" w:pos="2694"/>
        </w:tabs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 xml:space="preserve">Rozměr </w:t>
      </w:r>
      <w:proofErr w:type="gramStart"/>
      <w:r w:rsidRPr="004E2079">
        <w:rPr>
          <w:rFonts w:ascii="Verdana" w:hAnsi="Verdana"/>
          <w:sz w:val="18"/>
          <w:szCs w:val="18"/>
        </w:rPr>
        <w:t>otvoru</w:t>
      </w:r>
      <w:r w:rsidR="00F74A12" w:rsidRPr="004E2079">
        <w:rPr>
          <w:rFonts w:ascii="Verdana" w:hAnsi="Verdana"/>
          <w:sz w:val="18"/>
          <w:szCs w:val="18"/>
        </w:rPr>
        <w:t>:</w:t>
      </w:r>
      <w:r w:rsidRPr="004E2079">
        <w:rPr>
          <w:rFonts w:ascii="Verdana" w:hAnsi="Verdana"/>
          <w:sz w:val="18"/>
          <w:szCs w:val="18"/>
        </w:rPr>
        <w:t xml:space="preserve">   </w:t>
      </w:r>
      <w:proofErr w:type="gramEnd"/>
      <w:r w:rsidRPr="004E2079">
        <w:rPr>
          <w:rFonts w:ascii="Verdana" w:hAnsi="Verdana"/>
          <w:sz w:val="18"/>
          <w:szCs w:val="18"/>
        </w:rPr>
        <w:t xml:space="preserve">  </w:t>
      </w:r>
      <w:r w:rsidR="00F74A12" w:rsidRPr="004E2079">
        <w:rPr>
          <w:rFonts w:ascii="Verdana" w:hAnsi="Verdana"/>
          <w:sz w:val="18"/>
          <w:szCs w:val="18"/>
        </w:rPr>
        <w:tab/>
      </w:r>
      <w:r w:rsidR="00195DD5" w:rsidRPr="004E2079">
        <w:rPr>
          <w:rFonts w:ascii="Verdana" w:hAnsi="Verdana"/>
          <w:sz w:val="18"/>
          <w:szCs w:val="18"/>
        </w:rPr>
        <w:t xml:space="preserve">min </w:t>
      </w:r>
      <w:r w:rsidRPr="004E2079">
        <w:rPr>
          <w:rFonts w:ascii="Verdana" w:hAnsi="Verdana"/>
          <w:sz w:val="18"/>
          <w:szCs w:val="18"/>
        </w:rPr>
        <w:t xml:space="preserve">240 x 170 mm </w:t>
      </w:r>
    </w:p>
    <w:p w14:paraId="2B8D660A" w14:textId="59FAD2E1" w:rsidR="00904A59" w:rsidRPr="004E2079" w:rsidRDefault="00904A59" w:rsidP="00F74A12">
      <w:pPr>
        <w:tabs>
          <w:tab w:val="left" w:pos="2694"/>
        </w:tabs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 xml:space="preserve">Počet </w:t>
      </w:r>
      <w:proofErr w:type="gramStart"/>
      <w:r w:rsidRPr="004E2079">
        <w:rPr>
          <w:rFonts w:ascii="Verdana" w:hAnsi="Verdana"/>
          <w:sz w:val="18"/>
          <w:szCs w:val="18"/>
        </w:rPr>
        <w:t xml:space="preserve">válců:   </w:t>
      </w:r>
      <w:proofErr w:type="gramEnd"/>
      <w:r w:rsidRPr="004E2079">
        <w:rPr>
          <w:rFonts w:ascii="Verdana" w:hAnsi="Verdana"/>
          <w:sz w:val="18"/>
          <w:szCs w:val="18"/>
        </w:rPr>
        <w:t xml:space="preserve">       </w:t>
      </w:r>
      <w:r w:rsidR="00F74A12" w:rsidRPr="004E2079">
        <w:rPr>
          <w:rFonts w:ascii="Verdana" w:hAnsi="Verdana"/>
          <w:sz w:val="18"/>
          <w:szCs w:val="18"/>
        </w:rPr>
        <w:tab/>
      </w:r>
      <w:r w:rsidR="00195DD5" w:rsidRPr="004E2079">
        <w:rPr>
          <w:rFonts w:ascii="Verdana" w:hAnsi="Verdana"/>
          <w:sz w:val="18"/>
          <w:szCs w:val="18"/>
        </w:rPr>
        <w:t xml:space="preserve">min </w:t>
      </w:r>
      <w:r w:rsidRPr="004E2079">
        <w:rPr>
          <w:rFonts w:ascii="Verdana" w:hAnsi="Verdana"/>
          <w:sz w:val="18"/>
          <w:szCs w:val="18"/>
        </w:rPr>
        <w:t>2</w:t>
      </w:r>
    </w:p>
    <w:p w14:paraId="6A906299" w14:textId="77777777" w:rsidR="00051E92" w:rsidRPr="004E2079" w:rsidRDefault="00051E92" w:rsidP="00904A59">
      <w:pPr>
        <w:rPr>
          <w:rFonts w:ascii="Verdana" w:hAnsi="Verdana"/>
          <w:sz w:val="18"/>
          <w:szCs w:val="18"/>
        </w:rPr>
      </w:pPr>
    </w:p>
    <w:p w14:paraId="40238709" w14:textId="77777777" w:rsidR="009B6202" w:rsidRPr="004E2079" w:rsidRDefault="009B6202" w:rsidP="00904A59">
      <w:pPr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>SYSTÉ</w:t>
      </w:r>
      <w:r w:rsidR="00051E92" w:rsidRPr="004E2079">
        <w:rPr>
          <w:rFonts w:ascii="Verdana" w:hAnsi="Verdana"/>
          <w:sz w:val="18"/>
          <w:szCs w:val="18"/>
        </w:rPr>
        <w:t>M PROTI PŘETÍŽENÍ</w:t>
      </w:r>
    </w:p>
    <w:p w14:paraId="2E003CFC" w14:textId="0678D92F" w:rsidR="00904A59" w:rsidRPr="004E2079" w:rsidRDefault="00D74D2A" w:rsidP="00904A59">
      <w:pPr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 xml:space="preserve">Tři režimy vkládání. </w:t>
      </w:r>
      <w:r w:rsidR="009B6202" w:rsidRPr="004E2079">
        <w:rPr>
          <w:rFonts w:ascii="Verdana" w:hAnsi="Verdana"/>
          <w:sz w:val="18"/>
          <w:szCs w:val="18"/>
        </w:rPr>
        <w:t>Programovatelný dle potřeb uživatele</w:t>
      </w:r>
    </w:p>
    <w:p w14:paraId="5A306BC8" w14:textId="77777777" w:rsidR="009B6202" w:rsidRPr="004E2079" w:rsidRDefault="009B6202" w:rsidP="00904A59">
      <w:pPr>
        <w:rPr>
          <w:rFonts w:ascii="Verdana" w:hAnsi="Verdana"/>
          <w:sz w:val="18"/>
          <w:szCs w:val="18"/>
        </w:rPr>
      </w:pPr>
    </w:p>
    <w:p w14:paraId="0EA3C880" w14:textId="77777777" w:rsidR="00904A59" w:rsidRPr="004E2079" w:rsidRDefault="00904A59" w:rsidP="00904A59">
      <w:pPr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 xml:space="preserve">NÁSYPKA </w:t>
      </w:r>
    </w:p>
    <w:p w14:paraId="3C4F9F1B" w14:textId="3063DCBB" w:rsidR="00904A59" w:rsidRPr="004E2079" w:rsidRDefault="00904A59" w:rsidP="00F74A12">
      <w:pPr>
        <w:tabs>
          <w:tab w:val="left" w:pos="2694"/>
        </w:tabs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 xml:space="preserve">Vkládací </w:t>
      </w:r>
      <w:proofErr w:type="gramStart"/>
      <w:r w:rsidRPr="004E2079">
        <w:rPr>
          <w:rFonts w:ascii="Verdana" w:hAnsi="Verdana"/>
          <w:sz w:val="18"/>
          <w:szCs w:val="18"/>
        </w:rPr>
        <w:t xml:space="preserve">profil:   </w:t>
      </w:r>
      <w:proofErr w:type="gramEnd"/>
      <w:r w:rsidRPr="004E2079">
        <w:rPr>
          <w:rFonts w:ascii="Verdana" w:hAnsi="Verdana"/>
          <w:sz w:val="18"/>
          <w:szCs w:val="18"/>
        </w:rPr>
        <w:t xml:space="preserve"> </w:t>
      </w:r>
      <w:r w:rsidR="00F74A12" w:rsidRPr="004E2079">
        <w:rPr>
          <w:rFonts w:ascii="Verdana" w:hAnsi="Verdana"/>
          <w:sz w:val="18"/>
          <w:szCs w:val="18"/>
        </w:rPr>
        <w:tab/>
      </w:r>
      <w:r w:rsidR="00195DD5" w:rsidRPr="004E2079">
        <w:rPr>
          <w:rFonts w:ascii="Verdana" w:hAnsi="Verdana"/>
          <w:sz w:val="18"/>
          <w:szCs w:val="18"/>
        </w:rPr>
        <w:t>min</w:t>
      </w:r>
      <w:r w:rsidRPr="004E2079">
        <w:rPr>
          <w:rFonts w:ascii="Verdana" w:hAnsi="Verdana"/>
          <w:sz w:val="18"/>
          <w:szCs w:val="18"/>
        </w:rPr>
        <w:t xml:space="preserve"> 1040 x 800 mm </w:t>
      </w:r>
    </w:p>
    <w:p w14:paraId="5597A905" w14:textId="77777777" w:rsidR="00904A59" w:rsidRPr="004E2079" w:rsidRDefault="00904A59" w:rsidP="00904A59">
      <w:pPr>
        <w:rPr>
          <w:rFonts w:ascii="Verdana" w:hAnsi="Verdana"/>
          <w:sz w:val="18"/>
          <w:szCs w:val="18"/>
        </w:rPr>
      </w:pPr>
    </w:p>
    <w:p w14:paraId="363C1955" w14:textId="77777777" w:rsidR="00904A59" w:rsidRPr="004E2079" w:rsidRDefault="00904A59" w:rsidP="00904A59">
      <w:pPr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 xml:space="preserve">MOTOR </w:t>
      </w:r>
    </w:p>
    <w:p w14:paraId="5734C7DB" w14:textId="69CC377D" w:rsidR="00904A59" w:rsidRPr="004E2079" w:rsidRDefault="00904A59" w:rsidP="00F74A12">
      <w:pPr>
        <w:tabs>
          <w:tab w:val="left" w:pos="2694"/>
        </w:tabs>
        <w:rPr>
          <w:rFonts w:ascii="Verdana" w:hAnsi="Verdana"/>
          <w:sz w:val="18"/>
          <w:szCs w:val="18"/>
        </w:rPr>
      </w:pPr>
      <w:proofErr w:type="gramStart"/>
      <w:r w:rsidRPr="004E2079">
        <w:rPr>
          <w:rFonts w:ascii="Verdana" w:hAnsi="Verdana"/>
          <w:sz w:val="18"/>
          <w:szCs w:val="18"/>
        </w:rPr>
        <w:t xml:space="preserve">Výkon:   </w:t>
      </w:r>
      <w:proofErr w:type="gramEnd"/>
      <w:r w:rsidRPr="004E2079">
        <w:rPr>
          <w:rFonts w:ascii="Verdana" w:hAnsi="Verdana"/>
          <w:sz w:val="18"/>
          <w:szCs w:val="18"/>
        </w:rPr>
        <w:t xml:space="preserve">            </w:t>
      </w:r>
      <w:r w:rsidR="00F74A12" w:rsidRPr="004E2079">
        <w:rPr>
          <w:rFonts w:ascii="Verdana" w:hAnsi="Verdana"/>
          <w:sz w:val="18"/>
          <w:szCs w:val="18"/>
        </w:rPr>
        <w:tab/>
      </w:r>
      <w:r w:rsidR="00195DD5" w:rsidRPr="004E2079">
        <w:rPr>
          <w:rFonts w:ascii="Verdana" w:hAnsi="Verdana"/>
          <w:sz w:val="18"/>
          <w:szCs w:val="18"/>
        </w:rPr>
        <w:t xml:space="preserve">min </w:t>
      </w:r>
      <w:r w:rsidRPr="004E2079">
        <w:rPr>
          <w:rFonts w:ascii="Verdana" w:hAnsi="Verdana"/>
          <w:sz w:val="18"/>
          <w:szCs w:val="18"/>
        </w:rPr>
        <w:t>18 kW (2</w:t>
      </w:r>
      <w:r w:rsidR="00195DD5" w:rsidRPr="004E2079">
        <w:rPr>
          <w:rFonts w:ascii="Verdana" w:hAnsi="Verdana"/>
          <w:sz w:val="18"/>
          <w:szCs w:val="18"/>
        </w:rPr>
        <w:t>3,4</w:t>
      </w:r>
      <w:r w:rsidRPr="004E2079">
        <w:rPr>
          <w:rFonts w:ascii="Verdana" w:hAnsi="Verdana"/>
          <w:sz w:val="18"/>
          <w:szCs w:val="18"/>
        </w:rPr>
        <w:t xml:space="preserve"> HP) </w:t>
      </w:r>
    </w:p>
    <w:p w14:paraId="1EE3FD12" w14:textId="5A79A048" w:rsidR="00904A59" w:rsidRPr="004E2079" w:rsidRDefault="00904A59" w:rsidP="00F74A12">
      <w:pPr>
        <w:tabs>
          <w:tab w:val="left" w:pos="2694"/>
        </w:tabs>
        <w:rPr>
          <w:rFonts w:ascii="Verdana" w:hAnsi="Verdana"/>
          <w:sz w:val="18"/>
          <w:szCs w:val="18"/>
        </w:rPr>
      </w:pPr>
      <w:proofErr w:type="gramStart"/>
      <w:r w:rsidRPr="004E2079">
        <w:rPr>
          <w:rFonts w:ascii="Verdana" w:hAnsi="Verdana"/>
          <w:sz w:val="18"/>
          <w:szCs w:val="18"/>
        </w:rPr>
        <w:t xml:space="preserve">Palivo: </w:t>
      </w:r>
      <w:r w:rsidR="00195DD5" w:rsidRPr="004E2079">
        <w:rPr>
          <w:rFonts w:ascii="Verdana" w:hAnsi="Verdana"/>
          <w:sz w:val="18"/>
          <w:szCs w:val="18"/>
        </w:rPr>
        <w:t xml:space="preserve">  </w:t>
      </w:r>
      <w:proofErr w:type="gramEnd"/>
      <w:r w:rsidR="00195DD5" w:rsidRPr="004E2079">
        <w:rPr>
          <w:rFonts w:ascii="Verdana" w:hAnsi="Verdana"/>
          <w:sz w:val="18"/>
          <w:szCs w:val="18"/>
        </w:rPr>
        <w:t xml:space="preserve">             </w:t>
      </w:r>
      <w:r w:rsidR="00F74A12" w:rsidRPr="004E2079">
        <w:rPr>
          <w:rFonts w:ascii="Verdana" w:hAnsi="Verdana"/>
          <w:sz w:val="18"/>
          <w:szCs w:val="18"/>
        </w:rPr>
        <w:tab/>
      </w:r>
      <w:r w:rsidRPr="004E2079">
        <w:rPr>
          <w:rFonts w:ascii="Verdana" w:hAnsi="Verdana"/>
          <w:sz w:val="18"/>
          <w:szCs w:val="18"/>
        </w:rPr>
        <w:t xml:space="preserve">Diesel </w:t>
      </w:r>
    </w:p>
    <w:p w14:paraId="0E4F213B" w14:textId="20AB265B" w:rsidR="007638CA" w:rsidRPr="004E2079" w:rsidRDefault="00904A59" w:rsidP="00F74A12">
      <w:pPr>
        <w:tabs>
          <w:tab w:val="left" w:pos="2694"/>
        </w:tabs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 xml:space="preserve">Objem palivové nádrže: </w:t>
      </w:r>
      <w:r w:rsidR="00F74A12" w:rsidRPr="004E2079">
        <w:rPr>
          <w:rFonts w:ascii="Verdana" w:hAnsi="Verdana"/>
          <w:sz w:val="18"/>
          <w:szCs w:val="18"/>
        </w:rPr>
        <w:tab/>
      </w:r>
      <w:r w:rsidR="00195DD5" w:rsidRPr="004E2079">
        <w:rPr>
          <w:rFonts w:ascii="Verdana" w:hAnsi="Verdana"/>
          <w:sz w:val="18"/>
          <w:szCs w:val="18"/>
        </w:rPr>
        <w:t>min</w:t>
      </w:r>
      <w:r w:rsidRPr="004E2079">
        <w:rPr>
          <w:rFonts w:ascii="Verdana" w:hAnsi="Verdana"/>
          <w:sz w:val="18"/>
          <w:szCs w:val="18"/>
        </w:rPr>
        <w:t xml:space="preserve"> 20 l </w:t>
      </w:r>
    </w:p>
    <w:p w14:paraId="40EC42A8" w14:textId="77777777" w:rsidR="00EC5935" w:rsidRPr="004E2079" w:rsidRDefault="00EC5935" w:rsidP="00904A59">
      <w:pPr>
        <w:rPr>
          <w:rFonts w:ascii="Verdana" w:hAnsi="Verdana"/>
          <w:sz w:val="18"/>
          <w:szCs w:val="18"/>
        </w:rPr>
      </w:pPr>
    </w:p>
    <w:p w14:paraId="437501A8" w14:textId="750CB5B7" w:rsidR="00EC5935" w:rsidRPr="004E2079" w:rsidRDefault="00EC5935" w:rsidP="00904A59">
      <w:pPr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>PŘÍSLUŠENSTVÍ</w:t>
      </w:r>
    </w:p>
    <w:p w14:paraId="0CBA9DA4" w14:textId="77777777" w:rsidR="007638CA" w:rsidRPr="004E2079" w:rsidRDefault="007638CA" w:rsidP="00904A59">
      <w:pPr>
        <w:rPr>
          <w:rFonts w:ascii="Verdana" w:hAnsi="Verdana"/>
          <w:sz w:val="18"/>
          <w:szCs w:val="18"/>
        </w:rPr>
      </w:pPr>
      <w:r w:rsidRPr="004E2079">
        <w:rPr>
          <w:rFonts w:ascii="Verdana" w:hAnsi="Verdana"/>
          <w:sz w:val="18"/>
          <w:szCs w:val="18"/>
        </w:rPr>
        <w:t>Elektrický naviják</w:t>
      </w:r>
    </w:p>
    <w:p w14:paraId="6E3E61CF" w14:textId="77777777" w:rsidR="00904A59" w:rsidRPr="004E2079" w:rsidRDefault="00904A59" w:rsidP="00904A59">
      <w:pPr>
        <w:jc w:val="center"/>
        <w:rPr>
          <w:rFonts w:ascii="Verdana" w:hAnsi="Verdana"/>
          <w:b/>
          <w:bCs/>
          <w:sz w:val="18"/>
          <w:szCs w:val="18"/>
        </w:rPr>
      </w:pPr>
    </w:p>
    <w:p w14:paraId="29863AEC" w14:textId="77777777" w:rsidR="00F8472F" w:rsidRPr="004E2079" w:rsidRDefault="00F8472F" w:rsidP="00C90DB1">
      <w:pPr>
        <w:rPr>
          <w:noProof/>
          <w:sz w:val="18"/>
          <w:szCs w:val="18"/>
        </w:rPr>
      </w:pPr>
    </w:p>
    <w:p w14:paraId="1D8F374B" w14:textId="77777777" w:rsidR="00F8472F" w:rsidRPr="004E2079" w:rsidRDefault="00F8472F" w:rsidP="00C90DB1">
      <w:pPr>
        <w:rPr>
          <w:noProof/>
          <w:sz w:val="18"/>
          <w:szCs w:val="18"/>
        </w:rPr>
      </w:pPr>
    </w:p>
    <w:p w14:paraId="1A48FDA2" w14:textId="77777777" w:rsidR="00F8472F" w:rsidRPr="004E2079" w:rsidRDefault="00F8472F" w:rsidP="00C90DB1">
      <w:pPr>
        <w:rPr>
          <w:noProof/>
          <w:sz w:val="18"/>
          <w:szCs w:val="18"/>
        </w:rPr>
      </w:pPr>
    </w:p>
    <w:p w14:paraId="7D36EAF7" w14:textId="77777777" w:rsidR="000E7843" w:rsidRPr="004D63B8" w:rsidRDefault="000E7843" w:rsidP="00077EB6">
      <w:pPr>
        <w:rPr>
          <w:sz w:val="24"/>
        </w:rPr>
      </w:pPr>
    </w:p>
    <w:sectPr w:rsidR="000E7843" w:rsidRPr="004D63B8" w:rsidSect="001D3A98">
      <w:headerReference w:type="even" r:id="rId7"/>
      <w:headerReference w:type="default" r:id="rId8"/>
      <w:headerReference w:type="first" r:id="rId9"/>
      <w:pgSz w:w="11906" w:h="16838"/>
      <w:pgMar w:top="1985" w:right="1417" w:bottom="993" w:left="1701" w:header="426" w:footer="5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D0E4E" w14:textId="77777777" w:rsidR="002448AE" w:rsidRDefault="002448AE">
      <w:r>
        <w:separator/>
      </w:r>
    </w:p>
  </w:endnote>
  <w:endnote w:type="continuationSeparator" w:id="0">
    <w:p w14:paraId="760A72CE" w14:textId="77777777" w:rsidR="002448AE" w:rsidRDefault="00244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93B69" w14:textId="77777777" w:rsidR="002448AE" w:rsidRDefault="002448AE">
      <w:r>
        <w:separator/>
      </w:r>
    </w:p>
  </w:footnote>
  <w:footnote w:type="continuationSeparator" w:id="0">
    <w:p w14:paraId="78DD9656" w14:textId="77777777" w:rsidR="002448AE" w:rsidRDefault="00244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4BAEA" w14:textId="77777777" w:rsidR="002A7CC9" w:rsidRDefault="001D3A98">
    <w:pPr>
      <w:pStyle w:val="Zhlav"/>
    </w:pPr>
    <w:r>
      <w:rPr>
        <w:noProof/>
      </w:rPr>
      <w:pict w14:anchorId="102118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75908157" o:spid="_x0000_s1026" type="#_x0000_t75" style="position:absolute;margin-left:0;margin-top:0;width:453.45pt;height:453.45pt;z-index:-251658240;mso-position-horizontal:center;mso-position-horizontal-relative:margin;mso-position-vertical:center;mso-position-vertical-relative:margin" o:allowincell="f">
          <v:imagedata r:id="rId1" o:title="tifermec - symbol - 2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8E01F" w14:textId="50F37521" w:rsidR="00C36804" w:rsidRDefault="001D3A98" w:rsidP="00E82EC5">
    <w:pPr>
      <w:pStyle w:val="Zhlav"/>
      <w:rPr>
        <w:b/>
        <w:i/>
        <w:color w:val="595959"/>
        <w:sz w:val="32"/>
      </w:rPr>
    </w:pPr>
    <w:r>
      <w:rPr>
        <w:noProof/>
      </w:rPr>
      <w:pict w14:anchorId="3D7B72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1027" type="#_x0000_t75" style="position:absolute;margin-left:28.3pt;margin-top:29.1pt;width:136.05pt;height:50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  <w:r w:rsidR="00E82EC5">
      <w:rPr>
        <w:b/>
        <w:i/>
        <w:color w:val="595959"/>
        <w:sz w:val="32"/>
      </w:rPr>
      <w:t xml:space="preserve"> </w:t>
    </w:r>
  </w:p>
  <w:p w14:paraId="6ADA0DE0" w14:textId="77777777" w:rsidR="001D3A98" w:rsidRDefault="001D3A98" w:rsidP="00E82EC5">
    <w:pPr>
      <w:pStyle w:val="Zhlav"/>
      <w:rPr>
        <w:b/>
        <w:i/>
        <w:color w:val="595959"/>
        <w:sz w:val="32"/>
      </w:rPr>
    </w:pPr>
  </w:p>
  <w:p w14:paraId="7780AB99" w14:textId="77777777" w:rsidR="001D3A98" w:rsidRDefault="001D3A98" w:rsidP="00E82EC5">
    <w:pPr>
      <w:pStyle w:val="Zhlav"/>
      <w:rPr>
        <w:b/>
        <w:i/>
        <w:color w:val="595959"/>
        <w:sz w:val="32"/>
      </w:rPr>
    </w:pPr>
  </w:p>
  <w:p w14:paraId="3088F416" w14:textId="77777777" w:rsidR="001D3A98" w:rsidRDefault="001D3A98" w:rsidP="00E82EC5">
    <w:pPr>
      <w:pStyle w:val="Zhlav"/>
      <w:rPr>
        <w:b/>
        <w:i/>
        <w:color w:val="595959"/>
        <w:sz w:val="32"/>
      </w:rPr>
    </w:pPr>
  </w:p>
  <w:p w14:paraId="4398DECD" w14:textId="77777777" w:rsidR="001D3A98" w:rsidRDefault="001D3A98" w:rsidP="001D3A98">
    <w:pPr>
      <w:widowControl w:val="0"/>
      <w:autoSpaceDE w:val="0"/>
      <w:autoSpaceDN w:val="0"/>
      <w:adjustRightInd w:val="0"/>
      <w:jc w:val="right"/>
      <w:rPr>
        <w:rFonts w:ascii="Verdana" w:hAnsi="Verdana" w:cs="Calibri"/>
        <w:sz w:val="18"/>
        <w:szCs w:val="18"/>
      </w:rPr>
    </w:pPr>
  </w:p>
  <w:p w14:paraId="2B8F3432" w14:textId="46CD0DD7" w:rsidR="001D3A98" w:rsidRPr="001D3A98" w:rsidRDefault="001D3A98" w:rsidP="001D3A98">
    <w:pPr>
      <w:widowControl w:val="0"/>
      <w:autoSpaceDE w:val="0"/>
      <w:autoSpaceDN w:val="0"/>
      <w:adjustRightInd w:val="0"/>
      <w:ind w:left="-851" w:firstLine="851"/>
      <w:rPr>
        <w:rFonts w:ascii="Verdana" w:hAnsi="Verdana" w:cs="Calibri"/>
        <w:sz w:val="16"/>
        <w:szCs w:val="16"/>
      </w:rPr>
    </w:pPr>
    <w:r w:rsidRPr="001D3A98">
      <w:rPr>
        <w:rFonts w:ascii="Verdana" w:hAnsi="Verdana" w:cs="Calibri"/>
        <w:sz w:val="16"/>
        <w:szCs w:val="16"/>
      </w:rPr>
      <w:t>Příloha č. 2 Smlouvy (Příloha č. 5 Zadávací dokumentace)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7ADE8" w14:textId="77777777" w:rsidR="002A7CC9" w:rsidRDefault="001D3A98">
    <w:pPr>
      <w:pStyle w:val="Zhlav"/>
    </w:pPr>
    <w:r>
      <w:rPr>
        <w:noProof/>
      </w:rPr>
      <w:pict w14:anchorId="60C4EB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75908156" o:spid="_x0000_s1025" type="#_x0000_t75" style="position:absolute;margin-left:0;margin-top:0;width:453.45pt;height:453.45pt;z-index:-251659264;mso-position-horizontal:center;mso-position-horizontal-relative:margin;mso-position-vertical:center;mso-position-vertical-relative:margin" o:allowincell="f">
          <v:imagedata r:id="rId1" o:title="tifermec - symbol - 2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75F0A"/>
    <w:multiLevelType w:val="hybridMultilevel"/>
    <w:tmpl w:val="48FEA3D0"/>
    <w:lvl w:ilvl="0" w:tplc="B6963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31F0A"/>
    <w:multiLevelType w:val="hybridMultilevel"/>
    <w:tmpl w:val="F38E3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14A5B"/>
    <w:multiLevelType w:val="hybridMultilevel"/>
    <w:tmpl w:val="165654B0"/>
    <w:lvl w:ilvl="0" w:tplc="B5CE27E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D646702"/>
    <w:multiLevelType w:val="hybridMultilevel"/>
    <w:tmpl w:val="F96681BC"/>
    <w:lvl w:ilvl="0" w:tplc="72EE7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C176C"/>
    <w:multiLevelType w:val="hybridMultilevel"/>
    <w:tmpl w:val="92880102"/>
    <w:lvl w:ilvl="0" w:tplc="B6963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B2516"/>
    <w:multiLevelType w:val="hybridMultilevel"/>
    <w:tmpl w:val="1B1C5998"/>
    <w:lvl w:ilvl="0" w:tplc="74DA387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175953FB"/>
    <w:multiLevelType w:val="hybridMultilevel"/>
    <w:tmpl w:val="7228FB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F711C"/>
    <w:multiLevelType w:val="hybridMultilevel"/>
    <w:tmpl w:val="36907F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8010FF3"/>
    <w:multiLevelType w:val="singleLevel"/>
    <w:tmpl w:val="1304EC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1CE1EED"/>
    <w:multiLevelType w:val="hybridMultilevel"/>
    <w:tmpl w:val="52B2DF2E"/>
    <w:lvl w:ilvl="0" w:tplc="D7A457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C3068"/>
    <w:multiLevelType w:val="hybridMultilevel"/>
    <w:tmpl w:val="AB58D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51C7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B8F5521"/>
    <w:multiLevelType w:val="hybridMultilevel"/>
    <w:tmpl w:val="2416E81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4695B"/>
    <w:multiLevelType w:val="hybridMultilevel"/>
    <w:tmpl w:val="36222BEC"/>
    <w:lvl w:ilvl="0" w:tplc="D7A457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E7290"/>
    <w:multiLevelType w:val="hybridMultilevel"/>
    <w:tmpl w:val="F4DAFC28"/>
    <w:lvl w:ilvl="0" w:tplc="B7C475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540E0"/>
    <w:multiLevelType w:val="hybridMultilevel"/>
    <w:tmpl w:val="3D80A368"/>
    <w:lvl w:ilvl="0" w:tplc="D7A457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17B98"/>
    <w:multiLevelType w:val="hybridMultilevel"/>
    <w:tmpl w:val="9B3E10A8"/>
    <w:lvl w:ilvl="0" w:tplc="3D2046C6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408861B2"/>
    <w:multiLevelType w:val="hybridMultilevel"/>
    <w:tmpl w:val="FC5A8BC4"/>
    <w:lvl w:ilvl="0" w:tplc="7A6A9E4A">
      <w:start w:val="38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F96038"/>
    <w:multiLevelType w:val="hybridMultilevel"/>
    <w:tmpl w:val="C0201E1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86067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55B671B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CA45A07"/>
    <w:multiLevelType w:val="singleLevel"/>
    <w:tmpl w:val="2070C53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F07694A"/>
    <w:multiLevelType w:val="hybridMultilevel"/>
    <w:tmpl w:val="BD62D794"/>
    <w:lvl w:ilvl="0" w:tplc="5F8AA4D2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3" w15:restartNumberingAfterBreak="0">
    <w:nsid w:val="674F0DCB"/>
    <w:multiLevelType w:val="hybridMultilevel"/>
    <w:tmpl w:val="8F261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C02CC"/>
    <w:multiLevelType w:val="multilevel"/>
    <w:tmpl w:val="FDAAFEA8"/>
    <w:lvl w:ilvl="0">
      <w:start w:val="18"/>
      <w:numFmt w:val="decimal"/>
      <w:lvlText w:val="%1.0"/>
      <w:lvlJc w:val="left"/>
      <w:pPr>
        <w:tabs>
          <w:tab w:val="num" w:pos="2832"/>
        </w:tabs>
        <w:ind w:left="2832" w:hanging="240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3540"/>
        </w:tabs>
        <w:ind w:left="3540" w:hanging="24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248"/>
        </w:tabs>
        <w:ind w:left="4248" w:hanging="2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56"/>
        </w:tabs>
        <w:ind w:left="4956" w:hanging="2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64"/>
        </w:tabs>
        <w:ind w:left="5664" w:hanging="2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72"/>
        </w:tabs>
        <w:ind w:left="6372" w:hanging="2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80"/>
        </w:tabs>
        <w:ind w:left="7080" w:hanging="2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8"/>
        </w:tabs>
        <w:ind w:left="7788" w:hanging="2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96"/>
        </w:tabs>
        <w:ind w:left="8496" w:hanging="2400"/>
      </w:pPr>
      <w:rPr>
        <w:rFonts w:hint="default"/>
      </w:rPr>
    </w:lvl>
  </w:abstractNum>
  <w:abstractNum w:abstractNumId="25" w15:restartNumberingAfterBreak="0">
    <w:nsid w:val="6ABB5EE8"/>
    <w:multiLevelType w:val="singleLevel"/>
    <w:tmpl w:val="7A7A233A"/>
    <w:lvl w:ilvl="0">
      <w:start w:val="14"/>
      <w:numFmt w:val="bullet"/>
      <w:lvlText w:val="-"/>
      <w:lvlJc w:val="left"/>
      <w:pPr>
        <w:tabs>
          <w:tab w:val="num" w:pos="3192"/>
        </w:tabs>
        <w:ind w:left="3192" w:hanging="360"/>
      </w:pPr>
      <w:rPr>
        <w:rFonts w:hint="default"/>
      </w:rPr>
    </w:lvl>
  </w:abstractNum>
  <w:abstractNum w:abstractNumId="26" w15:restartNumberingAfterBreak="0">
    <w:nsid w:val="6BBD6F7D"/>
    <w:multiLevelType w:val="hybridMultilevel"/>
    <w:tmpl w:val="A342B278"/>
    <w:lvl w:ilvl="0" w:tplc="D7A457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D2046C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084F54"/>
    <w:multiLevelType w:val="hybridMultilevel"/>
    <w:tmpl w:val="E00601C6"/>
    <w:lvl w:ilvl="0" w:tplc="C13EF7F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705E08F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4970741"/>
    <w:multiLevelType w:val="hybridMultilevel"/>
    <w:tmpl w:val="F244AE24"/>
    <w:lvl w:ilvl="0" w:tplc="B2BA3210">
      <w:start w:val="1"/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7C3C671E"/>
    <w:multiLevelType w:val="hybridMultilevel"/>
    <w:tmpl w:val="F2D67C92"/>
    <w:lvl w:ilvl="0" w:tplc="4100E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697728">
    <w:abstractNumId w:val="20"/>
  </w:num>
  <w:num w:numId="2" w16cid:durableId="462773648">
    <w:abstractNumId w:val="25"/>
  </w:num>
  <w:num w:numId="3" w16cid:durableId="24137799">
    <w:abstractNumId w:val="24"/>
  </w:num>
  <w:num w:numId="4" w16cid:durableId="1804543915">
    <w:abstractNumId w:val="21"/>
  </w:num>
  <w:num w:numId="5" w16cid:durableId="1796289069">
    <w:abstractNumId w:val="8"/>
  </w:num>
  <w:num w:numId="6" w16cid:durableId="1668245848">
    <w:abstractNumId w:val="22"/>
  </w:num>
  <w:num w:numId="7" w16cid:durableId="1127315045">
    <w:abstractNumId w:val="11"/>
  </w:num>
  <w:num w:numId="8" w16cid:durableId="628512628">
    <w:abstractNumId w:val="19"/>
  </w:num>
  <w:num w:numId="9" w16cid:durableId="208879596">
    <w:abstractNumId w:val="28"/>
  </w:num>
  <w:num w:numId="10" w16cid:durableId="518008864">
    <w:abstractNumId w:val="7"/>
  </w:num>
  <w:num w:numId="11" w16cid:durableId="1532957771">
    <w:abstractNumId w:val="23"/>
  </w:num>
  <w:num w:numId="12" w16cid:durableId="51004331">
    <w:abstractNumId w:val="13"/>
  </w:num>
  <w:num w:numId="13" w16cid:durableId="1071661564">
    <w:abstractNumId w:val="9"/>
  </w:num>
  <w:num w:numId="14" w16cid:durableId="499123852">
    <w:abstractNumId w:val="15"/>
  </w:num>
  <w:num w:numId="15" w16cid:durableId="637998090">
    <w:abstractNumId w:val="17"/>
  </w:num>
  <w:num w:numId="16" w16cid:durableId="432938294">
    <w:abstractNumId w:val="14"/>
  </w:num>
  <w:num w:numId="17" w16cid:durableId="2138522924">
    <w:abstractNumId w:val="3"/>
  </w:num>
  <w:num w:numId="18" w16cid:durableId="989595588">
    <w:abstractNumId w:val="30"/>
  </w:num>
  <w:num w:numId="19" w16cid:durableId="600727626">
    <w:abstractNumId w:val="10"/>
  </w:num>
  <w:num w:numId="20" w16cid:durableId="1869560128">
    <w:abstractNumId w:val="16"/>
  </w:num>
  <w:num w:numId="21" w16cid:durableId="615336727">
    <w:abstractNumId w:val="2"/>
  </w:num>
  <w:num w:numId="22" w16cid:durableId="202327240">
    <w:abstractNumId w:val="5"/>
  </w:num>
  <w:num w:numId="23" w16cid:durableId="1525704252">
    <w:abstractNumId w:val="26"/>
  </w:num>
  <w:num w:numId="24" w16cid:durableId="222109741">
    <w:abstractNumId w:val="0"/>
  </w:num>
  <w:num w:numId="25" w16cid:durableId="387384277">
    <w:abstractNumId w:val="1"/>
  </w:num>
  <w:num w:numId="26" w16cid:durableId="365713849">
    <w:abstractNumId w:val="6"/>
  </w:num>
  <w:num w:numId="27" w16cid:durableId="1231229705">
    <w:abstractNumId w:val="11"/>
  </w:num>
  <w:num w:numId="28" w16cid:durableId="1744335771">
    <w:abstractNumId w:val="23"/>
  </w:num>
  <w:num w:numId="29" w16cid:durableId="1048870461">
    <w:abstractNumId w:val="27"/>
  </w:num>
  <w:num w:numId="30" w16cid:durableId="13116116">
    <w:abstractNumId w:val="29"/>
  </w:num>
  <w:num w:numId="31" w16cid:durableId="1411999028">
    <w:abstractNumId w:val="12"/>
  </w:num>
  <w:num w:numId="32" w16cid:durableId="861896024">
    <w:abstractNumId w:val="4"/>
  </w:num>
  <w:num w:numId="33" w16cid:durableId="1311426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578B"/>
    <w:rsid w:val="000000E0"/>
    <w:rsid w:val="00003C41"/>
    <w:rsid w:val="00022420"/>
    <w:rsid w:val="00022ADD"/>
    <w:rsid w:val="0002331A"/>
    <w:rsid w:val="00023B32"/>
    <w:rsid w:val="00035DDD"/>
    <w:rsid w:val="00045475"/>
    <w:rsid w:val="0004603B"/>
    <w:rsid w:val="000509F8"/>
    <w:rsid w:val="00051E92"/>
    <w:rsid w:val="00051ECA"/>
    <w:rsid w:val="00053812"/>
    <w:rsid w:val="00061915"/>
    <w:rsid w:val="0006464A"/>
    <w:rsid w:val="000668AC"/>
    <w:rsid w:val="0007405F"/>
    <w:rsid w:val="00077EB6"/>
    <w:rsid w:val="00077EED"/>
    <w:rsid w:val="00081E8A"/>
    <w:rsid w:val="0009403F"/>
    <w:rsid w:val="000943D6"/>
    <w:rsid w:val="00096840"/>
    <w:rsid w:val="00097337"/>
    <w:rsid w:val="000A0412"/>
    <w:rsid w:val="000A23CD"/>
    <w:rsid w:val="000A355A"/>
    <w:rsid w:val="000A4C74"/>
    <w:rsid w:val="000A5214"/>
    <w:rsid w:val="000B1621"/>
    <w:rsid w:val="000B4475"/>
    <w:rsid w:val="000C03D7"/>
    <w:rsid w:val="000C07F2"/>
    <w:rsid w:val="000C193D"/>
    <w:rsid w:val="000D27CA"/>
    <w:rsid w:val="000E1ED2"/>
    <w:rsid w:val="000E7843"/>
    <w:rsid w:val="000F1CEA"/>
    <w:rsid w:val="000F227D"/>
    <w:rsid w:val="000F5C7F"/>
    <w:rsid w:val="0010319A"/>
    <w:rsid w:val="00110199"/>
    <w:rsid w:val="00120DD9"/>
    <w:rsid w:val="00127409"/>
    <w:rsid w:val="00132669"/>
    <w:rsid w:val="00135736"/>
    <w:rsid w:val="001434EF"/>
    <w:rsid w:val="00143DEE"/>
    <w:rsid w:val="00143F10"/>
    <w:rsid w:val="0015052C"/>
    <w:rsid w:val="0015520D"/>
    <w:rsid w:val="001571C6"/>
    <w:rsid w:val="001642D0"/>
    <w:rsid w:val="00166A74"/>
    <w:rsid w:val="00167CD0"/>
    <w:rsid w:val="00174DA3"/>
    <w:rsid w:val="001833FE"/>
    <w:rsid w:val="00185784"/>
    <w:rsid w:val="0019005C"/>
    <w:rsid w:val="0019157E"/>
    <w:rsid w:val="0019326B"/>
    <w:rsid w:val="00195DD5"/>
    <w:rsid w:val="001A5A4E"/>
    <w:rsid w:val="001A7068"/>
    <w:rsid w:val="001B3C20"/>
    <w:rsid w:val="001C2FBB"/>
    <w:rsid w:val="001C6E9E"/>
    <w:rsid w:val="001C6FA2"/>
    <w:rsid w:val="001D1E7C"/>
    <w:rsid w:val="001D3A98"/>
    <w:rsid w:val="001E33F7"/>
    <w:rsid w:val="001E6E1C"/>
    <w:rsid w:val="001F5FDB"/>
    <w:rsid w:val="002152FF"/>
    <w:rsid w:val="0021794C"/>
    <w:rsid w:val="002264E6"/>
    <w:rsid w:val="002274C7"/>
    <w:rsid w:val="002309D6"/>
    <w:rsid w:val="00231D00"/>
    <w:rsid w:val="002347F5"/>
    <w:rsid w:val="00240D98"/>
    <w:rsid w:val="002448AE"/>
    <w:rsid w:val="00261466"/>
    <w:rsid w:val="0026164B"/>
    <w:rsid w:val="0026422F"/>
    <w:rsid w:val="00276C10"/>
    <w:rsid w:val="00284AB1"/>
    <w:rsid w:val="002851C7"/>
    <w:rsid w:val="00297DDF"/>
    <w:rsid w:val="002A7CC9"/>
    <w:rsid w:val="002B0AFA"/>
    <w:rsid w:val="002B11E0"/>
    <w:rsid w:val="002B3E19"/>
    <w:rsid w:val="002C351C"/>
    <w:rsid w:val="002C3F9A"/>
    <w:rsid w:val="002C5BC4"/>
    <w:rsid w:val="002D2E99"/>
    <w:rsid w:val="002D44FD"/>
    <w:rsid w:val="002D695F"/>
    <w:rsid w:val="002E1ECB"/>
    <w:rsid w:val="002E23F9"/>
    <w:rsid w:val="002E2BE2"/>
    <w:rsid w:val="002E33D8"/>
    <w:rsid w:val="002E7813"/>
    <w:rsid w:val="002F53C1"/>
    <w:rsid w:val="002F5A79"/>
    <w:rsid w:val="00302BEC"/>
    <w:rsid w:val="00310E53"/>
    <w:rsid w:val="00312128"/>
    <w:rsid w:val="00324DDB"/>
    <w:rsid w:val="00330E60"/>
    <w:rsid w:val="0033187D"/>
    <w:rsid w:val="003411E7"/>
    <w:rsid w:val="00345DF7"/>
    <w:rsid w:val="00345FE4"/>
    <w:rsid w:val="00347294"/>
    <w:rsid w:val="0034759D"/>
    <w:rsid w:val="003577EB"/>
    <w:rsid w:val="00362205"/>
    <w:rsid w:val="003722E5"/>
    <w:rsid w:val="00395E40"/>
    <w:rsid w:val="003A2864"/>
    <w:rsid w:val="003A2949"/>
    <w:rsid w:val="003A3556"/>
    <w:rsid w:val="003A5621"/>
    <w:rsid w:val="003A7468"/>
    <w:rsid w:val="003C4295"/>
    <w:rsid w:val="003C53B3"/>
    <w:rsid w:val="003D4C20"/>
    <w:rsid w:val="003D6B61"/>
    <w:rsid w:val="003E031A"/>
    <w:rsid w:val="003F2385"/>
    <w:rsid w:val="0040162D"/>
    <w:rsid w:val="004065F4"/>
    <w:rsid w:val="00413171"/>
    <w:rsid w:val="00413803"/>
    <w:rsid w:val="00415262"/>
    <w:rsid w:val="00421073"/>
    <w:rsid w:val="00422D25"/>
    <w:rsid w:val="00426CF5"/>
    <w:rsid w:val="00427323"/>
    <w:rsid w:val="00431CE4"/>
    <w:rsid w:val="004453C4"/>
    <w:rsid w:val="00445C93"/>
    <w:rsid w:val="004548AA"/>
    <w:rsid w:val="00454F73"/>
    <w:rsid w:val="00474968"/>
    <w:rsid w:val="004827AF"/>
    <w:rsid w:val="0048361F"/>
    <w:rsid w:val="00487E27"/>
    <w:rsid w:val="00493228"/>
    <w:rsid w:val="0049325E"/>
    <w:rsid w:val="00495CC1"/>
    <w:rsid w:val="004A0D06"/>
    <w:rsid w:val="004A1A74"/>
    <w:rsid w:val="004A2480"/>
    <w:rsid w:val="004B17C5"/>
    <w:rsid w:val="004B725F"/>
    <w:rsid w:val="004C1036"/>
    <w:rsid w:val="004C56CC"/>
    <w:rsid w:val="004C64B4"/>
    <w:rsid w:val="004D11A5"/>
    <w:rsid w:val="004D63B8"/>
    <w:rsid w:val="004D715B"/>
    <w:rsid w:val="004D7F3F"/>
    <w:rsid w:val="004E2079"/>
    <w:rsid w:val="004E50BF"/>
    <w:rsid w:val="004E741A"/>
    <w:rsid w:val="004E7DA3"/>
    <w:rsid w:val="004F1076"/>
    <w:rsid w:val="004F1A8A"/>
    <w:rsid w:val="004F69A1"/>
    <w:rsid w:val="004F7F14"/>
    <w:rsid w:val="00503E9C"/>
    <w:rsid w:val="00504D7E"/>
    <w:rsid w:val="00514016"/>
    <w:rsid w:val="00515E18"/>
    <w:rsid w:val="00521ABB"/>
    <w:rsid w:val="00522735"/>
    <w:rsid w:val="00523603"/>
    <w:rsid w:val="00523F03"/>
    <w:rsid w:val="005349EA"/>
    <w:rsid w:val="005360AA"/>
    <w:rsid w:val="00537180"/>
    <w:rsid w:val="005415C8"/>
    <w:rsid w:val="00541976"/>
    <w:rsid w:val="005446FE"/>
    <w:rsid w:val="0055367B"/>
    <w:rsid w:val="0055419B"/>
    <w:rsid w:val="005558C3"/>
    <w:rsid w:val="00557281"/>
    <w:rsid w:val="00562056"/>
    <w:rsid w:val="00562F50"/>
    <w:rsid w:val="005641B1"/>
    <w:rsid w:val="00565DBB"/>
    <w:rsid w:val="00566C62"/>
    <w:rsid w:val="00576584"/>
    <w:rsid w:val="00576DE6"/>
    <w:rsid w:val="0057734A"/>
    <w:rsid w:val="00585832"/>
    <w:rsid w:val="00587DFE"/>
    <w:rsid w:val="0059578B"/>
    <w:rsid w:val="0059700B"/>
    <w:rsid w:val="00597A05"/>
    <w:rsid w:val="005A0395"/>
    <w:rsid w:val="005A08B0"/>
    <w:rsid w:val="005A1F0A"/>
    <w:rsid w:val="005A1F2C"/>
    <w:rsid w:val="005A2E16"/>
    <w:rsid w:val="005A7F3B"/>
    <w:rsid w:val="005B3C22"/>
    <w:rsid w:val="005B4D8F"/>
    <w:rsid w:val="005B5F77"/>
    <w:rsid w:val="005B7F1F"/>
    <w:rsid w:val="005C2E09"/>
    <w:rsid w:val="005C3E77"/>
    <w:rsid w:val="005E2A8A"/>
    <w:rsid w:val="005F0A84"/>
    <w:rsid w:val="005F0D62"/>
    <w:rsid w:val="005F289C"/>
    <w:rsid w:val="0060303F"/>
    <w:rsid w:val="0060481E"/>
    <w:rsid w:val="00610627"/>
    <w:rsid w:val="00610D48"/>
    <w:rsid w:val="00611B1C"/>
    <w:rsid w:val="00615110"/>
    <w:rsid w:val="0061546C"/>
    <w:rsid w:val="00615A6C"/>
    <w:rsid w:val="006201A9"/>
    <w:rsid w:val="00630EB0"/>
    <w:rsid w:val="0063281E"/>
    <w:rsid w:val="00633373"/>
    <w:rsid w:val="00634650"/>
    <w:rsid w:val="00637CBF"/>
    <w:rsid w:val="00641C0F"/>
    <w:rsid w:val="00643D51"/>
    <w:rsid w:val="0064458B"/>
    <w:rsid w:val="00646284"/>
    <w:rsid w:val="00646C35"/>
    <w:rsid w:val="00650489"/>
    <w:rsid w:val="00654DCC"/>
    <w:rsid w:val="0066692D"/>
    <w:rsid w:val="00672C15"/>
    <w:rsid w:val="0067572C"/>
    <w:rsid w:val="00680A29"/>
    <w:rsid w:val="00684E21"/>
    <w:rsid w:val="0069149F"/>
    <w:rsid w:val="00692A5F"/>
    <w:rsid w:val="006965A9"/>
    <w:rsid w:val="006A199A"/>
    <w:rsid w:val="006A2B68"/>
    <w:rsid w:val="006A4019"/>
    <w:rsid w:val="006A4597"/>
    <w:rsid w:val="006A7E56"/>
    <w:rsid w:val="006B11EE"/>
    <w:rsid w:val="006C0B5F"/>
    <w:rsid w:val="006C1099"/>
    <w:rsid w:val="006C4844"/>
    <w:rsid w:val="006C5AA7"/>
    <w:rsid w:val="006C6915"/>
    <w:rsid w:val="006E433E"/>
    <w:rsid w:val="006E6364"/>
    <w:rsid w:val="006E756B"/>
    <w:rsid w:val="006F0111"/>
    <w:rsid w:val="006F0551"/>
    <w:rsid w:val="006F2FBC"/>
    <w:rsid w:val="006F5E58"/>
    <w:rsid w:val="007005FF"/>
    <w:rsid w:val="00702746"/>
    <w:rsid w:val="007124A7"/>
    <w:rsid w:val="00732A77"/>
    <w:rsid w:val="00734AED"/>
    <w:rsid w:val="00741210"/>
    <w:rsid w:val="00741253"/>
    <w:rsid w:val="007561DF"/>
    <w:rsid w:val="007629FF"/>
    <w:rsid w:val="00763639"/>
    <w:rsid w:val="007638CA"/>
    <w:rsid w:val="0077008A"/>
    <w:rsid w:val="007724DB"/>
    <w:rsid w:val="00775D07"/>
    <w:rsid w:val="00777148"/>
    <w:rsid w:val="00783728"/>
    <w:rsid w:val="007846D8"/>
    <w:rsid w:val="00786E1D"/>
    <w:rsid w:val="00790979"/>
    <w:rsid w:val="007919F0"/>
    <w:rsid w:val="00793C86"/>
    <w:rsid w:val="00796EAC"/>
    <w:rsid w:val="007A12BC"/>
    <w:rsid w:val="007A492A"/>
    <w:rsid w:val="007B1B4A"/>
    <w:rsid w:val="007B2C2E"/>
    <w:rsid w:val="007D14BC"/>
    <w:rsid w:val="007D2DE5"/>
    <w:rsid w:val="007D520E"/>
    <w:rsid w:val="007D67DF"/>
    <w:rsid w:val="007E03B0"/>
    <w:rsid w:val="007E21A0"/>
    <w:rsid w:val="007E40AC"/>
    <w:rsid w:val="007E62DE"/>
    <w:rsid w:val="007F1B20"/>
    <w:rsid w:val="007F5F6C"/>
    <w:rsid w:val="007F6592"/>
    <w:rsid w:val="00810036"/>
    <w:rsid w:val="00811A56"/>
    <w:rsid w:val="00813B23"/>
    <w:rsid w:val="00823040"/>
    <w:rsid w:val="008275F4"/>
    <w:rsid w:val="00837DB7"/>
    <w:rsid w:val="00840FB1"/>
    <w:rsid w:val="0085163D"/>
    <w:rsid w:val="0085288E"/>
    <w:rsid w:val="008656A7"/>
    <w:rsid w:val="00871993"/>
    <w:rsid w:val="00873D24"/>
    <w:rsid w:val="00875DF9"/>
    <w:rsid w:val="00884174"/>
    <w:rsid w:val="00884A65"/>
    <w:rsid w:val="00885F2C"/>
    <w:rsid w:val="00895BFE"/>
    <w:rsid w:val="00897975"/>
    <w:rsid w:val="008A35E1"/>
    <w:rsid w:val="008A7529"/>
    <w:rsid w:val="008B7E24"/>
    <w:rsid w:val="008D1B24"/>
    <w:rsid w:val="008D32D0"/>
    <w:rsid w:val="008D497A"/>
    <w:rsid w:val="008E2237"/>
    <w:rsid w:val="008E65C4"/>
    <w:rsid w:val="008F1AE1"/>
    <w:rsid w:val="008F6EA7"/>
    <w:rsid w:val="008F6EBB"/>
    <w:rsid w:val="008F7B84"/>
    <w:rsid w:val="00901787"/>
    <w:rsid w:val="00902E72"/>
    <w:rsid w:val="0090358B"/>
    <w:rsid w:val="00904A59"/>
    <w:rsid w:val="00905CCA"/>
    <w:rsid w:val="00910DAD"/>
    <w:rsid w:val="00913CCA"/>
    <w:rsid w:val="0091499B"/>
    <w:rsid w:val="00916B51"/>
    <w:rsid w:val="009269D9"/>
    <w:rsid w:val="00932536"/>
    <w:rsid w:val="0093540D"/>
    <w:rsid w:val="00941C6E"/>
    <w:rsid w:val="00944AB6"/>
    <w:rsid w:val="00950C40"/>
    <w:rsid w:val="00950E67"/>
    <w:rsid w:val="00952F66"/>
    <w:rsid w:val="00962871"/>
    <w:rsid w:val="00963457"/>
    <w:rsid w:val="0096498D"/>
    <w:rsid w:val="00964A93"/>
    <w:rsid w:val="009724C8"/>
    <w:rsid w:val="00973DB3"/>
    <w:rsid w:val="009745D0"/>
    <w:rsid w:val="00975EB9"/>
    <w:rsid w:val="009823FB"/>
    <w:rsid w:val="00994F3A"/>
    <w:rsid w:val="00996AEF"/>
    <w:rsid w:val="009A0437"/>
    <w:rsid w:val="009A25D3"/>
    <w:rsid w:val="009A3568"/>
    <w:rsid w:val="009A786C"/>
    <w:rsid w:val="009B6202"/>
    <w:rsid w:val="009B6954"/>
    <w:rsid w:val="009C4C25"/>
    <w:rsid w:val="009C6F9D"/>
    <w:rsid w:val="009D644B"/>
    <w:rsid w:val="009E261F"/>
    <w:rsid w:val="009E4639"/>
    <w:rsid w:val="009E7ED5"/>
    <w:rsid w:val="009F3897"/>
    <w:rsid w:val="009F6818"/>
    <w:rsid w:val="00A15330"/>
    <w:rsid w:val="00A164CE"/>
    <w:rsid w:val="00A227FF"/>
    <w:rsid w:val="00A27122"/>
    <w:rsid w:val="00A32052"/>
    <w:rsid w:val="00A34E52"/>
    <w:rsid w:val="00A36E68"/>
    <w:rsid w:val="00A42AF7"/>
    <w:rsid w:val="00A45E90"/>
    <w:rsid w:val="00A5105A"/>
    <w:rsid w:val="00A530CF"/>
    <w:rsid w:val="00A55A87"/>
    <w:rsid w:val="00A607CB"/>
    <w:rsid w:val="00A61849"/>
    <w:rsid w:val="00A651EC"/>
    <w:rsid w:val="00A66629"/>
    <w:rsid w:val="00A70155"/>
    <w:rsid w:val="00A70DC6"/>
    <w:rsid w:val="00A7134F"/>
    <w:rsid w:val="00A73398"/>
    <w:rsid w:val="00A933F0"/>
    <w:rsid w:val="00AB2045"/>
    <w:rsid w:val="00AC1102"/>
    <w:rsid w:val="00AC6DC1"/>
    <w:rsid w:val="00AC7798"/>
    <w:rsid w:val="00AD2BD8"/>
    <w:rsid w:val="00AD7D8B"/>
    <w:rsid w:val="00AE0B21"/>
    <w:rsid w:val="00AE4D76"/>
    <w:rsid w:val="00AE6339"/>
    <w:rsid w:val="00AF2374"/>
    <w:rsid w:val="00B11705"/>
    <w:rsid w:val="00B15F91"/>
    <w:rsid w:val="00B16862"/>
    <w:rsid w:val="00B207A6"/>
    <w:rsid w:val="00B302CB"/>
    <w:rsid w:val="00B37EDC"/>
    <w:rsid w:val="00B40379"/>
    <w:rsid w:val="00B405EF"/>
    <w:rsid w:val="00B455AC"/>
    <w:rsid w:val="00B53169"/>
    <w:rsid w:val="00B54D4A"/>
    <w:rsid w:val="00B577F7"/>
    <w:rsid w:val="00B60123"/>
    <w:rsid w:val="00B6469D"/>
    <w:rsid w:val="00B66C01"/>
    <w:rsid w:val="00B73746"/>
    <w:rsid w:val="00B8654B"/>
    <w:rsid w:val="00B86DEB"/>
    <w:rsid w:val="00B93F7D"/>
    <w:rsid w:val="00BA118C"/>
    <w:rsid w:val="00BB1036"/>
    <w:rsid w:val="00BB4057"/>
    <w:rsid w:val="00BB426B"/>
    <w:rsid w:val="00BB575E"/>
    <w:rsid w:val="00BB75AD"/>
    <w:rsid w:val="00BC0D15"/>
    <w:rsid w:val="00BC23DB"/>
    <w:rsid w:val="00BD6A6A"/>
    <w:rsid w:val="00BD7B21"/>
    <w:rsid w:val="00BE2B10"/>
    <w:rsid w:val="00BE3FFF"/>
    <w:rsid w:val="00BF082E"/>
    <w:rsid w:val="00BF0C7A"/>
    <w:rsid w:val="00BF20AC"/>
    <w:rsid w:val="00BF377C"/>
    <w:rsid w:val="00BF3A13"/>
    <w:rsid w:val="00BF54A9"/>
    <w:rsid w:val="00BF7294"/>
    <w:rsid w:val="00C01782"/>
    <w:rsid w:val="00C06ACD"/>
    <w:rsid w:val="00C25B14"/>
    <w:rsid w:val="00C300F5"/>
    <w:rsid w:val="00C30BD7"/>
    <w:rsid w:val="00C31250"/>
    <w:rsid w:val="00C323D8"/>
    <w:rsid w:val="00C342D9"/>
    <w:rsid w:val="00C36804"/>
    <w:rsid w:val="00C40EA6"/>
    <w:rsid w:val="00C41FEB"/>
    <w:rsid w:val="00C421FD"/>
    <w:rsid w:val="00C42B0E"/>
    <w:rsid w:val="00C52D9A"/>
    <w:rsid w:val="00C570C1"/>
    <w:rsid w:val="00C57FEA"/>
    <w:rsid w:val="00C60DA5"/>
    <w:rsid w:val="00C61E24"/>
    <w:rsid w:val="00C639C8"/>
    <w:rsid w:val="00C7638D"/>
    <w:rsid w:val="00C76ED9"/>
    <w:rsid w:val="00C849EC"/>
    <w:rsid w:val="00C869BE"/>
    <w:rsid w:val="00C86CEE"/>
    <w:rsid w:val="00C90DB1"/>
    <w:rsid w:val="00CA3C77"/>
    <w:rsid w:val="00CA72CB"/>
    <w:rsid w:val="00CB3A63"/>
    <w:rsid w:val="00CB7518"/>
    <w:rsid w:val="00CC4A7E"/>
    <w:rsid w:val="00CD0D77"/>
    <w:rsid w:val="00CD1B28"/>
    <w:rsid w:val="00CD3AEC"/>
    <w:rsid w:val="00CD6194"/>
    <w:rsid w:val="00CD7FB3"/>
    <w:rsid w:val="00CE3133"/>
    <w:rsid w:val="00CE591F"/>
    <w:rsid w:val="00CF02D8"/>
    <w:rsid w:val="00CF18DC"/>
    <w:rsid w:val="00CF46C1"/>
    <w:rsid w:val="00CF684F"/>
    <w:rsid w:val="00CF7182"/>
    <w:rsid w:val="00D06C7D"/>
    <w:rsid w:val="00D12D86"/>
    <w:rsid w:val="00D2160E"/>
    <w:rsid w:val="00D26769"/>
    <w:rsid w:val="00D31516"/>
    <w:rsid w:val="00D31D4E"/>
    <w:rsid w:val="00D34041"/>
    <w:rsid w:val="00D34DB2"/>
    <w:rsid w:val="00D42666"/>
    <w:rsid w:val="00D44EB2"/>
    <w:rsid w:val="00D460E7"/>
    <w:rsid w:val="00D46148"/>
    <w:rsid w:val="00D53A34"/>
    <w:rsid w:val="00D70CBD"/>
    <w:rsid w:val="00D74D2A"/>
    <w:rsid w:val="00D827D8"/>
    <w:rsid w:val="00D82CC7"/>
    <w:rsid w:val="00D8332F"/>
    <w:rsid w:val="00D8361E"/>
    <w:rsid w:val="00D840FE"/>
    <w:rsid w:val="00DA0D67"/>
    <w:rsid w:val="00DA4D9E"/>
    <w:rsid w:val="00DB3EA6"/>
    <w:rsid w:val="00DB7EFE"/>
    <w:rsid w:val="00DD2A89"/>
    <w:rsid w:val="00DD4909"/>
    <w:rsid w:val="00DD4ABF"/>
    <w:rsid w:val="00DE40F7"/>
    <w:rsid w:val="00DE69AE"/>
    <w:rsid w:val="00DF3972"/>
    <w:rsid w:val="00E0103C"/>
    <w:rsid w:val="00E02416"/>
    <w:rsid w:val="00E07407"/>
    <w:rsid w:val="00E12EEB"/>
    <w:rsid w:val="00E14818"/>
    <w:rsid w:val="00E162FF"/>
    <w:rsid w:val="00E24642"/>
    <w:rsid w:val="00E31BB4"/>
    <w:rsid w:val="00E40EF9"/>
    <w:rsid w:val="00E451EE"/>
    <w:rsid w:val="00E526F0"/>
    <w:rsid w:val="00E54910"/>
    <w:rsid w:val="00E549B5"/>
    <w:rsid w:val="00E56B18"/>
    <w:rsid w:val="00E63189"/>
    <w:rsid w:val="00E706AC"/>
    <w:rsid w:val="00E70C5A"/>
    <w:rsid w:val="00E73A08"/>
    <w:rsid w:val="00E82EC5"/>
    <w:rsid w:val="00E85187"/>
    <w:rsid w:val="00E86C0D"/>
    <w:rsid w:val="00E92CF7"/>
    <w:rsid w:val="00E95863"/>
    <w:rsid w:val="00E96618"/>
    <w:rsid w:val="00E96F64"/>
    <w:rsid w:val="00EA0911"/>
    <w:rsid w:val="00EA3A93"/>
    <w:rsid w:val="00EA3B37"/>
    <w:rsid w:val="00EA407C"/>
    <w:rsid w:val="00EA6208"/>
    <w:rsid w:val="00EA6AAD"/>
    <w:rsid w:val="00EA7136"/>
    <w:rsid w:val="00EA7C16"/>
    <w:rsid w:val="00EB1AC2"/>
    <w:rsid w:val="00EB4894"/>
    <w:rsid w:val="00EB56F7"/>
    <w:rsid w:val="00EC5935"/>
    <w:rsid w:val="00EC7439"/>
    <w:rsid w:val="00EC7DE4"/>
    <w:rsid w:val="00ED58E4"/>
    <w:rsid w:val="00EE6C06"/>
    <w:rsid w:val="00EF2ED0"/>
    <w:rsid w:val="00F03593"/>
    <w:rsid w:val="00F04190"/>
    <w:rsid w:val="00F06196"/>
    <w:rsid w:val="00F07098"/>
    <w:rsid w:val="00F1721C"/>
    <w:rsid w:val="00F22F45"/>
    <w:rsid w:val="00F262F4"/>
    <w:rsid w:val="00F306F8"/>
    <w:rsid w:val="00F311A0"/>
    <w:rsid w:val="00F368EF"/>
    <w:rsid w:val="00F44C02"/>
    <w:rsid w:val="00F46170"/>
    <w:rsid w:val="00F502F9"/>
    <w:rsid w:val="00F614D7"/>
    <w:rsid w:val="00F74A12"/>
    <w:rsid w:val="00F74C71"/>
    <w:rsid w:val="00F77A5F"/>
    <w:rsid w:val="00F813C1"/>
    <w:rsid w:val="00F82341"/>
    <w:rsid w:val="00F82E8C"/>
    <w:rsid w:val="00F83876"/>
    <w:rsid w:val="00F8472F"/>
    <w:rsid w:val="00F911F1"/>
    <w:rsid w:val="00F96C77"/>
    <w:rsid w:val="00FA2AB7"/>
    <w:rsid w:val="00FA79C7"/>
    <w:rsid w:val="00FB1D3A"/>
    <w:rsid w:val="00FB4554"/>
    <w:rsid w:val="00FD2F5C"/>
    <w:rsid w:val="00FD3AA2"/>
    <w:rsid w:val="00FE5136"/>
    <w:rsid w:val="00FF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E7B179"/>
  <w15:docId w15:val="{DD104287-A7FD-4B5B-A39D-A472D01D5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E7ED5"/>
  </w:style>
  <w:style w:type="paragraph" w:styleId="Nadpis1">
    <w:name w:val="heading 1"/>
    <w:basedOn w:val="Normln"/>
    <w:next w:val="Normln"/>
    <w:qFormat/>
    <w:rsid w:val="009E7ED5"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EB48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spolenosti">
    <w:name w:val="Název společnosti"/>
    <w:basedOn w:val="Zkladntext"/>
    <w:next w:val="Zkladntext"/>
    <w:rsid w:val="009E7ED5"/>
    <w:pPr>
      <w:keepLines/>
      <w:framePr w:w="8640" w:h="1440" w:wrap="notBeside" w:vAnchor="page" w:hAnchor="margin" w:xAlign="center" w:y="889"/>
      <w:spacing w:after="40" w:line="240" w:lineRule="atLeast"/>
      <w:jc w:val="center"/>
    </w:pPr>
    <w:rPr>
      <w:rFonts w:ascii="Garamond" w:hAnsi="Garamond"/>
      <w:caps/>
      <w:spacing w:val="75"/>
      <w:kern w:val="18"/>
      <w:sz w:val="21"/>
    </w:rPr>
  </w:style>
  <w:style w:type="paragraph" w:styleId="Zkladntext">
    <w:name w:val="Body Text"/>
    <w:basedOn w:val="Normln"/>
    <w:link w:val="ZkladntextChar"/>
    <w:rsid w:val="009E7ED5"/>
    <w:pPr>
      <w:spacing w:after="120"/>
    </w:pPr>
  </w:style>
  <w:style w:type="paragraph" w:styleId="Zkladntext2">
    <w:name w:val="Body Text 2"/>
    <w:basedOn w:val="Normln"/>
    <w:rsid w:val="009E7ED5"/>
    <w:pPr>
      <w:jc w:val="both"/>
    </w:pPr>
  </w:style>
  <w:style w:type="paragraph" w:styleId="Zhlav">
    <w:name w:val="header"/>
    <w:basedOn w:val="Normln"/>
    <w:rsid w:val="009E7E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E7ED5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sid w:val="009E7ED5"/>
    <w:rPr>
      <w:color w:val="0000FF"/>
      <w:u w:val="single"/>
    </w:rPr>
  </w:style>
  <w:style w:type="paragraph" w:styleId="Zkladntext3">
    <w:name w:val="Body Text 3"/>
    <w:basedOn w:val="Normln"/>
    <w:rsid w:val="009E7ED5"/>
    <w:pPr>
      <w:jc w:val="both"/>
    </w:pPr>
    <w:rPr>
      <w:sz w:val="24"/>
    </w:rPr>
  </w:style>
  <w:style w:type="paragraph" w:customStyle="1" w:styleId="Specifikace">
    <w:name w:val="Specifikace"/>
    <w:basedOn w:val="Normln"/>
    <w:rsid w:val="009E7ED5"/>
    <w:pPr>
      <w:tabs>
        <w:tab w:val="left" w:pos="851"/>
        <w:tab w:val="right" w:leader="dot" w:pos="8505"/>
      </w:tabs>
      <w:jc w:val="both"/>
    </w:pPr>
    <w:rPr>
      <w:sz w:val="24"/>
    </w:rPr>
  </w:style>
  <w:style w:type="paragraph" w:customStyle="1" w:styleId="Petit">
    <w:name w:val="Petit"/>
    <w:basedOn w:val="Normln"/>
    <w:next w:val="Normln"/>
    <w:rsid w:val="009E7ED5"/>
    <w:pPr>
      <w:keepNext/>
      <w:jc w:val="center"/>
    </w:pPr>
    <w:rPr>
      <w:rFonts w:ascii="Book Antiqua" w:hAnsi="Book Antiqua"/>
      <w:b/>
      <w:spacing w:val="40"/>
      <w:sz w:val="24"/>
    </w:rPr>
  </w:style>
  <w:style w:type="character" w:styleId="Sledovanodkaz">
    <w:name w:val="FollowedHyperlink"/>
    <w:rsid w:val="009E7ED5"/>
    <w:rPr>
      <w:color w:val="800080"/>
      <w:u w:val="single"/>
    </w:rPr>
  </w:style>
  <w:style w:type="paragraph" w:styleId="Zkladntextodsazen3">
    <w:name w:val="Body Text Indent 3"/>
    <w:basedOn w:val="Normln"/>
    <w:rsid w:val="005349EA"/>
    <w:pPr>
      <w:spacing w:after="120"/>
      <w:ind w:left="283"/>
    </w:pPr>
    <w:rPr>
      <w:sz w:val="16"/>
      <w:szCs w:val="16"/>
    </w:rPr>
  </w:style>
  <w:style w:type="paragraph" w:styleId="Rozloendokumentu">
    <w:name w:val="Document Map"/>
    <w:basedOn w:val="Normln"/>
    <w:semiHidden/>
    <w:rsid w:val="00C76ED9"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link w:val="Nadpis2"/>
    <w:semiHidden/>
    <w:rsid w:val="00EB489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style-span">
    <w:name w:val="apple-style-span"/>
    <w:basedOn w:val="Standardnpsmoodstavce"/>
    <w:rsid w:val="00B455AC"/>
  </w:style>
  <w:style w:type="paragraph" w:styleId="Odstavecseseznamem">
    <w:name w:val="List Paragraph"/>
    <w:basedOn w:val="Normln"/>
    <w:uiPriority w:val="34"/>
    <w:qFormat/>
    <w:rsid w:val="00CF46C1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B11E0"/>
  </w:style>
  <w:style w:type="character" w:customStyle="1" w:styleId="apple-converted-space">
    <w:name w:val="apple-converted-space"/>
    <w:rsid w:val="00DE40F7"/>
  </w:style>
  <w:style w:type="character" w:customStyle="1" w:styleId="ZkladntextChar">
    <w:name w:val="Základní text Char"/>
    <w:link w:val="Zkladntext"/>
    <w:rsid w:val="00345FE4"/>
  </w:style>
  <w:style w:type="paragraph" w:customStyle="1" w:styleId="Default">
    <w:name w:val="Default"/>
    <w:rsid w:val="00C42B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uiPriority w:val="22"/>
    <w:qFormat/>
    <w:rsid w:val="00C90DB1"/>
    <w:rPr>
      <w:b/>
      <w:bCs/>
    </w:rPr>
  </w:style>
  <w:style w:type="paragraph" w:styleId="FormtovanvHTML">
    <w:name w:val="HTML Preformatted"/>
    <w:basedOn w:val="Normln"/>
    <w:link w:val="FormtovanvHTMLChar"/>
    <w:uiPriority w:val="99"/>
    <w:unhideWhenUsed/>
    <w:rsid w:val="00C90D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FormtovanvHTMLChar">
    <w:name w:val="Formátovaný v HTML Char"/>
    <w:link w:val="FormtovanvHTML"/>
    <w:uiPriority w:val="99"/>
    <w:rsid w:val="00C90DB1"/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4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1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25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31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998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295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73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101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93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8344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65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077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102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50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433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089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37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62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569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644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880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2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236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725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79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4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95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429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35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186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68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18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52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730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97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10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779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66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956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701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9730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114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0167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821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20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159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236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1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986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66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571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87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832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86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335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620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08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136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02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34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0144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24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7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6537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65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430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6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8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0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09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8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8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431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98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659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205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77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763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1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535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01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54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7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28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1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66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733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968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4930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20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424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92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76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72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350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2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079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144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769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81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9574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18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61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916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70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21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085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409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4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907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639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92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33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702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85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977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88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64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106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96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008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8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07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02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3832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33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73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977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63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26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55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646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79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917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398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300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370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185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95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21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205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115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25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01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78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313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75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915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62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1079</CharactersWithSpaces>
  <SharedDoc>false</SharedDoc>
  <HLinks>
    <vt:vector size="18" baseType="variant">
      <vt:variant>
        <vt:i4>7602276</vt:i4>
      </vt:variant>
      <vt:variant>
        <vt:i4>9</vt:i4>
      </vt:variant>
      <vt:variant>
        <vt:i4>0</vt:i4>
      </vt:variant>
      <vt:variant>
        <vt:i4>5</vt:i4>
      </vt:variant>
      <vt:variant>
        <vt:lpwstr>http://www.bransontractors.cz/</vt:lpwstr>
      </vt:variant>
      <vt:variant>
        <vt:lpwstr/>
      </vt:variant>
      <vt:variant>
        <vt:i4>8323168</vt:i4>
      </vt:variant>
      <vt:variant>
        <vt:i4>6</vt:i4>
      </vt:variant>
      <vt:variant>
        <vt:i4>0</vt:i4>
      </vt:variant>
      <vt:variant>
        <vt:i4>5</vt:i4>
      </vt:variant>
      <vt:variant>
        <vt:lpwstr>http://www.npprofi.cz/</vt:lpwstr>
      </vt:variant>
      <vt:variant>
        <vt:lpwstr/>
      </vt:variant>
      <vt:variant>
        <vt:i4>589869</vt:i4>
      </vt:variant>
      <vt:variant>
        <vt:i4>3</vt:i4>
      </vt:variant>
      <vt:variant>
        <vt:i4>0</vt:i4>
      </vt:variant>
      <vt:variant>
        <vt:i4>5</vt:i4>
      </vt:variant>
      <vt:variant>
        <vt:lpwstr>mailto:nasinec@npprofi.cz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Našinec Ondřej</dc:creator>
  <cp:lastModifiedBy>Křehlíková Lucie, Bc.</cp:lastModifiedBy>
  <cp:revision>12</cp:revision>
  <cp:lastPrinted>2024-04-15T09:24:00Z</cp:lastPrinted>
  <dcterms:created xsi:type="dcterms:W3CDTF">2024-04-15T09:10:00Z</dcterms:created>
  <dcterms:modified xsi:type="dcterms:W3CDTF">2025-08-13T11:29:00Z</dcterms:modified>
</cp:coreProperties>
</file>