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DF73D1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3FBE722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DF73D1">
        <w:rPr>
          <w:rFonts w:ascii="Verdana" w:hAnsi="Verdana"/>
          <w:sz w:val="18"/>
          <w:szCs w:val="18"/>
        </w:rPr>
        <w:t xml:space="preserve">který podává nabídku </w:t>
      </w:r>
      <w:r w:rsidR="00BB5F55" w:rsidRPr="00DF73D1">
        <w:rPr>
          <w:rFonts w:ascii="Verdana" w:hAnsi="Verdana"/>
          <w:sz w:val="18"/>
          <w:szCs w:val="18"/>
        </w:rPr>
        <w:t xml:space="preserve">na veřejnou </w:t>
      </w:r>
      <w:r w:rsidRPr="00DF73D1">
        <w:rPr>
          <w:rFonts w:ascii="Verdana" w:hAnsi="Verdana"/>
          <w:sz w:val="18"/>
          <w:szCs w:val="18"/>
        </w:rPr>
        <w:t xml:space="preserve">zakázku s názvem </w:t>
      </w:r>
      <w:r w:rsidR="00AF2031" w:rsidRPr="00DF73D1">
        <w:rPr>
          <w:rFonts w:ascii="Verdana" w:hAnsi="Verdana"/>
          <w:sz w:val="18"/>
          <w:szCs w:val="18"/>
        </w:rPr>
        <w:t>„</w:t>
      </w:r>
      <w:r w:rsidR="00885E7E" w:rsidRPr="00885E7E">
        <w:rPr>
          <w:rFonts w:ascii="Verdana" w:hAnsi="Verdana"/>
          <w:b/>
          <w:bCs/>
          <w:sz w:val="18"/>
          <w:szCs w:val="18"/>
        </w:rPr>
        <w:t>Dodávka multifunkčního silničního vozidla včetně příslušenství pro OŘ UNL 2025</w:t>
      </w:r>
      <w:r w:rsidR="00AF2031" w:rsidRPr="00DF73D1">
        <w:rPr>
          <w:rFonts w:ascii="Verdana" w:hAnsi="Verdana"/>
          <w:sz w:val="18"/>
          <w:szCs w:val="18"/>
        </w:rPr>
        <w:t>“</w:t>
      </w:r>
      <w:r w:rsidRPr="00DF73D1">
        <w:rPr>
          <w:rFonts w:ascii="Verdana" w:hAnsi="Verdana"/>
          <w:sz w:val="18"/>
          <w:szCs w:val="18"/>
        </w:rPr>
        <w:t>, tímto čestně prohlašuje</w:t>
      </w:r>
      <w:r w:rsidR="003B09D8" w:rsidRPr="00DF73D1">
        <w:rPr>
          <w:rFonts w:ascii="Verdana" w:hAnsi="Verdana"/>
          <w:sz w:val="18"/>
          <w:szCs w:val="18"/>
        </w:rPr>
        <w:t>,</w:t>
      </w:r>
      <w:r w:rsidR="00C77026" w:rsidRPr="00DF73D1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</w:t>
      </w:r>
      <w:r w:rsidR="00C77026" w:rsidRPr="009618D3">
        <w:rPr>
          <w:rFonts w:ascii="Verdana" w:hAnsi="Verdana"/>
          <w:sz w:val="18"/>
          <w:szCs w:val="18"/>
        </w:rPr>
        <w:t xml:space="preserve">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56EF749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85E7E" w:rsidRPr="00885E7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0C5"/>
    <w:rsid w:val="00110A95"/>
    <w:rsid w:val="0011543D"/>
    <w:rsid w:val="00123E8C"/>
    <w:rsid w:val="0014383F"/>
    <w:rsid w:val="001561B0"/>
    <w:rsid w:val="00160155"/>
    <w:rsid w:val="001757F0"/>
    <w:rsid w:val="00184203"/>
    <w:rsid w:val="001A3231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D0642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E7747"/>
    <w:rsid w:val="00801420"/>
    <w:rsid w:val="00822E9C"/>
    <w:rsid w:val="008315BA"/>
    <w:rsid w:val="008333D3"/>
    <w:rsid w:val="00841DBF"/>
    <w:rsid w:val="00865A9F"/>
    <w:rsid w:val="00885E7E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F7D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1E18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643F"/>
    <w:rsid w:val="00D817C7"/>
    <w:rsid w:val="00D9176F"/>
    <w:rsid w:val="00D9470F"/>
    <w:rsid w:val="00DC6384"/>
    <w:rsid w:val="00DC7EB9"/>
    <w:rsid w:val="00DF73D1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E3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A3231"/>
    <w:rsid w:val="002836A5"/>
    <w:rsid w:val="002D0642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A6F7D"/>
    <w:rsid w:val="00AE0D27"/>
    <w:rsid w:val="00B42F44"/>
    <w:rsid w:val="00BC4977"/>
    <w:rsid w:val="00BD478F"/>
    <w:rsid w:val="00C61E18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24</cp:revision>
  <cp:lastPrinted>2016-08-01T07:54:00Z</cp:lastPrinted>
  <dcterms:created xsi:type="dcterms:W3CDTF">2018-11-26T13:17:00Z</dcterms:created>
  <dcterms:modified xsi:type="dcterms:W3CDTF">2025-07-25T12:48:00Z</dcterms:modified>
</cp:coreProperties>
</file>