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75E41" w14:textId="07E34F5E" w:rsidR="0039461D" w:rsidRPr="00BC6B19" w:rsidRDefault="0039461D" w:rsidP="0039461D">
      <w:pPr>
        <w:pStyle w:val="Nadpis1"/>
        <w:jc w:val="center"/>
        <w:rPr>
          <w:rFonts w:asciiTheme="minorHAnsi" w:hAnsiTheme="minorHAnsi" w:cstheme="minorHAnsi"/>
          <w:b/>
          <w:sz w:val="36"/>
          <w:szCs w:val="16"/>
        </w:rPr>
      </w:pPr>
      <w:r w:rsidRPr="00BC6B19">
        <w:rPr>
          <w:rFonts w:asciiTheme="minorHAnsi" w:hAnsiTheme="minorHAnsi" w:cstheme="minorHAnsi"/>
          <w:b/>
          <w:sz w:val="36"/>
          <w:szCs w:val="16"/>
        </w:rPr>
        <w:t>SEZNAM SOUŘADNIC A VÝŠEK BODŮ</w:t>
      </w:r>
      <w:r w:rsidR="00054819" w:rsidRPr="00BC6B19">
        <w:rPr>
          <w:rFonts w:asciiTheme="minorHAnsi" w:hAnsiTheme="minorHAnsi" w:cstheme="minorHAnsi"/>
          <w:b/>
          <w:sz w:val="36"/>
          <w:szCs w:val="16"/>
        </w:rPr>
        <w:t xml:space="preserve"> </w:t>
      </w:r>
      <w:r w:rsidR="00960E2E" w:rsidRPr="00BC6B19">
        <w:rPr>
          <w:rFonts w:asciiTheme="minorHAnsi" w:hAnsiTheme="minorHAnsi" w:cstheme="minorHAnsi"/>
          <w:b/>
          <w:sz w:val="36"/>
          <w:szCs w:val="16"/>
        </w:rPr>
        <w:t>PODROBNÝCH BODŮ</w:t>
      </w:r>
    </w:p>
    <w:p w14:paraId="039317D8" w14:textId="77777777" w:rsidR="00EE4BB0" w:rsidRPr="00EE4BB0" w:rsidRDefault="0039461D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>Zakázka:</w:t>
      </w:r>
    </w:p>
    <w:p w14:paraId="5804D245" w14:textId="77777777" w:rsidR="006059A4" w:rsidRDefault="006059A4" w:rsidP="006059A4">
      <w:pPr>
        <w:jc w:val="center"/>
      </w:pPr>
      <w:r>
        <w:t>Náhrada přejezdu P 4049 v km 76,708 trati Chlumec nad Cidlinou – Lichkov</w:t>
      </w:r>
    </w:p>
    <w:p w14:paraId="7618D94D" w14:textId="677D9688" w:rsidR="00C66466" w:rsidRDefault="00C66466" w:rsidP="00C66466">
      <w:pPr>
        <w:pStyle w:val="Nadpis2"/>
        <w:jc w:val="center"/>
      </w:pPr>
    </w:p>
    <w:p w14:paraId="6CBFD247" w14:textId="77777777" w:rsidR="00EE4BB0" w:rsidRDefault="00EE4BB0" w:rsidP="00EE4BB0">
      <w:pPr>
        <w:pStyle w:val="Nadpis2"/>
        <w:rPr>
          <w:color w:val="auto"/>
          <w:sz w:val="24"/>
          <w:szCs w:val="28"/>
        </w:rPr>
      </w:pPr>
      <w:r>
        <w:rPr>
          <w:color w:val="auto"/>
          <w:sz w:val="24"/>
          <w:szCs w:val="28"/>
        </w:rPr>
        <w:t xml:space="preserve">Souřadnicový systém: </w:t>
      </w:r>
      <w:r w:rsidRPr="00EE4BB0">
        <w:rPr>
          <w:b/>
          <w:color w:val="auto"/>
          <w:sz w:val="24"/>
          <w:szCs w:val="28"/>
        </w:rPr>
        <w:t>JTSK</w:t>
      </w:r>
    </w:p>
    <w:p w14:paraId="15F2E9F4" w14:textId="77777777" w:rsidR="00EE4BB0" w:rsidRPr="00EE4BB0" w:rsidRDefault="00EE4BB0" w:rsidP="00EE4BB0">
      <w:pPr>
        <w:pStyle w:val="Nadpis2"/>
        <w:rPr>
          <w:color w:val="auto"/>
          <w:sz w:val="24"/>
          <w:szCs w:val="28"/>
        </w:rPr>
      </w:pPr>
      <w:r w:rsidRPr="00EE4BB0">
        <w:rPr>
          <w:color w:val="auto"/>
          <w:sz w:val="24"/>
          <w:szCs w:val="28"/>
        </w:rPr>
        <w:t xml:space="preserve">Výškový systém: </w:t>
      </w:r>
      <w:r w:rsidRPr="00EE4BB0">
        <w:rPr>
          <w:b/>
          <w:color w:val="auto"/>
          <w:sz w:val="24"/>
          <w:szCs w:val="28"/>
        </w:rPr>
        <w:t>Bpv</w:t>
      </w:r>
    </w:p>
    <w:p w14:paraId="2305E85F" w14:textId="77777777" w:rsidR="0039461D" w:rsidRDefault="005F6A03" w:rsidP="0039461D">
      <w:pPr>
        <w:rPr>
          <w:rFonts w:ascii="Courier New" w:hAnsi="Courier New" w:cs="Courier New"/>
          <w:sz w:val="16"/>
          <w:szCs w:val="20"/>
        </w:rPr>
      </w:pPr>
      <w:r>
        <w:rPr>
          <w:rFonts w:ascii="Courier New" w:hAnsi="Courier New" w:cs="Courier New"/>
          <w:noProof/>
          <w:sz w:val="16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0B96E" wp14:editId="5DB66C01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5829300" cy="9525"/>
                <wp:effectExtent l="0" t="0" r="19050" b="2857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44137F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25pt" to="45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620BF5BB" w14:textId="6112CAD7" w:rsidR="00C66466" w:rsidRPr="00C66466" w:rsidRDefault="00B02B56" w:rsidP="00C66466">
      <w:pPr>
        <w:pStyle w:val="Bezmezer"/>
        <w:rPr>
          <w:b/>
          <w:bCs/>
        </w:rPr>
      </w:pPr>
      <w:r w:rsidRPr="00B02B56">
        <w:rPr>
          <w:rFonts w:ascii="Courier New" w:hAnsi="Courier New" w:cs="Courier New"/>
          <w:b/>
          <w:sz w:val="12"/>
          <w:szCs w:val="16"/>
        </w:rPr>
        <w:t>'</w:t>
      </w:r>
      <w:r w:rsidR="00C66466" w:rsidRPr="00C66466">
        <w:rPr>
          <w:i/>
          <w:iCs/>
        </w:rPr>
        <w:t xml:space="preserve"> </w:t>
      </w:r>
      <w:r w:rsidR="007C7750">
        <w:rPr>
          <w:rFonts w:ascii="Courier New" w:hAnsi="Courier New" w:cs="Courier New"/>
          <w:b/>
          <w:bCs/>
          <w:sz w:val="12"/>
          <w:szCs w:val="12"/>
        </w:rPr>
        <w:t>Náhrada přejezdu P 4049 v km 76,708 na trati Chlumec nd Cidlinou - Lichkov</w:t>
      </w:r>
    </w:p>
    <w:p w14:paraId="55E94087" w14:textId="7FDF014A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'Geodetické a mapové podklady</w:t>
      </w:r>
    </w:p>
    <w:p w14:paraId="705D5050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;(Datum)</w:t>
      </w:r>
    </w:p>
    <w:p w14:paraId="46DEF2A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;(Osoba)</w:t>
      </w:r>
    </w:p>
    <w:p w14:paraId="72104948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;(Org.)</w:t>
      </w:r>
    </w:p>
    <w:p w14:paraId="75D85413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;(Přesnost)</w:t>
      </w:r>
    </w:p>
    <w:p w14:paraId="071E661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;(Původ)</w:t>
      </w:r>
    </w:p>
    <w:p w14:paraId="343F970A" w14:textId="77777777" w:rsidR="00B02B56" w:rsidRPr="00B02B56" w:rsidRDefault="00B02B56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 w:rsidRPr="00B02B56">
        <w:rPr>
          <w:rFonts w:ascii="Courier New" w:hAnsi="Courier New" w:cs="Courier New"/>
          <w:b/>
          <w:sz w:val="12"/>
          <w:szCs w:val="16"/>
        </w:rPr>
        <w:t>;(Od)</w:t>
      </w:r>
    </w:p>
    <w:p w14:paraId="069218D4" w14:textId="7A65C0A6" w:rsidR="00B02B56" w:rsidRPr="00B02B56" w:rsidRDefault="007C7750" w:rsidP="00B02B56">
      <w:pPr>
        <w:pStyle w:val="Bezmezer"/>
        <w:rPr>
          <w:rFonts w:ascii="Courier New" w:hAnsi="Courier New" w:cs="Courier New"/>
          <w:b/>
          <w:sz w:val="12"/>
          <w:szCs w:val="16"/>
        </w:rPr>
      </w:pPr>
      <w:r>
        <w:rPr>
          <w:rFonts w:ascii="Courier New" w:hAnsi="Courier New" w:cs="Courier New"/>
          <w:b/>
          <w:sz w:val="12"/>
          <w:szCs w:val="16"/>
        </w:rPr>
        <w:t>3</w:t>
      </w:r>
      <w:r w:rsidR="00B02B56" w:rsidRPr="00B02B56">
        <w:rPr>
          <w:rFonts w:ascii="Courier New" w:hAnsi="Courier New" w:cs="Courier New"/>
          <w:b/>
          <w:sz w:val="12"/>
          <w:szCs w:val="16"/>
        </w:rPr>
        <w:t xml:space="preserve"> ;(způsob číslování bodů)</w:t>
      </w:r>
    </w:p>
    <w:p w14:paraId="25849C5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 xml:space="preserve">130200001106  603711.140  1059953.632   383.335  /2/2/ŽP/Archiv OCD///SŽG Praha           </w:t>
      </w:r>
    </w:p>
    <w:p w14:paraId="6B6F1CE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 xml:space="preserve">130200003540  603808.200  1060046.568   383.657  /1/2/ŽP/Archiv OCD///SŽG Praha           </w:t>
      </w:r>
    </w:p>
    <w:p w14:paraId="20B4E5E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130211800018  603825.400  1060044.460   382.770  /2/1/Mezník//20150515/Ing. Georgiev/SŽG Praha</w:t>
      </w:r>
    </w:p>
    <w:p w14:paraId="56E5491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130211800023  603732.580  1059965.020   381.500  /2/1/Mezník//20150515/Ing. Georgiev/SŽG Praha</w:t>
      </w:r>
    </w:p>
    <w:p w14:paraId="3532576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130211810004  603723.069  1059956.515   383.067  /2/1/Ter.hr.hor.//20200302/Fišer Petr/CHaT Havl.Brod a.s.</w:t>
      </w:r>
    </w:p>
    <w:p w14:paraId="674F753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130211810005  603719.647  1059951.466   383.113  /2/1/Ter.hr.hor.//20200302/Fišer Petr/CHaT Havl.Brod a.s.</w:t>
      </w:r>
    </w:p>
    <w:p w14:paraId="6E50894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130211810006  603719.437  1059949.225   383.271  /2/1/Ter.hr.hor.//20200302/Fišer Petr/CHaT Havl.Brod a.s.</w:t>
      </w:r>
    </w:p>
    <w:p w14:paraId="22B07CB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130211810007  603723.126  1059945.219   383.295  /2/1/Ter.hr.hor.//20200302/Fišer Petr/CHaT Havl.Brod a.s.</w:t>
      </w:r>
    </w:p>
    <w:p w14:paraId="67ADF47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130211810008  603729.240  1059941.697   383.421  /2/1/Ter.hr.hor.//20200302/Fišer Petr/CHaT Havl.Brod a.s.</w:t>
      </w:r>
    </w:p>
    <w:p w14:paraId="17884D9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130211810012  603735.236  1059935.620   383.177  /2/1/VpusťN//20200302/Fišer Petr/CHaT Havl.Brod a.s.</w:t>
      </w:r>
    </w:p>
    <w:p w14:paraId="6315D4A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130211810013  603736.994  1059936.094   383.322  /2/1/Kan.šach.N//20200302/Fišer Petr/CHaT Havl.Brod a.s.</w:t>
      </w:r>
    </w:p>
    <w:p w14:paraId="578BDDF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130211810017  603742.701  1059934.365   383.226  /2/1/Ter.hr.hor.//20200302/Fišer Petr/CHaT Havl.Brod a.s.</w:t>
      </w:r>
    </w:p>
    <w:p w14:paraId="2BD00C2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130211810018  603745.974  1059934.150   382.490  /2/1/Ter.hr.hor.//20200302/Fišer Petr/CHaT Havl.Brod a.s.</w:t>
      </w:r>
    </w:p>
    <w:p w14:paraId="676EF47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130211810019  603748.730  1059934.009   381.784  /2/1/Ter.hr.hor.//20200302/Fišer Petr/CHaT Havl.Brod a.s.</w:t>
      </w:r>
    </w:p>
    <w:p w14:paraId="26A5008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130211810020  603749.126  1059933.196   381.813  /2/1/Ter.hr.hor.//20200302/Fišer Petr/CHaT Havl.Brod a.s.</w:t>
      </w:r>
    </w:p>
    <w:p w14:paraId="2310F9B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130211810021  603748.999  1059932.130   381.505  /2/1/Ter.hr.hor.,Zpev.pl.bet.//20200302/Fišer Petr/CHaT Havl.Brod a.s.</w:t>
      </w:r>
    </w:p>
    <w:p w14:paraId="5D493C7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130211810022  603747.092  1059932.475   382.668  /2/1/Šacht.hranatá neurč.//20200302/Fišer Petr/CHaT Havl.Brod a.s.</w:t>
      </w:r>
    </w:p>
    <w:p w14:paraId="5DA2AB8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130211810023  603746.190  1059932.056   382.450  /2/1/Zpev.pl.bet.//20200302/Fišer Petr/CHaT Havl.Brod a.s.</w:t>
      </w:r>
    </w:p>
    <w:p w14:paraId="449A45C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130211810024  603746.857  1059933.237   382.528  /2/1/Zpev.pl.bet.//20200302/Fišer Petr/CHaT Havl.Brod a.s.</w:t>
      </w:r>
    </w:p>
    <w:p w14:paraId="6D7311C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130211810025  603748.237  1059930.889   382.610  /2/1/Zpev.pl.bet.//20200302/Fišer Petr/CHaT Havl.Brod a.s.</w:t>
      </w:r>
    </w:p>
    <w:p w14:paraId="727D9AC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130211810026  603748.937  1059932.083   382.567  /2/1/Zpev.pl.bet.//20200302/Fišer Petr/CHaT Havl.Brod a.s.</w:t>
      </w:r>
    </w:p>
    <w:p w14:paraId="57A82AB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130211810027  603746.891  1059933.205   382.596  /2/1/Zpev.pl.bet.//20200302/Fišer Petr/CHaT Havl.Brod a.s.</w:t>
      </w:r>
    </w:p>
    <w:p w14:paraId="697ADD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130211810028  603746.196  1059932.063   382.639  /2/1/Zpev.pl.bet.//20200302/Fišer Petr/CHaT Havl.Brod a.s.</w:t>
      </w:r>
    </w:p>
    <w:p w14:paraId="298FAA5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130211810029  603748.526  1059936.812   380.908  /2/1/Šoup.vod.N//20200302/Fišer Petr/CHaT Havl.Brod a.s.</w:t>
      </w:r>
    </w:p>
    <w:p w14:paraId="0786088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130211810030  603748.716  1059937.011   380.769  /2/1/Hydrant podz.//20200302/Fišer Petr/CHaT Havl.Brod a.s.</w:t>
      </w:r>
    </w:p>
    <w:p w14:paraId="3C02A6E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130211810031  603751.225  1059929.751   379.968  /2/1/Ter.hr.sp.//20200302/Fišer Petr/CHaT Havl.Brod a.s.</w:t>
      </w:r>
    </w:p>
    <w:p w14:paraId="4CC9765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130211810032  603752.317  1059932.349   380.274  /2/1/Ter.hr.sp.//20200302/Fišer Petr/CHaT Havl.Brod a.s.</w:t>
      </w:r>
    </w:p>
    <w:p w14:paraId="67CD7E3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130211810033  603752.085  1059934.228   380.407  /2/1/Ter.hr.sp.//20200302/Fišer Petr/CHaT Havl.Brod a.s.</w:t>
      </w:r>
    </w:p>
    <w:p w14:paraId="5170981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130211810034  603750.255  1059936.813   380.464  /2/1/Ter.hr.sp.//20200302/Fišer Petr/CHaT Havl.Brod a.s.</w:t>
      </w:r>
    </w:p>
    <w:p w14:paraId="6787917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130211810035  603764.303  1059926.064   379.750  /2/1/Ter.hr.sp.//20200302/Fišer Petr/CHaT Havl.Brod a.s.</w:t>
      </w:r>
    </w:p>
    <w:p w14:paraId="56E40CF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130211810036  603764.837  1059926.611   379.026  /2/1/Vod.tok-bř.čara//20200302/Fišer Petr/CHaT Havl.Brod a.s.</w:t>
      </w:r>
    </w:p>
    <w:p w14:paraId="05D178C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130211810037  603755.858  1059934.772   379.408  /2/1/Vod.tok-bř.čara//20200302/Fišer Petr/CHaT Havl.Brod a.s.</w:t>
      </w:r>
    </w:p>
    <w:p w14:paraId="5013547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130211810038  603755.641  1059934.312   380.136  /2/1/Ter.hr.sp.//20200302/Fišer Petr/CHaT Havl.Brod a.s.</w:t>
      </w:r>
    </w:p>
    <w:p w14:paraId="109C41D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130211810039  603746.681  1059938.131   380.777  /2/1/Ter.hr.sp.//20200302/Fišer Petr/CHaT Havl.Brod a.s.</w:t>
      </w:r>
    </w:p>
    <w:p w14:paraId="559651B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130211810040  603744.445  1059938.794   380.818  /2/1/Ter.hr.sp.//20200302/Fišer Petr/CHaT Havl.Brod a.s.</w:t>
      </w:r>
    </w:p>
    <w:p w14:paraId="02CA6C7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130211810041  603746.613  1059942.244   380.351  /2/1/Ter.hr.sp.,Ter.hr.hor.//20200302/Fišer Petr/CHaT Havl.Brod a.s.</w:t>
      </w:r>
    </w:p>
    <w:p w14:paraId="2AB002E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130211810042  603747.134  1059942.662   379.510  /2/1/Vod.tok-bř.čara//20200302/Fišer Petr/CHaT Havl.Brod a.s.</w:t>
      </w:r>
    </w:p>
    <w:p w14:paraId="3D6BFA1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130211810043  603736.009  1059952.147   379.852  /2/1/Vod.tok-bř.čara//20200302/Fišer Petr/CHaT Havl.Brod a.s.</w:t>
      </w:r>
    </w:p>
    <w:p w14:paraId="7266083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130211810045  603731.757  1059947.563   380.872  /2/1/Ter.hr.sp.//20200302/Fišer Petr/CHaT Havl.Brod a.s.</w:t>
      </w:r>
    </w:p>
    <w:p w14:paraId="4F56FBB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130211810046  603727.110  1059951.479   381.039  /2/1/Ter.hr.sp.//20200302/Fišer Petr/CHaT Havl.Brod a.s.</w:t>
      </w:r>
    </w:p>
    <w:p w14:paraId="5703FA3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130211810047  603725.695  1059953.552   381.066  /2/1/Ter.hr.sp.//20200302/Fišer Petr/CHaT Havl.Brod a.s.</w:t>
      </w:r>
    </w:p>
    <w:p w14:paraId="4EA3F7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130211810048  603726.446  1059955.464   381.094  /2/1/Ter.hr.sp.//20200302/Fišer Petr/CHaT Havl.Brod a.s.</w:t>
      </w:r>
    </w:p>
    <w:p w14:paraId="0348FE4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130211810051  603726.593  1059959.144   380.046  /2/1/Vod.tok-bř.čara//20200302/Fišer Petr/CHaT Havl.Brod a.s.</w:t>
      </w:r>
    </w:p>
    <w:p w14:paraId="22505DE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130211810052  603727.396  1059960.831   380.671  /2/1/Ter.hr.hor.,Ter.hr.sp.//20200302/Fišer Petr/CHaT Havl.Brod a.s.</w:t>
      </w:r>
    </w:p>
    <w:p w14:paraId="002F853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130211810054  603731.054  1059960.453   380.918  /2/1/Ter.hr.hor.//20200302/Fišer Petr/CHaT Havl.Brod a.s.</w:t>
      </w:r>
    </w:p>
    <w:p w14:paraId="3A1784F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130211810055  603733.880  1059959.376   381.216  /2/1/Ter.hr.sp.,Ter.hr.hor.//20200302/Fišer Petr/CHaT Havl.Brod a.s.</w:t>
      </w:r>
    </w:p>
    <w:p w14:paraId="3354278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130211810056  603741.501  1059954.692   381.161  /2/1/Šacht.hranatá neurč.//20200302/Fišer Petr/CHaT Havl.Brod a.s.</w:t>
      </w:r>
    </w:p>
    <w:p w14:paraId="3E7E738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130211810066  603743.730  1059950.981   381.070  /2/1/Ter.hr.hor.//20200302/Fišer Petr/CHaT Havl.Brod a.s.</w:t>
      </w:r>
    </w:p>
    <w:p w14:paraId="14233FC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130211810067  603742.060  1059949.229   380.424  /2/1/Ter.hr.sp.//20200302/Fišer Petr/CHaT Havl.Brod a.s.</w:t>
      </w:r>
    </w:p>
    <w:p w14:paraId="2751F26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130211810068  603741.562  1059948.785   379.726  /2/1/Vod.tok-bř.čara//20200302/Fišer Petr/CHaT Havl.Brod a.s.</w:t>
      </w:r>
    </w:p>
    <w:p w14:paraId="0DCC6B9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130211810069  603756.146  1059936.195   379.412  /2/1/Vod.tok-bř.čara//20200302/Fišer Petr/CHaT Havl.Brod a.s.</w:t>
      </w:r>
    </w:p>
    <w:p w14:paraId="7647B54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130211810070  603756.506  1059936.684   380.039  /2/1/Ter.hr.sp.//20200302/Fišer Petr/CHaT Havl.Brod a.s.</w:t>
      </w:r>
    </w:p>
    <w:p w14:paraId="38032F1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130211810071  603758.165  1059938.565   380.796  /2/1/Ter.hr.hor.//20200302/Fišer Petr/CHaT Havl.Brod a.s.</w:t>
      </w:r>
    </w:p>
    <w:p w14:paraId="6D31DF8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130211810072  603766.231  1059928.325   379.823  /2/1/Ter.hr.sp.//20200302/Fišer Petr/CHaT Havl.Brod a.s.</w:t>
      </w:r>
    </w:p>
    <w:p w14:paraId="2D58AF3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130211810073  603765.617  1059927.547   379.178  /2/1/Vod.tok-bř.čara//20200302/Fišer Petr/CHaT Havl.Brod a.s.</w:t>
      </w:r>
    </w:p>
    <w:p w14:paraId="3E465F9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130211810074  603766.435  1059930.544   380.308  /2/1/Ter.hr.hor.//20200302/Fišer Petr/CHaT Havl.Brod a.s.</w:t>
      </w:r>
    </w:p>
    <w:p w14:paraId="2CCE0DC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130211810075  603776.127  1059944.415   380.117  /2/1/Ter.hr.hor.//20200302/Fišer Petr/CHaT Havl.Brod a.s.</w:t>
      </w:r>
    </w:p>
    <w:p w14:paraId="77F46B8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130211810076  603789.163  1059958.645   380.478  /2/1/Ter.hr.hor.//20200302/Fišer Petr/CHaT Havl.Brod a.s.</w:t>
      </w:r>
    </w:p>
    <w:p w14:paraId="76CE161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130211810077  603805.954  1059970.835   380.439  /2/1/Ter.hr.hor.//20200302/Fišer Petr/CHaT Havl.Brod a.s.</w:t>
      </w:r>
    </w:p>
    <w:p w14:paraId="5B339BA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130211810078  603799.505  1059978.427   380.295  /2/1/Bod terénu//20200302/Fišer Petr/CHaT Havl.Brod a.s.</w:t>
      </w:r>
    </w:p>
    <w:p w14:paraId="65E7EB6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130211810079  603788.542  1059970.388   380.318  /2/1/Bod terénu//20200302/Fišer Petr/CHaT Havl.Brod a.s.</w:t>
      </w:r>
    </w:p>
    <w:p w14:paraId="0D3F9B8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130211810080  603776.128  1059960.412   380.419  /2/1/Bod terénu//20200302/Fišer Petr/CHaT Havl.Brod a.s.</w:t>
      </w:r>
    </w:p>
    <w:p w14:paraId="5C3F39B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130211810081  603761.405  1059948.034   380.843  /2/1/Bod terénu//20200302/Fišer Petr/CHaT Havl.Brod a.s.</w:t>
      </w:r>
    </w:p>
    <w:p w14:paraId="009675A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130211810082  603751.192  1059957.385   380.953  /2/1/Bod terénu//20200302/Fišer Petr/CHaT Havl.Brod a.s.</w:t>
      </w:r>
    </w:p>
    <w:p w14:paraId="272D574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130211810083  603742.791  1059965.766   381.411  /2/1/Bod terénu//20200302/Fišer Petr/CHaT Havl.Brod a.s.</w:t>
      </w:r>
    </w:p>
    <w:p w14:paraId="1179E1B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130211810084  603756.868  1059980.449   381.105  /2/1/Bod terénu//20200302/Fišer Petr/CHaT Havl.Brod a.s.</w:t>
      </w:r>
    </w:p>
    <w:p w14:paraId="0BD4DAD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130211810085  603772.005  1059995.024   381.776  /2/1/Bod terénu//20200302/Fišer Petr/CHaT Havl.Brod a.s.</w:t>
      </w:r>
    </w:p>
    <w:p w14:paraId="7FDB885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130211810086  603786.496  1060006.935   382.110  /2/1/Bod terénu//20200302/Fišer Petr/CHaT Havl.Brod a.s.</w:t>
      </w:r>
    </w:p>
    <w:p w14:paraId="240B205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130211810087  603766.829  1059963.475   380.818  /2/1/Jednotl.strom,Hran.porostu//20200302/Fišer Petr/CHaT Havl.Brod a.s.</w:t>
      </w:r>
    </w:p>
    <w:p w14:paraId="59E506B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130211810088  603766.618  1059970.729   381.000  /2/1/Jednotl.strom,Hran.porostu//20200302/Fišer Petr/CHaT Havl.Brod a.s.</w:t>
      </w:r>
    </w:p>
    <w:p w14:paraId="423F9B8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130211810089  603763.788  1059974.250   381.128  /2/1/Jednotl.strom,Hran.porostu//20200302/Fišer Petr/CHaT Havl.Brod a.s.</w:t>
      </w:r>
    </w:p>
    <w:p w14:paraId="1D3D9BD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130211810090  603758.213  1059974.860   381.102  /2/1/Jednotl.strom,Hran.porostu//20200302/Fišer Petr/CHaT Havl.Brod a.s.</w:t>
      </w:r>
    </w:p>
    <w:p w14:paraId="5F8FC01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130211810091  603754.946  1059973.606   381.255  /2/1/Jednotl.strom,Hran.porostu//20200302/Fišer Petr/CHaT Havl.Brod a.s.</w:t>
      </w:r>
    </w:p>
    <w:p w14:paraId="28C86B4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130211810092  603752.643  1059970.261   381.458  /2/1/Jednotl.strom,Hran.porostu//20200302/Fišer Petr/CHaT Havl.Brod a.s.</w:t>
      </w:r>
    </w:p>
    <w:p w14:paraId="2BC741A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130211810093  603754.050  1059965.981   381.471  /2/1/Jednotl.strom,Hran.porostu//20200302/Fišer Petr/CHaT Havl.Brod a.s.</w:t>
      </w:r>
    </w:p>
    <w:p w14:paraId="162D8CF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130211810094  603756.085  1059963.383   381.315  /2/1/Jednotl.strom,Hran.porostu//20200302/Fišer Petr/CHaT Havl.Brod a.s.</w:t>
      </w:r>
    </w:p>
    <w:p w14:paraId="6C86950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130211810097  603716.482  1059938.697   383.348  /2/1/Komunik.//20200302/Fišer Petr/CHaT Havl.Brod a.s.</w:t>
      </w:r>
    </w:p>
    <w:p w14:paraId="02104CE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130211810098  603718.538  1059941.579   383.347  /2/1/Bod terénu//20200302/Fišer Petr/CHaT Havl.Brod a.s.</w:t>
      </w:r>
    </w:p>
    <w:p w14:paraId="4663945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130211810099  603729.720  1059935.091   383.301  /2/1/Bod terénu//20200302/Fišer Petr/CHaT Havl.Brod a.s.</w:t>
      </w:r>
    </w:p>
    <w:p w14:paraId="753E6D3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130211810100  603728.375  1059931.955   383.215  /2/1/Komunik.//20200302/Fišer Petr/CHaT Havl.Brod a.s.</w:t>
      </w:r>
    </w:p>
    <w:p w14:paraId="76F12D9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130211810111  603737.584  1059926.770   383.183  /2/1/Komunik.//20200302/Fišer Petr/CHaT Havl.Brod a.s.</w:t>
      </w:r>
    </w:p>
    <w:p w14:paraId="1D6E42A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130211810112  603739.071  1059929.865   383.220  /2/1/Bod terénu//20200302/Fišer Petr/CHaT Havl.Brod a.s.</w:t>
      </w:r>
    </w:p>
    <w:p w14:paraId="29FF1FC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130211810113  603732.334  1059930.255   383.205  /2/1/VpusťN//20200302/Fišer Petr/CHaT Havl.Brod a.s.</w:t>
      </w:r>
    </w:p>
    <w:p w14:paraId="3B73412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130211810114  603734.448  1059925.645   383.332  /2/1/Osvět.stož.//20200302/Fišer Petr/CHaT Havl.Brod a.s.</w:t>
      </w:r>
    </w:p>
    <w:p w14:paraId="4F984F6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130211818245  603929.100  1060094.200   383.020  /2/1/Osa kol.-neurč.//20150115/Ondřej Chalcarz/Zeměměřictví Olšar</w:t>
      </w:r>
    </w:p>
    <w:p w14:paraId="212B56D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130211818246  603918.869  1060091.522   383.032  /2/1/Osa kol.-neurč.//20150115/Ondřej Chalcarz/Zeměměřictví Olšar</w:t>
      </w:r>
    </w:p>
    <w:p w14:paraId="16AF854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130211818247  603909.125  1060088.690   383.044  /2/1/Osa kol.-neurč.//20150115/Ondřej Chalcarz/Zeměměřictví Olšar</w:t>
      </w:r>
    </w:p>
    <w:p w14:paraId="66996C8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130211818248  603899.365  1060085.554   383.048  /2/1/Stanic_skutec_necely,Osa kol.-neurč.//20150115/Ondřej Chalcarz/Zeměměřictví Olšar</w:t>
      </w:r>
    </w:p>
    <w:p w14:paraId="26E47E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130211818249  603887.930  1060081.494   383.057  /2/1/Osa kol.-neurč.//20150115/Ondřej Chalcarz/Zeměměřictví Olšar</w:t>
      </w:r>
    </w:p>
    <w:p w14:paraId="26C3EBB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130211818250  603878.020  1060077.645   383.061  /2/1/Osa kol.-neurč.//20150115/Ondřej Chalcarz/Zeměměřictví Olšar</w:t>
      </w:r>
    </w:p>
    <w:p w14:paraId="4535EFF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130211818251  603868.543  1060073.654   383.074  /2/1/Osa kol.-neurč.//20150115/Ondřej Chalcarz/Zeměměřictví Olšar</w:t>
      </w:r>
    </w:p>
    <w:p w14:paraId="4144C56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130211818252  603858.799  1060069.228   383.090  /2/1/Osa kol.-neurč.//20150115/Ondřej Chalcarz/Zeměměřictví Olšar</w:t>
      </w:r>
    </w:p>
    <w:p w14:paraId="0656E4D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130211818253  603849.010  1060064.434   383.103  /2/1/Osa kol.-neurč.//20150115/Ondřej Chalcarz/Zeměměřictví Olšar</w:t>
      </w:r>
    </w:p>
    <w:p w14:paraId="4E965B8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130211818254  603839.886  1060059.645   383.123  /2/1/Osa kol.-neurč.//20150115/Ondřej Chalcarz/Zeměměřictví Olšar</w:t>
      </w:r>
    </w:p>
    <w:p w14:paraId="79415BA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130211818255  603837.717  1060058.458   383.128  /2/1/Osa kol.-neurč.//20150115/Ondřej Chalcarz/Zeměměřictví Olšar</w:t>
      </w:r>
    </w:p>
    <w:p w14:paraId="5B66C05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130211818256  603828.988  1060053.498   383.137  /2/1/Osa kol.-neurč.//20150115/Ondřej Chalcarz/Zeměměřictví Olšar</w:t>
      </w:r>
    </w:p>
    <w:p w14:paraId="0FED579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130211818257  603819.990  1060048.059   383.152  /2/1/Osa kol.-neurč.//20150115/Ondřej Chalcarz/Zeměměřictví Olšar</w:t>
      </w:r>
    </w:p>
    <w:p w14:paraId="1F4720F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130211818258  603811.327  1060042.494   383.163  /2/1/Osa kol.-neurč.//20150115/Ondřej Chalcarz/Zeměměřictví Olšar</w:t>
      </w:r>
    </w:p>
    <w:p w14:paraId="06C872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130211818259  603807.434  1060039.883   383.169  /2/1/Osa kol.-neurč.//20150115/Ondřej Chalcarz/Zeměměřictví Olšar</w:t>
      </w:r>
    </w:p>
    <w:p w14:paraId="52CB6F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130211818260  603804.542  1060037.899   383.175  /2/1/Osa kol.-neurč.//20150115/Ondřej Chalcarz/Zeměměřictví Olšar</w:t>
      </w:r>
    </w:p>
    <w:p w14:paraId="61863B5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130211818261  603801.668  1060035.889   383.176  /2/1/Osa kol.-neurč.//20150115/Ondřej Chalcarz/Zeměměřictví Olšar</w:t>
      </w:r>
    </w:p>
    <w:p w14:paraId="759F803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130211818262  603793.785  1060030.125   383.197  /2/1/Osa kol.-neurč.//20150115/Ondřej Chalcarz/Zeměměřictví Olšar</w:t>
      </w:r>
    </w:p>
    <w:p w14:paraId="0307021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130211818263  603785.134  1060023.402   383.213  /2/1/Osa kol.-neurč.//20150115/Ondřej Chalcarz/Zeměměřictví Olšar</w:t>
      </w:r>
    </w:p>
    <w:p w14:paraId="3EE72DA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130211818264  603776.476  1060016.299   383.239  /2/1/Osa kol.-neurč.//20150115/Ondřej Chalcarz/Zeměměřictví Olšar</w:t>
      </w:r>
    </w:p>
    <w:p w14:paraId="45CF339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130211818265  603768.011  1060008.922   383.255  /2/1/Osa kol.-neurč.//20150115/Ondřej Chalcarz/Zeměměřictví Olšar</w:t>
      </w:r>
    </w:p>
    <w:p w14:paraId="38FB031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130211818266  603760.049  1060001.546   383.250  /2/1/Osa kol.-neurč.//20150115/Ondřej Chalcarz/Zeměměřictví Olšar</w:t>
      </w:r>
    </w:p>
    <w:p w14:paraId="10B378E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130211818267  603751.650  1059993.250   383.248  /2/1/Osa kol.-neurč.//20150115/Ondřej Chalcarz/Zeměměřictví Olšar</w:t>
      </w:r>
    </w:p>
    <w:p w14:paraId="5031278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130211818268  603736.674  1059977.354   383.293  /2/1/Osa kol.-neurč.//20150115/Ondřej Chalcarz/Zeměměřictví Olšar</w:t>
      </w:r>
    </w:p>
    <w:p w14:paraId="08C747E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130211830886  603638.278  1059877.919   382.606  /2/1/Štěrk.lože//20150820/Vladimír Baťka/GON Hradec Králové</w:t>
      </w:r>
    </w:p>
    <w:p w14:paraId="601F4B0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130211830887  603638.278  1059876.334   383.223  /2/1/Štěrk.lože//20150820/Vladimír Baťka/GON Hradec Králové</w:t>
      </w:r>
    </w:p>
    <w:p w14:paraId="2B8E360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130211830888  603638.278  1059870.236   383.917  /2/1/Nást.v úrov.kol.s obrub.//20150820/Vladimír Baťka/GON Hradec Králové</w:t>
      </w:r>
    </w:p>
    <w:p w14:paraId="09BB159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130211830889  603638.278  1059867.934   383.861  /2/1/Ter.hr.hor.//20150820/Vladimír Baťka/GON Hradec Králové</w:t>
      </w:r>
    </w:p>
    <w:p w14:paraId="6937148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130211830890  603638.278  1059868.088   384.906  /2/1/Zábrad.-kr.//20150820/Vladimír Baťka/GON Hradec Králové</w:t>
      </w:r>
    </w:p>
    <w:p w14:paraId="011C138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130211830892  603640.413  1059870.414   383.760  /2/1/Venk.svít.na stož.malé//20150820/Vladimír Baťka/GON Hradec Králové</w:t>
      </w:r>
    </w:p>
    <w:p w14:paraId="2D2605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130211830893  603653.860  1059883.072   383.929  /2/1/Nást.v úrov.kol.s obrub.//20150820/Vladimír Baťka/GON Hradec Králové</w:t>
      </w:r>
    </w:p>
    <w:p w14:paraId="26B28DF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130211830894  603655.011  1059881.514   383.868  /2/1/Ter.hr.hor.//20150820/Vladimír Baťka/GON Hradec Králové</w:t>
      </w:r>
    </w:p>
    <w:p w14:paraId="2AFCFC9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130211830895  603654.610  1059881.828   384.933  /2/1/Zábrad.-kr.//20150820/Vladimír Baťka/GON Hradec Králové</w:t>
      </w:r>
    </w:p>
    <w:p w14:paraId="4673AD8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130211830897  603658.735  1059886.192   383.804  /2/1/Venk.svít.na stož.malé//20150820/Vladimír Baťka/GON Hradec Králové</w:t>
      </w:r>
    </w:p>
    <w:p w14:paraId="5ED4BC6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130211830898  603647.430  1059884.047   383.241  /2/1/Štěrk.lože//20150820/Vladimír Baťka/GON Hradec Králové</w:t>
      </w:r>
    </w:p>
    <w:p w14:paraId="224C2E3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130211830899  603646.238  1059884.734   382.570  /2/1/Štěrk.lože//20150820/Vladimír Baťka/GON Hradec Králové</w:t>
      </w:r>
    </w:p>
    <w:p w14:paraId="5F96687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130211830906  603668.384  1059905.556   382.630  /2/1/Štěrk.lože//20150820/Vladimír Baťka/GON Hradec Králové</w:t>
      </w:r>
    </w:p>
    <w:p w14:paraId="2832B8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130211830907  603669.260  1059904.730   383.180  /2/1/Štěrk.lože//20150820/Vladimír Baťka/GON Hradec Králové</w:t>
      </w:r>
    </w:p>
    <w:p w14:paraId="3CCAEF1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130211830908  603672.757  1059901.225   383.813  /2/1/Nást.v úrov.kol.s obrub.//20150820/Vladimír Baťka/GON Hradec Králové</w:t>
      </w:r>
    </w:p>
    <w:p w14:paraId="5042F33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130211830909  603673.079  1059899.440   383.639  /2/1/Ter.hr.hor.//20150820/Vladimír Baťka/GON Hradec Králové</w:t>
      </w:r>
    </w:p>
    <w:p w14:paraId="33793EC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130211830910  603673.651  1059899.807   384.559  /2/1/Zábrad.-kr.//20150820/Vladimír Baťka/GON Hradec Králové</w:t>
      </w:r>
    </w:p>
    <w:p w14:paraId="4D69275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130211830912  603676.163  1059903.388   383.580  /2/1/Venk.svít.na stož.malé//20150820/Vladimír Baťka/GON Hradec Králové</w:t>
      </w:r>
    </w:p>
    <w:p w14:paraId="5616008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130211830913  603684.092  1059913.272   383.741  /2/1/Nást.v úrov.kol.s obrub.//20150820/Vladimír Baťka/GON Hradec Králové</w:t>
      </w:r>
    </w:p>
    <w:p w14:paraId="25200EE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130211830914  603688.037  1059915.503   384.639  /2/1/Zábrad.-kr.//20150820/Vladimír Baťka/GON Hradec Králové</w:t>
      </w:r>
    </w:p>
    <w:p w14:paraId="59E9243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130211830915  603688.201  1059914.657   383.523  /2/1/Ter.hr.hor.//20150820/Vladimír Baťka/GON Hradec Králové</w:t>
      </w:r>
    </w:p>
    <w:p w14:paraId="601F197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130211830916  603692.924  1059911.162   384.323  /2/1/Zábrad.-kr.//20150820/Vladimír Baťka/GON Hradec Králové</w:t>
      </w:r>
    </w:p>
    <w:p w14:paraId="2420A8A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130211830918  603695.462  1059914.422   383.388  /2/1/Bud.dráž.hran.//20150820/Vladimír Baťka/GON Hradec Králové</w:t>
      </w:r>
    </w:p>
    <w:p w14:paraId="13F2A78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130211830919  603699.613  1059918.801   383.444  /2/1/Bud.dráž.hran.//20150820/Vladimír Baťka/GON Hradec Králové</w:t>
      </w:r>
    </w:p>
    <w:p w14:paraId="5F12650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130211830920  603697.568  1059921.234   383.414  /2/1/Zpev.pl.dláž.//20150820/Vladimír Baťka/GON Hradec Králové</w:t>
      </w:r>
    </w:p>
    <w:p w14:paraId="5FBA75B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130211830921  603696.607  1059922.133   383.393  /2/1/Zpev.pl.dláž.//20150820/Vladimír Baťka/GON Hradec Králové</w:t>
      </w:r>
    </w:p>
    <w:p w14:paraId="0F43B65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130211830922  603698.525  1059924.035   383.329  /2/1/VpusťN//20150820/Vladimír Baťka/GON Hradec Králové</w:t>
      </w:r>
    </w:p>
    <w:p w14:paraId="33B709E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130211830923  603694.526  1059919.889   383.387  /2/1/Zpev.pl.dláž.//20150820/Vladimír Baťka/GON Hradec Králové</w:t>
      </w:r>
    </w:p>
    <w:p w14:paraId="1004157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130211830924  603694.319  1059919.637   383.476  /2/1/Zpev.pl.dláž.//20150820/Vladimír Baťka/GON Hradec Králové</w:t>
      </w:r>
    </w:p>
    <w:p w14:paraId="07B8970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130211830925  603694.489  1059919.823   383.466  /2/1/Zpev.pl.dláž.//20150820/Vladimír Baťka/GON Hradec Králové</w:t>
      </w:r>
    </w:p>
    <w:p w14:paraId="4F86B9B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130211830926  603693.199  1059921.032   383.393  /2/1/Zpev.pl.dláž.//20150820/Vladimír Baťka/GON Hradec Králové</w:t>
      </w:r>
    </w:p>
    <w:p w14:paraId="7E906B7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130211830927  603693.171  1059921.025   383.553  /2/1/Zpev.pl.dláž.//20150820/Vladimír Baťka/GON Hradec Králové</w:t>
      </w:r>
    </w:p>
    <w:p w14:paraId="05778BF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130211830928  603692.746  1059920.980   383.554  /2/1/Zpev.pl.dláž.,Nást.v úrov.kol.s obrub.//20150820/Vladimír Baťka/GON Hradec Králové</w:t>
      </w:r>
    </w:p>
    <w:p w14:paraId="56419DE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130211830929  603692.724  1059921.019   383.664  /2/1/Zpev.pl.dláž.,Nást.v úrov.kol.s obrub.//20150820/Vladimír Baťka/GON Hradec Králové</w:t>
      </w:r>
    </w:p>
    <w:p w14:paraId="2E53ADF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130211830930  603692.461  1059920.984   383.571  /2/1/Venk.svít.na stož.malé//20150820/Vladimír Baťka/GON Hradec Králové</w:t>
      </w:r>
    </w:p>
    <w:p w14:paraId="5B44B62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130211830931  603691.738  1059921.901   383.733  /2/1/Nást.v úrov.kol.s obrub.//20150820/Vladimír Baťka/GON Hradec Králové</w:t>
      </w:r>
    </w:p>
    <w:p w14:paraId="760D4B4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130211830932  603684.442  1059921.124   383.146  /2/1/Štěrk.lože//20150820/Vladimír Baťka/GON Hradec Králové</w:t>
      </w:r>
    </w:p>
    <w:p w14:paraId="770D39A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130211830933  603683.362  1059921.776   382.643  /2/1/Štěrk.lože//20150820/Vladimír Baťka/GON Hradec Králové</w:t>
      </w:r>
    </w:p>
    <w:p w14:paraId="5169C6A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130211830936  603699.746  1059927.012   383.344  /2/1/Šacht.hranatá neurč.//20150820/Vladimír Baťka/GON Hradec Králové</w:t>
      </w:r>
    </w:p>
    <w:p w14:paraId="61F719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130211830939  603701.980  1059926.220   383.379  /2/1/Zpev.pl.dláž.//20150820/Vladimír Baťka/GON Hradec Králové</w:t>
      </w:r>
    </w:p>
    <w:p w14:paraId="5F8C221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130211830940  603702.376  1059924.665   383.602  /2/1/Zpev.pl.dláž.//20150820/Vladimír Baťka/GON Hradec Králové</w:t>
      </w:r>
    </w:p>
    <w:p w14:paraId="1E04A60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130211830941  603703.190  1059924.232   383.593  /2/1/Zpev.pl.dláž.,Kab.obj.neurč.//20150820/Vladimír Baťka/GON Hradec Králové</w:t>
      </w:r>
    </w:p>
    <w:p w14:paraId="3362DE1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130211830942  603703.445  1059923.788   383.611  /2/1/Zpev.pl.dláž.//20150820/Vladimír Baťka/GON Hradec Králové</w:t>
      </w:r>
    </w:p>
    <w:p w14:paraId="72EF205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130211830943  603705.016  1059927.726   383.596  /2/1/Zpev.pl.dláž.//20150820/Vladimír Baťka/GON Hradec Králové</w:t>
      </w:r>
    </w:p>
    <w:p w14:paraId="5AB8EA2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130211830944  603702.913  1059925.467   383.496  /2/1/Zpev.pl.dláž.//20150820/Vladimír Baťka/GON Hradec Králové</w:t>
      </w:r>
    </w:p>
    <w:p w14:paraId="02FC6CE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130211830945  603705.678  1059927.024   383.585  /2/1/Zpev.pl.dláž.,Kab.obj.neurč.//20150820/Vladimír Baťka/GON Hradec Králové</w:t>
      </w:r>
    </w:p>
    <w:p w14:paraId="28EBC33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130211830946  603707.034  1059925.986   383.570  /2/1/Zpev.pl.dláž.//20150820/Vladimír Baťka/GON Hradec Králové</w:t>
      </w:r>
    </w:p>
    <w:p w14:paraId="77AD369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130211830947  603707.486  1059925.390   383.547  /2/1/Zpev.pl.dláž.,Kab.obj.neurč.//20150820/Vladimír Baťka/GON Hradec Králové</w:t>
      </w:r>
    </w:p>
    <w:p w14:paraId="4B149B1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130211830948  603707.711  1059925.383   383.543  /2/1/Zpev.pl.dláž.//20150820/Vladimír Baťka/GON Hradec Králové</w:t>
      </w:r>
    </w:p>
    <w:p w14:paraId="708DD56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130211830949  603708.911  1059931.866   383.446  /2/1/Zpev.pl.dláž.//20150820/Vladimír Baťka/GON Hradec Králové</w:t>
      </w:r>
    </w:p>
    <w:p w14:paraId="0C3FF44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130211830950  603712.268  1059934.901   383.416  /2/1/Bud.dráž.hran.,Zpev.pl.dláž.//20150820/Vladimír Baťka/GON Hradec Králové</w:t>
      </w:r>
    </w:p>
    <w:p w14:paraId="0C8A51E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130211830951  603712.934  1059935.636   383.266  /2/1/Bud.dráž.hran.,Bud.nerozl dr.hr.//20150820/Vladimír Baťka/GON Hradec Králové</w:t>
      </w:r>
    </w:p>
    <w:p w14:paraId="3175FC0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130211830956  603714.008  1059937.711   383.176  /2/1/VpusťN//20150820/Vladimír Baťka/GON Hradec Králové</w:t>
      </w:r>
    </w:p>
    <w:p w14:paraId="1651F62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130211830965  603717.913  1059947.506   383.496  /2/1/Komunik.//20150820/Vladimír Baťka/GON Hradec Králové</w:t>
      </w:r>
    </w:p>
    <w:p w14:paraId="615D01B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130211830969  603713.832  1059949.274   383.392  /2/1/Komunik.//20150820/Vladimír Baťka/GON Hradec Králové</w:t>
      </w:r>
    </w:p>
    <w:p w14:paraId="4816E71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130211830978  603700.253  1059939.159   383.159  /2/1/Štěrk.lože//20150820/Vladimír Baťka/GON Hradec Králové</w:t>
      </w:r>
    </w:p>
    <w:p w14:paraId="31AC975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130211830979  603699.097  1059939.437   382.752  /2/1/Štěrk.lože//20150820/Vladimír Baťka/GON Hradec Králové</w:t>
      </w:r>
    </w:p>
    <w:p w14:paraId="453644E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130211830984  603710.174  1059936.777   383.342  /2/1/Zpev.pl.dláž.//20150820/Vladimír Baťka/GON Hradec Králové</w:t>
      </w:r>
    </w:p>
    <w:p w14:paraId="4DFE7ED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130211830987  603709.458  1059937.369   383.366  /2/1/Zpev.pl.dláž.//20150820/Vladimír Baťka/GON Hradec Králové</w:t>
      </w:r>
    </w:p>
    <w:p w14:paraId="375553B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130211830988  603708.418  1059936.046   383.398  /2/1/Zpev.pl.dláž.//20150820/Vladimír Baťka/GON Hradec Králové</w:t>
      </w:r>
    </w:p>
    <w:p w14:paraId="5F79DAF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130211830989  603707.355  1059936.965   383.460  /2/1/Zpev.pl.dláž.//20150820/Vladimír Baťka/GON Hradec Králové</w:t>
      </w:r>
    </w:p>
    <w:p w14:paraId="60D1174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130211830990  603708.836  1059938.657   383.462  /2/1/Zpev.pl.dláž.//20150820/Vladimír Baťka/GON Hradec Králové</w:t>
      </w:r>
    </w:p>
    <w:p w14:paraId="5076124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130211830993  603706.339  1059952.825   383.352  /2/1/Plot drát.,Komunik.//20150820/Vladimír Baťka/GON Hradec Králové</w:t>
      </w:r>
    </w:p>
    <w:p w14:paraId="5CA8C6D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130211830998  603719.615  1059962.352   383.215  /2/1/Neurč.drát.ved.//20150820/Vladimír Baťka/GON Hradec Králové</w:t>
      </w:r>
    </w:p>
    <w:p w14:paraId="51E1597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130211830999  603719.920  1059962.659   383.458  /2/1/Neurč.drát.ved.//20150820/Vladimír Baťka/GON Hradec Králové</w:t>
      </w:r>
    </w:p>
    <w:p w14:paraId="4D32BE0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130211831008  603724.152  1059959.171   383.578  /2/1/Neurč.drát.ved.//20150820/Vladimír Baťka/GON Hradec Králové</w:t>
      </w:r>
    </w:p>
    <w:p w14:paraId="2EB1773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130211831009  603723.595  1059958.578   383.082  /2/1/Neurč.drát.ved.//20150820/Vladimír Baťka/GON Hradec Králové</w:t>
      </w:r>
    </w:p>
    <w:p w14:paraId="6937ADA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130211831010  603723.995  1059959.245   384.257  /2/1/Zábrad.-kr.//20150820/Vladimír Baťka/GON Hradec Králové</w:t>
      </w:r>
    </w:p>
    <w:p w14:paraId="180CF73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130211831011  603723.393  1059956.376   384.002  /2/1/Zábrad.-kr.//20150820/Vladimír Baťka/GON Hradec Králové</w:t>
      </w:r>
    </w:p>
    <w:p w14:paraId="4474F13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130211831013  603729.239  1059964.885   383.495  /2/1/Neurč.drát.ved.//20150820/Vladimír Baťka/GON Hradec Králové</w:t>
      </w:r>
    </w:p>
    <w:p w14:paraId="55579F7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130211831014  603729.803  1059965.515   382.943  /2/1/Neurč.drát.ved.//20150820/Vladimír Baťka/GON Hradec Králové</w:t>
      </w:r>
    </w:p>
    <w:p w14:paraId="1D8D0D5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130211831015  603725.074  1059968.465   383.481  /2/1/Neurč.drát.ved.//20150820/Vladimír Baťka/GON Hradec Králové</w:t>
      </w:r>
    </w:p>
    <w:p w14:paraId="47469C0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130211831016  603727.032  1059970.690   382.745  /2/1/Neurč.drát.ved.//20150820/Vladimír Baťka/GON Hradec Králové</w:t>
      </w:r>
    </w:p>
    <w:p w14:paraId="7ADC79F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130211831017  603726.705  1059970.363   382.905  /2/1/Zpev.pl.bet.,Ter.hr.hor.//20150820/Vladimír Baťka/GON Hradec Králové</w:t>
      </w:r>
    </w:p>
    <w:p w14:paraId="773F756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130211831018  603725.080  1059968.447   383.184  /2/1/Zpev.pl.bet.,Ter.hr.hor.//20150820/Vladimír Baťka/GON Hradec Králové</w:t>
      </w:r>
    </w:p>
    <w:p w14:paraId="5888FD7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130211831019  603725.565  1059968.082   383.191  /2/1/Zpev.pl.bet.,Štěrk.lože//20150820/Vladimír Baťka/GON Hradec Králové</w:t>
      </w:r>
    </w:p>
    <w:p w14:paraId="1A70857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130211831023  603728.192  1059971.416   382.759  /2/1/Štěrk.lože//20150820/Vladimír Baťka/GON Hradec Králové</w:t>
      </w:r>
    </w:p>
    <w:p w14:paraId="69BDDC4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130211831024  603731.693  1059968.575   382.847  /2/1/Štěrk.lože//20150820/Vladimír Baťka/GON Hradec Králové</w:t>
      </w:r>
    </w:p>
    <w:p w14:paraId="33B8A82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130211831026  603745.817  1059984.753   383.061  /2/1/Štěrk.lože//20150820/Vladimír Baťka/GON Hradec Králové</w:t>
      </w:r>
    </w:p>
    <w:p w14:paraId="4E1691A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130211831027  603746.905  1059984.900   382.749  /2/1/Štěrk.lože//20150820/Vladimír Baťka/GON Hradec Králové</w:t>
      </w:r>
    </w:p>
    <w:p w14:paraId="52DF0FE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130211831030  603752.789  1059980.005   381.295  /2/1/Bod terénu//20150820/Vladimír Baťka/GON Hradec Králové</w:t>
      </w:r>
    </w:p>
    <w:p w14:paraId="527124D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130211831031  603727.190  1059969.998   382.912  /2/1/Zpev.pl.bet.,Štěrk.lože//20150820/Vladimír Baťka/GON Hradec Králové</w:t>
      </w:r>
    </w:p>
    <w:p w14:paraId="59A05BB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130211831034  603756.949  1060000.717   383.157  /2/1/Štěrk.lože//20150820/Vladimír Baťka/GON Hradec Králové</w:t>
      </w:r>
    </w:p>
    <w:p w14:paraId="77EAAFF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130211831035  603756.321  1060001.352   382.798  /2/1/Štěrk.lože//20150820/Vladimír Baťka/GON Hradec Králové</w:t>
      </w:r>
    </w:p>
    <w:p w14:paraId="016CF9E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130211831041  603706.941  1059925.883   383.558  /2/1/Zpev.pl.dláž.,Kab.obj.neurč.//20150820/Vladimír Baťka/GON Hradec Králové</w:t>
      </w:r>
    </w:p>
    <w:p w14:paraId="4CBB2FA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130211831042  603705.990  1059926.742   383.578  /2/1/Zpev.pl.dláž.,Kab.obj.neurč.//20150820/Vladimír Baťka/GON Hradec Králové</w:t>
      </w:r>
    </w:p>
    <w:p w14:paraId="441F669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130211831043  603704.454  1059923.089   383.566  /2/1/Zpev.pl.dláž.,Kab.obj.neurč.//20150820/Vladimír Baťka/GON Hradec Králové</w:t>
      </w:r>
    </w:p>
    <w:p w14:paraId="03AEB2A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130211831044  603703.551  1059923.906   383.585  /2/1/Zpev.pl.dláž.//20150820/Vladimír Baťka/GON Hradec Králové</w:t>
      </w:r>
    </w:p>
    <w:p w14:paraId="600777D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130211831046  603729.375  1059978.549   382.032  /2/1/Ter.hr.hor.//20150820/Vladimír Baťka/GON Hradec Králové</w:t>
      </w:r>
    </w:p>
    <w:p w14:paraId="198C890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130211831052  603722.185  1059972.136   381.743  /2/1/Ter.hr.hor.//20150820/Vladimír Baťka/GON Hradec Králové</w:t>
      </w:r>
    </w:p>
    <w:p w14:paraId="3F70E3C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130211831076  603723.710  1059959.469   383.223  /2/1/Štěrk.lože,Ter.hr.sp.//20150820/Vladimír Baťka/GON Hradec Králové</w:t>
      </w:r>
    </w:p>
    <w:p w14:paraId="68DEF8C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130211831077  603715.029  1059948.766   383.441  /2/1/Štěrk.lože,Komunik.//20150820/Vladimír Baťka/GON Hradec Králové</w:t>
      </w:r>
    </w:p>
    <w:p w14:paraId="4CFB8A1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130211831078  603706.377  1059951.547   383.340  /2/1/Šacht.hranatá neurč.//20150820/Vladimír Baťka/GON Hradec Králové</w:t>
      </w:r>
    </w:p>
    <w:p w14:paraId="68ED885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130211831080  603710.284  1059939.102   383.357  /2/1/Šach.drát.ved.ZZ//20150820/Vladimír Baťka/GON Hradec Králové</w:t>
      </w:r>
    </w:p>
    <w:p w14:paraId="7B9478B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130211831081  603709.745  1059938.393   383.359  /2/1/Šach.drát.ved.ZZ//20150820/Vladimír Baťka/GON Hradec Králové</w:t>
      </w:r>
    </w:p>
    <w:p w14:paraId="09E757F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130211831082  603709.295  1059937.917   383.356  /2/1/Šach.drát.ved.ZZ//20150820/Vladimír Baťka/GON Hradec Králové</w:t>
      </w:r>
    </w:p>
    <w:p w14:paraId="0B26C97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130211831084  603710.526  1059934.417   383.476  /2/1/Schod-zam.hran,Zpev.pl.dláž.//20150820/Vladimír Baťka/GON Hradec Králové</w:t>
      </w:r>
    </w:p>
    <w:p w14:paraId="6A0CBF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130211831085  603710.521  1059934.378   383.664  /2/1/Schod-zam.hran//20150820/Vladimír Baťka/GON Hradec Králové</w:t>
      </w:r>
    </w:p>
    <w:p w14:paraId="0609BB6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130211831086  603711.275  1059933.793   383.489  /2/1/Schod-zam.hran,Bud.dráž.hran.,Zpev.pl.dláž.//20150820/Vladimír Baťka/GON Hradec Králové</w:t>
      </w:r>
    </w:p>
    <w:p w14:paraId="3E68017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130211831087  603711.246  1059933.769   383.680  /2/1/Schod-zam.hran,Bud.dráž.hran.//20150820/Vladimír Baťka/GON Hradec Králové</w:t>
      </w:r>
    </w:p>
    <w:p w14:paraId="370C126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130211831088  603711.135  1059933.542   383.673  /2/1/Schod-zam.hran,Bud.dráž.hran.//20150820/Vladimír Baťka/GON Hradec Králové</w:t>
      </w:r>
    </w:p>
    <w:p w14:paraId="652B0F1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130211831089  603710.525  1059932.862   383.669  /2/1/Schod-zam.hran,Bud.dráž.hran.//20150820/Vladimír Baťka/GON Hradec Králové</w:t>
      </w:r>
    </w:p>
    <w:p w14:paraId="3FF0155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130211831090  603710.371  1059932.742   383.680  /2/1/Schod-zam.hran,Bud.dráž.hran.//20150820/Vladimír Baťka/GON Hradec Králové</w:t>
      </w:r>
    </w:p>
    <w:p w14:paraId="786EA45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130211831091  603710.329  1059932.692   383.470  /2/1/Schod-zam.hran,Bud.dráž.hran.,Zpev.pl.dláž.//20150820/Vladimír Baťka/GON Hradec Králové</w:t>
      </w:r>
    </w:p>
    <w:p w14:paraId="47A33DE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130211831092  603709.635  1059933.366   383.474  /2/1/Schod-zam.hran,Zpev.pl.dláž.//20150820/Vladimír Baťka/GON Hradec Králové</w:t>
      </w:r>
    </w:p>
    <w:p w14:paraId="5C8A85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130211831093  603709.655  1059933.380   383.661  /2/1/Schod-zam.hran//20150820/Vladimír Baťka/GON Hradec Králové</w:t>
      </w:r>
    </w:p>
    <w:p w14:paraId="492FB33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130211831094  603709.307  1059931.474   383.252  /2/1/Zpev.pl.dláž.,Bud.dráž.hran.//20150820/Vladimír Baťka/GON Hradec Králové</w:t>
      </w:r>
    </w:p>
    <w:p w14:paraId="45FB6EF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130211831095  603708.583  1059930.568   383.265  /2/1/Zpev.pl.dláž.//20150820/Vladimír Baťka/GON Hradec Králové</w:t>
      </w:r>
    </w:p>
    <w:p w14:paraId="59DDE59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130211831096  603708.135  1059930.954   383.441  /2/1/Zpev.pl.dláž.//20150820/Vladimír Baťka/GON Hradec Králové</w:t>
      </w:r>
    </w:p>
    <w:p w14:paraId="30BD60C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130211831097  603712.859  1059928.358   383.641  /2/1/Schod-zam.hran//20150820/Vladimír Baťka/GON Hradec Králové</w:t>
      </w:r>
    </w:p>
    <w:p w14:paraId="6C361EA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130211831098  603713.594  1059927.711   383.644  /2/1/Schod-zam.hran//20150820/Vladimír Baťka/GON Hradec Králové</w:t>
      </w:r>
    </w:p>
    <w:p w14:paraId="734322F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130211831099  603714.771  1059926.675   383.248  /2/1/Zpev.pl.dláž.,Bud.dráž.hran.,Bud.nerozl dr.hr.//20150820/Vladimír Baťka/GON Hradec Králové</w:t>
      </w:r>
    </w:p>
    <w:p w14:paraId="71A15B6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130211831100  603714.663  1059924.913   383.250  /2/1/Zpev.pl.dláž.,Zábrad.-kr.//20150820/Vladimír Baťka/GON Hradec Králové</w:t>
      </w:r>
    </w:p>
    <w:p w14:paraId="563BAFF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130211831101  603710.327  1059928.652   383.260  /2/1/Zábrad.-kr.//20150820/Vladimír Baťka/GON Hradec Králové</w:t>
      </w:r>
    </w:p>
    <w:p w14:paraId="4ADA903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130211831102  603701.177  1059917.299   383.398  /2/1/Bud.dráž.hran.//20150820/Vladimír Baťka/GON Hradec Králové</w:t>
      </w:r>
    </w:p>
    <w:p w14:paraId="3DDA6C2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130211831105  603773.112  1060010.957   382.999  /2/1/Štěrk.lože//20150820/Vladimír Baťka/GON Hradec Králové</w:t>
      </w:r>
    </w:p>
    <w:p w14:paraId="7F73475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130211831106  603774.213  1060010.740   382.605  /2/1/Štěrk.lože//20150820/Vladimír Baťka/GON Hradec Králové</w:t>
      </w:r>
    </w:p>
    <w:p w14:paraId="0485B40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130211831107  603775.073  1060009.541   382.551  /2/1/Ter.hr.hor.//20150820/Vladimír Baťka/GON Hradec Králové</w:t>
      </w:r>
    </w:p>
    <w:p w14:paraId="1857F9C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130211831108  603775.986  1060009.123   382.319  /2/1/Ter.hr.sp.//20150820/Vladimír Baťka/GON Hradec Králové</w:t>
      </w:r>
    </w:p>
    <w:p w14:paraId="02156E6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130211831109  603779.382  1060005.908   382.208  /2/1/Bod terénu//20150820/Vladimír Baťka/GON Hradec Králové</w:t>
      </w:r>
    </w:p>
    <w:p w14:paraId="0B3A3B7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130211831110  603773.510  1060015.911   383.175  /2/1/Štěrk.lože//20150820/Vladimír Baťka/GON Hradec Králové</w:t>
      </w:r>
    </w:p>
    <w:p w14:paraId="5408255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130211831111  603773.715  1060017.437   382.746  /2/1/Štěrk.lože//20150820/Vladimír Baťka/GON Hradec Králové</w:t>
      </w:r>
    </w:p>
    <w:p w14:paraId="578D54A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130211831118  603790.765  1060030.707   382.954  /2/1/Štěrk.lože//20150820/Vladimír Baťka/GON Hradec Králové</w:t>
      </w:r>
    </w:p>
    <w:p w14:paraId="63F5AEA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130211831119  603790.962  1060030.135   383.173  /2/1/Štěrk.lože//20150820/Vladimír Baťka/GON Hradec Králové</w:t>
      </w:r>
    </w:p>
    <w:p w14:paraId="633B60D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130211831120  603792.899  1060027.211   382.973  /2/1/Štěrk.lože//20150820/Vladimír Baťka/GON Hradec Králové</w:t>
      </w:r>
    </w:p>
    <w:p w14:paraId="77FFF0B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130211831121  603793.488  1060026.459   382.633  /2/1/Štěrk.lože//20150820/Vladimír Baťka/GON Hradec Králové</w:t>
      </w:r>
    </w:p>
    <w:p w14:paraId="30C1EAE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130211831122  603791.658  1060022.973   382.629  /2/1/Ter.hr.sp.,Ter.hr.hor.//20150820/Vladimír Baťka/GON Hradec Králové</w:t>
      </w:r>
    </w:p>
    <w:p w14:paraId="1A5C8A4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130211831123  603807.342  1060026.882   382.357  /2/1/Bod terénu//20150820/Vladimír Baťka/GON Hradec Králové</w:t>
      </w:r>
    </w:p>
    <w:p w14:paraId="6B31F67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130211831124  603806.420  1060033.518   382.958  /2/1/Štěrk.lože,Ter.hr.hor.//20150820/Vladimír Baťka/GON Hradec Králové</w:t>
      </w:r>
    </w:p>
    <w:p w14:paraId="76C965A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130211831125  603805.382  1060033.915   382.648  /2/1/Ter.hr.sp.,Štěrk.lože,Ter.hr.hor.//20150820/Vladimír Baťka/GON Hradec Králové</w:t>
      </w:r>
    </w:p>
    <w:p w14:paraId="274CE46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130211831126  603804.235  1060034.613   382.708  /2/1/Štěrk.lože//20150820/Vladimír Baťka/GON Hradec Králové</w:t>
      </w:r>
    </w:p>
    <w:p w14:paraId="4BE3E4B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130211831127  603804.700  1060035.852   383.080  /2/1/Štěrk.lože//20150820/Vladimír Baťka/GON Hradec Králové</w:t>
      </w:r>
    </w:p>
    <w:p w14:paraId="00CA266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130211831128  603806.242  1060032.766   383.019  /2/1/Mech.závor-lev.//20150820/Vladimír Baťka/GON Hradec Králové</w:t>
      </w:r>
    </w:p>
    <w:p w14:paraId="662F58A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130211831129  603810.617  1060035.827   382.961  /2/1/Střed předm.mal.rozs.//20150820/Vladimír Baťka/GON Hradec Králové</w:t>
      </w:r>
    </w:p>
    <w:p w14:paraId="416859A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130211831130  603810.160  1060036.286   382.947  /2/1/Ter.hr.hor.,Štěrk.lože//20150820/Vladimír Baťka/GON Hradec Králové</w:t>
      </w:r>
    </w:p>
    <w:p w14:paraId="5B444B4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130211831131  603810.508  1060037.252   382.622  /2/1/Ter.hr.hor.,Ter.hr.sp.,Štěrk.lože//20150820/Vladimír Baťka/GON Hradec Králové</w:t>
      </w:r>
    </w:p>
    <w:p w14:paraId="660A084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130211831132  603810.387  1060038.516   382.647  /2/1/Štěrk.lože//20150820/Vladimír Baťka/GON Hradec Králové</w:t>
      </w:r>
    </w:p>
    <w:p w14:paraId="29EBE82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130211831133  603809.674  1060038.750   383.018  /2/1/Štěrk.lože//20150820/Vladimír Baťka/GON Hradec Králové</w:t>
      </w:r>
    </w:p>
    <w:p w14:paraId="5A35022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130211831134  603802.700  1060038.920   383.204  /2/1/Štěrk.lože//20150820/Vladimír Baťka/GON Hradec Králové</w:t>
      </w:r>
    </w:p>
    <w:p w14:paraId="3EA01C3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130211831135  603801.698  1060039.081   382.911  /2/1/Štěrk.lože//20150820/Vladimír Baťka/GON Hradec Králové</w:t>
      </w:r>
    </w:p>
    <w:p w14:paraId="1F6704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130211831136  603801.370  1060041.030   383.326  /2/1/Štěrk.lože,Ter.hr.sp.,Ter.hr.hor.//20150820/Vladimír Baťka/GON Hradec Králové</w:t>
      </w:r>
    </w:p>
    <w:p w14:paraId="4E164EE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130211831137  603800.942  1060041.606   383.457  /2/1/Střed předm.mal.rozs.//20150820/Vladimír Baťka/GON Hradec Králové</w:t>
      </w:r>
    </w:p>
    <w:p w14:paraId="48DD3FB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130211831138  603806.185  1060045.497   383.590  /2/1/Mech.závor-pr.,Ter.hr.hor.//20150820/Vladimír Baťka/GON Hradec Králové</w:t>
      </w:r>
    </w:p>
    <w:p w14:paraId="6AE1525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130211831140  603805.547  1060043.719   383.348  /2/1/Ter.hr.hor.,Ter.hr.sp.,Štěrk.lože//20150820/Vladimír Baťka/GON Hradec Králové</w:t>
      </w:r>
    </w:p>
    <w:p w14:paraId="6121137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130211831141  603807.177  1060044.232   382.843  /2/1/Ter.hr.sp.//20150820/Vladimír Baťka/GON Hradec Králové</w:t>
      </w:r>
    </w:p>
    <w:p w14:paraId="4CF5D00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130211831142  603807.851  1060043.074   382.885  /2/1/Štěrk.lože//20150820/Vladimír Baťka/GON Hradec Králové</w:t>
      </w:r>
    </w:p>
    <w:p w14:paraId="0D3A245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130211831143  603807.612  1060042.206   383.163  /2/1/Štěrk.lože//20150820/Vladimír Baťka/GON Hradec Králové</w:t>
      </w:r>
    </w:p>
    <w:p w14:paraId="0A90CCE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130211831146  603823.217  1060045.116   382.985  /2/1/Ter.hr.hor.//20150820/Vladimír Baťka/GON Hradec Králové</w:t>
      </w:r>
    </w:p>
    <w:p w14:paraId="7010EB8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130211831147  603818.597  1060042.826   382.619  /2/1/Ter.hr.sp.//20150820/Vladimír Baťka/GON Hradec Králové</w:t>
      </w:r>
    </w:p>
    <w:p w14:paraId="54290D7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130211831148  603818.676  1060044.347   382.720  /2/1/Ter.hr.sp.,Štěrk.lože//20150820/Vladimír Baťka/GON Hradec Králové</w:t>
      </w:r>
    </w:p>
    <w:p w14:paraId="45F72DB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130211831149  603818.400  1060044.947   382.920  /2/1/Štěrk.lože//20150820/Vladimír Baťka/GON Hradec Králové</w:t>
      </w:r>
    </w:p>
    <w:p w14:paraId="36A2370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130211831151  603824.571  1060048.108   382.657  /2/1/Ter.hr.hor.,Ter.hr.sp.,Štěrk.lože//20150820/Vladimír Baťka/GON Hradec Králové</w:t>
      </w:r>
    </w:p>
    <w:p w14:paraId="0826B89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130211831152  603826.068  1060050.012   382.906  /2/1/Štěrk.lože//20150820/Vladimír Baťka/GON Hradec Králové</w:t>
      </w:r>
    </w:p>
    <w:p w14:paraId="5083CAD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130211831153  603825.584  1060053.522   383.087  /2/1/Štěrk.lože//20150820/Vladimír Baťka/GON Hradec Králové</w:t>
      </w:r>
    </w:p>
    <w:p w14:paraId="6B09D2C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130211831154  603825.557  1060054.114   382.812  /2/1/Štěrk.lože//20150820/Vladimír Baťka/GON Hradec Králové</w:t>
      </w:r>
    </w:p>
    <w:p w14:paraId="72E8F8D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130211831155  603825.084  1060055.554   382.638  /2/1/Ter.hr.sp.//20150820/Vladimír Baťka/GON Hradec Králové</w:t>
      </w:r>
    </w:p>
    <w:p w14:paraId="6E9FE97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130211831156  603824.209  1060057.197   383.800  /2/1/Ter.hr.hor.//20150820/Vladimír Baťka/GON Hradec Králové</w:t>
      </w:r>
    </w:p>
    <w:p w14:paraId="07CC301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130211831158  603842.832  1060059.450   382.896  /2/1/Štěrk.lože//20150820/Vladimír Baťka/GON Hradec Králové</w:t>
      </w:r>
    </w:p>
    <w:p w14:paraId="3F5E465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130211831159  603842.854  1060058.406   382.393  /2/1/Štěrk.lože//20150820/Vladimír Baťka/GON Hradec Králové</w:t>
      </w:r>
    </w:p>
    <w:p w14:paraId="1EBE2D5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130211831161  603842.096  1060062.932   382.997  /2/1/Štěrk.lože//20150820/Vladimír Baťka/GON Hradec Králové</w:t>
      </w:r>
    </w:p>
    <w:p w14:paraId="00DEF88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130211831162  603841.723  1060063.566   382.584  /2/1/Štěrk.lože//20150820/Vladimír Baťka/GON Hradec Králové</w:t>
      </w:r>
    </w:p>
    <w:p w14:paraId="04F0AE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130211831164  603866.863  1060071.112   382.833  /2/1/Štěrk.lože//20150820/Vladimír Baťka/GON Hradec Králové</w:t>
      </w:r>
    </w:p>
    <w:p w14:paraId="206265F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130211831165  603867.179  1060070.259   382.334  /2/1/Štěrk.lože//20150820/Vladimír Baťka/GON Hradec Králové</w:t>
      </w:r>
    </w:p>
    <w:p w14:paraId="79EDE24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130211831167  603867.322  1060075.008   382.985  /2/1/Štěrk.lože//20150820/Vladimír Baťka/GON Hradec Králové</w:t>
      </w:r>
    </w:p>
    <w:p w14:paraId="360E341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130211831168  603867.192  1060075.559   382.728  /2/1/Štěrk.lože//20150820/Vladimír Baťka/GON Hradec Králové</w:t>
      </w:r>
    </w:p>
    <w:p w14:paraId="59F12F7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130211831173  603884.819  1060077.545   382.269  /2/1/Štěrk.lože//20150820/Vladimír Baťka/GON Hradec Králové</w:t>
      </w:r>
    </w:p>
    <w:p w14:paraId="14B601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130211831174  603884.851  1060078.628   382.795  /2/1/Štěrk.lože//20150820/Vladimír Baťka/GON Hradec Králové</w:t>
      </w:r>
    </w:p>
    <w:p w14:paraId="25562B3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130211831175  603883.867  1060081.708   383.002  /2/1/Štěrk.lože//20150820/Vladimír Baťka/GON Hradec Králové</w:t>
      </w:r>
    </w:p>
    <w:p w14:paraId="75C51A8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130211831176  603883.588  1060082.456   382.678  /2/1/Štěrk.lože//20150820/Vladimír Baťka/GON Hradec Králové</w:t>
      </w:r>
    </w:p>
    <w:p w14:paraId="25985BD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130211831181  603906.296  1060090.443   382.691  /2/1/Štěrk.lože//20150820/Vladimír Baťka/GON Hradec Králové</w:t>
      </w:r>
    </w:p>
    <w:p w14:paraId="6107AE4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130211831182  603906.296  1060089.860   383.036  /2/1/Štěrk.lože//20150820/Vladimír Baťka/GON Hradec Králové</w:t>
      </w:r>
    </w:p>
    <w:p w14:paraId="7EB6BB7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130211831183  603907.843  1060086.607   382.830  /2/1/Štěrk.lože//20150820/Vladimír Baťka/GON Hradec Králové</w:t>
      </w:r>
    </w:p>
    <w:p w14:paraId="4342382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130211831184  603908.288  1060085.991   382.482  /2/1/Štěrk.lože//20150820/Vladimír Baťka/GON Hradec Králové</w:t>
      </w:r>
    </w:p>
    <w:p w14:paraId="5E719A2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130211831185  603935.128  1060092.873   382.259  /2/1/Štěrk.lože//20150820/Vladimír Baťka/GON Hradec Králové</w:t>
      </w:r>
    </w:p>
    <w:p w14:paraId="4734479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130211831186  603934.963  1060093.663   382.788  /2/1/Štěrk.lože//20150820/Vladimír Baťka/GON Hradec Králové</w:t>
      </w:r>
    </w:p>
    <w:p w14:paraId="3BAAB81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130211831189  603934.670  1060097.239   382.968  /2/1/Štěrk.lože//20150820/Vladimír Baťka/GON Hradec Králové</w:t>
      </w:r>
    </w:p>
    <w:p w14:paraId="1F64C3C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130211831190  603934.480  1060097.872   382.662  /2/1/Štěrk.lože//20150820/Vladimír Baťka/GON Hradec Králové</w:t>
      </w:r>
    </w:p>
    <w:p w14:paraId="77B6EA4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130211832030  603730.538  1059963.375   381.330  /2/1/Most.křídlo,Most.žel.,Ter.hr.sp.//20150820/Vladimír Baťka/GON Hradec Králové</w:t>
      </w:r>
    </w:p>
    <w:p w14:paraId="3F4688D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130211832033  603728.973  1059964.944   382.982  /2/1/Most.křídlo,Most.žel.,Ter.hr.hor.,Ter.hr.sp.//20150820/Vladimír Baťka/GON Hradec Králové</w:t>
      </w:r>
    </w:p>
    <w:p w14:paraId="0FFCCBC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130211832041  603724.290  1059966.810   382.531  /2/1/Nos.konstrukce,Most.žel.//20150820/Vladimír Baťka/GON Hradec Králové</w:t>
      </w:r>
    </w:p>
    <w:p w14:paraId="7021FD5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130211832049  603724.148  1059959.101   383.021  /2/1/Vykr.příhr.kon.mostu,Most.žel.,Ter.hr.sp.//20150820/Vladimír Baťka/GON Hradec Králové</w:t>
      </w:r>
    </w:p>
    <w:p w14:paraId="6301A67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130211832050  603724.030  1059959.299   383.007  /2/1/Most.žel.,Ter.hr.sp.//20150820/Vladimír Baťka/GON Hradec Králové</w:t>
      </w:r>
    </w:p>
    <w:p w14:paraId="515CCAD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130211832066  603724.830  1059967.459   380.748  /2/1/Most.křídlo,Nos.konstrukce,Most.žel.//20150820/Vladimír Baťka/GON Hradec Králové</w:t>
      </w:r>
    </w:p>
    <w:p w14:paraId="6FDDCA1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130211832067  603724.731  1059967.287   382.567  /2/1/Nos.konstrukce//20150820/Vladimír Baťka/GON Hradec Králové</w:t>
      </w:r>
    </w:p>
    <w:p w14:paraId="2A9E61C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130211832068  603724.732  1059967.280   383.018  /2/1/Nos.konstrukce,Most.žel.//20150820/Vladimír Baťka/GON Hradec Králové</w:t>
      </w:r>
    </w:p>
    <w:p w14:paraId="191989D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130211832069  603725.141  1059967.798   383.005  /2/1/Nos.konstrukce,Most.křídlo//20150820/Vladimír Baťka/GON Hradec Králové</w:t>
      </w:r>
    </w:p>
    <w:p w14:paraId="03C9338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130211832070  603724.896  1059968.036   383.014  /2/1/Most.křídlo//20150820/Vladimír Baťka/GON Hradec Králové</w:t>
      </w:r>
    </w:p>
    <w:p w14:paraId="58CA8DA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130211832071  603724.234  1059967.709   383.021  /2/1/Most.žel.//20150820/Vladimír Baťka/GON Hradec Králové</w:t>
      </w:r>
    </w:p>
    <w:p w14:paraId="6DA8D75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130211832072  603724.960  1059968.543   383.031  /2/1/Most.žel.//20150820/Vladimír Baťka/GON Hradec Králové</w:t>
      </w:r>
    </w:p>
    <w:p w14:paraId="015A341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130211832073  603725.063  1059968.360   382.998  /2/1/Most.křídlo//20150820/Vladimír Baťka/GON Hradec Králové</w:t>
      </w:r>
    </w:p>
    <w:p w14:paraId="7C8D508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130211832083  603723.586  1059969.568   381.553  /2/1/Most.křídlo//20150820/Vladimír Baťka/GON Hradec Králové</w:t>
      </w:r>
    </w:p>
    <w:p w14:paraId="545887F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130211832086  603720.770  1059972.131   381.469  /2/1/Ter.hr.hor.,Ter.hr.sp.//20150820/Vladimír Baťka/GON Hradec Králové</w:t>
      </w:r>
    </w:p>
    <w:p w14:paraId="63650A6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130211837031  603758.756  1059997.871   383.051  /2/1/Štěrk.lože//20150820/Vladimír Baťka/GON Hradec Králové</w:t>
      </w:r>
    </w:p>
    <w:p w14:paraId="364E404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130211838032  603759.213  1059997.370   382.749  /2/1/Štěrk.lože//20150820/Vladimír Baťka/GON Hradec Králové</w:t>
      </w:r>
    </w:p>
    <w:p w14:paraId="7303E81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130211838035  603704.998  1059922.598   383.555  /2/1/Zpev.pl.dláž.,Kab.obj.neurč.//20150820/Vladimír Baťka/GON Hradec Králové</w:t>
      </w:r>
    </w:p>
    <w:p w14:paraId="77EB721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130211838036  603706.063  1059926.823   383.582  /2/1/Zpev.pl.dláž.//20150820/Vladimír Baťka/GON Hradec Králové</w:t>
      </w:r>
    </w:p>
    <w:p w14:paraId="1E852EA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130211838037  603704.977  1059922.315   383.547  /2/1/Zpev.pl.dláž.//20150820/Vladimír Baťka/GON Hradec Králové</w:t>
      </w:r>
    </w:p>
    <w:p w14:paraId="765C9DF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130211838038  603704.304  1059922.923   383.562  /2/1/Zpev.pl.dláž.//20150820/Vladimír Baťka/GON Hradec Králové</w:t>
      </w:r>
    </w:p>
    <w:p w14:paraId="5A24843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130211838039  603697.026  1059912.920   383.342  /2/1/Bud.dráž.hran.//20150820/Vladimír Baťka/GON Hradec Králové</w:t>
      </w:r>
    </w:p>
    <w:p w14:paraId="45F00AA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130211838040  603700.274  1059923.316   383.418  /2/1/Inf.tabule mimo el.//20150820/Vladimír Baťka/GON Hradec Králové</w:t>
      </w:r>
    </w:p>
    <w:p w14:paraId="24D604C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130211838044  603742.397  1059987.174   382.682  /2/1/Štěrk.lože//20150820/Vladimír Baťka/GON Hradec Králové</w:t>
      </w:r>
    </w:p>
    <w:p w14:paraId="4183460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130211838045  603742.831  1059986.454   383.089  /2/1/Štěrk.lože//20150820/Vladimír Baťka/GON Hradec Králové</w:t>
      </w:r>
    </w:p>
    <w:p w14:paraId="64214EC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130211850602  603760.589  1059998.082   383.192  /2/1/Zajišť.značka//20150115/Ing. Jan Vitáček/GEOŠRAFO</w:t>
      </w:r>
    </w:p>
    <w:p w14:paraId="6CD928B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130211851307  603666.127  1059904.928   382.898  /2/1/Staničník-skut.poloha//20150115/Ing. Jan Vitáček/GEOŠRAFO</w:t>
      </w:r>
    </w:p>
    <w:p w14:paraId="61FD278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130211851309  603701.557  1059941.483   383.312  /2/1/Kab.obj.ZZ kolečko//20150115/Ing. Jan Vitáček/GEOŠRAFO</w:t>
      </w:r>
    </w:p>
    <w:p w14:paraId="47E1BDC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130211851312  603701.091  1059945.214   383.302  /2/1/Mech.závor-lev.,Výstr.svět.zař.akt.sig.//20150115/Ing. Jan Vitáček/GEOŠRAFO</w:t>
      </w:r>
    </w:p>
    <w:p w14:paraId="3A3B734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130211851313  603707.740  1059952.803   383.401  /2/1/Mech.závor-pr.,Výstr.svět.zař.akt.sig.//20150115/Ing. Jan Vitáček/GEOŠRAFO</w:t>
      </w:r>
    </w:p>
    <w:p w14:paraId="15C27D2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130211851314  603717.243  1059948.385   383.423  /2/1/Mech.závor-lev.,Výstr.svět.zař.akt.sig.//20150115/Ing. Jan Vitáček/GEOŠRAFO</w:t>
      </w:r>
    </w:p>
    <w:p w14:paraId="61472B0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130211851315  603709.940  1059940.682   383.453  /2/1/Mech.závor-pr.,Výstr.svět.zař.akt.sig.//20150115/Ing. Jan Vitáček/GEOŠRAFO</w:t>
      </w:r>
    </w:p>
    <w:p w14:paraId="0249EBA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130211851316  603708.288  1059939.668   383.606  /2/1/Žel.tel.//20150115/Ing. Jan Vitáček/GEOŠRAFO</w:t>
      </w:r>
    </w:p>
    <w:p w14:paraId="68E15BA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130211851317  603707.394  1059938.640   383.639  /2/1/Návěst kon.nást.//20150115/Ing. Jan Vitáček/GEOŠRAFO</w:t>
      </w:r>
    </w:p>
    <w:p w14:paraId="2885D92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130211851318  603706.895  1059939.826   383.737  /2/1/Sokl bez urč.//20150115/Ing. Jan Vitáček/GEOŠRAFO</w:t>
      </w:r>
    </w:p>
    <w:p w14:paraId="31E99D7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130211851319  603707.132  1059940.104   383.735  /2/1/Sokl bez urč.//20150115/Ing. Jan Vitáček/GEOŠRAFO</w:t>
      </w:r>
    </w:p>
    <w:p w14:paraId="6A49C8D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130211851320  603707.317  1059939.431   383.728  /2/1/Sokl bez urč.//20150115/Ing. Jan Vitáček/GEOŠRAFO</w:t>
      </w:r>
    </w:p>
    <w:p w14:paraId="2BAA192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130211851321  603707.572  1059939.725   383.727  /2/1/Sokl bez urč.//20150115/Ing. Jan Vitáček/GEOŠRAFO</w:t>
      </w:r>
    </w:p>
    <w:p w14:paraId="3793A01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130211851322  603707.172  1059939.808   383.731  /2/1/Přejezd.opakov.//20150115/Ing. Jan Vitáček/GEOŠRAFO</w:t>
      </w:r>
    </w:p>
    <w:p w14:paraId="35728C8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130211851324  603706.182  1059939.288   384.743  /2/1/Zábrad.-kr.//20150115/Ing. Jan Vitáček/GEOŠRAFO</w:t>
      </w:r>
    </w:p>
    <w:p w14:paraId="06859A3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130211851325  603707.750  1059937.876   384.741  /2/1/Zábrad.-kr.//20150115/Ing. Jan Vitáček/GEOŠRAFO</w:t>
      </w:r>
    </w:p>
    <w:p w14:paraId="4E79156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130211851326  603716.551  1059950.852   383.468  /2/1/Kab.obj.ZZ kolečko//20150115/Ing. Jan Vitáček/GEOŠRAFO</w:t>
      </w:r>
    </w:p>
    <w:p w14:paraId="1636F4D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130211851328  603719.935  1059962.854   383.272  /2/1/Most.žel.//20150115/Ing. Jan Vitáček/GEOŠRAFO</w:t>
      </w:r>
    </w:p>
    <w:p w14:paraId="555B056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130211851329  603720.734  1059962.127   383.273  /2/1/Most.žel.//20150115/Ing. Jan Vitáček/GEOŠRAFO</w:t>
      </w:r>
    </w:p>
    <w:p w14:paraId="1FEB874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130211851330  603721.306  1059962.783   383.284  /2/1/Most.žel.//20150115/Ing. Jan Vitáček/GEOŠRAFO</w:t>
      </w:r>
    </w:p>
    <w:p w14:paraId="29B18B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130211851331  603721.471  1059962.653   383.284  /2/1/Most.žel.//20150115/Ing. Jan Vitáček/GEOŠRAFO</w:t>
      </w:r>
    </w:p>
    <w:p w14:paraId="1B40BB9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130211851332  603721.627  1059962.818   383.281  /2/1/Most.žel.//20150115/Ing. Jan Vitáček/GEOŠRAFO</w:t>
      </w:r>
    </w:p>
    <w:p w14:paraId="1D6A25E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130211851334  603724.222  1059967.723   383.286  /2/1/Most.žel.//20150115/Ing. Jan Vitáček/GEOŠRAFO</w:t>
      </w:r>
    </w:p>
    <w:p w14:paraId="0C3D5E7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130211851335  603725.216  1059966.868   383.286  /2/1/Most.žel.//20150115/Ing. Jan Vitáček/GEOŠRAFO</w:t>
      </w:r>
    </w:p>
    <w:p w14:paraId="295E00F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130211851336  603725.363  1059967.025   383.284  /2/1/Most.žel.//20150115/Ing. Jan Vitáček/GEOŠRAFO</w:t>
      </w:r>
    </w:p>
    <w:p w14:paraId="1658596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130211851337  603725.227  1059967.169   383.289  /2/1/Most.žel.//20150115/Ing. Jan Vitáček/GEOŠRAFO</w:t>
      </w:r>
    </w:p>
    <w:p w14:paraId="566B85E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130211851338  603725.780  1059967.803   383.280  /2/1/Most.žel.//20150115/Ing. Jan Vitáček/GEOŠRAFO</w:t>
      </w:r>
    </w:p>
    <w:p w14:paraId="75FE0BC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130211851339  603724.931  1059968.532   383.298  /2/1/Most.žel.//20150115/Ing. Jan Vitáček/GEOŠRAFO</w:t>
      </w:r>
    </w:p>
    <w:p w14:paraId="2E167E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130211851341  603728.357  1059965.529   383.256  /2/1/Štěrk.lože,Most.žel.//20150115/Ing. Jan Vitáček/GEOŠRAFO</w:t>
      </w:r>
    </w:p>
    <w:p w14:paraId="300495E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130211851342  603727.780  1059964.899   383.262  /2/1/Most.žel.//20150115/Ing. Jan Vitáček/GEOŠRAFO</w:t>
      </w:r>
    </w:p>
    <w:p w14:paraId="3AF8316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130211851343  603727.632  1059965.017   383.262  /2/1/Most.žel.//20150115/Ing. Jan Vitáček/GEOŠRAFO</w:t>
      </w:r>
    </w:p>
    <w:p w14:paraId="5E8B74B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130211851344  603727.479  1059964.851   383.263  /2/1/Most.žel.//20150115/Ing. Jan Vitáček/GEOŠRAFO</w:t>
      </w:r>
    </w:p>
    <w:p w14:paraId="27094A7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130211851347  603723.864  1059960.772   383.267  /2/1/Most.žel.//20150115/Ing. Jan Vitáček/GEOŠRAFO</w:t>
      </w:r>
    </w:p>
    <w:p w14:paraId="2A7AF46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130211851348  603723.721  1059960.604   383.259  /2/1/Most.žel.//20150115/Ing. Jan Vitáček/GEOŠRAFO</w:t>
      </w:r>
    </w:p>
    <w:p w14:paraId="49FFC5B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130211851349  603723.859  1059960.459   383.261  /2/1/Most.žel.//20150115/Ing. Jan Vitáček/GEOŠRAFO</w:t>
      </w:r>
    </w:p>
    <w:p w14:paraId="7451390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130211851350  603723.321  1059959.819   383.257  /2/1/Most.žel.//20150115/Ing. Jan Vitáček/GEOŠRAFO</w:t>
      </w:r>
    </w:p>
    <w:p w14:paraId="6B058DD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130211851351  603724.120  1059959.111   383.270  /2/1/Vykr.příhr.kon.mostu,Most.žel.//20150115/Ing. Jan Vitáček/GEOŠRAFO</w:t>
      </w:r>
    </w:p>
    <w:p w14:paraId="4F1E87D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130211851352  603724.103  1059959.397   384.276  /2/1/Zábrad.-kr.//20150115/Ing. Jan Vitáček/GEOŠRAFO</w:t>
      </w:r>
    </w:p>
    <w:p w14:paraId="614DC86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130211851353  603728.898  1059964.704   384.211  /2/1/Zábrad.-kr.//20150115/Ing. Jan Vitáček/GEOŠRAFO</w:t>
      </w:r>
    </w:p>
    <w:p w14:paraId="000ED37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130211851354  603724.932  1059968.268   384.212  /2/1/Zábrad.-kr.//20150115/Ing. Jan Vitáček/GEOŠRAFO</w:t>
      </w:r>
    </w:p>
    <w:p w14:paraId="53D35C3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130211851355  603720.146  1059962.923   384.208  /2/1/Zábrad.-kr.//20150115/Ing. Jan Vitáček/GEOŠRAFO</w:t>
      </w:r>
    </w:p>
    <w:p w14:paraId="6E85779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130211851356  603734.512  1059979.435   383.057  /2/1/Staničník-skut.poloha//20150115/Ing. Jan Vitáček/GEOŠRAFO</w:t>
      </w:r>
    </w:p>
    <w:p w14:paraId="114A63A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130211851357  603740.329  1059977.186   383.192  /2/1/Střed předm.mal.rozs.//20150115/Ing. Jan Vitáček/GEOŠRAFO</w:t>
      </w:r>
    </w:p>
    <w:p w14:paraId="6DDED31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130211851360  603800.316  1060040.872   383.325  /2/1/Výstr.kříž jedn//20150115/Ing. Jan Vitáček/GEOŠRAFO</w:t>
      </w:r>
    </w:p>
    <w:p w14:paraId="1855F5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130211851361  603810.581  1060036.407   382.960  /2/1/Výstr.kříž jedn//20150115/Ing. Jan Vitáček/GEOŠRAFO</w:t>
      </w:r>
    </w:p>
    <w:p w14:paraId="34BCB8C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130211851362  603807.064  1060040.398   383.215  /2/1/Přej.přech.obrys//20150115/Ing. Jan Vitáček/GEOŠRAFO</w:t>
      </w:r>
    </w:p>
    <w:p w14:paraId="470A0A0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130211851363  603807.400  1060039.783   383.193  /2/1/Přej.přech.obrys//20150115/Ing. Jan Vitáček/GEOŠRAFO</w:t>
      </w:r>
    </w:p>
    <w:p w14:paraId="672F96E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130211851364  603807.753  1060039.342   383.154  /2/1/Přej.přech.obrys//20150115/Ing. Jan Vitáček/GEOŠRAFO</w:t>
      </w:r>
    </w:p>
    <w:p w14:paraId="27BD903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130211851365  603804.836  1060037.346   383.159  /2/1/Přej.přech.obrys//20150115/Ing. Jan Vitáček/GEOŠRAFO</w:t>
      </w:r>
    </w:p>
    <w:p w14:paraId="2E513A9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130211851366  603804.145  1060038.398   383.220  /2/1/Přej.přech.obrys//20150115/Ing. Jan Vitáček/GEOŠRAFO</w:t>
      </w:r>
    </w:p>
    <w:p w14:paraId="7D423CD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130211851367  603813.660  1060039.128   383.156  /2/1/Staničník-skut.poloha//20150115/Ing. Jan Vitáček/GEOŠRAFO</w:t>
      </w:r>
    </w:p>
    <w:p w14:paraId="71254A4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130211851369  603821.611  1060045.822   383.088  /2/1/Sokl bez urč.//20150115/Ing. Jan Vitáček/GEOŠRAFO</w:t>
      </w:r>
    </w:p>
    <w:p w14:paraId="3E9FE3A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130211851370  603821.270  1060045.597   383.085  /2/1/Sokl bez urč.//20150115/Ing. Jan Vitáček/GEOŠRAFO</w:t>
      </w:r>
    </w:p>
    <w:p w14:paraId="16ED77B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130211851371  603821.632  1060045.082   383.071  /2/1/Sokl bez urč.//20150115/Ing. Jan Vitáček/GEOŠRAFO</w:t>
      </w:r>
    </w:p>
    <w:p w14:paraId="2F16F04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130211851372  603821.963  1060045.320   383.078  /2/1/Sokl bez urč.//20150115/Ing. Jan Vitáček/GEOŠRAFO</w:t>
      </w:r>
    </w:p>
    <w:p w14:paraId="1E0D18E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130211851375  603898.299  1060088.554   383.157  /2/1/Staničník-skut.poloha//20150115/Ing. Jan Vitáček/GEOŠRAFO</w:t>
      </w:r>
    </w:p>
    <w:p w14:paraId="7782385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130211860042  603930.518  1060082.514   378.174  /2/1/Vod.tok-bř.čara,Ter.hr.sp.//20161215/Ing. Malý/SŽG Praha</w:t>
      </w:r>
    </w:p>
    <w:p w14:paraId="59B7CE7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130211860043  603930.086  1060084.350   379.344  /2/1/Ter.hr.hor.//20161215/Ing. Malý/SŽG Praha</w:t>
      </w:r>
    </w:p>
    <w:p w14:paraId="7B79D23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130211860044  603929.090  1060085.934   379.892  /2/1/Ter.hr.sp.//20161215/Ing. Malý/SŽG Praha</w:t>
      </w:r>
    </w:p>
    <w:p w14:paraId="0B81D63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130211860045  603916.996  1060078.568   379.657  /2/1/Ter.hr.hor.,Ter.hr.sp.//20161215/Ing. Malý/SŽG Praha</w:t>
      </w:r>
    </w:p>
    <w:p w14:paraId="0F0457E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130211860046  603919.921  1060075.227   379.198  /2/1/Ter.hr.hor.//20161215/Ing. Malý/SŽG Praha</w:t>
      </w:r>
    </w:p>
    <w:p w14:paraId="34ACCA7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130211860047  603916.389  1060073.943   379.404  /2/1/Ter.hr.hor.//20161215/Ing. Malý/SŽG Praha</w:t>
      </w:r>
    </w:p>
    <w:p w14:paraId="63DF8AF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130211860048  603917.165  1060071.553   378.996  /2/1/Ter.hr.hor.//20161215/Ing. Malý/SŽG Praha</w:t>
      </w:r>
    </w:p>
    <w:p w14:paraId="11E258B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130211860049  603918.675  1060073.382   378.747  /2/1/Ter.hr.sp.//20161215/Ing. Malý/SŽG Praha</w:t>
      </w:r>
    </w:p>
    <w:p w14:paraId="3371D5B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130211860050  603914.822  1060072.180   378.788  /2/1/Ter.hr.sp.//20161215/Ing. Malý/SŽG Praha</w:t>
      </w:r>
    </w:p>
    <w:p w14:paraId="3120D60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130211860051  603913.632  1060070.689   379.225  /2/1/Ter.hr.hor.//20161215/Ing. Malý/SŽG Praha</w:t>
      </w:r>
    </w:p>
    <w:p w14:paraId="53BE95E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130211860052  603912.735  1060065.482   379.281  /2/1/Ter.hr.hor.//20161215/Ing. Malý/SŽG Praha</w:t>
      </w:r>
    </w:p>
    <w:p w14:paraId="5189282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130211860053  603914.747  1060065.451   378.432  /2/1/Vod.tok-bř.čara,Ter.hr.sp.//20161215/Ing. Malý/SŽG Praha</w:t>
      </w:r>
    </w:p>
    <w:p w14:paraId="15D5BE8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130211860054  603920.533  1060073.651   378.273  /2/1/Ter.hr.sp.,Vod.tok-bř.čara//20161215/Ing. Malý/SŽG Praha</w:t>
      </w:r>
    </w:p>
    <w:p w14:paraId="43FB058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130211860056  603913.401  1060075.663   380.085  /2/1/Ter.hr.hor.//20161215/Ing. Malý/SŽG Praha</w:t>
      </w:r>
    </w:p>
    <w:p w14:paraId="100FE6A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130211860057  603912.384  1060077.479   379.855  /2/1/Ter.hr.sp.//20161215/Ing. Malý/SŽG Praha</w:t>
      </w:r>
    </w:p>
    <w:p w14:paraId="4D0F9F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130211860058  603927.543  1060089.122   382.263  /2/1/Ter.hr.hor.//20161215/Ing. Malý/SŽG Praha</w:t>
      </w:r>
    </w:p>
    <w:p w14:paraId="6B66083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130211860059  603934.239  1060098.755   382.630  /2/1/Ter.hr.hor.//20161215/Ing. Malý/SŽG Praha</w:t>
      </w:r>
    </w:p>
    <w:p w14:paraId="44566B0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130211860060  603933.808  1060099.468   382.362  /2/1/Ter.hr.sp.//20161215/Ing. Malý/SŽG Praha</w:t>
      </w:r>
    </w:p>
    <w:p w14:paraId="4255540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130211860061  603912.985  1060094.581   382.219  /2/1/Ter.hr.sp.//20161215/Ing. Malý/SŽG Praha</w:t>
      </w:r>
    </w:p>
    <w:p w14:paraId="5E861C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130211860062  603913.109  1060093.351   382.630  /2/1/Ter.hr.hor.//20161215/Ing. Malý/SŽG Praha</w:t>
      </w:r>
    </w:p>
    <w:p w14:paraId="59EE70A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130211860063  603916.719  1060083.669   382.400  /2/1/Ter.hr.hor.//20161215/Ing. Malý/SŽG Praha</w:t>
      </w:r>
    </w:p>
    <w:p w14:paraId="2B64289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130211860065  603897.794  1060090.270   382.167  /2/1/Ter.hr.sp.//20161215/Ing. Malý/SŽG Praha</w:t>
      </w:r>
    </w:p>
    <w:p w14:paraId="3C75B04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130211860066  603898.115  1060088.949   382.578  /2/1/Ter.hr.hor.//20161215/Ing. Malý/SŽG Praha</w:t>
      </w:r>
    </w:p>
    <w:p w14:paraId="09F8469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130211860067  603901.091  1060079.606   382.235  /2/1/Ter.hr.hor.//20161215/Ing. Malý/SŽG Praha</w:t>
      </w:r>
    </w:p>
    <w:p w14:paraId="14B914E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130211860068  603894.091  1060079.452   382.246  /2/1/Ter.hr.hor.//20161215/Ing. Malý/SŽG Praha</w:t>
      </w:r>
    </w:p>
    <w:p w14:paraId="1B63BA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130211860069  603894.047  1060075.474   379.790  /2/1/Ter.hr.sp.//20161215/Ing. Malý/SŽG Praha</w:t>
      </w:r>
    </w:p>
    <w:p w14:paraId="5BE4B61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130211860070  603898.807  1060075.204   379.709  /2/1/Ter.hr.sp.//20161215/Ing. Malý/SŽG Praha</w:t>
      </w:r>
    </w:p>
    <w:p w14:paraId="702BAEB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130211860071  603899.107  1060072.191   380.092  /2/1/Ter.hr.hor.//20161215/Ing. Malý/SŽG Praha</w:t>
      </w:r>
    </w:p>
    <w:p w14:paraId="56DA41B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130211860072  603900.205  1060066.379   379.613  /2/1/Ter.hr.hor.//20161215/Ing. Malý/SŽG Praha</w:t>
      </w:r>
    </w:p>
    <w:p w14:paraId="0E184CA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130211860073  603899.593  1060068.047   379.159  /2/1/Ter.hr.sp.//20161215/Ing. Malý/SŽG Praha</w:t>
      </w:r>
    </w:p>
    <w:p w14:paraId="55421CA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130211860074  603894.370  1060065.313   379.615  /2/1/Ter.hr.hor.//20161215/Ing. Malý/SŽG Praha</w:t>
      </w:r>
    </w:p>
    <w:p w14:paraId="6451248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130211860075  603890.432  1060065.461   379.273  /2/1/Ter.hr.hor.,Ter.hr.sp.//20161215/Ing. Malý/SŽG Praha</w:t>
      </w:r>
    </w:p>
    <w:p w14:paraId="17F3394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130211860076  603879.386  1060062.402   379.457  /2/1/Ter.hr.sp.//20161215/Ing. Malý/SŽG Praha</w:t>
      </w:r>
    </w:p>
    <w:p w14:paraId="68E9BB7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130211860077  603881.114  1060054.716   379.844  /2/1/Bod terénu//20161215/Ing. Malý/SŽG Praha</w:t>
      </w:r>
    </w:p>
    <w:p w14:paraId="69C9165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130211860078  603877.354  1060065.715   380.059  /2/1/Ter.hr.hor.//20161215/Ing. Malý/SŽG Praha</w:t>
      </w:r>
    </w:p>
    <w:p w14:paraId="626C346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130211860079  603872.345  1060067.144   379.874  /2/1/Ter.hr.sp.//20161215/Ing. Malý/SŽG Praha</w:t>
      </w:r>
    </w:p>
    <w:p w14:paraId="6C23DB0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130211860080  603880.963  1060070.901   379.771  /2/1/Ter.hr.sp.//20161215/Ing. Malý/SŽG Praha</w:t>
      </w:r>
    </w:p>
    <w:p w14:paraId="369602B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130211860081  603881.885  1060075.248   382.210  /2/1/Ter.hr.hor.//20161215/Ing. Malý/SŽG Praha</w:t>
      </w:r>
    </w:p>
    <w:p w14:paraId="33F4083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130211860082  603886.787  1060084.534   382.621  /2/1/Ter.hr.hor.//20161215/Ing. Malý/SŽG Praha</w:t>
      </w:r>
    </w:p>
    <w:p w14:paraId="33EC13F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130211860083  603886.552  1060085.621   382.007  /2/1/Ter.hr.sp.//20161215/Ing. Malý/SŽG Praha</w:t>
      </w:r>
    </w:p>
    <w:p w14:paraId="02C72A2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130211860084  603886.196  1060086.391   381.973  /2/1/Ter.hr.sp.//20161215/Ing. Malý/SŽG Praha</w:t>
      </w:r>
    </w:p>
    <w:p w14:paraId="2DA9B75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130211860085  603881.349  1060083.846   381.881  /2/1/Ter.hr.sp.//20161215/Ing. Malý/SŽG Praha</w:t>
      </w:r>
    </w:p>
    <w:p w14:paraId="62EB913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130211860086  603879.170  1060084.539   381.970  /2/1/Ter.hr.sp.//20161215/Ing. Malý/SŽG Praha</w:t>
      </w:r>
    </w:p>
    <w:p w14:paraId="02300C6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130211860087  603882.642  1060087.668   382.133  /2/1/Ter.hr.sp.//20161215/Ing. Malý/SŽG Praha</w:t>
      </w:r>
    </w:p>
    <w:p w14:paraId="0858C88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130211860088  603881.153  1060090.533   383.634  /2/1/Ter.hr.sp.,Ter.hr.hor.sp.,Ter.hr.hor.//20161215/Ing. Malý/SŽG Praha</w:t>
      </w:r>
    </w:p>
    <w:p w14:paraId="511289B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130211860089  603879.469  1060087.095   383.102  /2/1/Ter.hr.hor.sp.//20161215/Ing. Malý/SŽG Praha</w:t>
      </w:r>
    </w:p>
    <w:p w14:paraId="4F3AF13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130211860090  603874.940  1060085.834   383.607  /2/1/Ter.hr.hor.sp.,Ter.hr.hor.//20161215/Ing. Malý/SŽG Praha</w:t>
      </w:r>
    </w:p>
    <w:p w14:paraId="2343B1A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130211860091  603855.624  1060088.038   384.671  /2/1/Bod terénu//20161215/Ing. Malý/SŽG Praha</w:t>
      </w:r>
    </w:p>
    <w:p w14:paraId="7704219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130211860092  603859.529  1060081.387   384.159  /2/1/Ter.hr.hor.//20161215/Ing. Malý/SŽG Praha</w:t>
      </w:r>
    </w:p>
    <w:p w14:paraId="748AC08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130211860093  603861.591  1060078.456   382.188  /2/1/Ter.hr.sp.//20161215/Ing. Malý/SŽG Praha</w:t>
      </w:r>
    </w:p>
    <w:p w14:paraId="0A09E1B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130211860094  603862.452  1060076.297   382.055  /2/1/Ter.hr.sp.//20161215/Ing. Malý/SŽG Praha</w:t>
      </w:r>
    </w:p>
    <w:p w14:paraId="382563D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130211860095  603862.805  1060075.404   382.546  /2/1/Ter.hr.hor.//20161215/Ing. Malý/SŽG Praha</w:t>
      </w:r>
    </w:p>
    <w:p w14:paraId="0D738BE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130211860096  603864.333  1060067.466   382.153  /2/1/Ter.hr.hor.//20161215/Ing. Malý/SŽG Praha</w:t>
      </w:r>
    </w:p>
    <w:p w14:paraId="24CA756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130211860097  603866.240  1060064.765   380.006  /2/1/Ter.hr.sp.//20161215/Ing. Malý/SŽG Praha</w:t>
      </w:r>
    </w:p>
    <w:p w14:paraId="0607E15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130211860098  603866.821  1060064.889   380.228  /2/1/Mezník//20161215/Ing. Malý/SŽG Praha</w:t>
      </w:r>
    </w:p>
    <w:p w14:paraId="775D95E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130211860099  603868.050  1060061.381   380.213  /2/1/Ter.hr.hor.//20161215/Ing. Malý/SŽG Praha</w:t>
      </w:r>
    </w:p>
    <w:p w14:paraId="5C4CDF6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130211860100  603868.605  1060059.128   379.642  /2/1/Ter.hr.sp.//20161215/Ing. Malý/SŽG Praha</w:t>
      </w:r>
    </w:p>
    <w:p w14:paraId="0C23C25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130211860101  603871.013  1060051.087   379.737  /2/1/Bod terénu//20161215/Ing. Malý/SŽG Praha</w:t>
      </w:r>
    </w:p>
    <w:p w14:paraId="52E385D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130211860102  603884.579  1060096.764   389.476  /2/1/Mezník//20161215/Ing. Malý/SŽG Praha</w:t>
      </w:r>
    </w:p>
    <w:p w14:paraId="7D920A6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130211860103  603885.144  1060096.200   389.377  /2/1/Ter.hr.hor.//20161215/Ing. Malý/SŽG Praha</w:t>
      </w:r>
    </w:p>
    <w:p w14:paraId="66A5087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130211860104  603905.524  1060102.182   389.407  /2/1/Ter.hr.hor.//20161215/Ing. Malý/SŽG Praha</w:t>
      </w:r>
    </w:p>
    <w:p w14:paraId="6441FC1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130211860105  603912.372  1060105.102   389.318  /2/1/Ter.hr.hor.//20161215/Ing. Malý/SŽG Praha</w:t>
      </w:r>
    </w:p>
    <w:p w14:paraId="5271EAA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130211860106  603934.914  1060109.374   389.361  /2/1/Ter.hr.hor.//20161215/Ing. Malý/SŽG Praha</w:t>
      </w:r>
    </w:p>
    <w:p w14:paraId="77440E1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130211860157  603870.251  1060104.893   390.018  /2/1/Ter.hr.hor.//20161215/Ing. Malý/SŽG Praha</w:t>
      </w:r>
    </w:p>
    <w:p w14:paraId="08DE5BA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130211860158  603876.880  1060101.330   389.709  /2/1/Ter.hr.hor.//20161215/Ing. Malý/SŽG Praha</w:t>
      </w:r>
    </w:p>
    <w:p w14:paraId="556E1B4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130211860182  603865.463  1060098.884   384.721  /2/1/Ter.hr.sp.//20161215/Ing. Malý/SŽG Praha</w:t>
      </w:r>
    </w:p>
    <w:p w14:paraId="7C1A8E2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130211860183  603853.032  1060095.461   384.895  /2/1/Bod terénu//20161215/Ing. Malý/SŽG Praha</w:t>
      </w:r>
    </w:p>
    <w:p w14:paraId="21CC299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130211860184  603852.544  1060078.205   384.365  /2/1/Ter.hr.hor.//20161215/Ing. Malý/SŽG Praha</w:t>
      </w:r>
    </w:p>
    <w:p w14:paraId="30643AF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130211860185  603839.985  1060073.124   384.212  /2/1/Ter.hr.hor.//20161215/Ing. Malý/SŽG Praha</w:t>
      </w:r>
    </w:p>
    <w:p w14:paraId="103780B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130211860186  603831.747  1060069.497   384.008  /2/1/Ter.hr.hor.//20161215/Ing. Malý/SŽG Praha</w:t>
      </w:r>
    </w:p>
    <w:p w14:paraId="3C516B3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130211860187  603834.577  1060070.841   383.964  /2/1/Ter.hr.hor.//20161215/Ing. Malý/SŽG Praha</w:t>
      </w:r>
    </w:p>
    <w:p w14:paraId="1A8AA6B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130211860188  603831.563  1060073.649   384.374  /2/1/Šacht.kulatá neurč.//20161215/Ing. Malý/SŽG Praha</w:t>
      </w:r>
    </w:p>
    <w:p w14:paraId="542AD23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130211860189  603827.925  1060078.425   384.693  /2/1/Bod terénu//20161215/Ing. Malý/SŽG Praha</w:t>
      </w:r>
    </w:p>
    <w:p w14:paraId="09CF34A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130211860190  603828.598  1060063.265   383.801  /2/1/Ter.hr.hor.//20161215/Ing. Malý/SŽG Praha</w:t>
      </w:r>
    </w:p>
    <w:p w14:paraId="6D2334F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130211860191  603824.673  1060059.203   383.999  /2/1/Ter.hr.hor.//20161215/Ing. Malý/SŽG Praha</w:t>
      </w:r>
    </w:p>
    <w:p w14:paraId="7AB2F8A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130211860193  603824.131  1060058.900   384.289  /2/1/Mezník//20161215/Ing. Malý/SŽG Praha</w:t>
      </w:r>
    </w:p>
    <w:p w14:paraId="3EFB4A9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130211860194  603854.606  1060075.561   382.240  /2/1/Ter.hr.sp.//20161215/Ing. Malý/SŽG Praha</w:t>
      </w:r>
    </w:p>
    <w:p w14:paraId="49691D7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130211860195  603855.442  1060072.953   381.984  /2/1/Ter.hr.sp.//20161215/Ing. Malý/SŽG Praha</w:t>
      </w:r>
    </w:p>
    <w:p w14:paraId="609BD77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130211860196  603854.970  1060074.016   382.179  /2/1/Ter.hr.hor.,Ter.hr.sp.//20161215/Ing. Malý/SŽG Praha</w:t>
      </w:r>
    </w:p>
    <w:p w14:paraId="55A6A2E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130211860197  603853.131  1060075.707   382.707  /2/1/Ter.hr.hor.,Ter.hr.sp.//20161215/Ing. Malý/SŽG Praha</w:t>
      </w:r>
    </w:p>
    <w:p w14:paraId="74C4AFF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130211860198  603853.285  1060073.799   382.508  /2/1/Ter.hr.hor.//20161215/Ing. Malý/SŽG Praha</w:t>
      </w:r>
    </w:p>
    <w:p w14:paraId="389E8E9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130211860200  603849.004  1060068.695   382.381  /2/1/Ter.hr.hor.//20161215/Ing. Malý/SŽG Praha</w:t>
      </w:r>
    </w:p>
    <w:p w14:paraId="35D0E8D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130211860201  603848.373  1060069.471   381.827  /2/1/Ter.hr.sp.//20161215/Ing. Malý/SŽG Praha</w:t>
      </w:r>
    </w:p>
    <w:p w14:paraId="2A81132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130211860202  603847.897  1060070.693   381.785  /2/1/Ter.hr.sp.//20161215/Ing. Malý/SŽG Praha</w:t>
      </w:r>
    </w:p>
    <w:p w14:paraId="34C804C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130211860203  603847.629  1060071.270   382.201  /2/1/Ter.hr.hor.//20161215/Ing. Malý/SŽG Praha</w:t>
      </w:r>
    </w:p>
    <w:p w14:paraId="786CF33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130211860204  603844.588  1060072.628   382.643  /2/1/Ter.hr.sp.//20161215/Ing. Malý/SŽG Praha</w:t>
      </w:r>
    </w:p>
    <w:p w14:paraId="06BAFDB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130211860205  603837.488  1060068.204   382.027  /2/1/Ter.hr.sp.//20161215/Ing. Malý/SŽG Praha</w:t>
      </w:r>
    </w:p>
    <w:p w14:paraId="4EA417A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130211860206  603835.740  1060068.145   381.986  /2/1/Ter.hr.sp.//20161215/Ing. Malý/SŽG Praha</w:t>
      </w:r>
    </w:p>
    <w:p w14:paraId="082BD75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130211860207  603833.307  1060066.278   381.923  /2/1/Ter.hr.sp.//20161215/Ing. Malý/SŽG Praha</w:t>
      </w:r>
    </w:p>
    <w:p w14:paraId="14F088C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130211860208  603838.997  1060067.346   381.781  /2/1/Ter.hr.hor.//20161215/Ing. Malý/SŽG Praha</w:t>
      </w:r>
    </w:p>
    <w:p w14:paraId="6ABD382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130211860209  603839.735  1060066.497   381.195  /2/1/Ter.hr.hor.sp.,Ter.hr.sp.//20161215/Ing. Malý/SŽG Praha</w:t>
      </w:r>
    </w:p>
    <w:p w14:paraId="781F160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130211860210  603840.194  1060065.510   381.164  /2/1/Ter.hr.hor.sp.,Ter.hr.sp.//20161215/Ing. Malý/SŽG Praha</w:t>
      </w:r>
    </w:p>
    <w:p w14:paraId="5B9D65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130211860211  603840.496  1060064.342   382.332  /2/1/Ter.hr.hor.//20161215/Ing. Malý/SŽG Praha</w:t>
      </w:r>
    </w:p>
    <w:p w14:paraId="404B169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130211860212  603835.080  1060060.995   382.418  /2/1/Ter.hr.hor.//20161215/Ing. Malý/SŽG Praha</w:t>
      </w:r>
    </w:p>
    <w:p w14:paraId="1BAEA92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130211860213  603826.234  1060056.367   382.560  /2/1/Ter.hr.sp.,Ter.hr.hor.//20161215/Ing. Malý/SŽG Praha</w:t>
      </w:r>
    </w:p>
    <w:p w14:paraId="169CE2A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130211860214  603828.412  1060058.884   382.180  /2/1/Ter.hr.sp.//20161215/Ing. Malý/SŽG Praha</w:t>
      </w:r>
    </w:p>
    <w:p w14:paraId="1BB059E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130211860216  603833.858  1060062.858   381.389  /2/1/Ter.hr.hor.//20161215/Ing. Malý/SŽG Praha</w:t>
      </w:r>
    </w:p>
    <w:p w14:paraId="57755A4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130211860217  603854.465  1060062.534   382.157  /2/1/Ter.hr.hor.//20161215/Ing. Malý/SŽG Praha</w:t>
      </w:r>
    </w:p>
    <w:p w14:paraId="4C14C5C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130211860218  603856.035  1060060.383   380.218  /2/1/Ter.hr.sp.//20161215/Ing. Malý/SŽG Praha</w:t>
      </w:r>
    </w:p>
    <w:p w14:paraId="53F3824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130211860219  603857.241  1060057.894   380.388  /2/1/Ter.hr.hor.//20161215/Ing. Malý/SŽG Praha</w:t>
      </w:r>
    </w:p>
    <w:p w14:paraId="3FD9159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130211860220  603858.397  1060056.116   379.774  /2/1/Ter.hr.hor.,Ter.hr.sp.//20161215/Ing. Malý/SŽG Praha</w:t>
      </w:r>
    </w:p>
    <w:p w14:paraId="061D0B4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130211860221  603857.124  1060054.491   380.027  /2/1/Ter.hr.hor.//20161215/Ing. Malý/SŽG Praha</w:t>
      </w:r>
    </w:p>
    <w:p w14:paraId="2345A39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130211860222  603859.272  1060043.295   380.129  /2/1/Bod terénu//20161215/Ing. Malý/SŽG Praha</w:t>
      </w:r>
    </w:p>
    <w:p w14:paraId="41A0BB2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130211860223  603852.470  1060050.876   379.940  /2/1/Potr.označ.tyč neurč.//20161215/Ing. Malý/SŽG Praha</w:t>
      </w:r>
    </w:p>
    <w:p w14:paraId="4E39B4D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130211860224  603849.613  1060052.217   380.152  /2/1/Ter.hr.sp.,Ter.hr.hor.//20161215/Ing. Malý/SŽG Praha</w:t>
      </w:r>
    </w:p>
    <w:p w14:paraId="16DA9F5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130211860225  603846.404  1060048.919   379.979  /2/1/Ter.hr.sp.//20161215/Ing. Malý/SŽG Praha</w:t>
      </w:r>
    </w:p>
    <w:p w14:paraId="5C2008F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130211860226  603848.908  1060053.554   379.840  /2/1/Ter.hr.sp.//20161215/Ing. Malý/SŽG Praha</w:t>
      </w:r>
    </w:p>
    <w:p w14:paraId="54052B0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130211860227  603846.822  1060053.957   380.230  /2/1/Ter.hr.sp.,Ter.hr.hor.,Ter.hr.hor.sp.//20161215/Ing. Malý/SŽG Praha</w:t>
      </w:r>
    </w:p>
    <w:p w14:paraId="6550549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130211860228  603849.968  1060054.865   380.150  /2/1/Ter.hr.hor.//20161215/Ing. Malý/SŽG Praha</w:t>
      </w:r>
    </w:p>
    <w:p w14:paraId="55CA867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130211860229  603847.472  1060056.298   380.223  /2/1/Ter.hr.sp.,Ter.hr.hor.sp.//20161215/Ing. Malý/SŽG Praha</w:t>
      </w:r>
    </w:p>
    <w:p w14:paraId="559559F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130211860230  603845.386  1060056.640   381.255  /2/1/Ter.hr.hor.sp.//20161215/Ing. Malý/SŽG Praha</w:t>
      </w:r>
    </w:p>
    <w:p w14:paraId="5DAA728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130211860231  603843.839  1060055.910   381.283  /2/1/Ter.hr.hor.sp.//20161215/Ing. Malý/SŽG Praha</w:t>
      </w:r>
    </w:p>
    <w:p w14:paraId="6EF7F47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130211860232  603844.414  1060057.847   382.161  /2/1/Ter.hr.hor.//20161215/Ing. Malý/SŽG Praha</w:t>
      </w:r>
    </w:p>
    <w:p w14:paraId="396B44A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130211860233  603838.740  1060054.414   382.265  /2/1/Ter.hr.hor.//20161215/Ing. Malý/SŽG Praha</w:t>
      </w:r>
    </w:p>
    <w:p w14:paraId="63350A5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130211860234  603837.807  1060049.825   380.213  /2/1/Ter.hr.sp.//20161215/Ing. Malý/SŽG Praha</w:t>
      </w:r>
    </w:p>
    <w:p w14:paraId="04DA7F6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130211860235  603841.984  1060047.293   380.041  /2/1/Ter.hr.sp.//20161215/Ing. Malý/SŽG Praha</w:t>
      </w:r>
    </w:p>
    <w:p w14:paraId="4D55629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130211860236  603842.163  1060048.866   380.394  /2/1/Ter.hr.hor.//20161215/Ing. Malý/SŽG Praha</w:t>
      </w:r>
    </w:p>
    <w:p w14:paraId="5FB2FC3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130211860237  603839.387  1060052.606   381.157  /2/1/Ter.hr.sp.,Ter.hr.hor.,Ter.hr.hor.sp.//20161215/Ing. Malý/SŽG Praha</w:t>
      </w:r>
    </w:p>
    <w:p w14:paraId="7083866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130211860238  603845.745  1060050.165   380.463  /2/1/Ter.hr.hor.//20161215/Ing. Malý/SŽG Praha</w:t>
      </w:r>
    </w:p>
    <w:p w14:paraId="00C7F9E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130211860239  603830.512  1060043.879   380.019  /2/1/Ter.hr.sp.//20161215/Ing. Malý/SŽG Praha</w:t>
      </w:r>
    </w:p>
    <w:p w14:paraId="12CA0C4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130211860240  603824.849  1060034.724   380.087  /2/1/Ter.hr.sp.//20161215/Ing. Malý/SŽG Praha</w:t>
      </w:r>
    </w:p>
    <w:p w14:paraId="6C45A39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130211860241  603833.881  1060021.835   380.146  /2/1/Bod terénu//20161215/Ing. Malý/SŽG Praha</w:t>
      </w:r>
    </w:p>
    <w:p w14:paraId="46A2764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130211860242  603820.797  1060025.758   379.843  /2/1/Ter.hr.sp.//20161215/Ing. Malý/SŽG Praha</w:t>
      </w:r>
    </w:p>
    <w:p w14:paraId="61A0082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130211860243  603814.227  1060011.794   380.003  /2/1/Ter.hr.sp.//20161215/Ing. Malý/SŽG Praha</w:t>
      </w:r>
    </w:p>
    <w:p w14:paraId="5365F79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130211860244  603806.242  1060001.267   380.235  /2/1/Ter.hr.sp.//20161215/Ing. Malý/SŽG Praha</w:t>
      </w:r>
    </w:p>
    <w:p w14:paraId="09D84EE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130211860245  603792.437  1059992.995   380.810  /2/1/Ter.hr.sp.,Ter.hr.hor.//20161215/Ing. Malý/SŽG Praha</w:t>
      </w:r>
    </w:p>
    <w:p w14:paraId="4A5693E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130211860246  603800.685  1059984.965   380.163  /2/1/Bod terénu//20161215/Ing. Malý/SŽG Praha</w:t>
      </w:r>
    </w:p>
    <w:p w14:paraId="76741AE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130211860247  603783.462  1060003.033   381.974  /2/1/Bod terénu//20161215/Ing. Malý/SŽG Praha</w:t>
      </w:r>
    </w:p>
    <w:p w14:paraId="5F389C3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130211860248  603799.295  1060016.679   382.048  /2/1/Bod terénu//20161215/Ing. Malý/SŽG Praha</w:t>
      </w:r>
    </w:p>
    <w:p w14:paraId="19CD6F0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130211860249  603802.178  1060007.052   381.149  /2/1/Ter.hr.hor.//20161215/Ing. Malý/SŽG Praha</w:t>
      </w:r>
    </w:p>
    <w:p w14:paraId="7928335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130211860250  603808.527  1060012.751   381.252  /2/1/Ter.hr.hor.//20161215/Ing. Malý/SŽG Praha</w:t>
      </w:r>
    </w:p>
    <w:p w14:paraId="16471A8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130211860251  603815.819  1060027.054   382.018  /2/1/Ter.hr.hor.//20161215/Ing. Malý/SŽG Praha</w:t>
      </w:r>
    </w:p>
    <w:p w14:paraId="40D1793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130211860252  603814.084  1060032.950   382.651  /2/1/Jednotl.strom//20161215/Ing. Malý/SŽG Praha</w:t>
      </w:r>
    </w:p>
    <w:p w14:paraId="3F25355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130211860253  603824.092  1060042.110   382.808  /2/1/Ter.hr.hor.//20161215/Ing. Malý/SŽG Praha</w:t>
      </w:r>
    </w:p>
    <w:p w14:paraId="117B063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130211860254  603826.247  1060045.208   382.735  /2/1/Ter.hr.hor.//20161215/Ing. Malý/SŽG Praha</w:t>
      </w:r>
    </w:p>
    <w:p w14:paraId="37AA691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130211860255  603828.029  1060045.818   382.154  /2/1/Ter.hr.sp.,Ter.hr.hor.//20161215/Ing. Malý/SŽG Praha</w:t>
      </w:r>
    </w:p>
    <w:p w14:paraId="1F8F3E0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130211860256  603830.961  1060048.111   382.080  /2/1/Ter.hr.hor.//20161215/Ing. Malý/SŽG Praha</w:t>
      </w:r>
    </w:p>
    <w:p w14:paraId="554C3B4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130211860257  603826.293  1060047.837   382.536  /2/1/Ter.hr.sp.//20161215/Ing. Malý/SŽG Praha</w:t>
      </w:r>
    </w:p>
    <w:p w14:paraId="688A383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130211860259  603821.074  1060045.664   383.100  /2/1/Sokl bez urč.//20161215/Ing. Malý/SŽG Praha</w:t>
      </w:r>
    </w:p>
    <w:p w14:paraId="199B0BF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130211860260  603821.079  1060045.663   382.800  /2/1/Sokl bez urč.//20161215/Ing. Malý/SŽG Praha</w:t>
      </w:r>
    </w:p>
    <w:p w14:paraId="6C25E95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130211860261  603820.266  1060045.117   382.801  /2/1/Sokl bez urč.//20161215/Ing. Malý/SŽG Praha</w:t>
      </w:r>
    </w:p>
    <w:p w14:paraId="0576028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130211860262  603820.262  1060045.117   383.101  /2/1/Sokl bez urč.//20161215/Ing. Malý/SŽG Praha</w:t>
      </w:r>
    </w:p>
    <w:p w14:paraId="1B4ADC6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130211860263  603820.792  1060044.319   383.055  /2/1/Sokl bez urč.//20161215/Ing. Malý/SŽG Praha</w:t>
      </w:r>
    </w:p>
    <w:p w14:paraId="21F6A84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130211860264  603821.594  1060044.799   383.029  /2/1/Sokl bez urč.//20161215/Ing. Malý/SŽG Praha</w:t>
      </w:r>
    </w:p>
    <w:p w14:paraId="0EA2502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130211860269  603817.371  1060070.927   384.364  /2/1/Komunik.//20161215/Ing. Malý/SŽG Praha</w:t>
      </w:r>
    </w:p>
    <w:p w14:paraId="03E905D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130211860270  603815.546  1060072.209   384.393  /2/1/Komunik.//20161215/Ing. Malý/SŽG Praha</w:t>
      </w:r>
    </w:p>
    <w:p w14:paraId="1D92BD2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130211860271  603800.432  1060051.541   383.728  /2/1/Komunik.//20161215/Ing. Malý/SŽG Praha</w:t>
      </w:r>
    </w:p>
    <w:p w14:paraId="216EB6F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130211860272  603801.993  1060050.249   383.714  /2/1/Komunik.//20161215/Ing. Malý/SŽG Praha</w:t>
      </w:r>
    </w:p>
    <w:p w14:paraId="2F6EE87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130211860273  603793.223  1060069.336   385.889  /2/1/Bod terénu//20161215/Ing. Malý/SŽG Praha</w:t>
      </w:r>
    </w:p>
    <w:p w14:paraId="4CDA08C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130211860274  603808.198  1060076.117   385.127  /2/1/Ter.hr.sp.//20161215/Ing. Malý/SŽG Praha</w:t>
      </w:r>
    </w:p>
    <w:p w14:paraId="638FC6C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130211860275  603798.367  1060059.260   384.106  /2/1/Ter.hr.sp.//20161215/Ing. Malý/SŽG Praha</w:t>
      </w:r>
    </w:p>
    <w:p w14:paraId="1DC9D69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130211860276  603792.817  1060051.326   383.740  /2/1/Ter.hr.sp.//20161215/Ing. Malý/SŽG Praha</w:t>
      </w:r>
    </w:p>
    <w:p w14:paraId="633A93A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130211860277  603789.484  1060040.424   383.653  /2/1/Ter.hr.sp.//20161215/Ing. Malý/SŽG Praha</w:t>
      </w:r>
    </w:p>
    <w:p w14:paraId="593F795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130211860278  603788.727  1060037.364   383.489  /2/1/Ter.hr.hor.,Komunik.,Ter.hr.sp.//20161215/Ing. Malý/SŽG Praha</w:t>
      </w:r>
    </w:p>
    <w:p w14:paraId="731EA1E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130211860279  603790.078  1060035.654   383.491  /2/1/Komunik.//20161215/Ing. Malý/SŽG Praha</w:t>
      </w:r>
    </w:p>
    <w:p w14:paraId="7935BD3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130211860280  603787.249  1060045.955   384.543  /2/1/Bod terénu//20161215/Ing. Malý/SŽG Praha</w:t>
      </w:r>
    </w:p>
    <w:p w14:paraId="1DA988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130211860281  603768.195  1060053.521   389.474  /2/1/Ter.hr.hor.//20161215/Ing. Malý/SŽG Praha</w:t>
      </w:r>
    </w:p>
    <w:p w14:paraId="0BD8320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130211860282  603771.443  1060029.713   386.628  /2/1/Ter.hr.hor.//20161215/Ing. Malý/SŽG Praha</w:t>
      </w:r>
    </w:p>
    <w:p w14:paraId="000420C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130211860283  603780.112  1060033.482   385.051  /2/1/Ter.hr.hor.//20161215/Ing. Malý/SŽG Praha</w:t>
      </w:r>
    </w:p>
    <w:p w14:paraId="396AD4F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130211860284  603763.496  1060025.963   387.420  /2/1/Ter.hr.hor.//20161215/Ing. Malý/SŽG Praha</w:t>
      </w:r>
    </w:p>
    <w:p w14:paraId="527859E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130211860285  603755.513  1060020.047   387.571  /2/1/Ter.hr.hor.//20161215/Ing. Malý/SŽG Praha</w:t>
      </w:r>
    </w:p>
    <w:p w14:paraId="6E1CC7C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130211860286  603745.591  1060010.800   387.689  /2/1/Ter.hr.hor.//20161215/Ing. Malý/SŽG Praha</w:t>
      </w:r>
    </w:p>
    <w:p w14:paraId="6129229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130211860287  603739.276  1060023.550   388.677  /2/1/Bod terénu//20161215/Ing. Malý/SŽG Praha</w:t>
      </w:r>
    </w:p>
    <w:p w14:paraId="0220DA1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130211860288  603741.960  1060005.389   387.551  /2/1/Ter.hr.hor.//20161215/Ing. Malý/SŽG Praha</w:t>
      </w:r>
    </w:p>
    <w:p w14:paraId="415B790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130211860289  603741.683  1060004.978   387.936  /2/1/Mezník//20161215/Ing. Malý/SŽG Praha</w:t>
      </w:r>
    </w:p>
    <w:p w14:paraId="6D3EBEC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130211860290  603745.812  1059999.415   383.288  /2/1/Ter.hr.sp.//20161215/Ing. Malý/SŽG Praha</w:t>
      </w:r>
    </w:p>
    <w:p w14:paraId="1B2918A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130211860291  603746.082  1059998.830   383.156  /2/1/Komunik.//20161215/Ing. Malý/SŽG Praha</w:t>
      </w:r>
    </w:p>
    <w:p w14:paraId="12A49CF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130211860292  603747.464  1059996.978   383.000  /2/1/Komunik.,Ter.hr.hor.//20161215/Ing. Malý/SŽG Praha</w:t>
      </w:r>
    </w:p>
    <w:p w14:paraId="5026435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130211860293  603755.176  1060004.732   382.979  /2/1/Ter.hr.hor.//20161215/Ing. Malý/SŽG Praha</w:t>
      </w:r>
    </w:p>
    <w:p w14:paraId="66F310E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130211860294  603754.838  1060005.084   383.073  /2/1/Komunik.//20161215/Ing. Malý/SŽG Praha</w:t>
      </w:r>
    </w:p>
    <w:p w14:paraId="15DBC6F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130211860295  603753.133  1060006.373   383.189  /2/1/Komunik.//20161215/Ing. Malý/SŽG Praha</w:t>
      </w:r>
    </w:p>
    <w:p w14:paraId="2B6C6D7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130211860296  603752.002  1060007.352   383.313  /2/1/Ter.hr.sp.//20161215/Ing. Malý/SŽG Praha</w:t>
      </w:r>
    </w:p>
    <w:p w14:paraId="79B0142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130211860297  603759.566  1060015.379   383.542  /2/1/Ter.hr.sp.//20161215/Ing. Malý/SŽG Praha</w:t>
      </w:r>
    </w:p>
    <w:p w14:paraId="7301A5D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130211860298  603761.036  1060013.927   383.250  /2/1/Komunik.//20161215/Ing. Malý/SŽG Praha</w:t>
      </w:r>
    </w:p>
    <w:p w14:paraId="2143C6D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130211860299  603762.373  1060012.389   383.140  /2/1/Komunik.//20161215/Ing. Malý/SŽG Praha</w:t>
      </w:r>
    </w:p>
    <w:p w14:paraId="4030776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130211860300  603762.743  1060011.920   383.050  /2/1/Ter.hr.hor.//20161215/Ing. Malý/SŽG Praha</w:t>
      </w:r>
    </w:p>
    <w:p w14:paraId="1E60AA7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130211860305  603762.620  1059997.024   382.051  /2/1/Ter.hr.sp.//20161215/Ing. Malý/SŽG Praha</w:t>
      </w:r>
    </w:p>
    <w:p w14:paraId="7D77819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130211860306  603768.963  1059989.947   381.701  /2/1/Bod terénu//20161215/Ing. Malý/SŽG Praha</w:t>
      </w:r>
    </w:p>
    <w:p w14:paraId="6CB3AE8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130211860307  603773.660  1060021.057   383.194  /2/1/Ter.hr.hor.//20161215/Ing. Malý/SŽG Praha</w:t>
      </w:r>
    </w:p>
    <w:p w14:paraId="443BA39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130211860308  603776.186  1060023.555   383.265  /2/1/Komunik.//20161215/Ing. Malý/SŽG Praha</w:t>
      </w:r>
    </w:p>
    <w:p w14:paraId="3EFFF8B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130211860309  603775.074  1060025.639   383.272  /2/1/Komunik.,Ter.hr.sp.//20161215/Ing. Malý/SŽG Praha</w:t>
      </w:r>
    </w:p>
    <w:p w14:paraId="7CF5D0B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130211860310  603766.883  1060020.259   383.327  /2/1/Ter.hr.sp.//20161215/Ing. Malý/SŽG Praha</w:t>
      </w:r>
    </w:p>
    <w:p w14:paraId="7D559BF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130211860311  603757.828  1060013.838   383.493  /2/1/Ter.hr.sp.//20161215/Ing. Malý/SŽG Praha</w:t>
      </w:r>
    </w:p>
    <w:p w14:paraId="584DC45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130211860312  603782.320  1060031.297   383.329  /2/1/Komunik.,Ter.hr.sp.//20161215/Ing. Malý/SŽG Praha</w:t>
      </w:r>
    </w:p>
    <w:p w14:paraId="3A7368C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130211860313  603783.753  1060029.786   383.342  /2/1/Komunik.//20161215/Ing. Malý/SŽG Praha</w:t>
      </w:r>
    </w:p>
    <w:p w14:paraId="78873BD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130211860314  603784.435  1060029.448   383.220  /2/1/Ter.hr.hor.//20161215/Ing. Malý/SŽG Praha</w:t>
      </w:r>
    </w:p>
    <w:p w14:paraId="77104F2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130211860321  603836.551  1060066.773   381.803  /2/1/Propust.trub.//20170713/Ing. Malý/SŽG Praha</w:t>
      </w:r>
    </w:p>
    <w:p w14:paraId="47B931C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130211860322  603836.551  1060066.773   381.203  /2/1/Propust.trub.,Ter.hr.sp.//20170713/Ing. Malý/SŽG Praha</w:t>
      </w:r>
    </w:p>
    <w:p w14:paraId="26B6A7E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130211860323  603836.339  1060067.226   381.802  /2/1/Propust.trub.,Ter.hr.hor.,Ter.hr.sp.//20170713/Ing. Malý/SŽG Praha</w:t>
      </w:r>
    </w:p>
    <w:p w14:paraId="4855481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130211860324  603836.452  1060066.507   380.855  /2/1/Hrana zdi//20170713/Ing. Malý/SŽG Praha</w:t>
      </w:r>
    </w:p>
    <w:p w14:paraId="0ABBE3D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130211860325  603836.875  1060065.630   380.789  /2/1/Hrana zdi,Ter.hr.sp.//20170713/Ing. Malý/SŽG Praha</w:t>
      </w:r>
    </w:p>
    <w:p w14:paraId="6520732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130211860326  603836.815  1060065.328   380.570  /2/1/Hrana zdi//20170713/Ing. Malý/SŽG Praha</w:t>
      </w:r>
    </w:p>
    <w:p w14:paraId="28EE033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130211860327  603836.945  1060065.071   380.571  /2/1/Hrana zdi//20170713/Ing. Malý/SŽG Praha</w:t>
      </w:r>
    </w:p>
    <w:p w14:paraId="4DFE5EB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130211860328  603837.198  1060065.014   380.758  /2/1/Hrana zdi,Ter.hr.sp.//20170713/Ing. Malý/SŽG Praha</w:t>
      </w:r>
    </w:p>
    <w:p w14:paraId="3283CD5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130211860329  603837.474  1060065.190   380.723  /2/1/Hrana zdi,Ter.hr.sp.//20170713/Ing. Malý/SŽG Praha</w:t>
      </w:r>
    </w:p>
    <w:p w14:paraId="0568A9E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130211860330  603837.425  1060065.310   380.565  /2/1/Hrana zdi,Ter.hr.sp.//20170713/Ing. Malý/SŽG Praha</w:t>
      </w:r>
    </w:p>
    <w:p w14:paraId="1B4A674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130211860331  603837.308  1060065.547   380.569  /2/1/Hrana zdi,Ter.hr.sp.//20170713/Ing. Malý/SŽG Praha</w:t>
      </w:r>
    </w:p>
    <w:p w14:paraId="10689AE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130211860332  603837.212  1060065.697   380.746  /2/1/Hrana zdi,Ter.hr.sp.//20170713/Ing. Malý/SŽG Praha</w:t>
      </w:r>
    </w:p>
    <w:p w14:paraId="180C86A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130211860334  603835.714  1060066.380   380.068  /2/1/Propust.trub.,Hrana zdi//20170713/Ing. Malý/SŽG Praha</w:t>
      </w:r>
    </w:p>
    <w:p w14:paraId="3395DD7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130211860336  603835.135  1060066.113   381.474  /2/1/Propust.trub.//20170713/Ing. Malý/SŽG Praha</w:t>
      </w:r>
    </w:p>
    <w:p w14:paraId="175D748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130211860337  603835.126  1060066.109   381.071  /2/1/Propust.trub.//20170713/Ing. Malý/SŽG Praha</w:t>
      </w:r>
    </w:p>
    <w:p w14:paraId="774AFF4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130211860338  603835.314  1060066.197   381.289  /2/1/Propust.trub.//20170713/Ing. Malý/SŽG Praha</w:t>
      </w:r>
    </w:p>
    <w:p w14:paraId="1331450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130211860339  603834.939  1060066.020   381.287  /2/1/Propust.trub.//20170713/Ing. Malý/SŽG Praha</w:t>
      </w:r>
    </w:p>
    <w:p w14:paraId="6430FFF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130211860340  603834.682  1060065.897   379.981  /2/1/Propust.trub.,Hrana zdi//20170713/Ing. Malý/SŽG Praha</w:t>
      </w:r>
    </w:p>
    <w:p w14:paraId="46D8A74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130211860341  603834.135  1060065.640   380.767  /2/1/Propust.trub.,Hrana zdi,Ter.hr.sp.//20170713/Ing. Malý/SŽG Praha</w:t>
      </w:r>
    </w:p>
    <w:p w14:paraId="00974FD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130211860342  603835.113  1060063.749   380.731  /2/1/Hrana zdi,Ter.hr.sp.//20170713/Ing. Malý/SŽG Praha</w:t>
      </w:r>
    </w:p>
    <w:p w14:paraId="47DF22F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130211860343  603835.486  1060064.603   379.903  /2/1/Hrana zdi//20170713/Ing. Malý/SŽG Praha</w:t>
      </w:r>
    </w:p>
    <w:p w14:paraId="564DC74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130211860344  603833.636  1060065.406   381.801  /2/1/Propust.trub.//20170713/Ing. Malý/SŽG Praha</w:t>
      </w:r>
    </w:p>
    <w:p w14:paraId="00E301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130211860345  603833.637  1060065.405   381.401  /2/1/Propust.trub.,Ter.hr.sp.//20170713/Ing. Malý/SŽG Praha</w:t>
      </w:r>
    </w:p>
    <w:p w14:paraId="1FAF1F0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130211860347  603833.470  1060065.775   381.815  /2/1/Propust.trub.//20170713/Ing. Malý/SŽG Praha</w:t>
      </w:r>
    </w:p>
    <w:p w14:paraId="1C458FA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130211860348  603835.298  1060062.589   381.093  /2/1/Propustek,Ter.hr.sp.//20170713/Ing. Malý/SŽG Praha</w:t>
      </w:r>
    </w:p>
    <w:p w14:paraId="33A3FB2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130211860350  603835.392  1060062.632   380.847  /2/1/Propustek,Ter.hr.sp.//20170713/Ing. Malý/SŽG Praha</w:t>
      </w:r>
    </w:p>
    <w:p w14:paraId="34E6D95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130211860351  603835.583  1060062.817   380.818  /2/1/Hrana zdi//20170713/Ing. Malý/SŽG Praha</w:t>
      </w:r>
    </w:p>
    <w:p w14:paraId="172C38A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130211860352  603836.268  1060063.082   380.863  /2/1/Propustek,Propust.hrana//20170713/Ing. Malý/SŽG Praha</w:t>
      </w:r>
    </w:p>
    <w:p w14:paraId="16864BA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130211860353  603836.269  1060063.083   380.015  /2/1/Hrana zdi,Propustek,Propust.hrana//20170713/Ing. Malý/SŽG Praha</w:t>
      </w:r>
    </w:p>
    <w:p w14:paraId="391113D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130211860354  603837.137  1060063.529   380.875  /2/1/Propustek,Propust.hrana//20170713/Ing. Malý/SŽG Praha</w:t>
      </w:r>
    </w:p>
    <w:p w14:paraId="5F33940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130211860355  603837.141  1060063.526   379.926  /2/1/Propustek,Propust.hrana,Hrana zdi//20170713/Ing. Malý/SŽG Praha</w:t>
      </w:r>
    </w:p>
    <w:p w14:paraId="58C1F1F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130211860356  603836.639  1060063.177   381.181  /2/1/Propustek//20170713/Ing. Malý/SŽG Praha</w:t>
      </w:r>
    </w:p>
    <w:p w14:paraId="236D218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130211860357  603836.598  1060063.237   381.119  /2/1/Propustek//20170713/Ing. Malý/SŽG Praha</w:t>
      </w:r>
    </w:p>
    <w:p w14:paraId="2CACB8E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130211860358  603837.742  1060063.889   380.800  /2/1/Hrana zdi//20170713/Ing. Malý/SŽG Praha</w:t>
      </w:r>
    </w:p>
    <w:p w14:paraId="793E1C8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130211860359  603838.283  1060064.117   381.135  /2/1/Propustek//20170713/Ing. Malý/SŽG Praha</w:t>
      </w:r>
    </w:p>
    <w:p w14:paraId="5ED86F9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130211860360  603838.285  1060064.119   380.894  /2/1/Ter.hr.hor.sp.,Propustek,Ter.hr.sp.//20170713/Ing. Malý/SŽG Praha</w:t>
      </w:r>
    </w:p>
    <w:p w14:paraId="303E79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130211860361  603838.317  1060064.061   381.184  /2/1/Propustek//20170713/Ing. Malý/SŽG Praha</w:t>
      </w:r>
    </w:p>
    <w:p w14:paraId="67B9CF7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130211860367  603838.275  1060062.836   382.320  /2/1/Ter.hr.hor.//20170713/Ing. Malý/SŽG Praha</w:t>
      </w:r>
    </w:p>
    <w:p w14:paraId="5E57DD7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130211860368  603838.271  1060065.257   380.703  /2/1/Ter.hr.sp.//20170713/Ing. Malý/SŽG Praha</w:t>
      </w:r>
    </w:p>
    <w:p w14:paraId="6BD8200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130211860369  603837.893  1060065.888   380.719  /2/1/Ter.hr.sp.//20170713/Ing. Malý/SŽG Praha</w:t>
      </w:r>
    </w:p>
    <w:p w14:paraId="5D50B74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130211860370  603835.535  1060061.347   382.421  /2/1/Ter.hr.hor.//20170713/Ing. Malý/SŽG Praha</w:t>
      </w:r>
    </w:p>
    <w:p w14:paraId="7C9414C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130211860371  603834.647  1060062.141   381.765  /2/1/Ter.hr.hor.,Ter.hr.sp.//20170713/Ing. Malý/SŽG Praha</w:t>
      </w:r>
    </w:p>
    <w:p w14:paraId="57EEFFE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130211860372  603833.663  1060063.208   381.261  /2/1/Ter.hr.sp.,Ter.hr.hor.//20170713/Ing. Malý/SŽG Praha</w:t>
      </w:r>
    </w:p>
    <w:p w14:paraId="06DBE51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130211860373  603833.277  1060063.871   381.394  /2/1/Ter.hr.sp.,Ter.hr.hor.//20170713/Ing. Malý/SŽG Praha</w:t>
      </w:r>
    </w:p>
    <w:p w14:paraId="3CF132B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130211860374  603832.729  1060064.822   381.869  /2/1/Ter.hr.sp.,Ter.hr.hor.//20170713/Ing. Malý/SŽG Praha</w:t>
      </w:r>
    </w:p>
    <w:p w14:paraId="0C349F7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130211860376  603841.031  1060054.538   380.648  /2/1/Propustek,Propust.hrana//20170713/Ing. Malý/SŽG Praha</w:t>
      </w:r>
    </w:p>
    <w:p w14:paraId="59D7003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130211860377  603841.029  1060054.537   379.849  /2/1/Propustek,Propust.hrana,Hrana zdi//20170713/Ing. Malý/SŽG Praha</w:t>
      </w:r>
    </w:p>
    <w:p w14:paraId="282FD8E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130211860378  603841.030  1060054.538   380.368  /2/1/Propustek,Ter.hr.sp.,Hrana zdi//20170713/Ing. Malý/SŽG Praha</w:t>
      </w:r>
    </w:p>
    <w:p w14:paraId="4EA0119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130211860379  603840.566  1060054.261   380.951  /2/1/Ter.hr.sp.,Ter.hr.hor.sp.,Propustek//20170713/Ing. Malý/SŽG Praha</w:t>
      </w:r>
    </w:p>
    <w:p w14:paraId="6DCFD69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130211860380  603842.079  1060055.164   380.927  /2/1/Ter.hr.sp.,Ter.hr.hor.sp.,Propustek//20170713/Ing. Malý/SŽG Praha</w:t>
      </w:r>
    </w:p>
    <w:p w14:paraId="5968986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130211860381  603842.079  1060055.163   380.627  /2/1/Ter.hr.sp.,Propustek//20170713/Ing. Malý/SŽG Praha</w:t>
      </w:r>
    </w:p>
    <w:p w14:paraId="1CAA913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130211860382  603841.888  1060055.050   380.631  /2/1/Propustek,Propust.hrana//20170713/Ing. Malý/SŽG Praha</w:t>
      </w:r>
    </w:p>
    <w:p w14:paraId="5690B10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130211860384  603841.888  1060055.050   379.783  /2/1/Propustek,Hrana zdi,Propust.hrana//20170713/Ing. Malý/SŽG Praha</w:t>
      </w:r>
    </w:p>
    <w:p w14:paraId="07E37A0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130211860385  603841.888  1060055.050   380.383  /2/1/Propustek,Hrana zdi,Ter.hr.sp.//20170713/Ing. Malý/SŽG Praha</w:t>
      </w:r>
    </w:p>
    <w:p w14:paraId="3CCC883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130211860386  603841.494  1060054.817   379.815  /2/1/Bod terénu//20170713/Ing. Malý/SŽG Praha</w:t>
      </w:r>
    </w:p>
    <w:p w14:paraId="0D92E95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130211860387  603843.649  1060051.322   379.765  /2/1/Bod terénu//20170713/Ing. Malý/SŽG Praha</w:t>
      </w:r>
    </w:p>
    <w:p w14:paraId="580DB6D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130211860388  603841.416  1060053.228   380.321  /2/1/Ter.hr.sp.,Hrana zdi//20170713/Ing. Malý/SŽG Praha</w:t>
      </w:r>
    </w:p>
    <w:p w14:paraId="212D58D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130211860389  603841.415  1060053.228   379.871  /2/1/Hrana zdi//20170713/Ing. Malý/SŽG Praha</w:t>
      </w:r>
    </w:p>
    <w:p w14:paraId="63B4E83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130211860390  603841.741  1060052.182   379.743  /2/1/Hrana zdi//20170713/Ing. Malý/SŽG Praha</w:t>
      </w:r>
    </w:p>
    <w:p w14:paraId="2E3CAEB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130211860391  603841.740  1060052.182   380.292  /2/1/Ter.hr.sp.,Hrana zdi//20170713/Ing. Malý/SŽG Praha</w:t>
      </w:r>
    </w:p>
    <w:p w14:paraId="69067EA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130211860392  603842.680  1060049.858   380.264  /2/1/Hrana zdi,Ter.hr.sp.//20170713/Ing. Malý/SŽG Praha</w:t>
      </w:r>
    </w:p>
    <w:p w14:paraId="3936FD3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130211860393  603842.679  1060049.859   379.714  /2/1/Hrana zdi//20170713/Ing. Malý/SŽG Praha</w:t>
      </w:r>
    </w:p>
    <w:p w14:paraId="0D9D8B5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130211860394  603842.853  1060049.508   380.245  /2/1/Ter.hr.sp.,Hrana zdi//20170713/Ing. Malý/SŽG Praha</w:t>
      </w:r>
    </w:p>
    <w:p w14:paraId="6FF83AD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130211860395  603845.459  1060051.242   380.237  /2/1/Hrana zdi//20170713/Ing. Malý/SŽG Praha</w:t>
      </w:r>
    </w:p>
    <w:p w14:paraId="20F60B9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130211860396  603845.463  1060051.239   379.736  /2/1/Hrana zdi//20170713/Ing. Malý/SŽG Praha</w:t>
      </w:r>
    </w:p>
    <w:p w14:paraId="1A2796C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130211860397  603845.337  1060051.494   380.230  /2/1/Hrana zdi//20170713/Ing. Malý/SŽG Praha</w:t>
      </w:r>
    </w:p>
    <w:p w14:paraId="7BCFC12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130211860398  603845.343  1060051.489   380.030  /2/1/Hrana zdi//20170713/Ing. Malý/SŽG Praha</w:t>
      </w:r>
    </w:p>
    <w:p w14:paraId="6C32013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130211860399  603845.180  1060051.711   379.711  /2/1/Hrana zdi//20170713/Ing. Malý/SŽG Praha</w:t>
      </w:r>
    </w:p>
    <w:p w14:paraId="55653AD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130211860400  603845.178  1060051.712   379.862  /2/1/Hrana zdi//20170713/Ing. Malý/SŽG Praha</w:t>
      </w:r>
    </w:p>
    <w:p w14:paraId="278E922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130211860401  603845.569  1060051.926   379.857  /2/1/Hrana zdi,Ter.hr.sp.//20170713/Ing. Malý/SŽG Praha</w:t>
      </w:r>
    </w:p>
    <w:p w14:paraId="2389084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130211860402  603845.677  1060051.708   380.220  /2/1/Hrana zdi,Ter.hr.sp.//20170713/Ing. Malý/SŽG Praha</w:t>
      </w:r>
    </w:p>
    <w:p w14:paraId="5B0E80A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130211860403  603845.676  1060051.708   380.021  /2/1/Hrana zdi,Ter.hr.sp.//20170713/Ing. Malý/SŽG Praha</w:t>
      </w:r>
    </w:p>
    <w:p w14:paraId="566A54B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130211860405  603846.194  1060052.567   379.859  /2/1/Ter.hr.sp.//20170713/Ing. Malý/SŽG Praha</w:t>
      </w:r>
    </w:p>
    <w:p w14:paraId="4841E13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130211860406  603845.003  1060052.076   379.876  /2/1/Hrana zdi,Ter.hr.sp.//20170713/Ing. Malý/SŽG Praha</w:t>
      </w:r>
    </w:p>
    <w:p w14:paraId="22695C1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130211860408  603844.548  1060052.741   380.333  /2/1/Hrana zdi,Ter.hr.sp.,Ter.hr.hor.sp.//20170713/Ing. Malý/SŽG Praha</w:t>
      </w:r>
    </w:p>
    <w:p w14:paraId="3EFF7E4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130211860409  603844.547  1060052.741   380.083  /2/1/Hrana zdi,Ter.hr.sp.//20170713/Ing. Malý/SŽG Praha</w:t>
      </w:r>
    </w:p>
    <w:p w14:paraId="6A9D51E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130211860410  603842.995  1060054.173   379.860  /2/1/Hrana zdi//20170713/Ing. Malý/SŽG Praha</w:t>
      </w:r>
    </w:p>
    <w:p w14:paraId="305BBD0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130211860411  603842.986  1060054.178   380.362  /2/1/Hrana zdi,Ter.hr.sp.//20170713/Ing. Malý/SŽG Praha</w:t>
      </w:r>
    </w:p>
    <w:p w14:paraId="4A703CB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130211860412  603842.077  1060054.934   380.396  /2/1/Hrana zdi,Ter.hr.sp.//20170713/Ing. Malý/SŽG Praha</w:t>
      </w:r>
    </w:p>
    <w:p w14:paraId="4ED5292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130211860413  603724.844  1059966.200   382.694  /2/1/Nos.konstrukce//20170713/Ing. Malý/SŽG Praha</w:t>
      </w:r>
    </w:p>
    <w:p w14:paraId="629837E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130211860414  603724.844  1059966.200   383.124  /2/1/Nos.konstrukce//20170713/Ing. Malý/SŽG Praha</w:t>
      </w:r>
    </w:p>
    <w:p w14:paraId="04A63D8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130211860415  603725.285  1059965.802   382.694  /2/1/Nos.konstrukce//20170713/Ing. Malý/SŽG Praha</w:t>
      </w:r>
    </w:p>
    <w:p w14:paraId="7892B03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130211860416  603725.285  1059965.802   382.924  /2/1/Nos.konstrukce//20170713/Ing. Malý/SŽG Praha</w:t>
      </w:r>
    </w:p>
    <w:p w14:paraId="2E7E2D5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130211860417  603726.420  1059964.813   382.928  /2/1/Nos.konstrukce//20170713/Ing. Malý/SŽG Praha</w:t>
      </w:r>
    </w:p>
    <w:p w14:paraId="399DCE2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130211860418  603726.420  1059964.813   382.698  /2/1/Nos.konstrukce//20170713/Ing. Malý/SŽG Praha</w:t>
      </w:r>
    </w:p>
    <w:p w14:paraId="75FA717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130211860419  603726.840  1059964.386   382.694  /2/1/Nos.konstrukce//20170713/Ing. Malý/SŽG Praha</w:t>
      </w:r>
    </w:p>
    <w:p w14:paraId="23DF4D5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130211860420  603726.840  1059964.386   383.124  /2/1/Nos.konstrukce//20170713/Ing. Malý/SŽG Praha</w:t>
      </w:r>
    </w:p>
    <w:p w14:paraId="48A64F6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130211860421  603724.512  1059964.930   382.697  /2/1/Nos.konstrukce//20170713/Ing. Malý/SŽG Praha</w:t>
      </w:r>
    </w:p>
    <w:p w14:paraId="2F4206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130211860422  603724.512  1059964.930   382.927  /2/1/Nos.konstrukce//20170713/Ing. Malý/SŽG Praha</w:t>
      </w:r>
    </w:p>
    <w:p w14:paraId="12FF562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130211860423  603724.512  1059964.930   383.067  /2/1/Nos.konstrukce//20170713/Ing. Malý/SŽG Praha</w:t>
      </w:r>
    </w:p>
    <w:p w14:paraId="6898FC3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130211860424  603725.639  1059963.931   383.067  /2/1/Nos.konstrukce//20170713/Ing. Malý/SŽG Praha</w:t>
      </w:r>
    </w:p>
    <w:p w14:paraId="5010D95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130211860425  603725.639  1059963.931   382.927  /2/1/Nos.konstrukce//20170713/Ing. Malý/SŽG Praha</w:t>
      </w:r>
    </w:p>
    <w:p w14:paraId="316DE4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130211860427  603725.639  1059963.931   382.697  /2/1/Nos.konstrukce//20170713/Ing. Malý/SŽG Praha</w:t>
      </w:r>
    </w:p>
    <w:p w14:paraId="5FE88CB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130211860428  603724.574  1059962.737   382.701  /2/1/Nos.konstrukce//20170713/Ing. Malý/SŽG Praha</w:t>
      </w:r>
    </w:p>
    <w:p w14:paraId="776A2F7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130211860429  603724.574  1059962.737   382.931  /2/1/Nos.konstrukce//20170713/Ing. Malý/SŽG Praha</w:t>
      </w:r>
    </w:p>
    <w:p w14:paraId="3FAC389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130211860430  603724.574  1059962.737   383.071  /2/1/Nos.konstrukce//20170713/Ing. Malý/SŽG Praha</w:t>
      </w:r>
    </w:p>
    <w:p w14:paraId="4D0471B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130211860431  603723.448  1059963.731   383.067  /2/1/Nos.konstrukce//20170713/Ing. Malý/SŽG Praha</w:t>
      </w:r>
    </w:p>
    <w:p w14:paraId="3E8A75E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130211860432  603723.448  1059963.731   382.927  /2/1/Nos.konstrukce//20170713/Ing. Malý/SŽG Praha</w:t>
      </w:r>
    </w:p>
    <w:p w14:paraId="60DA209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130211860433  603723.451  1059963.729   382.697  /2/1/Nos.konstrukce//20170713/Ing. Malý/SŽG Praha</w:t>
      </w:r>
    </w:p>
    <w:p w14:paraId="2B22375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130211860434  603723.008  1059964.137   382.678  /2/1/Nos.konstrukce//20170713/Ing. Malý/SŽG Praha</w:t>
      </w:r>
    </w:p>
    <w:p w14:paraId="5AB2250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130211860435  603723.010  1059964.139   383.108  /2/1/Nos.konstrukce//20170713/Ing. Malý/SŽG Praha</w:t>
      </w:r>
    </w:p>
    <w:p w14:paraId="7F43534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130211860436  603725.026  1059962.346   383.117  /2/1/Nos.konstrukce//20170713/Ing. Malý/SŽG Praha</w:t>
      </w:r>
    </w:p>
    <w:p w14:paraId="54DE036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130211860437  603725.026  1059962.346   382.687  /2/1/Nos.konstrukce//20170713/Ing. Malý/SŽG Praha</w:t>
      </w:r>
    </w:p>
    <w:p w14:paraId="6434C2E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130211860438  603726.089  1059963.539   382.684  /2/1/Nos.konstrukce//20170713/Ing. Malý/SŽG Praha</w:t>
      </w:r>
    </w:p>
    <w:p w14:paraId="5726253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130211860439  603726.089  1059963.539   383.115  /2/1/Nos.konstrukce//20170713/Ing. Malý/SŽG Praha</w:t>
      </w:r>
    </w:p>
    <w:p w14:paraId="6D6F384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130211860442  603724.325  1059966.889   381.908  /2/1/Most.žel.//20170713/Ing. Malý/SŽG Praha</w:t>
      </w:r>
    </w:p>
    <w:p w14:paraId="5ECFC31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130211860443  603724.274  1059966.824   381.915  /2/1/Most.žel.//20170713/Ing. Malý/SŽG Praha</w:t>
      </w:r>
    </w:p>
    <w:p w14:paraId="637BBFB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130211860454  603721.557  1059963.724   381.936  /2/1/Most.žel.//20170713/Ing. Malý/SŽG Praha</w:t>
      </w:r>
    </w:p>
    <w:p w14:paraId="1D75B29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130211860455  603721.490  1059963.645   381.928  /2/1/Most.žel.//20170713/Ing. Malý/SŽG Praha</w:t>
      </w:r>
    </w:p>
    <w:p w14:paraId="4750CA5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130211860456  603721.553  1059963.723   382.530  /2/1/Most.žel.//20170713/Ing. Malý/SŽG Praha</w:t>
      </w:r>
    </w:p>
    <w:p w14:paraId="016EEE4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130211860457  603721.130  1059963.251   382.548  /2/1/Most.žel.//20170713/Ing. Malý/SŽG Praha</w:t>
      </w:r>
    </w:p>
    <w:p w14:paraId="17B8EE7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130211860458  603720.643  1059963.682   383.030  /2/1/Most.žel.//20170713/Ing. Malý/SŽG Praha</w:t>
      </w:r>
    </w:p>
    <w:p w14:paraId="2CA22E8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130211860459  603720.642  1059963.680   383.274  /2/1/Most.žel.//20170713/Ing. Malý/SŽG Praha</w:t>
      </w:r>
    </w:p>
    <w:p w14:paraId="64E0568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130211860460  603720.150  1059963.114   383.019  /2/1/Most.žel.,Hrana zdi//20170713/Ing. Malý/SŽG Praha</w:t>
      </w:r>
    </w:p>
    <w:p w14:paraId="0D63B0C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130211860461  603720.669  1059962.753   383.021  /2/1/Most.žel.,Hrana zdi//20170713/Ing. Malý/SŽG Praha</w:t>
      </w:r>
    </w:p>
    <w:p w14:paraId="4481818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130211860462  603720.816  1059962.884   381.943  /2/1/Hrana zdi,Most.žel.//20170713/Ing. Malý/SŽG Praha</w:t>
      </w:r>
    </w:p>
    <w:p w14:paraId="375323E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130211860463  603717.607  1059965.038   382.703  /2/1/Hrana zdi//20170713/Ing. Malý/SŽG Praha</w:t>
      </w:r>
    </w:p>
    <w:p w14:paraId="0B96666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130211860464  603717.707  1059965.077   382.926  /2/1/Hrana zdi//20170713/Ing. Malý/SŽG Praha</w:t>
      </w:r>
    </w:p>
    <w:p w14:paraId="23E2A04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130211860465  603719.044  1059966.560   383.038  /2/1/Hrana zdi//20170713/Ing. Malý/SŽG Praha</w:t>
      </w:r>
    </w:p>
    <w:p w14:paraId="482BCC7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130211860466  603715.366  1059970.341   383.036  /2/1/Hrana zdi//20170713/Ing. Malý/SŽG Praha</w:t>
      </w:r>
    </w:p>
    <w:p w14:paraId="534FB0B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130211860467  603715.716  1059970.424   380.419  /2/1/Hrana zdi,Vod.tok-bř.čara//20170713/Ing. Malý/SŽG Praha</w:t>
      </w:r>
    </w:p>
    <w:p w14:paraId="333A70B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130211860468  603719.248  1059966.880   380.245  /2/1/Hrana zdi,Ter.hr.hor.,Ter.hr.sp.,Vod.tok-bř.čara//20170713/Ing. Malý/SŽG Praha</w:t>
      </w:r>
    </w:p>
    <w:p w14:paraId="6403AE7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130211860469  603718.811  1059966.934   381.871  /2/1/Hrana zdi//20170713/Ing. Malý/SŽG Praha</w:t>
      </w:r>
    </w:p>
    <w:p w14:paraId="7C49FB9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130211860470  603718.825  1059966.905   381.979  /2/1/Hrana zdi//20170713/Ing. Malý/SŽG Praha</w:t>
      </w:r>
    </w:p>
    <w:p w14:paraId="3D45348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130211860471  603719.109  1059966.642   381.977  /2/1/Hrana zdi//20170713/Ing. Malý/SŽG Praha</w:t>
      </w:r>
    </w:p>
    <w:p w14:paraId="22FC2DA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130211860472  603718.795  1059966.311   381.957  /2/1/Hrana zdi//20170713/Ing. Malý/SŽG Praha</w:t>
      </w:r>
    </w:p>
    <w:p w14:paraId="3F71268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130211860473  603718.543  1059966.596   381.962  /2/1/Hrana zdi//20170713/Ing. Malý/SŽG Praha</w:t>
      </w:r>
    </w:p>
    <w:p w14:paraId="72DF08D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130211860474  603718.893  1059966.577   380.428  /2/1/Hrana zdi,Ter.hr.hor.//20170713/Ing. Malý/SŽG Praha</w:t>
      </w:r>
    </w:p>
    <w:p w14:paraId="7163021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130211860475  603719.013  1059966.420   380.457  /2/1/Hrana zdi,Ter.hr.hor.//20170713/Ing. Malý/SŽG Praha</w:t>
      </w:r>
    </w:p>
    <w:p w14:paraId="7E54DC7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130211860476  603717.950  1059965.392   380.551  /2/1/Hrana zdi,Ter.hr.hor.//20170713/Ing. Malý/SŽG Praha</w:t>
      </w:r>
    </w:p>
    <w:p w14:paraId="189B8C0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130211860477  603718.350  1059965.112   380.523  /2/1/Propustek//20170713/Ing. Malý/SŽG Praha</w:t>
      </w:r>
    </w:p>
    <w:p w14:paraId="2258336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130211860478  603718.350  1059965.112   381.023  /2/1/Propustek//20170713/Ing. Malý/SŽG Praha</w:t>
      </w:r>
    </w:p>
    <w:p w14:paraId="2CB7B84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130211860479  603718.049  1059965.489   381.023  /2/1/Propustek//20170713/Ing. Malý/SŽG Praha</w:t>
      </w:r>
    </w:p>
    <w:p w14:paraId="1F2448F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130211860480  603718.051  1059965.490   380.504  /2/1/Propustek,Hrana zdi,Ter.hr.hor.//20170713/Ing. Malý/SŽG Praha</w:t>
      </w:r>
    </w:p>
    <w:p w14:paraId="4E0F094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130211860481  603717.911  1059965.356   381.095  /2/1/Hrana zdi//20170713/Ing. Malý/SŽG Praha</w:t>
      </w:r>
    </w:p>
    <w:p w14:paraId="31E4172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130211860482  603718.726  1059964.761   380.656  /2/1/Ter.hr.hor.,Hrana zdi//20170713/Ing. Malý/SŽG Praha</w:t>
      </w:r>
    </w:p>
    <w:p w14:paraId="165900A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130211860483  603720.978  1059963.086   380.613  /2/1/Hrana zdi,Most.žel.,Ter.hr.hor.//20170713/Ing. Malý/SŽG Praha</w:t>
      </w:r>
    </w:p>
    <w:p w14:paraId="6F7A8CB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130211860484  603721.485  1059963.650   380.097  /2/1/Most.žel.,Ter.hr.hor.,Ter.hr.sp.,Vod.tok-bř.čara//20170713/Ing. Malý/SŽG Praha</w:t>
      </w:r>
    </w:p>
    <w:p w14:paraId="4B75FD7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130211860485  603722.043  1059964.483   380.131  /2/1/Vod.tok-bř.čara,Ter.hr.sp.//20170713/Ing. Malý/SŽG Praha</w:t>
      </w:r>
    </w:p>
    <w:p w14:paraId="088A5B3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130211860486  603722.995  1059965.424   380.752  /2/1/Ter.hr.hor.//20170713/Ing. Malý/SŽG Praha</w:t>
      </w:r>
    </w:p>
    <w:p w14:paraId="3ED8EB7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130211860487  603720.873  1059967.848   381.129  /2/1/Hrana zdi,Ter.hr.hor.//20170713/Ing. Malý/SŽG Praha</w:t>
      </w:r>
    </w:p>
    <w:p w14:paraId="22CD584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130211860488  603720.872  1059967.848   380.329  /2/1/Hrana zdi,Vod.tok-bř.čara,Ter.hr.hor.,Ter.hr.sp.//20170713/Ing. Malý/SŽG Praha</w:t>
      </w:r>
    </w:p>
    <w:p w14:paraId="3AC113F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130211860489  603721.219  1059968.229   381.115  /2/1/Hrana zdi//20170713/Ing. Malý/SŽG Praha</w:t>
      </w:r>
    </w:p>
    <w:p w14:paraId="1C27684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130211860490  603720.233  1059966.988   380.208  /2/1/Vod.tok-bř.čara,Ter.hr.sp.//20170713/Ing. Malý/SŽG Praha</w:t>
      </w:r>
    </w:p>
    <w:p w14:paraId="2ED7860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130211860491  603719.291  1059969.863   381.414  /2/1/Hrana zdi//20170713/Ing. Malý/SŽG Praha</w:t>
      </w:r>
    </w:p>
    <w:p w14:paraId="1D3E143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130211860492  603718.966  1059969.469   381.403  /2/1/Hrana zdi//20170713/Ing. Malý/SŽG Praha</w:t>
      </w:r>
    </w:p>
    <w:p w14:paraId="719A28A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130211860493  603718.966  1059969.469   380.354  /2/1/Hrana zdi,Vod.tok-bř.čara//20170713/Ing. Malý/SŽG Praha</w:t>
      </w:r>
    </w:p>
    <w:p w14:paraId="4216114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130211860494  603715.861  1059972.511   382.021  /2/1/Hrana zdi//20170713/Ing. Malý/SŽG Praha</w:t>
      </w:r>
    </w:p>
    <w:p w14:paraId="63A22B8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130211860495  603715.859  1059972.513   380.472  /2/1/Hrana zdi,Vod.tok-bř.čara//20170713/Ing. Malý/SŽG Praha</w:t>
      </w:r>
    </w:p>
    <w:p w14:paraId="5F6BFC1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130211860496  603716.219  1059972.871   382.035  /2/1/Hrana zdi//20170713/Ing. Malý/SŽG Praha</w:t>
      </w:r>
    </w:p>
    <w:p w14:paraId="4CB2940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130211860497  603716.218  1059972.873   381.885  /2/1/Hrana zdi//20170713/Ing. Malý/SŽG Praha</w:t>
      </w:r>
    </w:p>
    <w:p w14:paraId="79E4FD8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130211860498  603713.227  1059976.059   382.180  /2/1/Hrana zdi//20170713/Ing. Malý/SŽG Praha</w:t>
      </w:r>
    </w:p>
    <w:p w14:paraId="60DECD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130211860499  603712.844  1059975.676   382.158  /2/1/Hrana zdi//20170713/Ing. Malý/SŽG Praha</w:t>
      </w:r>
    </w:p>
    <w:p w14:paraId="5E836C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130211860500  603712.847  1059975.687   380.617  /2/1/Hrana zdi,Vod.tok-bř.čara//20170713/Ing. Malý/SŽG Praha</w:t>
      </w:r>
    </w:p>
    <w:p w14:paraId="72D83B9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130211860501  603711.285  1059974.339   383.077  /2/1/Hrana zdi//20170713/Ing. Malý/SŽG Praha</w:t>
      </w:r>
    </w:p>
    <w:p w14:paraId="6C73685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130211860502  603711.515  1059974.357   380.665  /2/1/Hrana zdi,Vod.tok-bř.čara//20170713/Ing. Malý/SŽG Praha</w:t>
      </w:r>
    </w:p>
    <w:p w14:paraId="227608D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130211860503  603711.302  1059974.199   383.240  /2/1/Plot drát.//20170713/Ing. Malý/SŽG Praha</w:t>
      </w:r>
    </w:p>
    <w:p w14:paraId="253E5EC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130211860504  603718.956  1059966.567   383.245  /2/1/Plot drát.//20170713/Ing. Malý/SŽG Praha</w:t>
      </w:r>
    </w:p>
    <w:p w14:paraId="64C79C8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130211860505  603720.436  1059974.750   381.769  /2/1/Bod terénu//20170713/Ing. Malý/SŽG Praha</w:t>
      </w:r>
    </w:p>
    <w:p w14:paraId="58CC36B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130211860506  603718.578  1059980.062   381.942  /2/1/Bod terénu//20170713/Ing. Malý/SŽG Praha</w:t>
      </w:r>
    </w:p>
    <w:p w14:paraId="2D5BDE4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130211860507  603721.464  1059970.000   381.079  /2/1/Bod terénu//20170713/Ing. Malý/SŽG Praha</w:t>
      </w:r>
    </w:p>
    <w:p w14:paraId="386A19F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130211860508  603723.118  1059969.449   381.466  /2/1/Most.křídlo,Most.žel.//20170713/Ing. Malý/SŽG Praha</w:t>
      </w:r>
    </w:p>
    <w:p w14:paraId="5971DA1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130211860509  603723.056  1059969.367   380.849  /2/1/Most.křídlo,Most.žel.,Ter.hr.sp.//20170713/Ing. Malý/SŽG Praha</w:t>
      </w:r>
    </w:p>
    <w:p w14:paraId="7FC960C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130211860510  603724.229  1059970.850   381.436  /2/1/Most.žel.//20170713/Ing. Malý/SŽG Praha</w:t>
      </w:r>
    </w:p>
    <w:p w14:paraId="6B928EC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130211860511  603724.230  1059970.852   381.036  /2/1/Most.žel.,Ter.hr.sp.//20170713/Ing. Malý/SŽG Praha</w:t>
      </w:r>
    </w:p>
    <w:p w14:paraId="707B61A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130211860515  603726.869  1059973.796   381.351  /2/1/Ter.hr.sp.//20170713/Ing. Malý/SŽG Praha</w:t>
      </w:r>
    </w:p>
    <w:p w14:paraId="485DE78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130211860516  603733.406  1059980.612   381.676  /2/1/Ter.hr.sp.//20170713/Ing. Malý/SŽG Praha</w:t>
      </w:r>
    </w:p>
    <w:p w14:paraId="5589331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130211860517  603732.780  1059981.247   381.958  /2/1/Ter.hr.hor.//20170713/Ing. Malý/SŽG Praha</w:t>
      </w:r>
    </w:p>
    <w:p w14:paraId="0B79C08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130211860518  603732.079  1059982.111   382.006  /2/1/Komunik.//20170713/Ing. Malý/SŽG Praha</w:t>
      </w:r>
    </w:p>
    <w:p w14:paraId="58DC37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130211860519  603730.839  1059983.851   382.032  /2/1/Komunik.//20170713/Ing. Malý/SŽG Praha</w:t>
      </w:r>
    </w:p>
    <w:p w14:paraId="13384A5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130211860520  603729.982  1059984.088   382.102  /2/1/Plot dřev.vlast.z1str.kr.,Ter.hr.sp.//20170713/Ing. Malý/SŽG Praha</w:t>
      </w:r>
    </w:p>
    <w:p w14:paraId="7189691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130211860521  603732.415  1059985.640   382.303  /2/1/Plot dřev.,Plot dřev.vlast.z1str.kr.,Ter.hr.sp.//20170713/Ing. Malý/SŽG Praha</w:t>
      </w:r>
    </w:p>
    <w:p w14:paraId="3F915DA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130211860522  603732.891  1059985.099   382.126  /2/1/Komunik.//20170713/Ing. Malý/SŽG Praha</w:t>
      </w:r>
    </w:p>
    <w:p w14:paraId="46C21EB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130211860523  603734.114  1059983.361   382.103  /2/1/Komunik.//20170713/Ing. Malý/SŽG Praha</w:t>
      </w:r>
    </w:p>
    <w:p w14:paraId="2022216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130211860524  603741.172  1059989.651   382.728  /2/1/Komunik.//20170713/Ing. Malý/SŽG Praha</w:t>
      </w:r>
    </w:p>
    <w:p w14:paraId="5868906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130211860525  603739.530  1059991.221   382.786  /2/1/Komunik.//20170713/Ing. Malý/SŽG Praha</w:t>
      </w:r>
    </w:p>
    <w:p w14:paraId="3E79E39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130211860526  603738.979  1059991.800   383.055  /2/1/Plot dřev.,Ter.hr.sp.//20170713/Ing. Malý/SŽG Praha</w:t>
      </w:r>
    </w:p>
    <w:p w14:paraId="651DF07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130211860527  603741.028  1059989.036   382.688  /2/1/Ter.hr.hor.//20170713/Ing. Malý/SŽG Praha</w:t>
      </w:r>
    </w:p>
    <w:p w14:paraId="489E53A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130211860528  603741.463  1059988.563   382.230  /2/1/Ter.hr.sp.//20170713/Ing. Malý/SŽG Praha</w:t>
      </w:r>
    </w:p>
    <w:p w14:paraId="7CFB17E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130211860529  603742.300  1059987.904   382.694  /2/1/Ter.hr.hor.//20170713/Ing. Malý/SŽG Praha</w:t>
      </w:r>
    </w:p>
    <w:p w14:paraId="47D035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130211860530  603736.801  1059996.595   385.416  /2/1/Plot dřev.//20170713/Ing. Malý/SŽG Praha</w:t>
      </w:r>
    </w:p>
    <w:p w14:paraId="19A09D9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130211860531  603734.349  1060002.276   387.508  /2/1/Ter.hr.hor.,Plot dřev.//20170713/Ing. Malý/SŽG Praha</w:t>
      </w:r>
    </w:p>
    <w:p w14:paraId="41CB08B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130211860532  603736.373  1060002.800   387.475  /2/1/Ter.hr.hor.//20170713/Ing. Malý/SŽG Praha</w:t>
      </w:r>
    </w:p>
    <w:p w14:paraId="25194FC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130211860533  603735.514  1059999.870   386.596  /2/1/Mezník//20170713/Ing. Malý/SŽG Praha</w:t>
      </w:r>
    </w:p>
    <w:p w14:paraId="5716918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130211860534  603734.114  1059978.984   382.678  /2/1/Ter.hr.hor.//20170713/Ing. Malý/SŽG Praha</w:t>
      </w:r>
    </w:p>
    <w:p w14:paraId="17DAF5F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130211860535  603728.258  1059972.322   382.716  /2/1/Ter.hr.hor.//20170713/Ing. Malý/SŽG Praha</w:t>
      </w:r>
    </w:p>
    <w:p w14:paraId="461BB8F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130211860537  603724.726  1059960.769   381.949  /2/1/Most.žel.//20170713/Ing. Malý/SŽG Praha</w:t>
      </w:r>
    </w:p>
    <w:p w14:paraId="30947FB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130211860538  603724.796  1059960.851   381.951  /2/1/Most.žel.//20170713/Ing. Malý/SŽG Praha</w:t>
      </w:r>
    </w:p>
    <w:p w14:paraId="4BF4D6C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130211860539  603724.784  1059960.858   382.541  /2/1/Most.žel.//20170713/Ing. Malý/SŽG Praha</w:t>
      </w:r>
    </w:p>
    <w:p w14:paraId="0AE0E38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130211860540  603724.370  1059960.368   382.570  /2/1/Most.žel.//20170713/Ing. Malý/SŽG Praha</w:t>
      </w:r>
    </w:p>
    <w:p w14:paraId="70851A8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130211860541  603724.362  1059960.366   383.020  /2/1/Most.žel.//20170713/Ing. Malý/SŽG Praha</w:t>
      </w:r>
    </w:p>
    <w:p w14:paraId="3D57127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130211860542  603724.858  1059959.933   383.020  /2/1/Most.žel.//20170713/Ing. Malý/SŽG Praha</w:t>
      </w:r>
    </w:p>
    <w:p w14:paraId="506B66D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130211860545  603724.861  1059959.929   383.269  /2/1/Most.žel.//20170713/Ing. Malý/SŽG Praha</w:t>
      </w:r>
    </w:p>
    <w:p w14:paraId="4354641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130211860546  603723.955  1059959.903   383.018  /2/1/Most.žel.//20170713/Ing. Malý/SŽG Praha</w:t>
      </w:r>
    </w:p>
    <w:p w14:paraId="1790FCC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130211860547  603724.200  1059959.631   383.014  /2/1/Most.žel.//20170713/Ing. Malý/SŽG Praha</w:t>
      </w:r>
    </w:p>
    <w:p w14:paraId="303F4FF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130211860548  603724.097  1059960.045   381.891  /2/1/Most.žel.//20170713/Ing. Malý/SŽG Praha</w:t>
      </w:r>
    </w:p>
    <w:p w14:paraId="07EC7EF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130211860549  603727.583  1059964.001   381.910  /2/1/Most.žel.//20170713/Ing. Malý/SŽG Praha</w:t>
      </w:r>
    </w:p>
    <w:p w14:paraId="16D0A73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130211860550  603727.525  1059963.937   381.915  /2/1/Most.žel.//20170713/Ing. Malý/SŽG Praha</w:t>
      </w:r>
    </w:p>
    <w:p w14:paraId="5DAB099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130211860551  603727.512  1059963.945   382.534  /2/1/Most.žel.//20170713/Ing. Malý/SŽG Praha</w:t>
      </w:r>
    </w:p>
    <w:p w14:paraId="059C03A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130211860552  603727.958  1059964.429   382.564  /2/1/Nos.konstrukce,Most.žel.//20170713/Ing. Malý/SŽG Praha</w:t>
      </w:r>
    </w:p>
    <w:p w14:paraId="4D450C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130211860553  603727.955  1059964.421   383.012  /2/1/Nos.konstrukce,Most.žel.//20170713/Ing. Malý/SŽG Praha</w:t>
      </w:r>
    </w:p>
    <w:p w14:paraId="6CEBA47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130211860554  603728.439  1059963.989   383.009  /2/1/Most.žel.//20170713/Ing. Malý/SŽG Praha</w:t>
      </w:r>
    </w:p>
    <w:p w14:paraId="271131F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130211860555  603729.165  1059964.811   383.025  /2/1/Most.žel.//20170713/Ing. Malý/SŽG Praha</w:t>
      </w:r>
    </w:p>
    <w:p w14:paraId="59B778C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130211860556  603729.158  1059964.804   383.270  /2/1/Most.žel.//20170713/Ing. Malý/SŽG Praha</w:t>
      </w:r>
    </w:p>
    <w:p w14:paraId="6EA110C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130211860557  603728.439  1059963.990   383.268  /2/1/Most.žel.//20170713/Ing. Malý/SŽG Praha</w:t>
      </w:r>
    </w:p>
    <w:p w14:paraId="340E969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130211860558  603728.403  1059964.914   383.006  /2/1/Most.žel.//20170713/Ing. Malý/SŽG Praha</w:t>
      </w:r>
    </w:p>
    <w:p w14:paraId="2EB4CE8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130211860559  603728.710  1059964.697   383.003  /2/1/Most.žel.//20170713/Ing. Malý/SŽG Praha</w:t>
      </w:r>
    </w:p>
    <w:p w14:paraId="6964653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130211860560  603725.960  1059988.964   384.898  /2/3/Bud.nerozl dr.hr.,Ter.hr.sp.//20170713/Ing. Malý/SŽG Praha</w:t>
      </w:r>
    </w:p>
    <w:p w14:paraId="4B8CBE9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130211860561  603710.280  1059966.028   383.439  /2/1/Bud.nerozl dr.hr.//20170713/Ing. Malý/SŽG Praha</w:t>
      </w:r>
    </w:p>
    <w:p w14:paraId="717849C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130211860562  603727.584  1059963.991   380.729  /2/1/Most.žel.//20170713/Ing. Malý/SŽG Praha</w:t>
      </w:r>
    </w:p>
    <w:p w14:paraId="2EB2FD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130211860563  603728.076  1059964.571   380.703  /2/1/Most.žel.//20170713/Ing. Malý/SŽG Praha</w:t>
      </w:r>
    </w:p>
    <w:p w14:paraId="23A5D0D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130211860564  603730.639  1059963.463   381.330  /2/1/Most.žel.,Ter.hr.sp.//20170713/Ing. Malý/SŽG Praha</w:t>
      </w:r>
    </w:p>
    <w:p w14:paraId="2B4A0A5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130211860565  603730.639  1059963.464   381.069  /2/1/Most.žel.,Ter.hr.sp.//20170713/Ing. Malý/SŽG Praha</w:t>
      </w:r>
    </w:p>
    <w:p w14:paraId="527ABE6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130211860566  603730.288  1059963.093   380.937  /2/1/Most.žel.,Ter.hr.sp.//20170713/Ing. Malý/SŽG Praha</w:t>
      </w:r>
    </w:p>
    <w:p w14:paraId="49E88F9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130211860567  603730.308  1059963.138   381.327  /2/1/Most.žel.//20170713/Ing. Malý/SŽG Praha</w:t>
      </w:r>
    </w:p>
    <w:p w14:paraId="79D8DFC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130211860569  603729.692  1059965.598   383.067  /2/1/Hrana zdi,Ter.hr.hor.//20170713/Ing. Malý/SŽG Praha</w:t>
      </w:r>
    </w:p>
    <w:p w14:paraId="100DCC4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130211860570  603729.057  1059964.929   383.125  /2/1/Hrana zdi//20170713/Ing. Malý/SŽG Praha</w:t>
      </w:r>
    </w:p>
    <w:p w14:paraId="7C62AAB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130211860571  603729.057  1059964.930   382.725  /2/1/Hrana zdi,Ter.hr.hor.//20170713/Ing. Malý/SŽG Praha</w:t>
      </w:r>
    </w:p>
    <w:p w14:paraId="703C10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130211860572  603725.760  1059962.243   380.700  /2/1/Ter.hr.hor.//20170713/Ing. Malý/SŽG Praha</w:t>
      </w:r>
    </w:p>
    <w:p w14:paraId="4B40164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130211860573  603725.617  1059961.748   380.188  /2/1/Vod.tok-bř.čara,Ter.hr.sp.//20170713/Ing. Malý/SŽG Praha</w:t>
      </w:r>
    </w:p>
    <w:p w14:paraId="74A3F9C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130211860574  603724.728  1059960.773   380.129  /2/1/Most.žel.,Vod.tok-bř.čara//20170713/Ing. Malý/SŽG Praha</w:t>
      </w:r>
    </w:p>
    <w:p w14:paraId="51B36DB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130211860575  603724.206  1059960.192   380.778  /2/1/Most.žel.//20170713/Ing. Malý/SŽG Praha</w:t>
      </w:r>
    </w:p>
    <w:p w14:paraId="6B85C91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130211860576  603724.451  1059960.471   380.773  /2/1/Most.žel.,Ter.hr.sp.,Ter.hr.hor.//20170713/Ing. Malý/SŽG Praha</w:t>
      </w:r>
    </w:p>
    <w:p w14:paraId="06808AF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130211860577  603725.953  1059958.242   380.824  /2/1/Most.žel.,Ter.hr.sp.//20170713/Ing. Malý/SŽG Praha</w:t>
      </w:r>
    </w:p>
    <w:p w14:paraId="0C5FF94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130211860578  603725.892  1059958.176   381.331  /2/1/Most.žel.//20170713/Ing. Malý/SŽG Praha</w:t>
      </w:r>
    </w:p>
    <w:p w14:paraId="58EAE09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130211860579  603725.651  1059957.936   381.357  /2/1/Most.žel.,Ter.hr.sp.//20170713/Ing. Malý/SŽG Praha</w:t>
      </w:r>
    </w:p>
    <w:p w14:paraId="45B641B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130211860581  603726.112  1059959.142   380.674  /2/1/Ter.hr.sp.//20170713/Ing. Malý/SŽG Praha</w:t>
      </w:r>
    </w:p>
    <w:p w14:paraId="7C02F86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130211860583  603729.098  1059956.746   380.506  /2/1/Ter.hr.sp.//20170713/Ing. Malý/SŽG Praha</w:t>
      </w:r>
    </w:p>
    <w:p w14:paraId="190107E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130211860585  603728.906  1059956.395   380.757  /2/1/Ter.hr.hor.//20170713/Ing. Malý/SŽG Praha</w:t>
      </w:r>
    </w:p>
    <w:p w14:paraId="5798D31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130211860586  603734.018  1059952.504   380.757  /2/1/Ter.hr.hor.//20170713/Ing. Malý/SŽG Praha</w:t>
      </w:r>
    </w:p>
    <w:p w14:paraId="1CE7706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130211860587  603734.327  1059952.832   380.472  /2/1/Ter.hr.sp.//20170713/Ing. Malý/SŽG Praha</w:t>
      </w:r>
    </w:p>
    <w:p w14:paraId="75CFDEB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130211860588  603734.720  1059953.201   379.977  /2/1/Vod.tok-bř.čara//20170713/Ing. Malý/SŽG Praha</w:t>
      </w:r>
    </w:p>
    <w:p w14:paraId="42A0986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130211860589  603740.572  1059946.472   380.651  /2/1/Ter.hr.hor.//20170713/Ing. Malý/SŽG Praha</w:t>
      </w:r>
    </w:p>
    <w:p w14:paraId="26048E6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130211860590  603741.064  1059947.061   380.343  /2/1/Ter.hr.sp.//20170713/Ing. Malý/SŽG Praha</w:t>
      </w:r>
    </w:p>
    <w:p w14:paraId="17D7C21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130211860599  603726.767  1059956.184   381.017  /2/1/Ter.hr.sp.//20170713/Ing. Malý/SŽG Praha</w:t>
      </w:r>
    </w:p>
    <w:p w14:paraId="4B3E8AF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130211860600  603726.568  1059957.552   380.995  /2/1/Ter.hr.sp.//20170713/Ing. Malý/SŽG Praha</w:t>
      </w:r>
    </w:p>
    <w:p w14:paraId="3965AA3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130211860602  603726.711  1059961.130   380.234  /2/1/Vod.tok-bř.čara,Ter.hr.sp.//20170713/Ing. Malý/SŽG Praha</w:t>
      </w:r>
    </w:p>
    <w:p w14:paraId="0C40490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130211860603  603728.322  1059959.579   380.095  /2/1/Vod.tok-bř.čara//20170713/Ing. Malý/SŽG Praha</w:t>
      </w:r>
    </w:p>
    <w:p w14:paraId="193DDF0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130211860607  603731.564  1059957.685   380.639  /2/1/Ter.hr.sp.//20170713/Ing. Malý/SŽG Praha</w:t>
      </w:r>
    </w:p>
    <w:p w14:paraId="75A2727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130211860608  603731.320  1059957.279   379.916  /2/1/Vod.tok-bř.čara//20170713/Ing. Malý/SŽG Praha</w:t>
      </w:r>
    </w:p>
    <w:p w14:paraId="740F799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130211860611  603735.305  1059954.266   379.928  /2/1/Vod.tok-bř.čara//20170713/Ing. Malý/SŽG Praha</w:t>
      </w:r>
    </w:p>
    <w:p w14:paraId="10B918B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 xml:space="preserve">130211860616  603745.152  1059955.064   381.062  /2/1///20170713/Ing. Malý/SŽG Praha      </w:t>
      </w:r>
    </w:p>
    <w:p w14:paraId="27F6ADA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130211860617  603741.701  1059954.455   381.162  /2/1/Šacht.kulatá neurč.//20170713/Ing. Malý/SŽG Praha</w:t>
      </w:r>
    </w:p>
    <w:p w14:paraId="3D70B2D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130211860618  603747.657  1059961.707   381.316  /2/1/Bod terénu//20170713/Ing. Malý/SŽG Praha</w:t>
      </w:r>
    </w:p>
    <w:p w14:paraId="2789AD6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130211860619  603755.579  1059973.546   381.268  /2/1/Bod terénu//20170713/Ing. Malý/SŽG Praha</w:t>
      </w:r>
    </w:p>
    <w:p w14:paraId="67CE5DA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130211860620  603764.569  1059980.324   380.993  /2/1/Bod terénu//20170713/Ing. Malý/SŽG Praha</w:t>
      </w:r>
    </w:p>
    <w:p w14:paraId="72EC891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130211860622  603761.437  1059995.913   382.056  /2/1/Ter.hr.sp.//20170713/Ing. Malý/SŽG Praha</w:t>
      </w:r>
    </w:p>
    <w:p w14:paraId="77542FF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130211860623  603760.158  1059996.699   382.712  /2/1/Ter.hr.hor.//20170713/Ing. Malý/SŽG Praha</w:t>
      </w:r>
    </w:p>
    <w:p w14:paraId="73C1E7D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130211860625  603749.355  1059985.838   382.687  /2/1/Ter.hr.hor.//20170713/Ing. Malý/SŽG Praha</w:t>
      </w:r>
    </w:p>
    <w:p w14:paraId="70E7B80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130211860626  603750.806  1059984.809   381.722  /2/1/Ter.hr.sp.//20170713/Ing. Malý/SŽG Praha</w:t>
      </w:r>
    </w:p>
    <w:p w14:paraId="048B18A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130211860627  603742.260  1059975.555   381.419  /2/1/Ter.hr.sp.//20170713/Ing. Malý/SŽG Praha</w:t>
      </w:r>
    </w:p>
    <w:p w14:paraId="673D256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130211860628  603740.797  1059976.703   382.531  /2/1/Ter.hr.hor.//20170713/Ing. Malý/SŽG Praha</w:t>
      </w:r>
    </w:p>
    <w:p w14:paraId="2FD14B8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130211860629  603731.399  1059966.641   382.877  /2/1/Ter.hr.hor.//20170713/Ing. Malý/SŽG Praha</w:t>
      </w:r>
    </w:p>
    <w:p w14:paraId="0B4BECE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130211860630  603735.869  1059968.293   381.416  /2/1/Ter.hr.sp.//20170713/Ing. Malý/SŽG Praha</w:t>
      </w:r>
    </w:p>
    <w:p w14:paraId="7ACB8EB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130211860631  603733.235  1059964.987   381.540  /2/1/Ter.hr.sp.//20170713/Ing. Malý/SŽG Praha</w:t>
      </w:r>
    </w:p>
    <w:p w14:paraId="6E2DE80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130211860632  603732.509  1059964.517   381.401  /2/1/Ter.hr.hor.,Ter.hr.sp.//20170713/Ing. Malý/SŽG Praha</w:t>
      </w:r>
    </w:p>
    <w:p w14:paraId="722C2D2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130211860634  603732.013  1059960.646   380.963  /2/1/Ter.hr.sp.//20170713/Ing. Malý/SŽG Praha</w:t>
      </w:r>
    </w:p>
    <w:p w14:paraId="23CC7FA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130211860635  603735.245  1059958.021   381.232  /2/1/Ter.hr.hor.,Ter.hr.sp.//20170713/Ing. Malý/SŽG Praha</w:t>
      </w:r>
    </w:p>
    <w:p w14:paraId="77498E0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130211860636  603734.938  1059961.459   381.472  /2/1/Ter.hr.hor.//20170713/Ing. Malý/SŽG Praha</w:t>
      </w:r>
    </w:p>
    <w:p w14:paraId="5BDA2EA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130211860637  603795.483  1060037.063   382.878  /2/1/Ter.hr.sp.//20170713/Ing. Malý/SŽG Praha</w:t>
      </w:r>
    </w:p>
    <w:p w14:paraId="5C3DB38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130211860638  603794.316  1060038.293   383.396  /2/1/Ter.hr.hor.//20170713/Ing. Malý/SŽG Praha</w:t>
      </w:r>
    </w:p>
    <w:p w14:paraId="461D5EF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130211860639  603788.487  1060032.643   383.401  /2/1/Ter.hr.hor.//20170713/Ing. Malý/SŽG Praha</w:t>
      </w:r>
    </w:p>
    <w:p w14:paraId="6FD02B0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130211860640  603789.248  1060031.733   382.863  /2/1/Ter.hr.sp.,Ter.hr.hor.//20170713/Ing. Malý/SŽG Praha</w:t>
      </w:r>
    </w:p>
    <w:p w14:paraId="200F7F7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130211860641  603786.946  1060029.866   382.819  /2/1/Příkop se zpev.dnem,Ter.hr.sp.//20170713/Ing. Malý/SŽG Praha</w:t>
      </w:r>
    </w:p>
    <w:p w14:paraId="0D99BC7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130211860642  603779.808  1060024.370   382.714  /2/1/Příkop se zpev.dnem,Ter.hr.sp.//20170713/Ing. Malý/SŽG Praha</w:t>
      </w:r>
    </w:p>
    <w:p w14:paraId="5DE0F37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130211860643  603771.520  1060017.344   382.675  /2/1/Příkop se zpev.dnem,Ter.hr.sp.//20170713/Ing. Malý/SŽG Praha</w:t>
      </w:r>
    </w:p>
    <w:p w14:paraId="19E8A68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130211860644  603763.788  1060010.633   382.492  /2/1/Příkop se zpev.dnem,Ter.hr.sp.//20170713/Ing. Malý/SŽG Praha</w:t>
      </w:r>
    </w:p>
    <w:p w14:paraId="0D482B8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130211860645  603763.962  1060010.172   382.655  /2/1/Ter.hr.hor.//20170713/Ing. Malý/SŽG Praha</w:t>
      </w:r>
    </w:p>
    <w:p w14:paraId="24BBC32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130211860646  603771.720  1060016.869   382.763  /2/1/Ter.hr.hor.//20170713/Ing. Malý/SŽG Praha</w:t>
      </w:r>
    </w:p>
    <w:p w14:paraId="5239629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130211860647  603779.658  1060023.599   382.839  /2/1/Ter.hr.hor.//20170713/Ing. Malý/SŽG Praha</w:t>
      </w:r>
    </w:p>
    <w:p w14:paraId="7E88FF8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130211860648  603787.285  1060029.486   382.909  /2/1/Ter.hr.hor.//20170713/Ing. Malý/SŽG Praha</w:t>
      </w:r>
    </w:p>
    <w:p w14:paraId="68BF6D0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130211860649  603756.667  1060003.014   382.738  /2/1/Ter.hr.hor.//20170713/Ing. Malý/SŽG Praha</w:t>
      </w:r>
    </w:p>
    <w:p w14:paraId="12C68BF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130211860650  603755.705  1060003.143   382.421  /2/1/Příkop se zpev.dnem,Ter.hr.sp.//20170713/Ing. Malý/SŽG Praha</w:t>
      </w:r>
    </w:p>
    <w:p w14:paraId="65F48E8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130211860659  603748.784  1059996.247   382.310  /2/1/Příkop se zpev.dnem,Ter.hr.sp.//20170713/Ing. Malý/SŽG Praha</w:t>
      </w:r>
    </w:p>
    <w:p w14:paraId="720D687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130211860660  603749.130  1059995.860   382.625  /2/1/Ter.hr.hor.//20170713/Ing. Malý/SŽG Praha</w:t>
      </w:r>
    </w:p>
    <w:p w14:paraId="076CEA9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130211860661  603744.347  1059991.500   382.165  /2/1/Příkop se zpev.dnem,Ter.hr.sp.//20170713/Ing. Malý/SŽG Praha</w:t>
      </w:r>
    </w:p>
    <w:p w14:paraId="787011B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130211860662  603744.821  1059991.068   382.624  /2/1/Ter.hr.hor.//20170713/Ing. Malý/SŽG Praha</w:t>
      </w:r>
    </w:p>
    <w:p w14:paraId="7E63C30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130211860663  603743.266  1059991.704   382.871  /2/1/Komunik.,Ter.hr.hor.//20170713/Ing. Malý/SŽG Praha</w:t>
      </w:r>
    </w:p>
    <w:p w14:paraId="543D32E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130211860664  603727.693  1059982.153   381.942  /2/1/Komunik.//20170713/Ing. Malý/SŽG Praha</w:t>
      </w:r>
    </w:p>
    <w:p w14:paraId="4AD7195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130211860665  603728.495  1059979.879   381.941  /2/1/Komunik.//20170713/Ing. Malý/SŽG Praha</w:t>
      </w:r>
    </w:p>
    <w:p w14:paraId="38F412B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130211860666  603727.376  1059982.804   381.990  /2/1/Plot dřev.vlast.z1str.kr.,Ter.hr.sp.//20170713/Ing. Malý/SŽG Praha</w:t>
      </w:r>
    </w:p>
    <w:p w14:paraId="067FF1B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130211860667  603724.659  1059981.863   381.902  /2/1/Plot dřev.vlast.z1str.kr.,Ter.hr.sp.//20170713/Ing. Malý/SŽG Praha</w:t>
      </w:r>
    </w:p>
    <w:p w14:paraId="7567F80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130211860668  603721.776  1059981.265   381.958  /2/1/Plot dřev.vlast.z1str.kr.,Ter.hr.sp.//20170713/Ing. Malý/SŽG Praha</w:t>
      </w:r>
    </w:p>
    <w:p w14:paraId="30A21D0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130211860669  603721.185  1059980.819   381.942  /2/1/Bud.nerozl dr.hr.,Komunik.,Ter.hr.sp.//20170713/Ing. Malý/SŽG Praha</w:t>
      </w:r>
    </w:p>
    <w:p w14:paraId="563F4C5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130211860670  603720.573  1059977.753   381.874  /2/1/Komunik.//20170713/Ing. Malý/SŽG Praha</w:t>
      </w:r>
    </w:p>
    <w:p w14:paraId="55614A9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130211860671  603714.978  1059984.273   382.169  /2/1/Bud.nerozl dr.hr.//20170713/Ing. Malý/SŽG Praha</w:t>
      </w:r>
    </w:p>
    <w:p w14:paraId="1076CB7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130211860672  603721.658  1059962.463   383.174  /2/1/Most.žel.//20170713/Ing. Malý/SŽG Praha</w:t>
      </w:r>
    </w:p>
    <w:p w14:paraId="386924F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130211860673  603721.658  1059962.462   382.974  /2/1/Most.žel.//20170713/Ing. Malý/SŽG Praha</w:t>
      </w:r>
    </w:p>
    <w:p w14:paraId="34BC1E8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130211860676  603723.529  1059960.814   383.185  /2/1/Most.žel.//20170713/Ing. Malý/SŽG Praha</w:t>
      </w:r>
    </w:p>
    <w:p w14:paraId="2FEBF21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130211860677  603723.532  1059960.816   382.975  /2/1/Most.žel.//20170713/Ing. Malý/SŽG Praha</w:t>
      </w:r>
    </w:p>
    <w:p w14:paraId="09B430E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130211860678  603723.721  1059960.604   383.190  /2/1/Most.žel.//20170713/Ing. Malý/SŽG Praha</w:t>
      </w:r>
    </w:p>
    <w:p w14:paraId="60C4FD1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130211860679  603721.471  1059962.653   383.175  /2/1/Most.žel.//20170713/Ing. Malý/SŽG Praha</w:t>
      </w:r>
    </w:p>
    <w:p w14:paraId="002F0A4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130211860680  603725.724  1059966.415   382.983  /2/1/Most.žel.//20170713/Ing. Malý/SŽG Praha</w:t>
      </w:r>
    </w:p>
    <w:p w14:paraId="27AAA1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130211860681  603726.981  1059965.274   382.956  /2/1/Most.žel.//20170713/Ing. Malý/SŽG Praha</w:t>
      </w:r>
    </w:p>
    <w:p w14:paraId="57F09C2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130211860688  603711.957  1059952.164   383.271  /2/1/Štěrk.lože//20170713/Ing. Malý/SŽG Praha</w:t>
      </w:r>
    </w:p>
    <w:p w14:paraId="44A464A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130211860689  603711.638  1059954.363   383.201  /2/1/Štěrk.lože//20170713/Ing. Malý/SŽG Praha</w:t>
      </w:r>
    </w:p>
    <w:p w14:paraId="71B55F1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130211860690  603715.441  1059958.577   383.146  /2/1/Štěrk.lože//20170713/Ing. Malý/SŽG Praha</w:t>
      </w:r>
    </w:p>
    <w:p w14:paraId="560EA13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130211860691  603718.453  1059962.091   383.193  /2/1/Štěrk.lože//20170713/Ing. Malý/SŽG Praha</w:t>
      </w:r>
    </w:p>
    <w:p w14:paraId="0A4BB87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130211860692  603713.308  1059960.538   383.244  /2/1/Plot drát.//20170713/Ing. Malý/SŽG Praha</w:t>
      </w:r>
    </w:p>
    <w:p w14:paraId="15F1506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130211860695  603710.390  1059949.005   383.427  /2/1/Přej.přech.obrys,Komunik.//20170713/Ing. Malý/SŽG Praha</w:t>
      </w:r>
    </w:p>
    <w:p w14:paraId="65A653B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130211860696  603712.215  1059951.060   383.424  /2/1/Přej.přech.obrys//20170713/Ing. Malý/SŽG Praha</w:t>
      </w:r>
    </w:p>
    <w:p w14:paraId="38E6543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130211860697  603713.364  1059950.056   383.426  /2/1/Přej.přech.obrys//20170713/Ing. Malý/SŽG Praha</w:t>
      </w:r>
    </w:p>
    <w:p w14:paraId="7739BFC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130211860698  603711.855  1059948.358   383.431  /2/1/Přej.přech.obrys,Komunik.//20170713/Ing. Malý/SŽG Praha</w:t>
      </w:r>
    </w:p>
    <w:p w14:paraId="7D7F5AE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130211860699  603707.681  1059943.662   383.432  /2/1/Přej.přech.obrys,Komunik.//20170713/Ing. Malý/SŽG Praha</w:t>
      </w:r>
    </w:p>
    <w:p w14:paraId="19CE7A6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130211860700  603706.102  1059941.885   383.432  /2/1/Přej.přech.obrys//20170713/Ing. Malý/SŽG Praha</w:t>
      </w:r>
    </w:p>
    <w:p w14:paraId="213B77D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130211860701  603704.948  1059942.878   383.429  /2/1/Přej.přech.obrys//20170713/Ing. Malý/SŽG Praha</w:t>
      </w:r>
    </w:p>
    <w:p w14:paraId="017187E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130211860702  603706.310  1059944.411   383.429  /2/1/Přej.přech.obrys,Komunik.//20170713/Ing. Malý/SŽG Praha</w:t>
      </w:r>
    </w:p>
    <w:p w14:paraId="7B77EBC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130211860703  603722.715  1059961.763   383.385  /2/1/Osa kol.-neurč.//20170713/Ing. Malý/SŽG Praha</w:t>
      </w:r>
    </w:p>
    <w:p w14:paraId="429E28D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130211860704  603723.238  1059961.222   383.385  /2/1/Bod nepřev. kolej//20170713/Ing. Malý/SŽG Praha</w:t>
      </w:r>
    </w:p>
    <w:p w14:paraId="4891677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130211860705  603717.706  1059956.112   383.408  /2/1/Osa kol.-neurč.//20170713/Ing. Malý/SŽG Praha</w:t>
      </w:r>
    </w:p>
    <w:p w14:paraId="0D3A41C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130211860706  603718.239  1059955.576   383.408  /2/1/Bod nepřev. kolej//20170713/Ing. Malý/SŽG Praha</w:t>
      </w:r>
    </w:p>
    <w:p w14:paraId="0EF94B9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130211860707  603714.499  1059952.493   383.413  /2/1/Sním.poč.náprav,Osa kol.-neurč.//20170713/Ing. Malý/SŽG Praha</w:t>
      </w:r>
    </w:p>
    <w:p w14:paraId="0CD524A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130211860708  603713.896  1059952.946   383.413  /2/1/Bod nepřev. kolej//20170713/Ing. Malý/SŽG Praha</w:t>
      </w:r>
    </w:p>
    <w:p w14:paraId="67EC549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130211860709  603712.779  1059950.552   383.423  /2/1/Osa kol.-neurč.//20170713/Ing. Malý/SŽG Praha</w:t>
      </w:r>
    </w:p>
    <w:p w14:paraId="70750B1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130211860710  603712.236  1059951.075   383.423  /2/1/Bod nepřev. kolej//20170713/Ing. Malý/SŽG Praha</w:t>
      </w:r>
    </w:p>
    <w:p w14:paraId="5537C8C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130211860711  603708.995  1059946.289   383.430  /2/1/Osa kol.-neurč.//20170713/Ing. Malý/SŽG Praha</w:t>
      </w:r>
    </w:p>
    <w:p w14:paraId="581E362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130211860712  603708.466  1059946.839   383.430  /2/1/Bod nepřev. kolej//20170713/Ing. Malý/SŽG Praha</w:t>
      </w:r>
    </w:p>
    <w:p w14:paraId="1A10A1C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130211860713  603705.531  1059942.398   383.428  /2/1/Osa kol.-neurč.//20170713/Ing. Malý/SŽG Praha</w:t>
      </w:r>
    </w:p>
    <w:p w14:paraId="0B1A414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130211860714  603704.995  1059942.939   383.428  /2/1/Bod nepřev. kolej//20170713/Ing. Malý/SŽG Praha</w:t>
      </w:r>
    </w:p>
    <w:p w14:paraId="09481F2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130211860715  603702.280  1059938.741   383.427  /2/1/Sním.poč.náprav,Osa kol.-neurč.//20170713/Ing. Malý/SŽG Praha</w:t>
      </w:r>
    </w:p>
    <w:p w14:paraId="2EE028D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130211860716  603701.774  1059939.303   383.427  /2/1/Bod nepřev. kolej//20170713/Ing. Malý/SŽG Praha</w:t>
      </w:r>
    </w:p>
    <w:p w14:paraId="688C45E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130211860717  603695.806  1059931.457   383.409  /2/1/Osa kol.-neurč.//20170713/Ing. Malý/SŽG Praha</w:t>
      </w:r>
    </w:p>
    <w:p w14:paraId="6862A1C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130211860718  603695.271  1059931.995   383.409  /2/1/Bod nepřev. kolej//20170713/Ing. Malý/SŽG Praha</w:t>
      </w:r>
    </w:p>
    <w:p w14:paraId="2AE560F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130211860719  603726.348  1059965.848   383.363  /2/1/Osa kol.-neurč.//20170713/Ing. Malý/SŽG Praha</w:t>
      </w:r>
    </w:p>
    <w:p w14:paraId="3CC54EA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130211860720  603726.876  1059965.304   383.363  /2/1/Bod nepřev. kolej//20170713/Ing. Malý/SŽG Praha</w:t>
      </w:r>
    </w:p>
    <w:p w14:paraId="78681B1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130211860721  603733.001  1059973.288   383.307  /2/1/Osa kol.-neurč.//20170713/Ing. Malý/SŽG Praha</w:t>
      </w:r>
    </w:p>
    <w:p w14:paraId="4CE5005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130211860722  603733.538  1059972.734   383.307  /2/1/Bod nepřev. kolej//20170713/Ing. Malý/SŽG Praha</w:t>
      </w:r>
    </w:p>
    <w:p w14:paraId="084A537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130211860724  603706.278  1059940.781   383.282  /2/1/Nást.v úrov.kol.s obrub.//20170713/Ing. Malý/SŽG Praha</w:t>
      </w:r>
    </w:p>
    <w:p w14:paraId="266F96A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130211860725  603706.283  1059940.793   383.528  /2/1/Nást.v úrov.kol.s obrub.//20170713/Ing. Malý/SŽG Praha</w:t>
      </w:r>
    </w:p>
    <w:p w14:paraId="21F3498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130211860726  603707.776  1059939.404   383.481  /2/1/Nást.v úrov.kol.s obrub.//20170713/Ing. Malý/SŽG Praha</w:t>
      </w:r>
    </w:p>
    <w:p w14:paraId="0D58971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130211860727  603707.776  1059939.404   383.681  /2/1/Nást.v úrov.kol.s obrub.//20170713/Ing. Malý/SŽG Praha</w:t>
      </w:r>
    </w:p>
    <w:p w14:paraId="1AA9E99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130211860728  603708.140  1059938.635   383.652  /2/1/Nást.v úrov.kol.s obrub.//20170713/Ing. Malý/SŽG Praha</w:t>
      </w:r>
    </w:p>
    <w:p w14:paraId="0371EB5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130211860729  603708.140  1059938.634   383.452  /2/1/Nást.v úrov.kol.s obrub.//20170713/Ing. Malý/SŽG Praha</w:t>
      </w:r>
    </w:p>
    <w:p w14:paraId="445F358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130211860730  603707.808  1059938.003   383.427  /2/1/Nást.v úrov.kol.s obrub.//20170713/Ing. Malý/SŽG Praha</w:t>
      </w:r>
    </w:p>
    <w:p w14:paraId="1394BD8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130211860731  603707.809  1059938.005   383.627  /2/1/Nást.v úrov.kol.s obrub.//20170713/Ing. Malý/SŽG Praha</w:t>
      </w:r>
    </w:p>
    <w:p w14:paraId="4C38B7B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130211860732  603705.778  1059933.886   383.418  /2/1/Šacht.kulatá neurč.//20170713/Ing. Malý/SŽG Praha</w:t>
      </w:r>
    </w:p>
    <w:p w14:paraId="36EBE99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130211860733  603710.758  1059941.940   383.406  /2/1/Komunik.//20170713/Ing. Malý/SŽG Praha</w:t>
      </w:r>
    </w:p>
    <w:p w14:paraId="136D8CC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130211860734  603715.751  1059939.091   383.360  /2/1/Komunik.//20170713/Ing. Malý/SŽG Praha</w:t>
      </w:r>
    </w:p>
    <w:p w14:paraId="6CBF05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130211860735  603724.542  1059934.117   383.245  /2/1/Komunik.//20170713/Ing. Malý/SŽG Praha</w:t>
      </w:r>
    </w:p>
    <w:p w14:paraId="77311A6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130211860736  603724.515  1059934.068   383.392  /2/1/Komunik.//20170713/Ing. Malý/SŽG Praha</w:t>
      </w:r>
    </w:p>
    <w:p w14:paraId="31D0116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130211860737  603716.465  1059938.650   383.449  /2/1/Komunik.//20170713/Ing. Malý/SŽG Praha</w:t>
      </w:r>
    </w:p>
    <w:p w14:paraId="1637963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130211860738  603714.624  1059937.246   383.620  /2/1/Plot drát.//20170713/Ing. Malý/SŽG Praha</w:t>
      </w:r>
    </w:p>
    <w:p w14:paraId="6D8AD65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130211860739  603723.735  1059932.108   383.540  /2/1/Plot drát.//20170713/Ing. Malý/SŽG Praha</w:t>
      </w:r>
    </w:p>
    <w:p w14:paraId="024D5B9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130211860740  603729.191  1059929.002   383.542  /2/1/Plot drát.//20170713/Ing. Malý/SŽG Praha</w:t>
      </w:r>
    </w:p>
    <w:p w14:paraId="6CC05CB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130211860741  603732.360  1059930.249   383.224  /2/1/VpusťN//20170713/Ing. Malý/SŽG Praha</w:t>
      </w:r>
    </w:p>
    <w:p w14:paraId="2AB0D72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130211860742  603729.686  1059931.225   383.217  /2/1/Komunik.//20170713/Ing. Malý/SŽG Praha</w:t>
      </w:r>
    </w:p>
    <w:p w14:paraId="5D3AF6D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130211860743  603729.646  1059931.184   383.390  /2/1/Komunik.//20170713/Ing. Malý/SŽG Praha</w:t>
      </w:r>
    </w:p>
    <w:p w14:paraId="3A1B8F3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130211860744  603729.671  1059931.168   383.295  /2/1/Komunik.//20170713/Ing. Malý/SŽG Praha</w:t>
      </w:r>
    </w:p>
    <w:p w14:paraId="4E52CC6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130211860745  603735.821  1059927.681   383.287  /2/1/Komunik.//20170713/Ing. Malý/SŽG Praha</w:t>
      </w:r>
    </w:p>
    <w:p w14:paraId="59799DC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130211860746  603735.845  1059927.750   383.208  /2/1/Komunik.//20170713/Ing. Malý/SŽG Praha</w:t>
      </w:r>
    </w:p>
    <w:p w14:paraId="29A6EB3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130211860747  603734.825  1059925.938   383.310  /2/1/Komunik.//20170713/Ing. Malý/SŽG Praha</w:t>
      </w:r>
    </w:p>
    <w:p w14:paraId="039B0DA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130211860748  603736.596  1059924.973   383.292  /2/1/Komunik.//20170713/Ing. Malý/SŽG Praha</w:t>
      </w:r>
    </w:p>
    <w:p w14:paraId="6E6783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130211860749  603737.574  1059926.705   383.389  /2/1/Komunik.//20170713/Ing. Malý/SŽG Praha</w:t>
      </w:r>
    </w:p>
    <w:p w14:paraId="143187A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130211860750  603737.619  1059926.745   383.208  /2/1/Komunik.//20170713/Ing. Malý/SŽG Praha</w:t>
      </w:r>
    </w:p>
    <w:p w14:paraId="4B2E460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130211860751  603734.630  1059925.453   383.346  /2/1/Venk.svít.na stož.malé,Místní tabule//20170713/Ing. Malý/SŽG Praha</w:t>
      </w:r>
    </w:p>
    <w:p w14:paraId="49410FA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130211860752  603734.366  1059925.903   383.332  /2/1/Komunik.//20170713/Ing. Malý/SŽG Praha</w:t>
      </w:r>
    </w:p>
    <w:p w14:paraId="60031BD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130211860753  603732.659  1059923.274   383.024  /2/1/Komunik.//20170713/Ing. Malý/SŽG Praha</w:t>
      </w:r>
    </w:p>
    <w:p w14:paraId="7250DA1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130211860754  603733.439  1059922.903   383.316  /2/1/Střed předm.mal.rozs.//20170713/Ing. Malý/SŽG Praha</w:t>
      </w:r>
    </w:p>
    <w:p w14:paraId="22CB279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130211860755  603735.783  1059924.328   383.087  /2/1/Ter.hr.hor.//20170713/Ing. Malý/SŽG Praha</w:t>
      </w:r>
    </w:p>
    <w:p w14:paraId="66BA2B6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130211860756  603733.415  1059922.371   382.880  /2/1/Ter.hr.hor.//20170713/Ing. Malý/SŽG Praha</w:t>
      </w:r>
    </w:p>
    <w:p w14:paraId="0F20426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130211860757  603730.252  1059925.255   383.098  /2/1/Komunik.//20170713/Ing. Malý/SŽG Praha</w:t>
      </w:r>
    </w:p>
    <w:p w14:paraId="63A0021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130211860758  603729.774  1059925.696   383.117  /2/1/Vjezd na poz.,Plot drát.,Komunik.,Ter.hr.hor.,Ter.hr.sp.//20170713/Ing. Malý/SŽG Praha</w:t>
      </w:r>
    </w:p>
    <w:p w14:paraId="0C7C3D2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130211860759  603729.216  1059928.771   383.233  /2/1/Vjezd na poz.,Komunik.//20170713/Ing. Malý/SŽG Praha</w:t>
      </w:r>
    </w:p>
    <w:p w14:paraId="154338D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130211860760  603729.172  1059928.822   383.542  /2/1/Hrana zdi//20170713/Ing. Malý/SŽG Praha</w:t>
      </w:r>
    </w:p>
    <w:p w14:paraId="4EE78B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130211860761  603729.172  1059928.822   383.041  /2/1/Hrana zdi//20170713/Ing. Malý/SŽG Praha</w:t>
      </w:r>
    </w:p>
    <w:p w14:paraId="23DEDA8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130211860762  603722.023  1059932.852   383.040  /2/1/Hrana zdi//20170713/Ing. Malý/SŽG Praha</w:t>
      </w:r>
    </w:p>
    <w:p w14:paraId="3773508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130211860763  603722.023  1059932.854   383.540  /2/1/Hrana zdi//20170713/Ing. Malý/SŽG Praha</w:t>
      </w:r>
    </w:p>
    <w:p w14:paraId="5DE4335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130211860764  603722.163  1059933.158   383.534  /2/1/Hrana zdi//20170713/Ing. Malý/SŽG Praha</w:t>
      </w:r>
    </w:p>
    <w:p w14:paraId="169164B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130211860765  603724.442  1059926.753   383.071  /2/1/Bod terénu//20170713/Ing. Malý/SŽG Praha</w:t>
      </w:r>
    </w:p>
    <w:p w14:paraId="62D1CCD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130211860766  603720.785  1059927.953   383.068  /2/1/Bud.nerozl dr.hr.//20170713/Ing. Malý/SŽG Praha</w:t>
      </w:r>
    </w:p>
    <w:p w14:paraId="25AB764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130211860767  603718.433  1059930.806   383.188  /2/1/Bud.nerozl dr.hr.//20170713/Ing. Malý/SŽG Praha</w:t>
      </w:r>
    </w:p>
    <w:p w14:paraId="3DE60B9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130211860768  603714.046  1059936.496   383.626  /2/1/Hrana zdi//20170713/Ing. Malý/SŽG Praha</w:t>
      </w:r>
    </w:p>
    <w:p w14:paraId="3D5677D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130211860769  603714.045  1059936.499   383.276  /2/1/Hrana zdi//20170713/Ing. Malý/SŽG Praha</w:t>
      </w:r>
    </w:p>
    <w:p w14:paraId="3941505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130211860770  603714.596  1059937.108   383.270  /2/1/Hrana zdi//20170713/Ing. Malý/SŽG Praha</w:t>
      </w:r>
    </w:p>
    <w:p w14:paraId="19B431D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130211860771  603714.596  1059937.110   383.620  /2/1/Hrana zdi//20170713/Ing. Malý/SŽG Praha</w:t>
      </w:r>
    </w:p>
    <w:p w14:paraId="30E9A25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130211860772  603713.819  1059936.678   383.617  /2/1/Hrana zdi//20170713/Ing. Malý/SŽG Praha</w:t>
      </w:r>
    </w:p>
    <w:p w14:paraId="0E066A4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130211860773  603713.819  1059936.679   383.217  /2/1/Hrana zdi//20170713/Ing. Malý/SŽG Praha</w:t>
      </w:r>
    </w:p>
    <w:p w14:paraId="272905B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130211860774  603714.522  1059937.498   383.224  /2/1/Hrana zdi,Komunik.//20170713/Ing. Malý/SŽG Praha</w:t>
      </w:r>
    </w:p>
    <w:p w14:paraId="6BCDB72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130211860775  603714.522  1059937.498   383.424  /2/1/Hrana zdi,Komunik.//20170713/Ing. Malý/SŽG Praha</w:t>
      </w:r>
    </w:p>
    <w:p w14:paraId="4DF7C29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130211860776  603714.522  1059937.498   383.624  /2/1/Hrana zdi//20170713/Ing. Malý/SŽG Praha</w:t>
      </w:r>
    </w:p>
    <w:p w14:paraId="34F1AF1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130211860777  603736.527  1059931.196   383.272  /2/1/Bod terénu//20170713/Ing. Malý/SŽG Praha</w:t>
      </w:r>
    </w:p>
    <w:p w14:paraId="36D7E09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130211860778  603742.972  1059931.719   383.184  /2/1/Komunik.//20170713/Ing. Malý/SŽG Praha</w:t>
      </w:r>
    </w:p>
    <w:p w14:paraId="12CF369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130211860779  603743.027  1059931.765   383.388  /2/1/Komunik.//20170713/Ing. Malý/SŽG Praha</w:t>
      </w:r>
    </w:p>
    <w:p w14:paraId="326E8B9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130211860780  603743.658  1059932.966   383.402  /2/1/Komunik.//20170713/Ing. Malý/SŽG Praha</w:t>
      </w:r>
    </w:p>
    <w:p w14:paraId="55ECD01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130211860782  603740.691  1059935.399   383.343  /2/1/Místní tabule//20170713/Ing. Malý/SŽG Praha</w:t>
      </w:r>
    </w:p>
    <w:p w14:paraId="78F7750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130211860783  603737.007  1059936.081   383.329  /2/1/Kan.šach.N//20170713/Ing. Malý/SŽG Praha</w:t>
      </w:r>
    </w:p>
    <w:p w14:paraId="48510DE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130211860784  603735.282  1059935.579   383.222  /2/1/VpusťN//20170713/Ing. Malý/SŽG Praha</w:t>
      </w:r>
    </w:p>
    <w:p w14:paraId="688FC6C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130211860786  603734.721  1059937.979   383.389  /2/1/Komunik.//20170713/Ing. Malý/SŽG Praha</w:t>
      </w:r>
    </w:p>
    <w:p w14:paraId="6EC9113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130211860787  603734.077  1059936.848   383.342  /2/1/Komunik.//20170713/Ing. Malý/SŽG Praha</w:t>
      </w:r>
    </w:p>
    <w:p w14:paraId="32A7284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130211860788  603733.987  1059936.832   383.191  /2/1/Komunik.//20170713/Ing. Malý/SŽG Praha</w:t>
      </w:r>
    </w:p>
    <w:p w14:paraId="51C1F56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130211860789  603720.888  1059944.279   383.282  /2/1/Komunik.//20170713/Ing. Malý/SŽG Praha</w:t>
      </w:r>
    </w:p>
    <w:p w14:paraId="18F04BA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130211860790  603720.875  1059944.345   383.408  /2/1/Komunik.//20170713/Ing. Malý/SŽG Praha</w:t>
      </w:r>
    </w:p>
    <w:p w14:paraId="5594353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130211860791  603721.646  1059945.396   383.391  /2/1/Komunik.//20170713/Ing. Malý/SŽG Praha</w:t>
      </w:r>
    </w:p>
    <w:p w14:paraId="31C9709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130211860792  603718.478  1059945.667   383.437  /2/1/Komunik.//20170713/Ing. Malý/SŽG Praha</w:t>
      </w:r>
    </w:p>
    <w:p w14:paraId="17F232B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130211860793  603717.113  1059946.423   383.455  /2/1/Komunik.//20170713/Ing. Malý/SŽG Praha</w:t>
      </w:r>
    </w:p>
    <w:p w14:paraId="4191789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130211860794  603717.043  1059946.425   383.338  /2/1/Komunik.//20170713/Ing. Malý/SŽG Praha</w:t>
      </w:r>
    </w:p>
    <w:p w14:paraId="04CC235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130211860795  603712.753  1059947.951   383.401  /2/1/Komunik.//20170713/Ing. Malý/SŽG Praha</w:t>
      </w:r>
    </w:p>
    <w:p w14:paraId="26742BA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130211860797  603709.582  1059949.409   383.419  /2/1/Komunik.//20170713/Ing. Malý/SŽG Praha</w:t>
      </w:r>
    </w:p>
    <w:p w14:paraId="51BA785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130211860798  603710.955  1059950.982   383.407  /2/1/Komunik.//20170713/Ing. Malý/SŽG Praha</w:t>
      </w:r>
    </w:p>
    <w:p w14:paraId="79A8361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130211860799  603707.257  1059950.346   383.305  /2/1/Komunik.//20170713/Ing. Malý/SŽG Praha</w:t>
      </w:r>
    </w:p>
    <w:p w14:paraId="452FF3E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130211860800  603707.253  1059950.384   383.366  /2/1/Komunik.//20170713/Ing. Malý/SŽG Praha</w:t>
      </w:r>
    </w:p>
    <w:p w14:paraId="5BAE011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130211860801  603705.713  1059951.225   383.332  /2/1/Komunik.//20170713/Ing. Malý/SŽG Praha</w:t>
      </w:r>
    </w:p>
    <w:p w14:paraId="3D6CFDC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130211860802  603705.695  1059951.211   383.253  /2/1/Komunik.//20170713/Ing. Malý/SŽG Praha</w:t>
      </w:r>
    </w:p>
    <w:p w14:paraId="195102D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130211860803  603706.138  1059950.941   383.259  /2/1/VpusťN//20170713/Ing. Malý/SŽG Praha</w:t>
      </w:r>
    </w:p>
    <w:p w14:paraId="53E64DB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130211860804  603703.458  1059952.912   383.280  /2/1/Komunik.//20170713/Ing. Malý/SŽG Praha</w:t>
      </w:r>
    </w:p>
    <w:p w14:paraId="453F4E8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130211860805  603703.480  1059952.916   383.324  /2/1/Komunik.//20170713/Ing. Malý/SŽG Praha</w:t>
      </w:r>
    </w:p>
    <w:p w14:paraId="28B35E1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130211860806  603700.938  1059955.031   383.319  /2/1/Komunik.//20170713/Ing. Malý/SŽG Praha</w:t>
      </w:r>
    </w:p>
    <w:p w14:paraId="042E61A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130211860807  603702.660  1059956.596   383.327  /2/1/Plot drát.,Vjezd na poz.,Komunik.//20170713/Ing. Malý/SŽG Praha</w:t>
      </w:r>
    </w:p>
    <w:p w14:paraId="02659C8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130211860808  603701.729  1059957.496   383.384  /2/1/Vjezd na poz.,Komunik.,Bud.nerozl dr.hr.//20170713/Ing. Malý/SŽG Praha</w:t>
      </w:r>
    </w:p>
    <w:p w14:paraId="0F321AB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130211860809  603699.388  1059956.574   383.354  /2/1/Komunik.//20170713/Ing. Malý/SŽG Praha</w:t>
      </w:r>
    </w:p>
    <w:p w14:paraId="1036CE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130211860811  603710.128  1059932.994   390.674  /2/1/Venk.sil.ved.NN//20170713/Ing. Malý/SŽG Praha</w:t>
      </w:r>
    </w:p>
    <w:p w14:paraId="21A17DD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130211860812  603694.686  1059946.212   392.194  /2/1/Venk.sil.ved.NN//20170713/Ing. Malý/SŽG Praha</w:t>
      </w:r>
    </w:p>
    <w:p w14:paraId="4B65269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130211860813  603707.181  1059938.713   384.827  /2/1/Kab.obj.ZZ kolečko//20170713/Ing. Malý/SŽG Praha</w:t>
      </w:r>
    </w:p>
    <w:p w14:paraId="0285B93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130211860814  603707.415  1059938.531   384.993  /2/1/Žel.tel.//20170713/Ing. Malý/SŽG Praha</w:t>
      </w:r>
    </w:p>
    <w:p w14:paraId="5F1EFDF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130211860815  603707.962  1059938.368   383.624  /2/1/Venk.svít.na stož.malé//20170713/Ing. Malý/SŽG Praha</w:t>
      </w:r>
    </w:p>
    <w:p w14:paraId="4302EE0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130211860816  603694.172  1059920.569   383.323  /2/1/Šacht.kulatá neurč.//20170713/Ing. Malý/SŽG Praha</w:t>
      </w:r>
    </w:p>
    <w:p w14:paraId="6271D9C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130211860817  603708.776  1059926.836   383.210  /2/1/Bod terénu//20170713/Ing. Malý/SŽG Praha</w:t>
      </w:r>
    </w:p>
    <w:p w14:paraId="44BCAEB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130211860820  603699.427  1059948.368   383.379  /2/1/Komunik.//20170713/Ing. Malý/SŽG Praha</w:t>
      </w:r>
    </w:p>
    <w:p w14:paraId="1586786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130211860821  603705.439  1059944.947   383.432  /2/1/Komunik.//20170713/Ing. Malý/SŽG Praha</w:t>
      </w:r>
    </w:p>
    <w:p w14:paraId="62C5881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130211860822  603706.498  1059947.499   383.388  /2/1/Bod terénu//20170713/Ing. Malý/SŽG Praha</w:t>
      </w:r>
    </w:p>
    <w:p w14:paraId="4F02CC8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130211860823  603713.917  1059943.412   383.391  /2/1/Bod terénu//20170713/Ing. Malý/SŽG Praha</w:t>
      </w:r>
    </w:p>
    <w:p w14:paraId="396DE9C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 xml:space="preserve">130211860824  603710.083  1059932.425   383.670  /2/2/Bod JNS/ČÚZK///ČÚZK                 </w:t>
      </w:r>
    </w:p>
    <w:p w14:paraId="48AF609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130211860834  603638.278  1059874.298   383.483  /2/1/Bod nepřev. kolej,Osa kol.-neurč.//20171011/Ing. Malý/SŽG Praha</w:t>
      </w:r>
    </w:p>
    <w:p w14:paraId="0B19A2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130211860835  603638.278  1059872.220   383.969  /2/1/Nást.v úrov.kol.s obrub.//20171011/Ing.Malý/SŽG Praha</w:t>
      </w:r>
    </w:p>
    <w:p w14:paraId="717AF47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130211860836  603638.278  1059872.319   383.398  /2/1/Nást.v úrov.kol.s obrub.,Štěrk.lože//20171011/Ing.Malý/SŽG Praha</w:t>
      </w:r>
    </w:p>
    <w:p w14:paraId="15006FE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130211860837  603646.041  1059878.642   383.390  /2/1/Nást.v úrov.kol.s obrub.,Štěrk.lože//20171011/Ing.Malý/SŽG Praha</w:t>
      </w:r>
    </w:p>
    <w:p w14:paraId="4CD1336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130211860838  603646.145  1059878.603   383.952  /2/1/Nást.v úrov.kol.s obrub.//20171011/Ing.Malý/SŽG Praha</w:t>
      </w:r>
    </w:p>
    <w:p w14:paraId="10ADCB6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130211860839  603644.987  1059879.763   383.480  /2/1/Osa kol.-neurč.//20171011/Ing.Malý/SŽG Praha</w:t>
      </w:r>
    </w:p>
    <w:p w14:paraId="76606E0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130211860840  603644.538  1059880.360   383.480  /2/1/Bod nepřev. kolej//20171011/Ing. Malý/SŽG Praha</w:t>
      </w:r>
    </w:p>
    <w:p w14:paraId="6C6AE7C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130211860841  603653.507  1059887.243   383.482  /2/1/Osa kol.-neurč.//20171011/Ing.Malý/SŽG Praha</w:t>
      </w:r>
    </w:p>
    <w:p w14:paraId="5C4B7FB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130211860842  603653.029  1059887.801   383.482  /2/1/Bod nepřev. kolej//20171011/Ing. Malý/SŽG Praha</w:t>
      </w:r>
    </w:p>
    <w:p w14:paraId="576F33A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130211860843  603651.625  1059889.420   383.296  /2/1/Střed předm.mal.rozs.//20171011/Ing.Malý/SŽG Praha</w:t>
      </w:r>
    </w:p>
    <w:p w14:paraId="601E1D0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130211860844  603654.594  1059885.985   383.947  /2/1/Nást.v úrov.kol.s obrub.//20171011/Ing.Malý/SŽG Praha</w:t>
      </w:r>
    </w:p>
    <w:p w14:paraId="7E4D9E8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130211860845  603654.535  1059886.053   383.403  /2/1/Nást.v úrov.kol.s obrub.,Štěrk.lože//20171011/Ing.Malý/SŽG Praha</w:t>
      </w:r>
    </w:p>
    <w:p w14:paraId="02C8090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130211860846  603662.922  1059893.905   383.347  /2/1/Nást.v úrov.kol.s obrub.,Štěrk.lože//20171011/Ing.Malý/SŽG Praha</w:t>
      </w:r>
    </w:p>
    <w:p w14:paraId="4F0EEC7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130211860847  603662.984  1059893.839   383.914  /2/1/Nást.v úrov.kol.s obrub.//20171011/Ing.Malý/SŽG Praha</w:t>
      </w:r>
    </w:p>
    <w:p w14:paraId="0A918CE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130211860848  603661.868  1059895.136   383.464  /2/1/Osa kol.-neurč.//20171011/Ing.Malý/SŽG Praha</w:t>
      </w:r>
    </w:p>
    <w:p w14:paraId="0CD799A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130211860849  603661.374  1059895.688   383.464  /2/1/Bod nepřev. kolej//20171011/Ing. Malý/SŽG Praha</w:t>
      </w:r>
    </w:p>
    <w:p w14:paraId="462EF27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130211860850  603663.253  1059900.420   383.331  /2/1/Střed předm.mal.rozs.//20171011/Ing.Malý/SŽG Praha</w:t>
      </w:r>
    </w:p>
    <w:p w14:paraId="1219763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130211860851  603668.910  1059902.182   383.450  /2/1/Osa kol.-neurč.//20171011/Ing.Malý/SŽG Praha</w:t>
      </w:r>
    </w:p>
    <w:p w14:paraId="75D7BB9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130211860852  603668.410  1059902.732   383.450  /2/1/Bod nepřev. kolej//20171011/Ing. Malý/SŽG Praha</w:t>
      </w:r>
    </w:p>
    <w:p w14:paraId="7043A95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130211860853  603669.886  1059900.885   383.255  /2/1/Nást.v úrov.kol.s obrub.,Štěrk.lože//20171011/Ing.Malý/SŽG Praha</w:t>
      </w:r>
    </w:p>
    <w:p w14:paraId="6EC4CF5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130211860854  603669.985  1059900.845   383.874  /2/1/Nást.v úrov.kol.s obrub.//20171011/Ing.Malý/SŽG Praha</w:t>
      </w:r>
    </w:p>
    <w:p w14:paraId="0F52266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130211860855  603675.879  1059909.469   383.429  /2/1/Osa kol.-neurč.//20171011/Ing.Malý/SŽG Praha</w:t>
      </w:r>
    </w:p>
    <w:p w14:paraId="5D97038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130211860856  603675.378  1059910.011   383.429  /2/1/Bod nepřev. kolej//20171011/Ing. Malý/SŽG Praha</w:t>
      </w:r>
    </w:p>
    <w:p w14:paraId="056EEC9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130211860857  603677.027  1059908.278   383.838  /2/1/Nást.v úrov.kol.s obrub.//20171011/Ing.Malý/SŽG Praha</w:t>
      </w:r>
    </w:p>
    <w:p w14:paraId="0B765C0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130211860858  603673.825  1059911.543   383.365  /2/1/Střed předm.mal.rozs.//20171011/Ing.Malý/SŽG Praha</w:t>
      </w:r>
    </w:p>
    <w:p w14:paraId="56B655B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130211860859  603683.489  1059917.718   383.400  /2/1/Osa kol.-neurč.//20171011/Ing.Malý/SŽG Praha</w:t>
      </w:r>
    </w:p>
    <w:p w14:paraId="2C02EBA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130211860860  603682.977  1059918.251   383.400  /2/1/Bod nepřev. kolej//20171011/Ing. Malý/SŽG Praha</w:t>
      </w:r>
    </w:p>
    <w:p w14:paraId="07182D6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130211860861  603684.672  1059916.569   383.816  /2/1/Nást.v úrov.kol.s obrub.//20171011/Ing.Malý/SŽG Praha</w:t>
      </w:r>
    </w:p>
    <w:p w14:paraId="4592B54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130211860862  603684.864  1059916.905   383.248  /2/1/Nást.v úrov.kol.s obrub.,Štěrk.lože//20171011/Ing.Malý/SŽG Praha</w:t>
      </w:r>
    </w:p>
    <w:p w14:paraId="2841AEC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130211860863  603692.368  1059925.269   383.238  /2/1/Nást.v úrov.kol.s obrub.,Štěrk.lože//20171011/Ing.Malý/SŽG Praha</w:t>
      </w:r>
    </w:p>
    <w:p w14:paraId="7ADBBCE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130211860864  603692.418  1059925.231   383.792  /2/1/Nást.v úrov.kol.s obrub.//20171011/Ing.Malý/SŽG Praha</w:t>
      </w:r>
    </w:p>
    <w:p w14:paraId="5AEB8A6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130211860865  603691.327  1059926.434   383.390  /2/1/Osa kol.-neurč.//20171011/Ing.Malý/SŽG Praha</w:t>
      </w:r>
    </w:p>
    <w:p w14:paraId="1929047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130211860866  603690.818  1059926.970   383.390  /2/1/Bod nepřev. kolej//20171011/Ing. Malý/SŽG Praha</w:t>
      </w:r>
    </w:p>
    <w:p w14:paraId="559CC61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130211860869  603699.873  1059933.585   383.747  /2/1/Nást.v úrov.kol.s obrub.//20171011/Ing.Malý/SŽG Praha</w:t>
      </w:r>
    </w:p>
    <w:p w14:paraId="7A67FBB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130211860870  603699.806  1059933.645   383.248  /2/1/Nást.v úrov.kol.s obrub.,Štěrk.lože//20171011/Ing.Malý/SŽG Praha</w:t>
      </w:r>
    </w:p>
    <w:p w14:paraId="02300DB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130211860871  603706.222  1059940.861   383.251  /2/1/Nást.v úrov.kol.s obrub.,Štěrk.lože//20171011/Ing.Malý/SŽG Praha</w:t>
      </w:r>
    </w:p>
    <w:p w14:paraId="088A2F5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130211860872  603706.283  1059940.793   383.739  /2/1/Nást.v úrov.kol.s obrub.//20171011/Ing.Malý/SŽG Praha</w:t>
      </w:r>
    </w:p>
    <w:p w14:paraId="3846257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130211860875  603706.334  1059942.146   383.432  /2/1/Přej.přech.obrys,Komunik.//20171011/Ing.Malý/SŽG Praha</w:t>
      </w:r>
    </w:p>
    <w:p w14:paraId="761864C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130211860876  603711.100  1059939.400   383.428  /2/1/Komunik.//20171011/Ing.Malý/SŽG Praha</w:t>
      </w:r>
    </w:p>
    <w:p w14:paraId="20DEB19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130211860877  603713.004  1059949.651   383.427  /2/1/Přej.přech.obrys,Komunik.//20171011/Ing.Malý/SŽG Praha</w:t>
      </w:r>
    </w:p>
    <w:p w14:paraId="1A5071A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130211860878  603711.787  1059950.578   383.420  /2/1/Přej.přech.obrys,Komunik.//20171011/Ing.Malý/SŽG Praha</w:t>
      </w:r>
    </w:p>
    <w:p w14:paraId="1B24240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130211860882  603704.989  1059942.925   383.429  /2/1/Přej.přech.obrys,Komunik.//20171011/Ing.Malý/SŽG Praha</w:t>
      </w:r>
    </w:p>
    <w:p w14:paraId="5486E1A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130211860883  603702.986  1059944.129   383.516  /2/1/Komunik.//20171011/Ing.Malý/SŽG Praha</w:t>
      </w:r>
    </w:p>
    <w:p w14:paraId="558BBDF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130211860884  603702.967  1059944.113   383.585  /2/1/Komunik.//20171011/Ing.Malý/SŽG Praha</w:t>
      </w:r>
    </w:p>
    <w:p w14:paraId="6D02FDE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130211860885  603695.154  1059948.562   383.616  /2/1/Komunik.//20171011/Ing.Malý/SŽG Praha</w:t>
      </w:r>
    </w:p>
    <w:p w14:paraId="26D34C9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130211860886  603695.164  1059948.581   383.550  /2/1/Komunik.//20171011/Ing.Malý/SŽG Praha</w:t>
      </w:r>
    </w:p>
    <w:p w14:paraId="132E871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130211860887  603693.303  1059949.341   383.557  /2/1/Komunik.//20171011/Ing.Malý/SŽG Praha</w:t>
      </w:r>
    </w:p>
    <w:p w14:paraId="7B013A5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130211860888  603693.290  1059949.320   383.625  /2/1/Komunik.//20171011/Ing.Malý/SŽG Praha</w:t>
      </w:r>
    </w:p>
    <w:p w14:paraId="79283C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130211860889  603691.319  1059948.949   383.586  /2/1/Komunik.//20171011/Ing.Malý/SŽG Praha</w:t>
      </w:r>
    </w:p>
    <w:p w14:paraId="17AAAD4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130211860890  603691.310  1059948.959   383.525  /2/1/Komunik.//20171011/Ing.Malý/SŽG Praha</w:t>
      </w:r>
    </w:p>
    <w:p w14:paraId="09C7417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130211860891  603689.662  1059947.794   383.486  /2/1/Komunik.//20171011/Ing.Malý/SŽG Praha</w:t>
      </w:r>
    </w:p>
    <w:p w14:paraId="3C27013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130211860892  603689.693  1059947.784   383.545  /2/1/Komunik.//20171011/Ing.Malý/SŽG Praha</w:t>
      </w:r>
    </w:p>
    <w:p w14:paraId="3F66816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 xml:space="preserve">130211860893  603688.017  1059948.518   383.341  /2/1/VpusťN//20171011/Ing.Malý/SŽG Praha </w:t>
      </w:r>
    </w:p>
    <w:p w14:paraId="5A7F583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130211860894  603688.636  1059948.838   383.358  /2/1/Komunik.//20171011/Ing.Malý/SŽG Praha</w:t>
      </w:r>
    </w:p>
    <w:p w14:paraId="6268CD6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130211860895  603688.641  1059948.804   383.466  /2/1/Komunik.//20171011/Ing.Malý/SŽG Praha</w:t>
      </w:r>
    </w:p>
    <w:p w14:paraId="699C35C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130211860896  603691.164  1059950.507   383.502  /2/1/Komunik.//20171011/Ing.Malý/SŽG Praha</w:t>
      </w:r>
    </w:p>
    <w:p w14:paraId="28C7822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130211860897  603691.121  1059950.526   383.399  /2/1/Komunik.//20171011/Ing.Malý/SŽG Praha</w:t>
      </w:r>
    </w:p>
    <w:p w14:paraId="08D83BB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130211860898  603693.161  1059950.909   383.402  /2/1/Komunik.//20171011/Ing.Malý/SŽG Praha</w:t>
      </w:r>
    </w:p>
    <w:p w14:paraId="6A772AB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130211860899  603693.159  1059950.863   383.531  /2/1/Komunik.//20171011/Ing.Malý/SŽG Praha</w:t>
      </w:r>
    </w:p>
    <w:p w14:paraId="78AE0BB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130211860900  603695.882  1059950.364   383.530  /2/1/Komunik.//20171011/Ing.Malý/SŽG Praha</w:t>
      </w:r>
    </w:p>
    <w:p w14:paraId="48043A8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130211860901  603695.893  1059950.401   383.416  /2/1/Komunik.//20171011/Ing.Malý/SŽG Praha</w:t>
      </w:r>
    </w:p>
    <w:p w14:paraId="65463F2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130211860902  603681.989  1059953.499   383.822  /2/1/Bud.nerozl dr.hr.//20171011/Ing.Malý/SŽG Praha</w:t>
      </w:r>
    </w:p>
    <w:p w14:paraId="52F1D3D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130211860903  603683.398  1059954.955   383.829  /2/1/Bud.nerozl dr.hr.//20171011/Ing.Malý/SŽG Praha</w:t>
      </w:r>
    </w:p>
    <w:p w14:paraId="2259F2E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130211860904  603682.124  1059952.657   383.625  /2/1/Komunik.//20171011/Ing.Malý/SŽG Praha</w:t>
      </w:r>
    </w:p>
    <w:p w14:paraId="6FC80FB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130211860905  603684.489  1059955.126   383.645  /2/1/Komunik.//20171011/Ing.Malý/SŽG Praha</w:t>
      </w:r>
    </w:p>
    <w:p w14:paraId="690F8EC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130211860906  603685.781  1059956.484   383.668  /2/1/Komunik.//20171011/Ing.Malý/SŽG Praha</w:t>
      </w:r>
    </w:p>
    <w:p w14:paraId="14E499F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130211860907  603685.732  1059956.488   383.774  /2/1/Komunik.//20171011/Ing.Malý/SŽG Praha</w:t>
      </w:r>
    </w:p>
    <w:p w14:paraId="20F4863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130211860908  603684.461  1059955.161   383.764  /2/1/Komunik.//20171011/Ing.Malý/SŽG Praha</w:t>
      </w:r>
    </w:p>
    <w:p w14:paraId="5FCE60E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130211860909  603684.098  1059955.538   383.814  /2/1/Komunik.//20171011/Ing.Malý/SŽG Praha</w:t>
      </w:r>
    </w:p>
    <w:p w14:paraId="0B690F4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130211860910  603681.742  1059953.089   383.818  /2/1/Komunik.//20171011/Ing.Malý/SŽG Praha</w:t>
      </w:r>
    </w:p>
    <w:p w14:paraId="587B226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130211860911  603679.531  1059955.125   383.926  /2/1/Komunik.//20171011/Ing.Malý/SŽG Praha</w:t>
      </w:r>
    </w:p>
    <w:p w14:paraId="06E4AC6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130211860912  603679.513  1059955.158   383.808  /2/1/Komunik.//20171011/Ing.Malý/SŽG Praha</w:t>
      </w:r>
    </w:p>
    <w:p w14:paraId="0DB7C2F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130211860913  603680.073  1059955.692   383.946  /2/1/Komunik.//20171011/Ing.Malý/SŽG Praha</w:t>
      </w:r>
    </w:p>
    <w:p w14:paraId="5DBF50C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130211860914  603680.034  1059955.451   383.939  /2/1/Bud.nerozl dr.hr.//20171011/Ing.Malý/SŽG Praha</w:t>
      </w:r>
    </w:p>
    <w:p w14:paraId="0F89B97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130211860915  603680.410  1059957.683   384.033  /2/1/Komunik.//20171011/Ing.Malý/SŽG Praha</w:t>
      </w:r>
    </w:p>
    <w:p w14:paraId="319D747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130211860916  603680.330  1059957.696   383.922  /2/1/Komunik.//20171011/Ing.Malý/SŽG Praha</w:t>
      </w:r>
    </w:p>
    <w:p w14:paraId="00897F0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130211860917  603677.488  1059952.938   383.867  /2/1/Komunik.//20171011/Ing.Malý/SŽG Praha</w:t>
      </w:r>
    </w:p>
    <w:p w14:paraId="35D9FC5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130211860918  603677.450  1059952.940   383.742  /2/1/Komunik.//20171011/Ing.Malý/SŽG Praha</w:t>
      </w:r>
    </w:p>
    <w:p w14:paraId="06B176B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130211860919  603678.476  1059951.960   383.705  /2/1/Komunik.//20171011/Ing.Malý/SŽG Praha</w:t>
      </w:r>
    </w:p>
    <w:p w14:paraId="6122F2E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130211860920  603678.492  1059952.000   383.816  /2/1/Komunik.//20171011/Ing.Malý/SŽG Praha</w:t>
      </w:r>
    </w:p>
    <w:p w14:paraId="14CDBE9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130211860921  603679.821  1059951.514   383.781  /2/1/Komunik.//20171011/Ing.Malý/SŽG Praha</w:t>
      </w:r>
    </w:p>
    <w:p w14:paraId="3415A0E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130211860922  603679.809  1059951.485   383.671  /2/1/Komunik.//20171011/Ing.Malý/SŽG Praha</w:t>
      </w:r>
    </w:p>
    <w:p w14:paraId="3CCB06B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 xml:space="preserve">130211860923  603677.240  1059953.126   383.757  /2/1/VpusťN//20171011/Ing.Malý/SŽG Praha </w:t>
      </w:r>
    </w:p>
    <w:p w14:paraId="53CDDF9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130211860924  603669.438  1059960.664   384.133  /2/1/Komunik.//20171011/Ing.Malý/SŽG Praha</w:t>
      </w:r>
    </w:p>
    <w:p w14:paraId="1C08864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130211860925  603672.951  1059964.764   384.251  /2/1/Komunik.//20171011/Ing.Malý/SŽG Praha</w:t>
      </w:r>
    </w:p>
    <w:p w14:paraId="0E13BEB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130211860926  603672.977  1059964.781   384.437  /2/1/Komunik.//20171011/Ing.Malý/SŽG Praha</w:t>
      </w:r>
    </w:p>
    <w:p w14:paraId="2687339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130211860927  603674.323  1059965.032   384.395  /2/1/Komunik.//20171011/Ing.Malý/SŽG Praha</w:t>
      </w:r>
    </w:p>
    <w:p w14:paraId="2BD1FC0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130211860928  603674.845  1059964.545   384.349  /2/1/Komunik.//20171011/Ing.Malý/SŽG Praha</w:t>
      </w:r>
    </w:p>
    <w:p w14:paraId="31BF1EF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130211860929  603674.839  1059964.541   384.421  /2/1/Komunik.//20171011/Ing.Malý/SŽG Praha</w:t>
      </w:r>
    </w:p>
    <w:p w14:paraId="0C12E17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130211860930  603675.606  1059966.392   384.407  /2/1/Komunik.//20171011/Ing.Malý/SŽG Praha</w:t>
      </w:r>
    </w:p>
    <w:p w14:paraId="4B5F500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130211860931  603675.652  1059966.484   384.230  /2/1/Komunik.//20171011/Ing.Malý/SŽG Praha</w:t>
      </w:r>
    </w:p>
    <w:p w14:paraId="228D8A7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130211860932  603677.665  1059968.426   384.274  /2/1/Komunik.//20171011/Ing.Malý/SŽG Praha</w:t>
      </w:r>
    </w:p>
    <w:p w14:paraId="2B06998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130211860933  603673.690  1059964.936   384.416  /2/1/Komunik.//20171011/Ing.Malý/SŽG Praha</w:t>
      </w:r>
    </w:p>
    <w:p w14:paraId="373BB74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130211860934  603681.131  1059964.984   384.053  /2/1/Komunik.//20171011/Ing.Malý/SŽG Praha</w:t>
      </w:r>
    </w:p>
    <w:p w14:paraId="08F2778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130211860935  603686.886  1059959.380   383.708  /2/1/Komunik.//20171011/Ing.Malý/SŽG Praha</w:t>
      </w:r>
    </w:p>
    <w:p w14:paraId="58E06F5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130211860936  603685.002  1059957.436   383.690  /2/1/Komunik.//20171011/Ing.Malý/SŽG Praha</w:t>
      </w:r>
    </w:p>
    <w:p w14:paraId="351CAC7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130211860937  603684.883  1059957.333   383.832  /2/1/Komunik.//20171011/Ing.Malý/SŽG Praha</w:t>
      </w:r>
    </w:p>
    <w:p w14:paraId="2810D96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130211860938  603680.354  1059959.125   384.117  /2/1/Komunik.//20171011/Ing.Malý/SŽG Praha</w:t>
      </w:r>
    </w:p>
    <w:p w14:paraId="2970F02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130211860939  603680.350  1059959.171   384.042  /2/1/Komunik.//20171011/Ing.Malý/SŽG Praha</w:t>
      </w:r>
    </w:p>
    <w:p w14:paraId="6CBACB2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130211860940  603681.173  1059941.082   383.409  /2/1/Komunik.//20171011/Ing.Malý/SŽG Praha</w:t>
      </w:r>
    </w:p>
    <w:p w14:paraId="5511A5E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130211860941  603681.183  1059941.054   383.526  /2/1/Komunik.//20171011/Ing.Malý/SŽG Praha</w:t>
      </w:r>
    </w:p>
    <w:p w14:paraId="2117B65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 xml:space="preserve">130211860942  603680.994  1059941.268   383.417  /2/1/VpusťN//20171011/Ing.Malý/SŽG Praha </w:t>
      </w:r>
    </w:p>
    <w:p w14:paraId="25BAEC6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130211860943  603682.118  1059939.985   383.552  /2/1/Komunik.//20171011/Ing.Malý/SŽG Praha</w:t>
      </w:r>
    </w:p>
    <w:p w14:paraId="0F0B886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130211860944  603682.128  1059939.964   383.610  /2/1/Komunik.//20171011/Ing.Malý/SŽG Praha</w:t>
      </w:r>
    </w:p>
    <w:p w14:paraId="487D9E1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130211860945  603694.686  1059946.212   383.502  /2/1/Stož.bet.//20171011/Ing.Malý/SŽG Praha</w:t>
      </w:r>
    </w:p>
    <w:p w14:paraId="162749D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130211860946  603697.976  1059961.231   383.497  /2/1/Komunik.,Bud.nerozl dr.hr.//20171011/Ing.Malý/SŽG Praha</w:t>
      </w:r>
    </w:p>
    <w:p w14:paraId="7C48F41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130211860947  603697.855  1059961.133   383.498  /2/1/Komunik.,Bud.nerozl dr.hr.//20171011/Ing.Malý/SŽG Praha</w:t>
      </w:r>
    </w:p>
    <w:p w14:paraId="15C892D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130211860948  603696.710  1059960.123   383.487  /2/1/Šacht.kulatá neurč.//20171011/Ing.Malý/SŽG Praha</w:t>
      </w:r>
    </w:p>
    <w:p w14:paraId="4AB5E10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130211860949  603694.484  1059961.569   383.529  /2/1/Komunik.//20171011/Ing.Malý/SŽG Praha</w:t>
      </w:r>
    </w:p>
    <w:p w14:paraId="3E878A3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130211860950  603695.953  1059963.046   384.343  /2/1/Schod-zam.hran,Bud.nerozl dr.hr.//20171011/Ing.Malý/SŽG Praha</w:t>
      </w:r>
    </w:p>
    <w:p w14:paraId="70CF09D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130211860951  603695.953  1059963.046   383.543  /2/1/Schod-zam.hran,Komunik.,Bud.nerozl dr.hr.//20171011/Ing.Malý/SŽG Praha</w:t>
      </w:r>
    </w:p>
    <w:p w14:paraId="51B897F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130211860952  603695.561  1059962.641   384.328  /2/1/Schod-zam.hran//20171011/Ing.Malý/SŽG Praha</w:t>
      </w:r>
    </w:p>
    <w:p w14:paraId="31AA3D6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130211860953  603694.949  1059962.025   383.838  /2/1/Schod-zam.hran//20171011/Ing.Malý/SŽG Praha</w:t>
      </w:r>
    </w:p>
    <w:p w14:paraId="6B01DF5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130211860954  603694.950  1059962.028   383.537  /2/1/Schod-zam.hran,Komunik.//20171011/Ing.Malý/SŽG Praha</w:t>
      </w:r>
    </w:p>
    <w:p w14:paraId="41E13D4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130211860955  603693.544  1059963.462   383.631  /2/1/Schod-zam.hran,Komunik.//20171011/Ing.Malý/SŽG Praha</w:t>
      </w:r>
    </w:p>
    <w:p w14:paraId="78F7D92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130211860956  603693.544  1059963.462   383.831  /2/1/Schod-zam.hran//20171011/Ing.Malý/SŽG Praha</w:t>
      </w:r>
    </w:p>
    <w:p w14:paraId="575389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130211860957  603694.515  1059964.493   384.344  /2/1/Schod-zam.hran,Bud.nerozl dr.hr.//20171011/Ing.Malý/SŽG Praha</w:t>
      </w:r>
    </w:p>
    <w:p w14:paraId="3AC0CBD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130211860958  603694.515  1059964.493   383.644  /2/1/Schod-zam.hran,Komunik.,Bud.nerozl dr.hr.//20171011/Ing.Malý/SŽG Praha</w:t>
      </w:r>
    </w:p>
    <w:p w14:paraId="115A00C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130211860959  603692.598  1059966.422   384.358  /2/1/Bud.nerozl dr.hr.//20171011/Ing.Malý/SŽG Praha</w:t>
      </w:r>
    </w:p>
    <w:p w14:paraId="44DCB92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130211860960  603691.665  1059967.569   384.355  /2/1/Bud.nerozl dr.hr.//20171011/Ing.Malý/SŽG Praha</w:t>
      </w:r>
    </w:p>
    <w:p w14:paraId="62B88F8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130211860961  603692.765  1059966.254   384.364  /2/1/Schod-zam.hran,Bud.nerozl dr.hr.//20171011/Ing.Malý/SŽG Praha</w:t>
      </w:r>
    </w:p>
    <w:p w14:paraId="5D66C68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130211860962  603692.765  1059966.254   383.713  /2/1/Schod-zam.hran,Komunik.,Bud.nerozl dr.hr.//20171011/Ing.Malý/SŽG Praha</w:t>
      </w:r>
    </w:p>
    <w:p w14:paraId="4ADBAB8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130211860963  603691.789  1059965.278   383.669  /2/1/Schod-zam.hran,Komunik.//20171011/Ing.Malý/SŽG Praha</w:t>
      </w:r>
    </w:p>
    <w:p w14:paraId="6850E6A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130211860964  603691.789  1059965.278   383.869  /2/1/Schod-zam.hran//20171011/Ing.Malý/SŽG Praha</w:t>
      </w:r>
    </w:p>
    <w:p w14:paraId="02ADC23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130211860965  603690.320  1059966.636   383.889  /2/1/Schod-zam.hran//20171011/Ing.Malý/SŽG Praha</w:t>
      </w:r>
    </w:p>
    <w:p w14:paraId="5F00127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130211860966  603690.320  1059966.636   383.789  /2/1/Schod-zam.hran,Komunik.//20171011/Ing.Malý/SŽG Praha</w:t>
      </w:r>
    </w:p>
    <w:p w14:paraId="20D052D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130211860967  603691.445  1059967.790   383.762  /2/1/Bud.nerozl dr.hr.,Schod-zam.hran,Komunik.//20171011/Ing.Malý/SŽG Praha</w:t>
      </w:r>
    </w:p>
    <w:p w14:paraId="7305FDA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130211860968  603691.445  1059967.790   384.362  /2/1/Bud.nerozl dr.hr.,Schod-zam.hran//20171011/Ing.Malý/SŽG Praha</w:t>
      </w:r>
    </w:p>
    <w:p w14:paraId="47E0044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130211860969  603691.058  1059968.177   383.760  /2/1/Bud.nerozl dr.hr.,Komunik.//20171011/Ing.Malý/SŽG Praha</w:t>
      </w:r>
    </w:p>
    <w:p w14:paraId="7811A65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130211860970  603689.414  1059966.481   383.704  /2/1/Komunik.//20171011/Ing.Malý/SŽG Praha</w:t>
      </w:r>
    </w:p>
    <w:p w14:paraId="5827ED9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130211860971  603683.076  1059973.446   383.982  /2/1/Komunik.//20171011/Ing.Malý/SŽG Praha</w:t>
      </w:r>
    </w:p>
    <w:p w14:paraId="0ED28F8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130211860972  603683.030  1059976.224   384.060  /2/1/Bud.nerozl dr.hr.//20171011/Ing.Malý/SŽG Praha</w:t>
      </w:r>
    </w:p>
    <w:p w14:paraId="3ED7EC9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130211860973  603680.354  1059971.030   384.190  /2/1/Bod terénu//20171011/Ing.Malý/SŽG Praha</w:t>
      </w:r>
    </w:p>
    <w:p w14:paraId="7C9BC3C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130211860975  603713.431  1059928.124   383.588  /2/1/Bod terénu//20171011/Ing.Malý/SŽG Praha</w:t>
      </w:r>
    </w:p>
    <w:p w14:paraId="7EB1A2B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130211860978  603715.731  1059926.026   383.224  /2/1/Bud.nerozl dr.hr.,Zpev.pl.dláž.//20171011/Ing.Malý/SŽG Praha</w:t>
      </w:r>
    </w:p>
    <w:p w14:paraId="7FBC645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130211860979  603714.615  1059924.806   383.246  /2/1/Bud.nerozl dr.hr.//20171011/Ing.Malý/SŽG Praha</w:t>
      </w:r>
    </w:p>
    <w:p w14:paraId="7962C61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130211860980  603714.615  1059924.806   382.901  /2/1/Bud.nerozl dr.hr.,Ter.hr.hor.//20171011/Ing.Malý/SŽG Praha</w:t>
      </w:r>
    </w:p>
    <w:p w14:paraId="5D56EBE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130211860981  603710.905  1059933.165   383.674  /2/1/Bod terénu//20171011/Ing.Malý/SŽG Praha</w:t>
      </w:r>
    </w:p>
    <w:p w14:paraId="6AA5AF2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130211860982  603702.415  1059919.378   383.420  /2/1/Bod terénu//20171011/Ing.Malý/SŽG Praha</w:t>
      </w:r>
    </w:p>
    <w:p w14:paraId="713D2CA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130211860983  603707.793  1059917.799   382.818  /2/1/Ter.hr.hor.//20171011/Ing.Malý/SŽG Praha</w:t>
      </w:r>
    </w:p>
    <w:p w14:paraId="52E6F96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130211860985  603703.885  1059915.706   383.123  /2/1/Ter.hr.hor.//20171011/Ing.Malý/SŽG Praha</w:t>
      </w:r>
    </w:p>
    <w:p w14:paraId="01FBC70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130211860986  603697.377  1059910.404   383.097  /2/1/Ter.hr.hor.//20171011/Ing.Malý/SŽG Praha</w:t>
      </w:r>
    </w:p>
    <w:p w14:paraId="3310329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130211860987  603695.043  1059910.518   383.169  /2/1/Ter.hr.hor.//20171011/Ing.Malý/SŽG Praha</w:t>
      </w:r>
    </w:p>
    <w:p w14:paraId="0F72724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130211860988  603693.126  1059911.257   383.311  /2/1/Ter.hr.hor.//20171011/Ing.Malý/SŽG Praha</w:t>
      </w:r>
    </w:p>
    <w:p w14:paraId="3497C67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130211860989  603685.224  1059925.690   382.560  /2/1/Ter.hr.hor.//20171011/Ing.Malý/SŽG Praha</w:t>
      </w:r>
    </w:p>
    <w:p w14:paraId="3DA5C2E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130211860990  603684.145  1059926.717   382.106  /2/1/Ter.hr.sp.//20171011/Ing.Malý/SŽG Praha</w:t>
      </w:r>
    </w:p>
    <w:p w14:paraId="1B332BE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130211860991  603682.879  1059927.992   382.155  /2/1/Ter.hr.sp.//20171011/Ing.Malý/SŽG Praha</w:t>
      </w:r>
    </w:p>
    <w:p w14:paraId="15280CC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130211860992  603688.642  1059932.241   382.200  /2/1/Přík.se zp.dnem-hrana,Ter.hr.sp.//20171011/Ing.Malý/SŽG Praha</w:t>
      </w:r>
    </w:p>
    <w:p w14:paraId="3C7F935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130211860993  603688.430  1059932.438   382.126  /2/1/Přík.se zp.dnem-hrana,Ter.hr.sp.//20171011/Ing.Malý/SŽG Praha</w:t>
      </w:r>
    </w:p>
    <w:p w14:paraId="0544A1B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130211860994  603688.225  1059932.661   382.195  /2/1/Přík.se zp.dnem-hrana,Ter.hr.sp.//20171011/Ing.Malý/SŽG Praha</w:t>
      </w:r>
    </w:p>
    <w:p w14:paraId="34FD926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130211860995  603688.343  1059932.778   382.201  /2/1/Přík.se zp.dnem-hrana,Svah.dlažba,Ter.hr.sp.//20171011/Ing.Malý/SŽG Praha</w:t>
      </w:r>
    </w:p>
    <w:p w14:paraId="7EE70D0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130211860996  603688.774  1059932.365   382.199  /2/1/Přík.se zp.dnem-hrana,Svah.dlažba,Ter.hr.sp.//20171011/Ing.Malý/SŽG Praha</w:t>
      </w:r>
    </w:p>
    <w:p w14:paraId="00EABC0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130211860997  603690.059  1059931.038   382.774  /2/1/Svah.dlažba,Ter.hr.sp.,Ter.hr.hor.//20171011/Ing.Malý/SŽG Praha</w:t>
      </w:r>
    </w:p>
    <w:p w14:paraId="483D0CB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130211860998  603691.626  1059932.495   382.800  /2/1/Svah.dlažba,Ter.hr.hor.,Ter.hr.sp.//20171011/Ing.Malý/SŽG Praha</w:t>
      </w:r>
    </w:p>
    <w:p w14:paraId="691DF26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130211860999  603690.204  1059933.789   382.182  /2/1/Přík.se zp.dnem-hrana,Svah.dlažba,Ter.hr.sp.//20171011/Ing.Malý/SŽG Praha</w:t>
      </w:r>
    </w:p>
    <w:p w14:paraId="3CE9D6A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130211861000  603689.985  1059933.991   382.101  /2/1/Přík.se zp.dnem-hrana//20171011/Ing.Malý/SŽG Praha</w:t>
      </w:r>
    </w:p>
    <w:p w14:paraId="71DD829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130211861001  603689.792  1059934.236   382.171  /2/1/Přík.se zp.dnem-hrana,Svah.dlažba,Ter.hr.sp.//20171011/Ing.Malý/SŽG Praha</w:t>
      </w:r>
    </w:p>
    <w:p w14:paraId="59E7A93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130211861002  603688.448  1059935.649   382.816  /2/1/Svah.dlažba,Ter.hr.sp.//20171011/Ing.Malý/SŽG Praha</w:t>
      </w:r>
    </w:p>
    <w:p w14:paraId="2754164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130211861003  603687.018  1059934.205   382.814  /2/1/Svah.dlažba,Ter.hr.sp.//20171011/Ing.Malý/SŽG Praha</w:t>
      </w:r>
    </w:p>
    <w:p w14:paraId="5FE74D1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130211861004  603685.825  1059938.585   383.617  /2/1/Ter.hr.hor.//20171011/Ing.Malý/SŽG Praha</w:t>
      </w:r>
    </w:p>
    <w:p w14:paraId="4785B7D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130211861006  603688.543  1059933.945   382.233  /2/1/Kan.konc.N//20171011/Ing.Malý/SŽG Praha</w:t>
      </w:r>
    </w:p>
    <w:p w14:paraId="6FEA5AF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130211861007  603694.766  1059935.562   382.773  /2/1/Ter.hr.hor.//20171011/Ing.Malý/SŽG Praha</w:t>
      </w:r>
    </w:p>
    <w:p w14:paraId="0CB0A7D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130211861008  603700.205  1059941.745   382.775  /2/1/Ter.hr.hor.,Ter.hr.sp.//20171011/Ing.Malý/SŽG Praha</w:t>
      </w:r>
    </w:p>
    <w:p w14:paraId="7023FBE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130211861009  603701.648  1059941.728   382.995  /2/1/Ter.hr.sp.,Štěrk.lože//20171011/Ing.Malý/SŽG Praha</w:t>
      </w:r>
    </w:p>
    <w:p w14:paraId="2F82F4F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130211861010  603702.994  1059942.534   383.324  /2/1/Ter.hr.hor.,Ter.hr.sp.,Štěrk.lože//20171011/Ing.Malý/SŽG Praha</w:t>
      </w:r>
    </w:p>
    <w:p w14:paraId="4DFC053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130211861011  603700.130  1059943.945   383.350  /2/1/Ter.hr.hor.//20171011/Ing.Malý/SŽG Praha</w:t>
      </w:r>
    </w:p>
    <w:p w14:paraId="585FE66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130211861012  603695.804  1059946.500   383.516  /2/1/Ter.hr.hor.,Ter.hr.sp.//20171011/Ing.Malý/SŽG Praha</w:t>
      </w:r>
    </w:p>
    <w:p w14:paraId="7216700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130211861013  603693.638  1059946.433   383.534  /2/1/Ter.hr.hor.//20171011/Ing.Malý/SŽG Praha</w:t>
      </w:r>
    </w:p>
    <w:p w14:paraId="61D3C2D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130211861014  603698.411  1059943.037   382.510  /2/1/Ter.hr.sp.,Propust.trub.//20171011/Ing.Malý/SŽG Praha</w:t>
      </w:r>
    </w:p>
    <w:p w14:paraId="13E74C5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130211861015  603698.248  1059942.896   382.510  /2/1/Propust.trub.,Ter.hr.sp.//20171011/Ing.Malý/SŽG Praha</w:t>
      </w:r>
    </w:p>
    <w:p w14:paraId="2B69487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130211861016  603699.055  1059942.017   382.511  /2/1/Propust.trub.,Ter.hr.sp.//20171011/Ing.Malý/SŽG Praha</w:t>
      </w:r>
    </w:p>
    <w:p w14:paraId="010E4F1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130211861017  603699.193  1059942.161   382.515  /2/1/Ter.hr.sp.,Propust.trub.//20171011/Ing.Malý/SŽG Praha</w:t>
      </w:r>
    </w:p>
    <w:p w14:paraId="1CFD900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130211861018  603698.921  1059942.177   382.510  /2/1/Propust.trub.//20171011/Ing.Malý/SŽG Praha</w:t>
      </w:r>
    </w:p>
    <w:p w14:paraId="468B58D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130211861019  603698.920  1059942.176   381.530  /2/1/Propust.trub.//20171011/Ing.Malý/SŽG Praha</w:t>
      </w:r>
    </w:p>
    <w:p w14:paraId="6ADC6F4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130211861020  603698.399  1059942.785   381.536  /2/1/Propust.trub.//20171011/Ing.Malý/SŽG Praha</w:t>
      </w:r>
    </w:p>
    <w:p w14:paraId="25A61BA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130211861021  603698.399  1059942.784   382.516  /2/1/Propust.trub.//20171011/Ing.Malý/SŽG Praha</w:t>
      </w:r>
    </w:p>
    <w:p w14:paraId="707F071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130211861022  603698.681  1059942.456   381.595  /2/1/Propust.trub.//20171011/Ing.Malý/SŽG Praha</w:t>
      </w:r>
    </w:p>
    <w:p w14:paraId="543F029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130211861023  603698.681  1059942.456   381.995  /2/1/Propust.trub.//20171011/Ing.Malý/SŽG Praha</w:t>
      </w:r>
    </w:p>
    <w:p w14:paraId="105479E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130211861024  603697.409  1059941.876   381.508  /2/1/Propust.trub.//20171011/Ing.Malý/SŽG Praha</w:t>
      </w:r>
    </w:p>
    <w:p w14:paraId="13D4B11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130211861025  603697.400  1059941.874   381.989  /2/1/Propust.trub.//20171011/Ing.Malý/SŽG Praha</w:t>
      </w:r>
    </w:p>
    <w:p w14:paraId="6199841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130211861026  603697.937  1059941.296   381.519  /2/1/Propust.trub.//20171011/Ing.Malý/SŽG Praha</w:t>
      </w:r>
    </w:p>
    <w:p w14:paraId="596E031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130211861027  603697.934  1059941.295   381.999  /2/1/Propust.trub.//20171011/Ing.Malý/SŽG Praha</w:t>
      </w:r>
    </w:p>
    <w:p w14:paraId="6C791F7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130211861028  603697.127  1059941.896   381.980  /2/1/Propust.trub.,Ter.hr.sp.//20171011/Ing.Malý/SŽG Praha</w:t>
      </w:r>
    </w:p>
    <w:p w14:paraId="7DB8BBB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130211861029  603697.940  1059941.005   381.975  /2/1/Propust.trub.,Ter.hr.sp.//20171011/Ing.Malý/SŽG Praha</w:t>
      </w:r>
    </w:p>
    <w:p w14:paraId="33076C2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130211861030  603697.538  1059941.433   381.980  /2/1/Propust.trub.//20171011/Ing.Malý/SŽG Praha</w:t>
      </w:r>
    </w:p>
    <w:p w14:paraId="3ECBC41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130211861031  603697.532  1059941.425   382.031  /2/1/Přík.se zp.dnem-hrana//20171011/Ing.Malý/SŽG Praha</w:t>
      </w:r>
    </w:p>
    <w:p w14:paraId="2A2E969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130211861032  603697.332  1059941.666   382.110  /2/1/Přík.se zp.dnem-hrana,Ter.hr.sp.//20171011/Ing.Malý/SŽG Praha</w:t>
      </w:r>
    </w:p>
    <w:p w14:paraId="5854492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130211861033  603697.711  1059941.226   382.100  /2/1/Přík.se zp.dnem-hrana,Ter.hr.sp.//20171011/Ing.Malý/SŽG Praha</w:t>
      </w:r>
    </w:p>
    <w:p w14:paraId="3487CB7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130211861034  603696.752  1059940.353   382.117  /2/1/Přík.se zp.dnem-hrana,Ter.hr.sp.//20171011/Ing.Malý/SŽG Praha</w:t>
      </w:r>
    </w:p>
    <w:p w14:paraId="5894793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130211861035  603696.557  1059940.588   382.050  /2/1/Přík.se zp.dnem-hrana//20171011/Ing.Malý/SŽG Praha</w:t>
      </w:r>
    </w:p>
    <w:p w14:paraId="52FAA0D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130211861036  603696.357  1059940.785   382.126  /2/1/Přík.se zp.dnem-hrana,Ter.hr.sp.//20171011/Ing.Malý/SŽG Praha</w:t>
      </w:r>
    </w:p>
    <w:p w14:paraId="73F9805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130211861037  603696.398  1059943.973   382.673  /2/1/Ter.hr.sp.//20171011/Ing.Malý/SŽG Praha</w:t>
      </w:r>
    </w:p>
    <w:p w14:paraId="45BC9B5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130211861038  603676.930  1059917.181   382.405  /2/1/Ter.hr.hor.//20171011/Ing.Malý/SŽG Praha</w:t>
      </w:r>
    </w:p>
    <w:p w14:paraId="6F9F178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130211861039  603675.842  1059918.059   382.095  /2/1/Ter.hr.sp.//20171011/Ing.Malý/SŽG Praha</w:t>
      </w:r>
    </w:p>
    <w:p w14:paraId="4555F96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130211861040  603673.973  1059919.841   382.137  /2/1/Ter.hr.sp.//20171011/Ing.Malý/SŽG Praha</w:t>
      </w:r>
    </w:p>
    <w:p w14:paraId="0E4E6F6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130211861041  603665.214  1059911.039   382.155  /2/1/Ter.hr.sp.//20171011/Ing.Malý/SŽG Praha</w:t>
      </w:r>
    </w:p>
    <w:p w14:paraId="721409E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130211861042  603667.407  1059908.754   382.098  /2/1/Ter.hr.sp.//20171011/Ing.Malý/SŽG Praha</w:t>
      </w:r>
    </w:p>
    <w:p w14:paraId="05CD7E3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130211861043  603668.287  1059907.490   382.419  /2/1/Ter.hr.hor.//20171011/Ing.Malý/SŽG Praha</w:t>
      </w:r>
    </w:p>
    <w:p w14:paraId="3770224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130211861044  603654.563  1059893.477   382.510  /2/1/Ter.hr.hor.//20171011/Ing.Malý/SŽG Praha</w:t>
      </w:r>
    </w:p>
    <w:p w14:paraId="63E0DCC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130211861045  603653.629  1059894.363   382.204  /2/1/Ter.hr.sp.//20171011/Ing.Malý/SŽG Praha</w:t>
      </w:r>
    </w:p>
    <w:p w14:paraId="4481D0D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130211861046  603638.278  1059881.006   382.127  /2/1/Ter.hr.sp.//20171011/Ing.Malý/SŽG Praha</w:t>
      </w:r>
    </w:p>
    <w:p w14:paraId="4334FA0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130211861047  603638.278  1059879.015   382.470  /2/1/Ter.hr.hor.//20171011/Ing.Malý/SŽG Praha</w:t>
      </w:r>
    </w:p>
    <w:p w14:paraId="6268D46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130211861049  603638.454  1059902.965   382.561  /2/1/Ter.hr.sp.//20171011/Ing.Malý/SŽG Praha</w:t>
      </w:r>
    </w:p>
    <w:p w14:paraId="6AA968E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130211861050  603646.067  1059894.666   382.194  /2/1/Ter.hr.sp.//20171011/Ing.Malý/SŽG Praha</w:t>
      </w:r>
    </w:p>
    <w:p w14:paraId="002A5EE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130211861051  603646.734  1059898.052   383.599  /2/1/Ter.hr.hor.//20171011/Ing.Malý/SŽG Praha</w:t>
      </w:r>
    </w:p>
    <w:p w14:paraId="7488915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130211861052  603640.768  1059904.867   383.732  /2/1/Ter.hr.hor.//20171011/Ing.Malý/SŽG Praha</w:t>
      </w:r>
    </w:p>
    <w:p w14:paraId="363CE8B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130211861053  603663.462  1059913.987   383.568  /2/1/Ter.hr.hor.//20171011/Ing.Malý/SŽG Praha</w:t>
      </w:r>
    </w:p>
    <w:p w14:paraId="59B86D3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130211861054  603673.136  1059924.054   383.602  /2/1/Ter.hr.hor.//20171011/Ing.Malý/SŽG Praha</w:t>
      </w:r>
    </w:p>
    <w:p w14:paraId="13422A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130211861055  603679.529  1059931.616   383.540  /2/1/Ter.hr.hor.//20171011/Ing.Malý/SŽG Praha</w:t>
      </w:r>
    </w:p>
    <w:p w14:paraId="6C6A019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130211861056  603678.493  1059932.370   383.641  /2/1/Plot dřev.vlast.z1str.kr.//20171011/Ing.Malý/SŽG Praha</w:t>
      </w:r>
    </w:p>
    <w:p w14:paraId="39CB999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130211861057  603673.011  1059937.745   383.676  /2/1/Plot dřev.vlast.z1str.kr.//20171011/Ing.Malý/SŽG Praha</w:t>
      </w:r>
    </w:p>
    <w:p w14:paraId="52CFA4B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130211861058  603669.318  1059890.092   381.646  /2/1/Ter.hr.sp.//20171011/Ing.Malý/SŽG Praha</w:t>
      </w:r>
    </w:p>
    <w:p w14:paraId="02EE2A0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130211861059  603672.777  1059885.243   381.738  /2/1/Zpev.pl.bet.,Bud.nerozl dr.hr.//20171011/Ing.Malý/SŽG Praha</w:t>
      </w:r>
    </w:p>
    <w:p w14:paraId="05CE9DC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130211861060  603674.921  1059886.848   381.690  /2/1/Zpev.pl.bet.//20171011/Ing.Malý/SŽG Praha</w:t>
      </w:r>
    </w:p>
    <w:p w14:paraId="6287388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130211861061  603678.550  1059882.075   381.662  /2/1/Zpev.pl.bet.//20171011/Ing.Malý/SŽG Praha</w:t>
      </w:r>
    </w:p>
    <w:p w14:paraId="7890791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130211861062  603685.357  1059887.691   381.312  /2/1/Bod terénu//20171011/Ing.Malý/SŽG Praha</w:t>
      </w:r>
    </w:p>
    <w:p w14:paraId="59821AA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130211861063  603690.440  1059885.463   380.904  /2/1/Komunik.//20171011/Ing.Malý/SŽG Praha</w:t>
      </w:r>
    </w:p>
    <w:p w14:paraId="6F466F6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130211861064  603692.222  1059883.827   380.698  /2/1/Komunik.//20171011/Ing.Malý/SŽG Praha</w:t>
      </w:r>
    </w:p>
    <w:p w14:paraId="7C2BEB3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130211861065  603707.863  1059896.888   380.441  /2/1/Komunik.//20171011/Ing.Malý/SŽG Praha</w:t>
      </w:r>
    </w:p>
    <w:p w14:paraId="3BEAF33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130211861066  603706.133  1059898.876   380.524  /2/1/Komunik.//20171011/Ing.Malý/SŽG Praha</w:t>
      </w:r>
    </w:p>
    <w:p w14:paraId="3F828B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130211861067  603691.062  1059904.956   381.345  /2/1/Bud.nerozl dr.hr.//20171011/Ing.Malý/SŽG Praha</w:t>
      </w:r>
    </w:p>
    <w:p w14:paraId="0E2069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130211861068  603695.028  1059904.266   381.184  /2/1/Bud.nerozl dr.hr.//20171011/Ing.Malý/SŽG Praha</w:t>
      </w:r>
    </w:p>
    <w:p w14:paraId="0C80E38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130211861069  603695.295  1059905.726   381.175  /2/1/Bud.nerozl dr.hr.//20171011/Ing.Malý/SŽG Praha</w:t>
      </w:r>
    </w:p>
    <w:p w14:paraId="47A5D26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130211861070  603685.813  1059906.392   381.293  /2/1/Ter.hr.sp.//20171011/Ing.Malý/SŽG Praha</w:t>
      </w:r>
    </w:p>
    <w:p w14:paraId="3F85151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130211861071  603688.666  1059908.530   381.362  /2/1/Ter.hr.sp.//20171011/Ing.Malý/SŽG Praha</w:t>
      </w:r>
    </w:p>
    <w:p w14:paraId="6F86766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130211861072  603695.398  1059906.582   381.243  /2/1/Ter.hr.sp.//20171011/Ing.Malý/SŽG Praha</w:t>
      </w:r>
    </w:p>
    <w:p w14:paraId="147A55D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130211861073  603698.772  1059907.014   380.976  /2/1/Ter.hr.sp.//20171011/Ing.Malý/SŽG Praha</w:t>
      </w:r>
    </w:p>
    <w:p w14:paraId="343B168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130211861074  603709.195  1059912.147   380.982  /2/1/Ter.hr.sp.//20171011/Ing.Malý/SŽG Praha</w:t>
      </w:r>
    </w:p>
    <w:p w14:paraId="59DB3C1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130211861075  603715.263  1059910.551   380.605  /2/1/Ter.hr.sp.//20171011/Ing.Malý/SŽG Praha</w:t>
      </w:r>
    </w:p>
    <w:p w14:paraId="4A9C0C8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130211861076  603711.567  1059904.202   380.482  /2/1/Komunik.//20171011/Ing.Malý/SŽG Praha</w:t>
      </w:r>
    </w:p>
    <w:p w14:paraId="5F9A55C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130211861077  603714.033  1059902.208   380.378  /2/1/Komunik.,Ter.hr.sp.,Ter.hr.hor.//20171011/Ing.Malý/SŽG Praha</w:t>
      </w:r>
    </w:p>
    <w:p w14:paraId="3ED9F4A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130211861078  603717.796  1059910.685   380.798  /2/1/Komunik.//20171011/Ing.Malý/SŽG Praha</w:t>
      </w:r>
    </w:p>
    <w:p w14:paraId="4A8CB04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130211861079  603720.006  1059908.341   380.719  /2/1/Komunik.,Ter.hr.hor.//20171011/Ing.Malý/SŽG Praha</w:t>
      </w:r>
    </w:p>
    <w:p w14:paraId="12541B7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130211861080  603721.122  1059907.066   380.293  /2/1/Ter.hr.sp.//20171011/Ing.Malý/SŽG Praha</w:t>
      </w:r>
    </w:p>
    <w:p w14:paraId="3FAE857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130211861081  603727.189  1059901.988   379.984  /2/1/Bod terénu//20171011/Ing.Malý/SŽG Praha</w:t>
      </w:r>
    </w:p>
    <w:p w14:paraId="2543DD6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130211861082  603743.645  1059913.196   380.041  /2/1/Bod terénu//20171011/Ing.Malý/SŽG Praha</w:t>
      </w:r>
    </w:p>
    <w:p w14:paraId="3791C62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130211861083  603742.780  1059920.876   380.236  /2/1/Ter.hr.sp.//20171011/Ing.Malý/SŽG Praha</w:t>
      </w:r>
    </w:p>
    <w:p w14:paraId="6E6CC60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130211861084  603738.174  1059916.264   380.260  /2/1/Ter.hr.sp.//20171011/Ing.Malý/SŽG Praha</w:t>
      </w:r>
    </w:p>
    <w:p w14:paraId="5DF5C2E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130211861085  603731.327  1059913.154   380.249  /2/1/Ter.hr.sp.//20171011/Ing.Malý/SŽG Praha</w:t>
      </w:r>
    </w:p>
    <w:p w14:paraId="3843C38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130211861086  603725.530  1059914.465   381.370  /2/1/Komunik.,Ter.hr.hor.//20171011/Ing.Malý/SŽG Praha</w:t>
      </w:r>
    </w:p>
    <w:p w14:paraId="1AB2070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130211861087  603723.372  1059916.615   381.392  /2/1/Komunik.//20171011/Ing.Malý/SŽG Praha</w:t>
      </w:r>
    </w:p>
    <w:p w14:paraId="3AC4C60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130211861088  603728.425  1059922.431   382.561  /2/1/Komunik.//20171011/Ing.Malý/SŽG Praha</w:t>
      </w:r>
    </w:p>
    <w:p w14:paraId="29EEBC2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130211861089  603730.874  1059920.696   382.522  /2/1/Komunik.//20171011/Ing.Malý/SŽG Praha</w:t>
      </w:r>
    </w:p>
    <w:p w14:paraId="46B4554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130211861090  603731.614  1059920.263   382.397  /2/1/Ter.hr.hor.//20171011/Ing.Malý/SŽG Praha</w:t>
      </w:r>
    </w:p>
    <w:p w14:paraId="0F3807A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130211861091  603724.939  1059921.581   382.038  /2/1/Plot drát.,Ter.hr.sp.//20171011/Ing.Malý/SŽG Praha</w:t>
      </w:r>
    </w:p>
    <w:p w14:paraId="7389F4A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130211861092  603723.937  1059923.654   382.883  /2/1/Ter.hr.hor.//20171011/Ing.Malý/SŽG Praha</w:t>
      </w:r>
    </w:p>
    <w:p w14:paraId="0E7C390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130211861093  603720.880  1059920.342   382.219  /2/1/Ter.hr.hor.//20171011/Ing.Malý/SŽG Praha</w:t>
      </w:r>
    </w:p>
    <w:p w14:paraId="4EA3E95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130211861094  603722.450  1059918.338   381.565  /2/1/Ter.hr.sp.//20171011/Ing.Malý/SŽG Praha</w:t>
      </w:r>
    </w:p>
    <w:p w14:paraId="013C038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130211861095  603719.738  1059914.574   380.944  /2/1/Ter.hr.sp.//20171011/Ing.Malý/SŽG Praha</w:t>
      </w:r>
    </w:p>
    <w:p w14:paraId="76611A9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130211861096  603718.650  1059918.077   382.060  /2/1/Ter.hr.hor.//20171011/Ing.Malý/SŽG Praha</w:t>
      </w:r>
    </w:p>
    <w:p w14:paraId="064672B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130211861097  603715.868  1059916.945   382.041  /2/1/Ter.hr.hor.//20171011/Ing.Malý/SŽG Praha</w:t>
      </w:r>
    </w:p>
    <w:p w14:paraId="57ACBE8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130211861098  603711.410  1059917.309   382.317  /2/1/Ter.hr.hor.//20171011/Ing.Malý/SŽG Praha</w:t>
      </w:r>
    </w:p>
    <w:p w14:paraId="1915791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130211861099  603713.584  1059924.821   382.982  /2/1/Ter.hr.hor.//20171011/Ing.Malý/SŽG Praha</w:t>
      </w:r>
    </w:p>
    <w:p w14:paraId="67D418F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130211861100  603714.598  1059922.602   382.595  /2/1/Ter.hr.sp.//20171011/Ing.Malý/SŽG Praha</w:t>
      </w:r>
    </w:p>
    <w:p w14:paraId="4ECF786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130211861101  603705.947  1059918.483   383.319  /2/1/Ter.hr.sp.,Ter.hr.hor.//20171011/Ing.Malý/SŽG Praha</w:t>
      </w:r>
    </w:p>
    <w:p w14:paraId="0849EC3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130211861102  603717.013  1059920.201   382.404  /2/1/Potr.objekt neurč.//20171011/Ing.Malý/SŽG Praha</w:t>
      </w:r>
    </w:p>
    <w:p w14:paraId="16F8D98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130211861103  603718.763  1059918.716   382.398  /2/1/Potr.objekt neurč.//20171011/Ing.Malý/SŽG Praha</w:t>
      </w:r>
    </w:p>
    <w:p w14:paraId="63BE8D3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130211861104  603716.949  1059918.848   382.390  /2/1/Potr.objekt neurč.//20171011/Ing.Malý/SŽG Praha</w:t>
      </w:r>
    </w:p>
    <w:p w14:paraId="203CBAD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130211861105  603718.543  1059920.376   382.414  /2/1/Potr.objekt neurč.//20171011/Ing.Malý/SŽG Praha</w:t>
      </w:r>
    </w:p>
    <w:p w14:paraId="54D8C2F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130211861106  603718.149  1059919.897   382.423  /2/1/Kan.šach.N//20171011/Ing.Malý/SŽG Praha</w:t>
      </w:r>
    </w:p>
    <w:p w14:paraId="1ABC570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130211861107  603716.657  1059923.011   382.563  /2/1/Bud.nerozl dr.hr.,Ter.hr.sp.,Ter.hr.hor.//20171011/Ing.Malý/SŽG Praha</w:t>
      </w:r>
    </w:p>
    <w:p w14:paraId="46642E9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130211861108  603717.997  1059924.566   382.859  /2/1/Bud.nerozl dr.hr.//20171011/Ing.Malý/SŽG Praha</w:t>
      </w:r>
    </w:p>
    <w:p w14:paraId="0C5D334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130211861109  603720.050  1059925.693   383.040  /2/1/Šacht.kulatá neurč.//20171011/Ing.Malý/SŽG Praha</w:t>
      </w:r>
    </w:p>
    <w:p w14:paraId="6E84D00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130211861110  603667.810  1059874.574   381.724  /2/1/Zpev.pl.bet.,Bud.nerozl dr.hr.//20171011/Ing.Malý/SŽG Praha</w:t>
      </w:r>
    </w:p>
    <w:p w14:paraId="782DA74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130211861111  603660.024  1059881.358   381.687  /2/1/Ter.hr.sp.//20171011/Ing.Malý/SŽG Praha</w:t>
      </w:r>
    </w:p>
    <w:p w14:paraId="0A786AD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130211861112  603662.649  1059877.805   381.696  /2/1/Zpev.pl.bet.,Bud.nerozl dr.hr.//20171011/Ing.Malý/SŽG Praha</w:t>
      </w:r>
    </w:p>
    <w:p w14:paraId="48A6F47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130211861113  603664.522  1059878.979   381.716  /2/1/Zpev.pl.bet.,Bud.nerozl dr.hr.//20171011/Ing.Malý/SŽG Praha</w:t>
      </w:r>
    </w:p>
    <w:p w14:paraId="47FE8FC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130211861114  603662.642  1059881.459   381.670  /2/1/Zpev.pl.bet.//20171011/Ing.Malý/SŽG Praha</w:t>
      </w:r>
    </w:p>
    <w:p w14:paraId="0BDF288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130211861115  603660.887  1059880.265   381.674  /2/1/Zpev.pl.bet.,Bud.nerozl dr.hr.//20171011/Ing.Malý/SŽG Praha</w:t>
      </w:r>
    </w:p>
    <w:p w14:paraId="0B237FD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130211861116  603657.813  1059878.010   381.708  /2/1/Bud.nerozl dr.hr.//20171011/Ing.Malý/SŽG Praha</w:t>
      </w:r>
    </w:p>
    <w:p w14:paraId="6BEC340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130211861117  603657.598  1059876.623   381.691  /2/1/Bud.nerozl dr.hr.//20171011/Ing.Malý/SŽG Praha</w:t>
      </w:r>
    </w:p>
    <w:p w14:paraId="5F957B2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130211861118  603654.930  1059874.623   381.663  /2/1/Bud.nerozl dr.hr.//20171011/Ing.Malý/SŽG Praha</w:t>
      </w:r>
    </w:p>
    <w:p w14:paraId="04A1D25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130211861119  603652.862  1059862.634   381.409  /2/1/Bod terénu//20171011/Ing.Malý/SŽG Praha</w:t>
      </w:r>
    </w:p>
    <w:p w14:paraId="4F0F51A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130211861120  603645.606  1059869.104   381.717  /2/1/Ter.hr.sp.//20171011/Ing.Malý/SŽG Praha</w:t>
      </w:r>
    </w:p>
    <w:p w14:paraId="19BBA1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130211861121  603638.278  1059863.692   381.825  /2/1/Ter.hr.sp.//20171011/Ing.Malý/SŽG Praha</w:t>
      </w:r>
    </w:p>
    <w:p w14:paraId="4E342E9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130211864557  603700.012  1059940.788   382.859  /2/1/Drhlík//20181205/Ing. Malý/SŽG Praha</w:t>
      </w:r>
    </w:p>
    <w:p w14:paraId="42EB80C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130211870014  603833.429  1060065.866   381.815  /2/3/Propust.trub.//20170801/Ing. Malý/SŽG Praha</w:t>
      </w:r>
    </w:p>
    <w:p w14:paraId="5FB79DF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130211870015  603836.366  1060066.686   380.868  /2/3/Propust.trub.,Hrana zdi,Ter.hr.sp.//20170801/Ing. Malý/SŽG Praha</w:t>
      </w:r>
    </w:p>
    <w:p w14:paraId="2234FB5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130211870016  603835.618  1060062.748   380.824  /2/3/Hrana zdi,Propustek,Ter.hr.sp.//20170801/Ing. Malý/SŽG Praha</w:t>
      </w:r>
    </w:p>
    <w:p w14:paraId="659BA2F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130211870017  603837.761  1060063.850   380.801  /2/3/Hrana zdi,Propustek,Ter.hr.sp.//20170801/Ing. Malý/SŽG Praha</w:t>
      </w:r>
    </w:p>
    <w:p w14:paraId="1EC8579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130211870018  603835.336  1060062.513   381.151  /2/3/Propustek//20170801/Ing. Malý/SŽG Praha</w:t>
      </w:r>
    </w:p>
    <w:p w14:paraId="06D6197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130211870019  603840.566  1060054.261   380.651  /2/3/Ter.hr.sp.,Propustek//20170801/Ing. Malý/SŽG Praha</w:t>
      </w:r>
    </w:p>
    <w:p w14:paraId="5E9BFEF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130211870020  603845.637  1060050.884   380.237  /2/3/Hrana zdi//20170801/Ing. Malý/SŽG Praha</w:t>
      </w:r>
    </w:p>
    <w:p w14:paraId="2191129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130211870021  603845.996  1060051.061   380.236  /2/3/Ter.hr.sp.,Hrana zdi//20170801/Ing. Malý/SŽG Praha</w:t>
      </w:r>
    </w:p>
    <w:p w14:paraId="5581E71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130211870022  603845.003  1060052.076   379.710  /2/3/Hrana zdi//20170801/Ing. Malý/SŽG Praha</w:t>
      </w:r>
    </w:p>
    <w:p w14:paraId="738A5F5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130211870023  603715.707  1059985.584   382.169  /2/3/Bud.nerozl dr.hr.//20170801/Ing. Malý/SŽG Praha</w:t>
      </w:r>
    </w:p>
    <w:p w14:paraId="1E77DF6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130211870024  603724.666  1059989.723   384.898  /2/3/Bud.nerozl dr.hr.//20170801/Ing. Malý/SŽG Praha</w:t>
      </w:r>
    </w:p>
    <w:p w14:paraId="77C31E3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130211870025  603724.325  1059966.889   380.732  /2/3/Most.žel.//20170801/Ing. Malý/SŽG Praha</w:t>
      </w:r>
    </w:p>
    <w:p w14:paraId="136AA74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130211870026  603721.760  1059962.733   382.686  /2/3/Nos.konstrukce//20170801/Ing. Malý/SŽG Praha</w:t>
      </w:r>
    </w:p>
    <w:p w14:paraId="7DA0285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130211870027  603721.760  1059962.733   383.116  /2/3/Nos.konstrukce//20170801/Ing. Malý/SŽG Praha</w:t>
      </w:r>
    </w:p>
    <w:p w14:paraId="0438210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130211870028  603725.309  1059966.723   383.128  /2/3/Nos.konstrukce//20170801/Ing. Malý/SŽG Praha</w:t>
      </w:r>
    </w:p>
    <w:p w14:paraId="785866A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130211870029  603725.309  1059966.723   382.698  /2/3/Nos.konstrukce//20170801/Ing. Malý/SŽG Praha</w:t>
      </w:r>
    </w:p>
    <w:p w14:paraId="726715B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130211870030  603727.331  1059964.940   383.130  /2/3/Nos.konstrukce//20170801/Ing. Malý/SŽG Praha</w:t>
      </w:r>
    </w:p>
    <w:p w14:paraId="77B81F6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130211870031  603727.331  1059964.940   382.700  /2/3/Nos.konstrukce//20170801/Ing. Malý/SŽG Praha</w:t>
      </w:r>
    </w:p>
    <w:p w14:paraId="6D99DF9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130211870032  603723.784  1059960.952   383.119  /2/3/Nos.konstrukce//20170801/Ing. Malý/SŽG Praha</w:t>
      </w:r>
    </w:p>
    <w:p w14:paraId="432301E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130211870033  603723.784  1059960.952   382.689  /2/3/Nos.konstrukce//20170801/Ing. Malý/SŽG Praha</w:t>
      </w:r>
    </w:p>
    <w:p w14:paraId="310D3D0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130211870034  603726.721  1059965.153   382.928  /2/3/Nos.konstrukce//20170801/Ing. Malý/SŽG Praha</w:t>
      </w:r>
    </w:p>
    <w:p w14:paraId="63EC342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130211870035  603726.721  1059965.153   382.698  /2/3/Nos.konstrukce//20170801/Ing. Malý/SŽG Praha</w:t>
      </w:r>
    </w:p>
    <w:p w14:paraId="77989AF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130211870036  603725.587  1059966.143   382.923  /2/3/Nos.konstrukce//20170801/Ing. Malý/SŽG Praha</w:t>
      </w:r>
    </w:p>
    <w:p w14:paraId="347F0DA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130211870037  603725.587  1059966.142   382.693  /2/3/Nos.konstrukce//20170801/Ing. Malý/SŽG Praha</w:t>
      </w:r>
    </w:p>
    <w:p w14:paraId="093B20B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130211870038  603723.516  1059961.551   382.935  /2/3/Nos.konstrukce//20170801/Ing. Malý/SŽG Praha</w:t>
      </w:r>
    </w:p>
    <w:p w14:paraId="3C63325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130211870039  603723.516  1059961.551   382.705  /2/3/Nos.konstrukce//20170801/Ing. Malý/SŽG Praha</w:t>
      </w:r>
    </w:p>
    <w:p w14:paraId="4490463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130211870040  603722.392  1059962.540   382.927  /2/3/Nos.konstrukce//20170801/Ing. Malý/SŽG Praha</w:t>
      </w:r>
    </w:p>
    <w:p w14:paraId="6DE1C44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130211870042  603722.392  1059962.540   382.697  /2/3/Nos.konstrukce//20170801/Ing. Malý/SŽG Praha</w:t>
      </w:r>
    </w:p>
    <w:p w14:paraId="0933C90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130211870043  603723.008  1059964.137   383.048  /2/3/Nos.konstrukce//20170801/Ing. Malý/SŽG Praha</w:t>
      </w:r>
    </w:p>
    <w:p w14:paraId="22B33D4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130211870044  603725.026  1059962.346   383.057  /2/3/Nos.konstrukce//20170801/Ing. Malý/SŽG Praha</w:t>
      </w:r>
    </w:p>
    <w:p w14:paraId="51418CD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130211870045  603726.089  1059963.539   383.054  /2/3/Nos.konstrukce//20170801/Ing. Malý/SŽG Praha</w:t>
      </w:r>
    </w:p>
    <w:p w14:paraId="5AC46CE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130211870046  603724.063  1059965.322   382.687  /2/3/Nos.konstrukce//20170801/Ing. Malý/SŽG Praha</w:t>
      </w:r>
    </w:p>
    <w:p w14:paraId="3C934D4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130211870047  603724.063  1059965.322   383.057  /2/3/Nos.konstrukce//20170801/Ing. Malý/SŽG Praha</w:t>
      </w:r>
    </w:p>
    <w:p w14:paraId="7A08C22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130211870048  603727.172  1059964.760   382.698  /2/3/Nos.konstrukce//20170801/Ing. Malý/SŽG Praha</w:t>
      </w:r>
    </w:p>
    <w:p w14:paraId="3D0D742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130211870049  603725.140  1059966.533   383.127  /2/3/Nos.konstrukce//20170801/Ing. Malý/SŽG Praha</w:t>
      </w:r>
    </w:p>
    <w:p w14:paraId="482E3E0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130211870050  603727.172  1059964.760   383.068  /2/3/Nos.konstrukce//20170801/Ing. Malý/SŽG Praha</w:t>
      </w:r>
    </w:p>
    <w:p w14:paraId="310DA8E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130211870051  603725.140  1059966.533   382.697  /2/3/Nos.konstrukce//20170801/Ing. Malý/SŽG Praha</w:t>
      </w:r>
    </w:p>
    <w:p w14:paraId="74152EA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130211870052  603725.140  1059966.533   383.067  /2/3/Nos.konstrukce//20170801/Ing. Malý/SŽG Praha</w:t>
      </w:r>
    </w:p>
    <w:p w14:paraId="6BACD31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130211870053  603721.941  1059962.937   382.685  /2/3/Nos.konstrukce//20170801/Ing. Malý/SŽG Praha</w:t>
      </w:r>
    </w:p>
    <w:p w14:paraId="602A887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130211870054  603723.965  1059961.156   382.689  /2/3/Nos.konstrukce//20170801/Ing. Malý/SŽG Praha</w:t>
      </w:r>
    </w:p>
    <w:p w14:paraId="5AC34F1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130211870055  603723.965  1059961.156   383.059  /2/3/Nos.konstrukce//20170801/Ing. Malý/SŽG Praha</w:t>
      </w:r>
    </w:p>
    <w:p w14:paraId="11BD44B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130211870056  603721.941  1059962.937   383.055  /2/3/Nos.konstrukce//20170801/Ing. Malý/SŽG Praha</w:t>
      </w:r>
    </w:p>
    <w:p w14:paraId="250154B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130211870057  603721.130  1059963.251   382.998  /2/3/Most.žel.//20170801/Ing. Malý/SŽG Praha</w:t>
      </w:r>
    </w:p>
    <w:p w14:paraId="3F1C4B4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130211870058  603719.935  1059962.854   383.019  /2/3/Most.žel.,Štěrk.lože//20170801/Ing. Malý/SŽG Praha</w:t>
      </w:r>
    </w:p>
    <w:p w14:paraId="3B807EE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130211870060  603718.050  1059930.370   383.188  /2/3/Bud.nerozl dr.hr.//20170801/Ing. Malý/SŽG Praha</w:t>
      </w:r>
    </w:p>
    <w:p w14:paraId="4B90CF1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130211870061  603713.932  1059936.589   383.247  /2/3/Hrana zdi,Vjezd na poz.//20170801/Ing. Malý/SŽG Praha</w:t>
      </w:r>
    </w:p>
    <w:p w14:paraId="0D656C2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130211870062  603713.931  1059936.588   383.621  /2/3/Hrana zdi,Plot drát.//20170801/Ing. Malý/SŽG Praha</w:t>
      </w:r>
    </w:p>
    <w:p w14:paraId="06F353B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130211870063  603714.537  1059937.295   383.620  /2/3/Plot drát.//20170801/Ing. Malý/SŽG Praha</w:t>
      </w:r>
    </w:p>
    <w:p w14:paraId="3FDE44E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130211870064  603713.036  1059935.546   383.265  /2/3/Vjezd na poz.,Bud.nerozl dr.hr.//20170801/Ing. Malý/SŽG Praha</w:t>
      </w:r>
    </w:p>
    <w:p w14:paraId="4D06341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130211870066  603729.329  1059929.101   383.542  /2/3/Hrana zdi//20170801/Ing. Malý/SŽG Praha</w:t>
      </w:r>
    </w:p>
    <w:p w14:paraId="020894C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130211870067  603729.329  1059929.101   383.297  /2/3/Hrana zdi,Komunik.//20170801/Ing. Malý/SŽG Praha</w:t>
      </w:r>
    </w:p>
    <w:p w14:paraId="1E410C0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130211870068  603722.163  1059933.158   383.367  /2/3/Hrana zdi,Komunik.//20170801/Ing. Malý/SŽG Praha</w:t>
      </w:r>
    </w:p>
    <w:p w14:paraId="40786CE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130211870069  603729.172  1059928.822   383.230  /2/3/Hrana zdi,Komunik.//20170801/Ing. Malý/SŽG Praha</w:t>
      </w:r>
    </w:p>
    <w:p w14:paraId="66F68F0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130211870070  603709.221  1059967.090   383.439  /2/3/Bud.nerozl dr.hr.//20170801/Ing. Malý/SŽG Praha</w:t>
      </w:r>
    </w:p>
    <w:p w14:paraId="1BDA6A8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130211870074  603656.160  1059872.983   381.663  /2/3/Zpev.pl.bet.,Bud.nerozl dr.hr.//20170801/Ing. Malý/SŽG Praha</w:t>
      </w:r>
    </w:p>
    <w:p w14:paraId="25353BC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130211870075  603658.828  1059874.983   381.691  /2/3/Zpev.pl.bet.,Bud.nerozl dr.hr.//20170801/Ing. Malý/SŽG Praha</w:t>
      </w:r>
    </w:p>
    <w:p w14:paraId="0642CB0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130211870076  603659.599  1059875.575   381.708  /2/3/Zpev.pl.bet.,Bud.nerozl dr.hr.//20170801/Ing. Malý/SŽG Praha</w:t>
      </w:r>
    </w:p>
    <w:p w14:paraId="4B73E34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130211870077  603673.986  1059883.650   381.738  /2/3/Zpev.pl.bet.,Bud.nerozl dr.hr.//20170801/Ing. Malý/SŽG Praha</w:t>
      </w:r>
    </w:p>
    <w:p w14:paraId="37E2C77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130211870078  603691.319  1059906.434   381.345  /2/3/Bud.nerozl dr.hr.//20170801/Ing. Malý/SŽG Praha</w:t>
      </w:r>
    </w:p>
    <w:p w14:paraId="120A6A8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130211870079  603715.141  1059927.096   383.248  /2/3/Bud.nerozl dr.hr.,Zpev.pl.dláž.//20171012/Ing. Malý/SŽG Praha</w:t>
      </w:r>
    </w:p>
    <w:p w14:paraId="34A4CE0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130211870080  603716.008  1059926.329   383.224  /2/3/Bud.nerozl dr.hr.,Zpev.pl.dláž.//20171012/Ing. Malý/SŽG Praha</w:t>
      </w:r>
    </w:p>
    <w:p w14:paraId="317FA87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130211870081  603714.690  1059924.888   383.245  /2/3/Bud.nerozl dr.hr.,Zpev.pl.dláž.//20171012/Ing. Malý/SŽG Praha</w:t>
      </w:r>
    </w:p>
    <w:p w14:paraId="096FE97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130211870086  603676.962  1059908.340   383.268  /2/3/Nást.v úrov.kol.s obrub.,Štěrk.lože//20171012/Ing. Malý/SŽG Praha</w:t>
      </w:r>
    </w:p>
    <w:p w14:paraId="255BCE6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130211870087  603698.551  1059942.608   381.795  /2/3/Propust.trub.//20171012/Ing. Malý/SŽG Praha</w:t>
      </w:r>
    </w:p>
    <w:p w14:paraId="4E09EEE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130211870088  603698.811  1059942.304   381.795  /2/3/Propust.trub.//20171012/Ing. Malý/SŽG Praha</w:t>
      </w:r>
    </w:p>
    <w:p w14:paraId="6E1FEC1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130211870089  603684.446  1059977.637   384.060  /2/3/Bud.nerozl dr.hr.//20171012/Ing. Malý/SŽG Praha</w:t>
      </w:r>
    </w:p>
    <w:p w14:paraId="59B0063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130211870090  603692.704  1059966.528   384.358  /2/3/Bud.nerozl dr.hr.//20171012/Ing. Malý/SŽG Praha</w:t>
      </w:r>
    </w:p>
    <w:p w14:paraId="50EB551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130211870091  603694.131  1059964.085   384.344  /2/3/Schod-zam.hran//20171012/Ing. Malý/SŽG Praha</w:t>
      </w:r>
    </w:p>
    <w:p w14:paraId="6F2CC093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130211870093  603692.369  1059965.858   384.364  /2/3/Schod-zam.hran//20171012/Ing. Malý/SŽG Praha</w:t>
      </w:r>
    </w:p>
    <w:p w14:paraId="22E4CA7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130211870094  603690.949  1059967.282   384.362  /2/3/Schod-zam.hran//20171012/Ing. Malý/SŽG Praha</w:t>
      </w:r>
    </w:p>
    <w:p w14:paraId="3E37922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130211870095  603681.461  1059956.880   383.939  /2/3/Bud.nerozl dr.hr.//20171012/Ing. Malý/SŽG Praha</w:t>
      </w:r>
    </w:p>
    <w:p w14:paraId="74EE4C4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130211870096  603682.124  1059952.657   383.735  /2/3/Komunik.//20171012/Ing. Malý/SŽG Praha</w:t>
      </w:r>
    </w:p>
    <w:p w14:paraId="74F18B3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130211870097  603681.981  1059957.578   383.951  /2/3/Komunik.//20171012/Ing. Malý/SŽG Praha</w:t>
      </w:r>
    </w:p>
    <w:p w14:paraId="7176E98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130211870098  603681.981  1059957.578   384.030  /2/3/Komunik.//20171012/Ing. Malý/SŽG Praha</w:t>
      </w:r>
    </w:p>
    <w:p w14:paraId="79EA394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130211870159  603681.200  1059956.862   383.883  /2/3/Komunik.//20171214/Ing. Malý/SŽG Praha</w:t>
      </w:r>
    </w:p>
    <w:p w14:paraId="29A388F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130211870160  603681.263  1059956.868   383.987  /2/3/Komunik.//20171214/Ing. Malý/SŽG Praha</w:t>
      </w:r>
    </w:p>
    <w:p w14:paraId="01CB676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130211890208  603921.145  1060095.733   381.789  /2/1/Chráničky,Sděl.ved.DK,TKmetal.,Trubka HDP-podz.,Zab.trať.ved.//20180604/Vladimír Baťka/GON Hradec Králové</w:t>
      </w:r>
    </w:p>
    <w:p w14:paraId="734A4F7A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130211890209  603920.425  1060094.868   381.371  /2/1/Chráničky,Sděl.ved.DK,TKmetal.,Trubka HDP-podz.,Zab.trať.ved.//20180604/Vladimír Baťka/GON Hradec Králové</w:t>
      </w:r>
    </w:p>
    <w:p w14:paraId="04D7E799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130211890210  603921.867  1060089.427   381.312  /2/1/Chráničky,Sděl.ved.DK,TKmetal.,Trubka HDP-podz.,Zab.trať.ved.//20180604/Vladimír Baťka/GON Hradec Králové</w:t>
      </w:r>
    </w:p>
    <w:p w14:paraId="69DC8EC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130211890211  603921.461  1060088.471   381.589  /2/1/Chráničky,Sděl.ved.DK,TKmetal.,Trubka HDP-podz.,Zab.trať.ved.//20180604/Vladimír Baťka/GON Hradec Králové</w:t>
      </w:r>
    </w:p>
    <w:p w14:paraId="4D5D687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130211890213  603897.978  1060081.582   381.618  /2/1/Sděl.ved.DK,TKmetal.,Trubka HDP-podz.,Zab.trať.ved.//20180604/Vladimír Baťka/GON Hradec Králové</w:t>
      </w:r>
    </w:p>
    <w:p w14:paraId="137D7BB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130211890214  603873.594  1060072.294   381.328  /2/1/Sděl.ved.DK,TKmetal.,Trubka HDP-podz.,Zab.trať.ved.//20180604/Vladimír Baťka/GON Hradec Králové</w:t>
      </w:r>
    </w:p>
    <w:p w14:paraId="4FFFF73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130211890215  603852.014  1060062.217   381.438  /2/1/Sděl.ved.DK,TKmetal.,Trubka HDP-podz.,Zab.trať.ved.//20180604/Vladimír Baťka/GON Hradec Králové</w:t>
      </w:r>
    </w:p>
    <w:p w14:paraId="29BAF93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130211890216  603836.631  1060053.967   381.543  /2/1/Sděl.ved.DK,TKmetal.,Trubka HDP-podz.,Zab.trať.ved.//20180604/Vladimír Baťka/GON Hradec Králové</w:t>
      </w:r>
    </w:p>
    <w:p w14:paraId="04F80B8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130211890217  603821.725  1060045.102   382.213  /2/1/Zab.trať.ved.,Sděl.ved.DK,TKmetal.,Trubka HDP-podz.//20180604/Vladimír Baťka/GON Hradec Králové</w:t>
      </w:r>
    </w:p>
    <w:p w14:paraId="3ADEEB4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130211890218  603818.516  1060042.931   382.174  /2/1/Zab.trať.ved.,Sděl.ved.DK,TKmetal.,Trubka HDP-podz.//20180604/Vladimír Baťka/GON Hradec Králové</w:t>
      </w:r>
    </w:p>
    <w:p w14:paraId="14F49CD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130211890219  603811.734  1060038.510   381.989  /2/1/Zab.trať.ved.,Sděl.ved.DK,TKmetal.,Trubka HDP-podz.//20180604/Vladimír Baťka/GON Hradec Králové</w:t>
      </w:r>
    </w:p>
    <w:p w14:paraId="0732D29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130211890220  603804.977  1060034.273   381.885  /2/1/Zab.trať.ved.,Sděl.ved.DK,TKmetal.,Trubka HDP-podz.//20180604/Vladimír Baťka/GON Hradec Králové</w:t>
      </w:r>
    </w:p>
    <w:p w14:paraId="43C5611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130211890221  603787.742  1060021.210   381.622  /2/1/Zab.trať.ved.,Sděl.ved.DK,TKmetal.,Trubka HDP-podz.//20180604/Vladimír Baťka/GON Hradec Králové</w:t>
      </w:r>
    </w:p>
    <w:p w14:paraId="062B7E3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130211890222  603772.492  1060008.466   381.581  /2/1/Zab.trať.ved.,Sděl.ved.DK,TKmetal.,Trubka HDP-podz.//20180604/Vladimír Baťka/GON Hradec Králové</w:t>
      </w:r>
    </w:p>
    <w:p w14:paraId="4D95ADF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130211890223  603750.747  1059988.410   381.701  /2/1/Zab.trať.ved.,Sděl.ved.DK,TKmetal.,Trubka HDP-podz.//20180604/Vladimír Baťka/GON Hradec Králové</w:t>
      </w:r>
    </w:p>
    <w:p w14:paraId="023EC59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130211890224  603741.072  1059978.115   381.670  /2/1/Zab.trať.ved.,Sděl.ved.DK,TKmetal.,Trubka HDP-podz.//20180604/Vladimír Baťka/GON Hradec Králové</w:t>
      </w:r>
    </w:p>
    <w:p w14:paraId="3D2F70A0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130211890225  603731.387  1059967.355   381.860  /2/1/Zab.trať.ved.,Sděl.ved.DK,TKmetal.,Trubka HDP-podz.//20180604/Vladimír Baťka/GON Hradec Králové</w:t>
      </w:r>
    </w:p>
    <w:p w14:paraId="60006F2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130211890226  603730.806  1059966.505   382.508  /2/1/Chráničky nadzemní,Trubka HDP-nadz.,Zab.ved.nadz.nerozl.,Sděl.ved.met.kanálem DK,TK,Zab.trať.ved.,Sděl.ved.DK,TKmetal.,Trubka HDP-podz.//20180604/Vladimír Baťka/GON Hradec Králové</w:t>
      </w:r>
    </w:p>
    <w:p w14:paraId="0BB4675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130211890227  603729.177  1059964.998   383.601  /2/1/Chráničky nadzemní,Trubka HDP-nadz.,Zab.ved.nadz.nerozl.,Sděl.ved.met.kanálem DK,TK//20180604/Vladimír Baťka/GON Hradec Králové</w:t>
      </w:r>
    </w:p>
    <w:p w14:paraId="22EDFF81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130211890228  603724.066  1059959.219   383.641  /2/1/Chráničky nadzemní,Trubka HDP-nadz.,Zab.ved.nadz.nerozl.,Sděl.ved.met.kanálem DK,TK//20180604/Vladimír Baťka/GON Hradec Králové</w:t>
      </w:r>
    </w:p>
    <w:p w14:paraId="1F6FAB7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lastRenderedPageBreak/>
        <w:t>130211890229  603722.932  1059958.047   382.967  /2/1/Chráničky nadzemní,Trubka HDP-podz.,Trubka HDP-nadz.,Zab.trať.ved.,Zab.ved.nadz.nerozl.,Sděl.ved.DK,TKmetal.,Sděl.ved.met.kanálem DK,TK//20180604/Vladimír Baťka/GON Hradec Králové</w:t>
      </w:r>
    </w:p>
    <w:p w14:paraId="1A12BA0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130211890333  603656.353  1059883.958   383.903  /2/1/Vzdál.upoz.vjezd.3pruh//20180609/Vladimír Baťka/GON Hradec Králové</w:t>
      </w:r>
    </w:p>
    <w:p w14:paraId="5B7722F6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130211890334  603707.436  1059926.823   383.574  /2/1/Kab.skříň bez rozlišení,Trubka HDP-podz.//20180609/Vladimír Baťka/GON Hradec Králové</w:t>
      </w:r>
    </w:p>
    <w:p w14:paraId="04852CB5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130211890335  603706.522  1059927.776   382.693  /2/1/Trubka HDP-podz.,Zab.trať.ved.,Sděl.ved.DK,TKmetal.//20180609/Vladimír Baťka/GON Hradec Králové</w:t>
      </w:r>
    </w:p>
    <w:p w14:paraId="0410E078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130211890336  603704.804  1059930.050   382.614  /2/1/Trubka HDP-podz.,Zab.trať.ved.,Sděl.ved.DK,TKmetal.//20180609/Vladimír Baťka/GON Hradec Králové</w:t>
      </w:r>
    </w:p>
    <w:p w14:paraId="167FFE5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130211890337  603710.032  1059937.743   382.604  /2/1/Chráničky,Trubka HDP-podz.,Zab.trať.ved.,Sděl.ved.DK,TKmetal.//20180609/Vladimír Baťka/GON Hradec Králové</w:t>
      </w:r>
    </w:p>
    <w:p w14:paraId="474DF40D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130211890338  603713.146  1059941.403   381.689  /2/1/Chráničky,Trubka HDP-podz.,Zab.trať.ved.,Sděl.ved.DK,TKmetal.//20180609/Vladimír Baťka/GON Hradec Králové</w:t>
      </w:r>
    </w:p>
    <w:p w14:paraId="14986E64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130211890339  603716.988  1059945.911   381.838  /2/1/Chráničky,Trubka HDP-podz.,Zab.trať.ved.,Sděl.ved.DK,TKmetal.//20180609/Vladimír Baťka/GON Hradec Králové</w:t>
      </w:r>
    </w:p>
    <w:p w14:paraId="36CFB9BC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130211890340  603718.610  1059949.045   382.698  /2/1/Chráničky,Trubka HDP-podz.,Zab.trať.ved.,Sděl.ved.DK,TKmetal.//20180609/Vladimír Baťka/GON Hradec Králové</w:t>
      </w:r>
    </w:p>
    <w:p w14:paraId="5A153F1B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130211890341  603722.556  1059957.364   382.454  /2/1/Trubka HDP-podz.,Zab.trať.ved.,Sděl.ved.DK,TKmetal.//20180609/Vladimír Baťka/GON Hradec Králové</w:t>
      </w:r>
    </w:p>
    <w:p w14:paraId="7C22D887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130211890345  603721.152  1059955.900   383.184  /2/1/Rychl.bílá deska,Rychl.dopl.bílá deska1//20180609/Vladimír Baťka/GON Hradec Králové</w:t>
      </w:r>
    </w:p>
    <w:p w14:paraId="5FD9BE8F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130211890346  603718.948  1059952.919   383.242  /2/1/Vzdál.upoz.vjezd.2pruh//20180609/Vladimír Baťka/GON Hradec Králové</w:t>
      </w:r>
    </w:p>
    <w:p w14:paraId="3F70562E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130211890347  603762.114  1059998.622   382.699  /2/1/Vzdál.upoz.vjezd.1pruh//20180609/Vladimír Baťka/GON Hradec Králové</w:t>
      </w:r>
    </w:p>
    <w:p w14:paraId="53A70192" w14:textId="77777777" w:rsidR="006059A4" w:rsidRPr="006059A4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130211890348  603821.693  1060045.416   383.083  /2/1/Náv.stož.podst.,Zab.trať.ved.//20180609/Vladimír Baťka/GON Hradec Králové</w:t>
      </w:r>
    </w:p>
    <w:p w14:paraId="663C5FB6" w14:textId="48F4163B" w:rsidR="00C66466" w:rsidRPr="00C66466" w:rsidRDefault="006059A4" w:rsidP="006059A4">
      <w:pPr>
        <w:pStyle w:val="Bezmezer"/>
        <w:rPr>
          <w:rFonts w:ascii="Courier New" w:hAnsi="Courier New" w:cs="Courier New"/>
          <w:bCs/>
          <w:sz w:val="12"/>
          <w:szCs w:val="12"/>
        </w:rPr>
      </w:pPr>
      <w:r w:rsidRPr="006059A4">
        <w:rPr>
          <w:rFonts w:ascii="Courier New" w:hAnsi="Courier New" w:cs="Courier New"/>
          <w:bCs/>
          <w:sz w:val="12"/>
          <w:szCs w:val="12"/>
        </w:rPr>
        <w:t>130211890422  603706.382  1059926.362   382.959  /2/1/Zab.trať.ved.,Sděl.ved.DK,TKmetal.//20180609/Vladimír Baťka/GON Hradec Králové</w:t>
      </w:r>
    </w:p>
    <w:sectPr w:rsidR="00C66466" w:rsidRPr="00C664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E4BCF4" w14:textId="77777777" w:rsidR="00100CBB" w:rsidRDefault="00100CBB" w:rsidP="0039461D">
      <w:pPr>
        <w:spacing w:after="0" w:line="240" w:lineRule="auto"/>
      </w:pPr>
      <w:r>
        <w:separator/>
      </w:r>
    </w:p>
  </w:endnote>
  <w:endnote w:type="continuationSeparator" w:id="0">
    <w:p w14:paraId="6ABFBA8C" w14:textId="77777777" w:rsidR="00100CBB" w:rsidRDefault="00100CBB" w:rsidP="0039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A02FD" w14:textId="77777777" w:rsidR="006059A4" w:rsidRDefault="006059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D2897" w14:textId="77777777" w:rsidR="00100CBB" w:rsidRDefault="00100CBB" w:rsidP="00641830">
    <w:pPr>
      <w:pStyle w:val="Zpat"/>
      <w:jc w:val="right"/>
    </w:pPr>
    <w:r w:rsidRPr="00546DE2"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1A5719" wp14:editId="688C2469">
              <wp:simplePos x="0" y="0"/>
              <wp:positionH relativeFrom="column">
                <wp:posOffset>-86270</wp:posOffset>
              </wp:positionH>
              <wp:positionV relativeFrom="paragraph">
                <wp:posOffset>-280765</wp:posOffset>
              </wp:positionV>
              <wp:extent cx="1541640" cy="545629"/>
              <wp:effectExtent l="0" t="0" r="1905" b="6985"/>
              <wp:wrapNone/>
              <wp:docPr id="413" name="Group 4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541640" cy="545629"/>
                        <a:chOff x="0" y="0"/>
                        <a:chExt cx="3000305" cy="1063211"/>
                      </a:xfrm>
                    </wpg:grpSpPr>
                    <wps:wsp>
                      <wps:cNvPr id="6" name="Shape 6"/>
                      <wps:cNvSpPr/>
                      <wps:spPr>
                        <a:xfrm>
                          <a:off x="2710189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7" y="17679"/>
                              </a:lnTo>
                              <a:cubicBezTo>
                                <a:pt x="27330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48" y="60029"/>
                              </a:lnTo>
                              <a:cubicBezTo>
                                <a:pt x="10209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6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" name="Shape 7"/>
                      <wps:cNvSpPr/>
                      <wps:spPr>
                        <a:xfrm>
                          <a:off x="2713472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5" y="22092"/>
                              </a:lnTo>
                              <a:cubicBezTo>
                                <a:pt x="24353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59" y="13246"/>
                                <a:pt x="9881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2" name="Shape 422"/>
                      <wps:cNvSpPr/>
                      <wps:spPr>
                        <a:xfrm>
                          <a:off x="2974875" y="862542"/>
                          <a:ext cx="25430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30" h="25503">
                              <a:moveTo>
                                <a:pt x="0" y="0"/>
                              </a:moveTo>
                              <a:lnTo>
                                <a:pt x="25430" y="0"/>
                              </a:lnTo>
                              <a:lnTo>
                                <a:pt x="25430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3" name="Shape 423"/>
                      <wps:cNvSpPr/>
                      <wps:spPr>
                        <a:xfrm>
                          <a:off x="2817051" y="862542"/>
                          <a:ext cx="25424" cy="25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24" h="25503">
                              <a:moveTo>
                                <a:pt x="0" y="0"/>
                              </a:moveTo>
                              <a:lnTo>
                                <a:pt x="25424" y="0"/>
                              </a:lnTo>
                              <a:lnTo>
                                <a:pt x="25424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2879536" y="792648"/>
                          <a:ext cx="83542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2" h="98542">
                              <a:moveTo>
                                <a:pt x="40475" y="0"/>
                              </a:moveTo>
                              <a:cubicBezTo>
                                <a:pt x="65207" y="0"/>
                                <a:pt x="79733" y="11621"/>
                                <a:pt x="80597" y="31398"/>
                              </a:cubicBezTo>
                              <a:lnTo>
                                <a:pt x="56730" y="31398"/>
                              </a:lnTo>
                              <a:cubicBezTo>
                                <a:pt x="56380" y="23583"/>
                                <a:pt x="50678" y="19079"/>
                                <a:pt x="40644" y="19079"/>
                              </a:cubicBezTo>
                              <a:cubicBezTo>
                                <a:pt x="31305" y="19079"/>
                                <a:pt x="26806" y="21848"/>
                                <a:pt x="26806" y="27576"/>
                              </a:cubicBezTo>
                              <a:cubicBezTo>
                                <a:pt x="26806" y="33994"/>
                                <a:pt x="34419" y="34693"/>
                                <a:pt x="51891" y="38843"/>
                              </a:cubicBezTo>
                              <a:cubicBezTo>
                                <a:pt x="73163" y="43876"/>
                                <a:pt x="83542" y="49784"/>
                                <a:pt x="83542" y="66434"/>
                              </a:cubicBezTo>
                              <a:cubicBezTo>
                                <a:pt x="83542" y="87242"/>
                                <a:pt x="68670" y="98542"/>
                                <a:pt x="40475" y="98542"/>
                              </a:cubicBezTo>
                              <a:cubicBezTo>
                                <a:pt x="14879" y="98542"/>
                                <a:pt x="0" y="86201"/>
                                <a:pt x="0" y="66434"/>
                              </a:cubicBezTo>
                              <a:lnTo>
                                <a:pt x="0" y="65390"/>
                              </a:lnTo>
                              <a:lnTo>
                                <a:pt x="24559" y="65390"/>
                              </a:lnTo>
                              <a:cubicBezTo>
                                <a:pt x="24905" y="74754"/>
                                <a:pt x="31136" y="79265"/>
                                <a:pt x="43758" y="79265"/>
                              </a:cubicBezTo>
                              <a:cubicBezTo>
                                <a:pt x="53616" y="79265"/>
                                <a:pt x="58806" y="75790"/>
                                <a:pt x="58806" y="70070"/>
                              </a:cubicBezTo>
                              <a:cubicBezTo>
                                <a:pt x="58806" y="62095"/>
                                <a:pt x="50853" y="62615"/>
                                <a:pt x="34600" y="58453"/>
                              </a:cubicBezTo>
                              <a:cubicBezTo>
                                <a:pt x="12971" y="52908"/>
                                <a:pt x="2776" y="46309"/>
                                <a:pt x="2776" y="30697"/>
                              </a:cubicBezTo>
                              <a:cubicBezTo>
                                <a:pt x="2776" y="12139"/>
                                <a:pt x="16953" y="0"/>
                                <a:pt x="404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2750494" y="792648"/>
                          <a:ext cx="45486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6" h="96008">
                              <a:moveTo>
                                <a:pt x="515" y="0"/>
                              </a:moveTo>
                              <a:cubicBezTo>
                                <a:pt x="26456" y="0"/>
                                <a:pt x="40291" y="9363"/>
                                <a:pt x="40291" y="26017"/>
                              </a:cubicBezTo>
                              <a:lnTo>
                                <a:pt x="40291" y="78397"/>
                              </a:lnTo>
                              <a:cubicBezTo>
                                <a:pt x="40291" y="85157"/>
                                <a:pt x="41328" y="89150"/>
                                <a:pt x="45486" y="91234"/>
                              </a:cubicBezTo>
                              <a:lnTo>
                                <a:pt x="45486" y="95396"/>
                              </a:lnTo>
                              <a:lnTo>
                                <a:pt x="19875" y="95396"/>
                              </a:lnTo>
                              <a:cubicBezTo>
                                <a:pt x="18162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8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6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0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47877" y="831334"/>
                          <a:ext cx="40305" cy="60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05" h="60029">
                              <a:moveTo>
                                <a:pt x="40305" y="0"/>
                              </a:moveTo>
                              <a:lnTo>
                                <a:pt x="40305" y="16544"/>
                              </a:lnTo>
                              <a:lnTo>
                                <a:pt x="35108" y="17679"/>
                              </a:lnTo>
                              <a:cubicBezTo>
                                <a:pt x="27332" y="19936"/>
                                <a:pt x="23529" y="22888"/>
                                <a:pt x="23529" y="29998"/>
                              </a:cubicBezTo>
                              <a:cubicBezTo>
                                <a:pt x="23529" y="36766"/>
                                <a:pt x="28188" y="41101"/>
                                <a:pt x="35632" y="41101"/>
                              </a:cubicBezTo>
                              <a:lnTo>
                                <a:pt x="40305" y="39431"/>
                              </a:lnTo>
                              <a:lnTo>
                                <a:pt x="40305" y="57322"/>
                              </a:lnTo>
                              <a:lnTo>
                                <a:pt x="27850" y="60029"/>
                              </a:lnTo>
                              <a:cubicBezTo>
                                <a:pt x="10210" y="60029"/>
                                <a:pt x="0" y="49593"/>
                                <a:pt x="0" y="30685"/>
                              </a:cubicBezTo>
                              <a:cubicBezTo>
                                <a:pt x="0" y="12656"/>
                                <a:pt x="9691" y="4672"/>
                                <a:pt x="31137" y="1377"/>
                              </a:cubicBezTo>
                              <a:lnTo>
                                <a:pt x="403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1351159" y="792800"/>
                          <a:ext cx="37022" cy="319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22" h="31935">
                              <a:moveTo>
                                <a:pt x="37022" y="0"/>
                              </a:moveTo>
                              <a:lnTo>
                                <a:pt x="37022" y="19464"/>
                              </a:lnTo>
                              <a:lnTo>
                                <a:pt x="26947" y="22092"/>
                              </a:lnTo>
                              <a:cubicBezTo>
                                <a:pt x="24354" y="24042"/>
                                <a:pt x="23015" y="26902"/>
                                <a:pt x="23015" y="30546"/>
                              </a:cubicBezTo>
                              <a:lnTo>
                                <a:pt x="23015" y="31935"/>
                              </a:lnTo>
                              <a:lnTo>
                                <a:pt x="0" y="31935"/>
                              </a:lnTo>
                              <a:lnTo>
                                <a:pt x="0" y="30199"/>
                              </a:lnTo>
                              <a:cubicBezTo>
                                <a:pt x="0" y="20834"/>
                                <a:pt x="3460" y="13246"/>
                                <a:pt x="9882" y="8000"/>
                              </a:cubicBezTo>
                              <a:lnTo>
                                <a:pt x="370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216473" y="763337"/>
                          <a:ext cx="10289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895" h="124708">
                              <a:moveTo>
                                <a:pt x="0" y="0"/>
                              </a:moveTo>
                              <a:lnTo>
                                <a:pt x="25761" y="0"/>
                              </a:lnTo>
                              <a:lnTo>
                                <a:pt x="25761" y="46483"/>
                              </a:lnTo>
                              <a:lnTo>
                                <a:pt x="77133" y="46483"/>
                              </a:lnTo>
                              <a:lnTo>
                                <a:pt x="77133" y="0"/>
                              </a:lnTo>
                              <a:lnTo>
                                <a:pt x="102895" y="0"/>
                              </a:lnTo>
                              <a:lnTo>
                                <a:pt x="102895" y="124708"/>
                              </a:lnTo>
                              <a:lnTo>
                                <a:pt x="77133" y="124708"/>
                              </a:lnTo>
                              <a:lnTo>
                                <a:pt x="77133" y="69375"/>
                              </a:lnTo>
                              <a:lnTo>
                                <a:pt x="25761" y="69375"/>
                              </a:lnTo>
                              <a:lnTo>
                                <a:pt x="257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885922" y="795946"/>
                          <a:ext cx="42202" cy="94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202" h="94550">
                              <a:moveTo>
                                <a:pt x="0" y="0"/>
                              </a:moveTo>
                              <a:lnTo>
                                <a:pt x="24562" y="0"/>
                              </a:lnTo>
                              <a:lnTo>
                                <a:pt x="24562" y="55670"/>
                              </a:lnTo>
                              <a:cubicBezTo>
                                <a:pt x="24562" y="68162"/>
                                <a:pt x="28198" y="73890"/>
                                <a:pt x="38746" y="73890"/>
                              </a:cubicBezTo>
                              <a:lnTo>
                                <a:pt x="42202" y="72588"/>
                              </a:lnTo>
                              <a:lnTo>
                                <a:pt x="42202" y="91982"/>
                              </a:lnTo>
                              <a:lnTo>
                                <a:pt x="30268" y="94550"/>
                              </a:lnTo>
                              <a:cubicBezTo>
                                <a:pt x="10041" y="94550"/>
                                <a:pt x="0" y="83944"/>
                                <a:pt x="0" y="627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4" name="Shape 424"/>
                      <wps:cNvSpPr/>
                      <wps:spPr>
                        <a:xfrm>
                          <a:off x="1619147" y="795946"/>
                          <a:ext cx="2456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67" h="92099">
                              <a:moveTo>
                                <a:pt x="0" y="0"/>
                              </a:moveTo>
                              <a:lnTo>
                                <a:pt x="24567" y="0"/>
                              </a:lnTo>
                              <a:lnTo>
                                <a:pt x="24567" y="92099"/>
                              </a:lnTo>
                              <a:lnTo>
                                <a:pt x="0" y="9209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449375" y="795946"/>
                          <a:ext cx="90969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69" h="92099">
                              <a:moveTo>
                                <a:pt x="0" y="0"/>
                              </a:moveTo>
                              <a:lnTo>
                                <a:pt x="27144" y="0"/>
                              </a:lnTo>
                              <a:lnTo>
                                <a:pt x="45997" y="66074"/>
                              </a:lnTo>
                              <a:lnTo>
                                <a:pt x="65030" y="0"/>
                              </a:lnTo>
                              <a:lnTo>
                                <a:pt x="90969" y="0"/>
                              </a:lnTo>
                              <a:lnTo>
                                <a:pt x="58104" y="92099"/>
                              </a:lnTo>
                              <a:lnTo>
                                <a:pt x="33026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670836" y="792648"/>
                          <a:ext cx="84398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8" h="98542">
                              <a:moveTo>
                                <a:pt x="43578" y="0"/>
                              </a:moveTo>
                              <a:cubicBezTo>
                                <a:pt x="67450" y="0"/>
                                <a:pt x="82498" y="13528"/>
                                <a:pt x="84215" y="35909"/>
                              </a:cubicBezTo>
                              <a:lnTo>
                                <a:pt x="59836" y="35909"/>
                              </a:lnTo>
                              <a:cubicBezTo>
                                <a:pt x="58449" y="26186"/>
                                <a:pt x="52747" y="20808"/>
                                <a:pt x="43750" y="20808"/>
                              </a:cubicBezTo>
                              <a:cubicBezTo>
                                <a:pt x="31474" y="20808"/>
                                <a:pt x="25592" y="30527"/>
                                <a:pt x="25592" y="49604"/>
                              </a:cubicBezTo>
                              <a:cubicBezTo>
                                <a:pt x="25592" y="67474"/>
                                <a:pt x="32163" y="77187"/>
                                <a:pt x="43750" y="77187"/>
                              </a:cubicBezTo>
                              <a:cubicBezTo>
                                <a:pt x="52924" y="77187"/>
                                <a:pt x="58449" y="71629"/>
                                <a:pt x="60185" y="60706"/>
                              </a:cubicBezTo>
                              <a:lnTo>
                                <a:pt x="84398" y="60706"/>
                              </a:lnTo>
                              <a:cubicBezTo>
                                <a:pt x="82321" y="84117"/>
                                <a:pt x="66237" y="98542"/>
                                <a:pt x="42714" y="98542"/>
                              </a:cubicBezTo>
                              <a:cubicBezTo>
                                <a:pt x="16257" y="98542"/>
                                <a:pt x="0" y="80312"/>
                                <a:pt x="0" y="49258"/>
                              </a:cubicBezTo>
                              <a:cubicBezTo>
                                <a:pt x="0" y="18388"/>
                                <a:pt x="16603" y="0"/>
                                <a:pt x="43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388182" y="792648"/>
                          <a:ext cx="45487" cy="96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87" h="96008">
                              <a:moveTo>
                                <a:pt x="515" y="0"/>
                              </a:moveTo>
                              <a:cubicBezTo>
                                <a:pt x="26454" y="0"/>
                                <a:pt x="40292" y="9363"/>
                                <a:pt x="40292" y="26017"/>
                              </a:cubicBezTo>
                              <a:lnTo>
                                <a:pt x="40292" y="78397"/>
                              </a:lnTo>
                              <a:cubicBezTo>
                                <a:pt x="40292" y="85157"/>
                                <a:pt x="41328" y="89150"/>
                                <a:pt x="45487" y="91234"/>
                              </a:cubicBezTo>
                              <a:lnTo>
                                <a:pt x="45487" y="95396"/>
                              </a:lnTo>
                              <a:lnTo>
                                <a:pt x="19876" y="95396"/>
                              </a:lnTo>
                              <a:cubicBezTo>
                                <a:pt x="18163" y="92102"/>
                                <a:pt x="17294" y="88279"/>
                                <a:pt x="17118" y="83955"/>
                              </a:cubicBezTo>
                              <a:cubicBezTo>
                                <a:pt x="14092" y="88721"/>
                                <a:pt x="10028" y="92411"/>
                                <a:pt x="5055" y="94910"/>
                              </a:cubicBezTo>
                              <a:lnTo>
                                <a:pt x="0" y="96008"/>
                              </a:lnTo>
                              <a:lnTo>
                                <a:pt x="0" y="78117"/>
                              </a:lnTo>
                              <a:lnTo>
                                <a:pt x="11043" y="74171"/>
                              </a:lnTo>
                              <a:cubicBezTo>
                                <a:pt x="14741" y="70551"/>
                                <a:pt x="16776" y="65303"/>
                                <a:pt x="16776" y="58799"/>
                              </a:cubicBezTo>
                              <a:lnTo>
                                <a:pt x="16776" y="50119"/>
                              </a:lnTo>
                              <a:cubicBezTo>
                                <a:pt x="12103" y="52288"/>
                                <a:pt x="7779" y="53503"/>
                                <a:pt x="4038" y="54349"/>
                              </a:cubicBezTo>
                              <a:lnTo>
                                <a:pt x="0" y="55230"/>
                              </a:lnTo>
                              <a:lnTo>
                                <a:pt x="0" y="38686"/>
                              </a:lnTo>
                              <a:lnTo>
                                <a:pt x="10764" y="37069"/>
                              </a:lnTo>
                              <a:cubicBezTo>
                                <a:pt x="14787" y="35942"/>
                                <a:pt x="16431" y="34079"/>
                                <a:pt x="16431" y="29660"/>
                              </a:cubicBezTo>
                              <a:cubicBezTo>
                                <a:pt x="16431" y="22032"/>
                                <a:pt x="11931" y="19256"/>
                                <a:pt x="1379" y="19256"/>
                              </a:cubicBezTo>
                              <a:lnTo>
                                <a:pt x="0" y="19615"/>
                              </a:lnTo>
                              <a:lnTo>
                                <a:pt x="0" y="152"/>
                              </a:lnTo>
                              <a:lnTo>
                                <a:pt x="51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781147" y="763337"/>
                          <a:ext cx="84578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578" h="124708">
                              <a:moveTo>
                                <a:pt x="0" y="0"/>
                              </a:moveTo>
                              <a:lnTo>
                                <a:pt x="23861" y="0"/>
                              </a:lnTo>
                              <a:lnTo>
                                <a:pt x="23861" y="65390"/>
                              </a:lnTo>
                              <a:lnTo>
                                <a:pt x="53104" y="32608"/>
                              </a:lnTo>
                              <a:lnTo>
                                <a:pt x="82674" y="32608"/>
                              </a:lnTo>
                              <a:lnTo>
                                <a:pt x="50674" y="66777"/>
                              </a:lnTo>
                              <a:lnTo>
                                <a:pt x="84578" y="124708"/>
                              </a:lnTo>
                              <a:lnTo>
                                <a:pt x="55163" y="124708"/>
                              </a:lnTo>
                              <a:lnTo>
                                <a:pt x="33207" y="85506"/>
                              </a:lnTo>
                              <a:lnTo>
                                <a:pt x="23861" y="95569"/>
                              </a:lnTo>
                              <a:lnTo>
                                <a:pt x="23861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5" name="Shape 425"/>
                      <wps:cNvSpPr/>
                      <wps:spPr>
                        <a:xfrm>
                          <a:off x="1562113" y="763337"/>
                          <a:ext cx="24555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55" h="124708">
                              <a:moveTo>
                                <a:pt x="0" y="0"/>
                              </a:moveTo>
                              <a:lnTo>
                                <a:pt x="24555" y="0"/>
                              </a:lnTo>
                              <a:lnTo>
                                <a:pt x="24555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1688296" y="753624"/>
                          <a:ext cx="53265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65" h="31392">
                              <a:moveTo>
                                <a:pt x="0" y="0"/>
                              </a:moveTo>
                              <a:lnTo>
                                <a:pt x="11765" y="0"/>
                              </a:lnTo>
                              <a:lnTo>
                                <a:pt x="26637" y="18555"/>
                              </a:lnTo>
                              <a:lnTo>
                                <a:pt x="41339" y="0"/>
                              </a:lnTo>
                              <a:lnTo>
                                <a:pt x="53265" y="0"/>
                              </a:lnTo>
                              <a:lnTo>
                                <a:pt x="36662" y="31392"/>
                              </a:lnTo>
                              <a:lnTo>
                                <a:pt x="16614" y="3139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1622960" y="753624"/>
                          <a:ext cx="38383" cy="313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83" h="31392">
                              <a:moveTo>
                                <a:pt x="16603" y="0"/>
                              </a:moveTo>
                              <a:lnTo>
                                <a:pt x="38383" y="0"/>
                              </a:lnTo>
                              <a:lnTo>
                                <a:pt x="11927" y="31392"/>
                              </a:lnTo>
                              <a:lnTo>
                                <a:pt x="0" y="31392"/>
                              </a:lnTo>
                              <a:lnTo>
                                <a:pt x="166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1905639" y="743385"/>
                          <a:ext cx="22485" cy="451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5102">
                              <a:moveTo>
                                <a:pt x="22316" y="0"/>
                              </a:moveTo>
                              <a:lnTo>
                                <a:pt x="22485" y="69"/>
                              </a:lnTo>
                              <a:lnTo>
                                <a:pt x="22485" y="12210"/>
                              </a:lnTo>
                              <a:lnTo>
                                <a:pt x="22316" y="12140"/>
                              </a:lnTo>
                              <a:cubicBezTo>
                                <a:pt x="16434" y="12140"/>
                                <a:pt x="12103" y="16651"/>
                                <a:pt x="12103" y="22552"/>
                              </a:cubicBezTo>
                              <a:cubicBezTo>
                                <a:pt x="12103" y="28444"/>
                                <a:pt x="16434" y="32962"/>
                                <a:pt x="22316" y="32962"/>
                              </a:cubicBezTo>
                              <a:lnTo>
                                <a:pt x="22485" y="32893"/>
                              </a:lnTo>
                              <a:lnTo>
                                <a:pt x="22485" y="45033"/>
                              </a:lnTo>
                              <a:lnTo>
                                <a:pt x="22316" y="45102"/>
                              </a:lnTo>
                              <a:cubicBezTo>
                                <a:pt x="9695" y="45102"/>
                                <a:pt x="0" y="35216"/>
                                <a:pt x="0" y="22552"/>
                              </a:cubicBezTo>
                              <a:cubicBezTo>
                                <a:pt x="0" y="10070"/>
                                <a:pt x="9695" y="0"/>
                                <a:pt x="223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1988971" y="795946"/>
                          <a:ext cx="90973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973" h="92099">
                              <a:moveTo>
                                <a:pt x="0" y="0"/>
                              </a:moveTo>
                              <a:lnTo>
                                <a:pt x="27147" y="0"/>
                              </a:lnTo>
                              <a:lnTo>
                                <a:pt x="46002" y="66074"/>
                              </a:lnTo>
                              <a:lnTo>
                                <a:pt x="65030" y="0"/>
                              </a:lnTo>
                              <a:lnTo>
                                <a:pt x="90973" y="0"/>
                              </a:lnTo>
                              <a:lnTo>
                                <a:pt x="58105" y="92099"/>
                              </a:lnTo>
                              <a:lnTo>
                                <a:pt x="33024" y="920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1928124" y="795946"/>
                          <a:ext cx="39957" cy="920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57" h="92099">
                              <a:moveTo>
                                <a:pt x="15398" y="0"/>
                              </a:moveTo>
                              <a:lnTo>
                                <a:pt x="39957" y="0"/>
                              </a:lnTo>
                              <a:lnTo>
                                <a:pt x="39957" y="92099"/>
                              </a:lnTo>
                              <a:lnTo>
                                <a:pt x="15916" y="92099"/>
                              </a:lnTo>
                              <a:lnTo>
                                <a:pt x="15916" y="81169"/>
                              </a:lnTo>
                              <a:cubicBezTo>
                                <a:pt x="12452" y="85592"/>
                                <a:pt x="8389" y="88937"/>
                                <a:pt x="3742" y="91177"/>
                              </a:cubicBezTo>
                              <a:lnTo>
                                <a:pt x="0" y="91982"/>
                              </a:lnTo>
                              <a:lnTo>
                                <a:pt x="0" y="72588"/>
                              </a:lnTo>
                              <a:lnTo>
                                <a:pt x="10251" y="68725"/>
                              </a:lnTo>
                              <a:cubicBezTo>
                                <a:pt x="13537" y="65384"/>
                                <a:pt x="15398" y="60525"/>
                                <a:pt x="15398" y="54454"/>
                              </a:cubicBezTo>
                              <a:lnTo>
                                <a:pt x="153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2159403" y="763337"/>
                          <a:ext cx="4997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76" h="124708">
                              <a:moveTo>
                                <a:pt x="0" y="0"/>
                              </a:moveTo>
                              <a:lnTo>
                                <a:pt x="49976" y="0"/>
                              </a:lnTo>
                              <a:lnTo>
                                <a:pt x="49976" y="21679"/>
                              </a:lnTo>
                              <a:lnTo>
                                <a:pt x="24549" y="21679"/>
                              </a:lnTo>
                              <a:lnTo>
                                <a:pt x="24549" y="48218"/>
                              </a:lnTo>
                              <a:lnTo>
                                <a:pt x="49976" y="48218"/>
                              </a:lnTo>
                              <a:lnTo>
                                <a:pt x="49976" y="69545"/>
                              </a:lnTo>
                              <a:lnTo>
                                <a:pt x="24549" y="69545"/>
                              </a:lnTo>
                              <a:lnTo>
                                <a:pt x="24549" y="102157"/>
                              </a:lnTo>
                              <a:lnTo>
                                <a:pt x="49976" y="102157"/>
                              </a:lnTo>
                              <a:lnTo>
                                <a:pt x="49976" y="124708"/>
                              </a:lnTo>
                              <a:lnTo>
                                <a:pt x="0" y="124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1928124" y="743455"/>
                          <a:ext cx="22485" cy="449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85" h="44964">
                              <a:moveTo>
                                <a:pt x="0" y="0"/>
                              </a:moveTo>
                              <a:lnTo>
                                <a:pt x="15891" y="6526"/>
                              </a:lnTo>
                              <a:cubicBezTo>
                                <a:pt x="19977" y="10603"/>
                                <a:pt x="22485" y="16241"/>
                                <a:pt x="22485" y="22482"/>
                              </a:cubicBezTo>
                              <a:cubicBezTo>
                                <a:pt x="22485" y="28815"/>
                                <a:pt x="19977" y="34452"/>
                                <a:pt x="15891" y="38506"/>
                              </a:cubicBezTo>
                              <a:lnTo>
                                <a:pt x="0" y="44964"/>
                              </a:lnTo>
                              <a:lnTo>
                                <a:pt x="0" y="32823"/>
                              </a:lnTo>
                              <a:lnTo>
                                <a:pt x="7310" y="29832"/>
                              </a:lnTo>
                              <a:cubicBezTo>
                                <a:pt x="9213" y="27945"/>
                                <a:pt x="10382" y="25342"/>
                                <a:pt x="10382" y="22482"/>
                              </a:cubicBezTo>
                              <a:cubicBezTo>
                                <a:pt x="10382" y="19621"/>
                                <a:pt x="9171" y="17019"/>
                                <a:pt x="7246" y="15131"/>
                              </a:cubicBezTo>
                              <a:lnTo>
                                <a:pt x="0" y="121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2288916" y="793339"/>
                          <a:ext cx="52917" cy="94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917" h="94705">
                              <a:moveTo>
                                <a:pt x="49289" y="0"/>
                              </a:moveTo>
                              <a:cubicBezTo>
                                <a:pt x="50505" y="0"/>
                                <a:pt x="51704" y="0"/>
                                <a:pt x="52917" y="180"/>
                              </a:cubicBezTo>
                              <a:lnTo>
                                <a:pt x="52917" y="25146"/>
                              </a:lnTo>
                              <a:lnTo>
                                <a:pt x="44792" y="25146"/>
                              </a:lnTo>
                              <a:cubicBezTo>
                                <a:pt x="31476" y="25146"/>
                                <a:pt x="24557" y="32094"/>
                                <a:pt x="24557" y="45968"/>
                              </a:cubicBezTo>
                              <a:lnTo>
                                <a:pt x="24557" y="94705"/>
                              </a:lnTo>
                              <a:lnTo>
                                <a:pt x="0" y="94705"/>
                              </a:lnTo>
                              <a:lnTo>
                                <a:pt x="0" y="2606"/>
                              </a:lnTo>
                              <a:lnTo>
                                <a:pt x="22825" y="2606"/>
                              </a:lnTo>
                              <a:lnTo>
                                <a:pt x="22825" y="18388"/>
                              </a:lnTo>
                              <a:cubicBezTo>
                                <a:pt x="29221" y="5720"/>
                                <a:pt x="37527" y="0"/>
                                <a:pt x="4928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2360481" y="792663"/>
                          <a:ext cx="46435" cy="985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435" h="98513">
                              <a:moveTo>
                                <a:pt x="46435" y="0"/>
                              </a:moveTo>
                              <a:lnTo>
                                <a:pt x="46435" y="20832"/>
                              </a:lnTo>
                              <a:lnTo>
                                <a:pt x="30587" y="28125"/>
                              </a:lnTo>
                              <a:cubicBezTo>
                                <a:pt x="26889" y="32940"/>
                                <a:pt x="24898" y="40053"/>
                                <a:pt x="24898" y="49244"/>
                              </a:cubicBezTo>
                              <a:cubicBezTo>
                                <a:pt x="24898" y="58433"/>
                                <a:pt x="26889" y="65587"/>
                                <a:pt x="30587" y="70444"/>
                              </a:cubicBezTo>
                              <a:lnTo>
                                <a:pt x="46435" y="77821"/>
                              </a:lnTo>
                              <a:lnTo>
                                <a:pt x="46435" y="98513"/>
                              </a:lnTo>
                              <a:lnTo>
                                <a:pt x="27068" y="95145"/>
                              </a:lnTo>
                              <a:cubicBezTo>
                                <a:pt x="9923" y="88480"/>
                                <a:pt x="0" y="72272"/>
                                <a:pt x="0" y="49244"/>
                              </a:cubicBezTo>
                              <a:cubicBezTo>
                                <a:pt x="0" y="26221"/>
                                <a:pt x="9923" y="10024"/>
                                <a:pt x="27068" y="3365"/>
                              </a:cubicBezTo>
                              <a:lnTo>
                                <a:pt x="464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2209378" y="763337"/>
                          <a:ext cx="52056" cy="124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056" h="124708">
                              <a:moveTo>
                                <a:pt x="0" y="0"/>
                              </a:moveTo>
                              <a:lnTo>
                                <a:pt x="8648" y="0"/>
                              </a:lnTo>
                              <a:cubicBezTo>
                                <a:pt x="34420" y="0"/>
                                <a:pt x="47743" y="11275"/>
                                <a:pt x="47743" y="31568"/>
                              </a:cubicBezTo>
                              <a:cubicBezTo>
                                <a:pt x="47743" y="44056"/>
                                <a:pt x="42897" y="52560"/>
                                <a:pt x="32857" y="57236"/>
                              </a:cubicBezTo>
                              <a:cubicBezTo>
                                <a:pt x="45834" y="62442"/>
                                <a:pt x="52056" y="72151"/>
                                <a:pt x="52056" y="86724"/>
                              </a:cubicBezTo>
                              <a:cubicBezTo>
                                <a:pt x="52056" y="110484"/>
                                <a:pt x="36151" y="124708"/>
                                <a:pt x="6746" y="124708"/>
                              </a:cubicBezTo>
                              <a:lnTo>
                                <a:pt x="0" y="124708"/>
                              </a:lnTo>
                              <a:lnTo>
                                <a:pt x="0" y="102157"/>
                              </a:lnTo>
                              <a:lnTo>
                                <a:pt x="4845" y="102157"/>
                              </a:lnTo>
                              <a:cubicBezTo>
                                <a:pt x="18849" y="102157"/>
                                <a:pt x="25427" y="97484"/>
                                <a:pt x="25427" y="86026"/>
                              </a:cubicBezTo>
                              <a:cubicBezTo>
                                <a:pt x="25427" y="73886"/>
                                <a:pt x="18849" y="69545"/>
                                <a:pt x="4676" y="69545"/>
                              </a:cubicBezTo>
                              <a:lnTo>
                                <a:pt x="0" y="69545"/>
                              </a:lnTo>
                              <a:lnTo>
                                <a:pt x="0" y="48218"/>
                              </a:lnTo>
                              <a:lnTo>
                                <a:pt x="3816" y="48218"/>
                              </a:lnTo>
                              <a:cubicBezTo>
                                <a:pt x="16092" y="48218"/>
                                <a:pt x="21967" y="44229"/>
                                <a:pt x="21967" y="34692"/>
                              </a:cubicBezTo>
                              <a:cubicBezTo>
                                <a:pt x="21967" y="24973"/>
                                <a:pt x="15922" y="21679"/>
                                <a:pt x="3632" y="21679"/>
                              </a:cubicBezTo>
                              <a:lnTo>
                                <a:pt x="0" y="216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2475638" y="792821"/>
                          <a:ext cx="44795" cy="983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95" h="98369">
                              <a:moveTo>
                                <a:pt x="37699" y="0"/>
                              </a:moveTo>
                              <a:lnTo>
                                <a:pt x="44795" y="1663"/>
                              </a:lnTo>
                              <a:lnTo>
                                <a:pt x="44795" y="21502"/>
                              </a:lnTo>
                              <a:lnTo>
                                <a:pt x="44446" y="21340"/>
                              </a:lnTo>
                              <a:cubicBezTo>
                                <a:pt x="32342" y="21340"/>
                                <a:pt x="24559" y="31396"/>
                                <a:pt x="24559" y="48564"/>
                              </a:cubicBezTo>
                              <a:cubicBezTo>
                                <a:pt x="24559" y="57932"/>
                                <a:pt x="26376" y="65088"/>
                                <a:pt x="29834" y="69902"/>
                              </a:cubicBezTo>
                              <a:lnTo>
                                <a:pt x="44795" y="77105"/>
                              </a:lnTo>
                              <a:lnTo>
                                <a:pt x="44795" y="96727"/>
                              </a:lnTo>
                              <a:lnTo>
                                <a:pt x="38046" y="98369"/>
                              </a:lnTo>
                              <a:cubicBezTo>
                                <a:pt x="15739" y="98369"/>
                                <a:pt x="0" y="79092"/>
                                <a:pt x="0" y="49611"/>
                              </a:cubicBezTo>
                              <a:cubicBezTo>
                                <a:pt x="0" y="19256"/>
                                <a:pt x="16257" y="0"/>
                                <a:pt x="376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2406916" y="792648"/>
                          <a:ext cx="46611" cy="98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11" h="98542">
                              <a:moveTo>
                                <a:pt x="85" y="0"/>
                              </a:moveTo>
                              <a:cubicBezTo>
                                <a:pt x="28971" y="0"/>
                                <a:pt x="46611" y="18561"/>
                                <a:pt x="46611" y="49258"/>
                              </a:cubicBezTo>
                              <a:cubicBezTo>
                                <a:pt x="46611" y="79963"/>
                                <a:pt x="28971" y="98542"/>
                                <a:pt x="85" y="98542"/>
                              </a:cubicBezTo>
                              <a:lnTo>
                                <a:pt x="0" y="98527"/>
                              </a:lnTo>
                              <a:lnTo>
                                <a:pt x="0" y="77836"/>
                              </a:lnTo>
                              <a:lnTo>
                                <a:pt x="85" y="77875"/>
                              </a:lnTo>
                              <a:cubicBezTo>
                                <a:pt x="13750" y="77875"/>
                                <a:pt x="21537" y="67637"/>
                                <a:pt x="21537" y="49258"/>
                              </a:cubicBezTo>
                              <a:cubicBezTo>
                                <a:pt x="21537" y="30876"/>
                                <a:pt x="13750" y="20808"/>
                                <a:pt x="85" y="20808"/>
                              </a:cubicBezTo>
                              <a:lnTo>
                                <a:pt x="0" y="20847"/>
                              </a:lnTo>
                              <a:lnTo>
                                <a:pt x="0" y="15"/>
                              </a:lnTo>
                              <a:lnTo>
                                <a:pt x="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2597361" y="862542"/>
                          <a:ext cx="25593" cy="54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93" h="54842">
                              <a:moveTo>
                                <a:pt x="0" y="0"/>
                              </a:moveTo>
                              <a:lnTo>
                                <a:pt x="25593" y="0"/>
                              </a:lnTo>
                              <a:lnTo>
                                <a:pt x="25593" y="24463"/>
                              </a:lnTo>
                              <a:cubicBezTo>
                                <a:pt x="25593" y="41310"/>
                                <a:pt x="16949" y="51722"/>
                                <a:pt x="0" y="54842"/>
                              </a:cubicBezTo>
                              <a:lnTo>
                                <a:pt x="0" y="44953"/>
                              </a:lnTo>
                              <a:cubicBezTo>
                                <a:pt x="9505" y="42178"/>
                                <a:pt x="13835" y="36634"/>
                                <a:pt x="13835" y="27620"/>
                              </a:cubicBezTo>
                              <a:lnTo>
                                <a:pt x="13835" y="25503"/>
                              </a:lnTo>
                              <a:lnTo>
                                <a:pt x="0" y="255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2520433" y="763337"/>
                          <a:ext cx="44096" cy="126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96" h="126212">
                              <a:moveTo>
                                <a:pt x="20235" y="0"/>
                              </a:moveTo>
                              <a:lnTo>
                                <a:pt x="44096" y="0"/>
                              </a:lnTo>
                              <a:lnTo>
                                <a:pt x="44096" y="124708"/>
                              </a:lnTo>
                              <a:lnTo>
                                <a:pt x="20747" y="124708"/>
                              </a:lnTo>
                              <a:lnTo>
                                <a:pt x="20747" y="112212"/>
                              </a:lnTo>
                              <a:cubicBezTo>
                                <a:pt x="17203" y="117592"/>
                                <a:pt x="13310" y="121503"/>
                                <a:pt x="8813" y="124068"/>
                              </a:cubicBezTo>
                              <a:lnTo>
                                <a:pt x="0" y="126212"/>
                              </a:lnTo>
                              <a:lnTo>
                                <a:pt x="0" y="106589"/>
                              </a:lnTo>
                              <a:lnTo>
                                <a:pt x="170" y="106671"/>
                              </a:lnTo>
                              <a:cubicBezTo>
                                <a:pt x="13140" y="106671"/>
                                <a:pt x="20235" y="96948"/>
                                <a:pt x="20235" y="78048"/>
                              </a:cubicBezTo>
                              <a:cubicBezTo>
                                <a:pt x="20235" y="69289"/>
                                <a:pt x="18332" y="62483"/>
                                <a:pt x="14807" y="57867"/>
                              </a:cubicBezTo>
                              <a:lnTo>
                                <a:pt x="0" y="50986"/>
                              </a:lnTo>
                              <a:lnTo>
                                <a:pt x="0" y="31147"/>
                              </a:lnTo>
                              <a:lnTo>
                                <a:pt x="8712" y="33189"/>
                              </a:lnTo>
                              <a:cubicBezTo>
                                <a:pt x="13318" y="35638"/>
                                <a:pt x="17210" y="39281"/>
                                <a:pt x="20235" y="44056"/>
                              </a:cubicBezTo>
                              <a:lnTo>
                                <a:pt x="2023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1549584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3" y="33306"/>
                                <a:pt x="36644" y="37454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8"/>
                                <a:pt x="38550" y="106810"/>
                              </a:cubicBezTo>
                              <a:lnTo>
                                <a:pt x="45463" y="110305"/>
                              </a:lnTo>
                              <a:lnTo>
                                <a:pt x="45463" y="134353"/>
                              </a:lnTo>
                              <a:lnTo>
                                <a:pt x="43175" y="137525"/>
                              </a:lnTo>
                              <a:cubicBezTo>
                                <a:pt x="38033" y="141558"/>
                                <a:pt x="32156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8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2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1552353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7" y="8648"/>
                                <a:pt x="26252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1583472" y="449371"/>
                          <a:ext cx="11575" cy="268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75" h="26852">
                              <a:moveTo>
                                <a:pt x="11575" y="0"/>
                              </a:moveTo>
                              <a:lnTo>
                                <a:pt x="11575" y="26852"/>
                              </a:lnTo>
                              <a:lnTo>
                                <a:pt x="0" y="26852"/>
                              </a:lnTo>
                              <a:lnTo>
                                <a:pt x="115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6" name="Shape 426"/>
                      <wps:cNvSpPr/>
                      <wps:spPr>
                        <a:xfrm>
                          <a:off x="1479485" y="434041"/>
                          <a:ext cx="36645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5" h="270339">
                              <a:moveTo>
                                <a:pt x="0" y="0"/>
                              </a:moveTo>
                              <a:lnTo>
                                <a:pt x="36645" y="0"/>
                              </a:lnTo>
                              <a:lnTo>
                                <a:pt x="36645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1355113" y="434041"/>
                          <a:ext cx="89880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0" h="270339">
                              <a:moveTo>
                                <a:pt x="0" y="0"/>
                              </a:moveTo>
                              <a:lnTo>
                                <a:pt x="36990" y="0"/>
                              </a:lnTo>
                              <a:lnTo>
                                <a:pt x="36990" y="71906"/>
                              </a:lnTo>
                              <a:cubicBezTo>
                                <a:pt x="42861" y="58773"/>
                                <a:pt x="53582" y="51167"/>
                                <a:pt x="65336" y="51167"/>
                              </a:cubicBezTo>
                              <a:cubicBezTo>
                                <a:pt x="82620" y="51167"/>
                                <a:pt x="89880" y="60494"/>
                                <a:pt x="89880" y="81238"/>
                              </a:cubicBezTo>
                              <a:lnTo>
                                <a:pt x="89880" y="270339"/>
                              </a:lnTo>
                              <a:lnTo>
                                <a:pt x="53236" y="270339"/>
                              </a:lnTo>
                              <a:lnTo>
                                <a:pt x="53236" y="96451"/>
                              </a:lnTo>
                              <a:cubicBezTo>
                                <a:pt x="53236" y="88153"/>
                                <a:pt x="50122" y="83660"/>
                                <a:pt x="44942" y="83660"/>
                              </a:cubicBezTo>
                              <a:cubicBezTo>
                                <a:pt x="39747" y="83660"/>
                                <a:pt x="36990" y="88153"/>
                                <a:pt x="36990" y="96451"/>
                              </a:cubicBezTo>
                              <a:lnTo>
                                <a:pt x="36990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1216217" y="430582"/>
                          <a:ext cx="108890" cy="2769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890" h="276969">
                              <a:moveTo>
                                <a:pt x="54271" y="0"/>
                              </a:moveTo>
                              <a:cubicBezTo>
                                <a:pt x="90573" y="0"/>
                                <a:pt x="108890" y="21096"/>
                                <a:pt x="108890" y="63612"/>
                              </a:cubicBezTo>
                              <a:lnTo>
                                <a:pt x="108890" y="92303"/>
                              </a:lnTo>
                              <a:lnTo>
                                <a:pt x="66374" y="92303"/>
                              </a:lnTo>
                              <a:lnTo>
                                <a:pt x="66374" y="52902"/>
                              </a:lnTo>
                              <a:cubicBezTo>
                                <a:pt x="66374" y="39759"/>
                                <a:pt x="64638" y="33541"/>
                                <a:pt x="54271" y="33541"/>
                              </a:cubicBezTo>
                              <a:cubicBezTo>
                                <a:pt x="43553" y="33541"/>
                                <a:pt x="42520" y="39759"/>
                                <a:pt x="42520" y="52902"/>
                              </a:cubicBezTo>
                              <a:lnTo>
                                <a:pt x="42520" y="222976"/>
                              </a:lnTo>
                              <a:cubicBezTo>
                                <a:pt x="42520" y="236120"/>
                                <a:pt x="43553" y="242341"/>
                                <a:pt x="54271" y="242341"/>
                              </a:cubicBezTo>
                              <a:cubicBezTo>
                                <a:pt x="64638" y="242341"/>
                                <a:pt x="66374" y="236120"/>
                                <a:pt x="66374" y="222976"/>
                              </a:cubicBezTo>
                              <a:lnTo>
                                <a:pt x="66374" y="181840"/>
                              </a:lnTo>
                              <a:lnTo>
                                <a:pt x="108890" y="181840"/>
                              </a:lnTo>
                              <a:lnTo>
                                <a:pt x="108890" y="213304"/>
                              </a:lnTo>
                              <a:cubicBezTo>
                                <a:pt x="108890" y="255816"/>
                                <a:pt x="90573" y="276969"/>
                                <a:pt x="54271" y="276969"/>
                              </a:cubicBezTo>
                              <a:cubicBezTo>
                                <a:pt x="17972" y="276969"/>
                                <a:pt x="0" y="255816"/>
                                <a:pt x="0" y="213304"/>
                              </a:cubicBezTo>
                              <a:lnTo>
                                <a:pt x="0" y="63612"/>
                              </a:lnTo>
                              <a:cubicBezTo>
                                <a:pt x="0" y="21096"/>
                                <a:pt x="17972" y="0"/>
                                <a:pt x="54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1672932" y="485208"/>
                          <a:ext cx="45113" cy="222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3" h="222343">
                              <a:moveTo>
                                <a:pt x="24199" y="0"/>
                              </a:moveTo>
                              <a:cubicBezTo>
                                <a:pt x="29732" y="0"/>
                                <a:pt x="35178" y="1729"/>
                                <a:pt x="40148" y="5142"/>
                              </a:cubicBezTo>
                              <a:lnTo>
                                <a:pt x="45113" y="10929"/>
                              </a:lnTo>
                              <a:lnTo>
                                <a:pt x="45113" y="32585"/>
                              </a:lnTo>
                              <a:lnTo>
                                <a:pt x="44942" y="32493"/>
                              </a:lnTo>
                              <a:cubicBezTo>
                                <a:pt x="39759" y="32493"/>
                                <a:pt x="36990" y="36986"/>
                                <a:pt x="36990" y="45284"/>
                              </a:cubicBezTo>
                              <a:lnTo>
                                <a:pt x="36990" y="176990"/>
                              </a:lnTo>
                              <a:cubicBezTo>
                                <a:pt x="36990" y="185288"/>
                                <a:pt x="39759" y="189446"/>
                                <a:pt x="44942" y="189446"/>
                              </a:cubicBezTo>
                              <a:lnTo>
                                <a:pt x="45113" y="189360"/>
                              </a:lnTo>
                              <a:lnTo>
                                <a:pt x="45113" y="213301"/>
                              </a:lnTo>
                              <a:lnTo>
                                <a:pt x="41577" y="217819"/>
                              </a:lnTo>
                              <a:cubicBezTo>
                                <a:pt x="37083" y="220945"/>
                                <a:pt x="31811" y="222343"/>
                                <a:pt x="25243" y="222343"/>
                              </a:cubicBezTo>
                              <a:cubicBezTo>
                                <a:pt x="8640" y="222343"/>
                                <a:pt x="0" y="211568"/>
                                <a:pt x="0" y="190480"/>
                              </a:cubicBezTo>
                              <a:lnTo>
                                <a:pt x="0" y="29726"/>
                              </a:lnTo>
                              <a:cubicBezTo>
                                <a:pt x="0" y="9327"/>
                                <a:pt x="6915" y="0"/>
                                <a:pt x="241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1595047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3" y="219517"/>
                              </a:lnTo>
                              <a:lnTo>
                                <a:pt x="10543" y="198778"/>
                              </a:lnTo>
                              <a:lnTo>
                                <a:pt x="0" y="213395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3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1595047" y="438534"/>
                          <a:ext cx="47533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33" h="37689">
                              <a:moveTo>
                                <a:pt x="4672" y="0"/>
                              </a:moveTo>
                              <a:lnTo>
                                <a:pt x="47533" y="0"/>
                              </a:lnTo>
                              <a:lnTo>
                                <a:pt x="15727" y="37689"/>
                              </a:lnTo>
                              <a:lnTo>
                                <a:pt x="0" y="37689"/>
                              </a:lnTo>
                              <a:lnTo>
                                <a:pt x="0" y="10837"/>
                              </a:lnTo>
                              <a:lnTo>
                                <a:pt x="46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1795234" y="484891"/>
                          <a:ext cx="45463" cy="2226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22631">
                              <a:moveTo>
                                <a:pt x="45463" y="0"/>
                              </a:moveTo>
                              <a:lnTo>
                                <a:pt x="45463" y="28754"/>
                              </a:lnTo>
                              <a:lnTo>
                                <a:pt x="38548" y="32250"/>
                              </a:lnTo>
                              <a:cubicBezTo>
                                <a:pt x="37164" y="34713"/>
                                <a:pt x="36644" y="38516"/>
                                <a:pt x="36644" y="43877"/>
                              </a:cubicBezTo>
                              <a:lnTo>
                                <a:pt x="36644" y="85356"/>
                              </a:lnTo>
                              <a:lnTo>
                                <a:pt x="45463" y="85356"/>
                              </a:lnTo>
                              <a:lnTo>
                                <a:pt x="45463" y="112316"/>
                              </a:lnTo>
                              <a:lnTo>
                                <a:pt x="36644" y="112316"/>
                              </a:lnTo>
                              <a:lnTo>
                                <a:pt x="36644" y="177307"/>
                              </a:lnTo>
                              <a:cubicBezTo>
                                <a:pt x="36644" y="182669"/>
                                <a:pt x="37164" y="186474"/>
                                <a:pt x="38548" y="188937"/>
                              </a:cubicBezTo>
                              <a:lnTo>
                                <a:pt x="45463" y="192434"/>
                              </a:lnTo>
                              <a:lnTo>
                                <a:pt x="45463" y="222631"/>
                              </a:lnTo>
                              <a:lnTo>
                                <a:pt x="25673" y="219468"/>
                              </a:lnTo>
                              <a:cubicBezTo>
                                <a:pt x="8557" y="213082"/>
                                <a:pt x="0" y="197102"/>
                                <a:pt x="0" y="171435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7" y="9519"/>
                                <a:pt x="25673" y="3152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1718045" y="434041"/>
                          <a:ext cx="44767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767" h="270339">
                              <a:moveTo>
                                <a:pt x="8123" y="0"/>
                              </a:moveTo>
                              <a:lnTo>
                                <a:pt x="44767" y="0"/>
                              </a:lnTo>
                              <a:lnTo>
                                <a:pt x="44767" y="270339"/>
                              </a:lnTo>
                              <a:lnTo>
                                <a:pt x="8123" y="270339"/>
                              </a:lnTo>
                              <a:lnTo>
                                <a:pt x="8123" y="254091"/>
                              </a:lnTo>
                              <a:lnTo>
                                <a:pt x="0" y="264468"/>
                              </a:lnTo>
                              <a:lnTo>
                                <a:pt x="0" y="240527"/>
                              </a:lnTo>
                              <a:lnTo>
                                <a:pt x="6052" y="237497"/>
                              </a:lnTo>
                              <a:cubicBezTo>
                                <a:pt x="7433" y="235420"/>
                                <a:pt x="8123" y="232306"/>
                                <a:pt x="8123" y="228157"/>
                              </a:cubicBezTo>
                              <a:lnTo>
                                <a:pt x="8123" y="96451"/>
                              </a:lnTo>
                              <a:cubicBezTo>
                                <a:pt x="8123" y="92302"/>
                                <a:pt x="7347" y="89104"/>
                                <a:pt x="5923" y="86944"/>
                              </a:cubicBezTo>
                              <a:lnTo>
                                <a:pt x="0" y="83752"/>
                              </a:lnTo>
                              <a:lnTo>
                                <a:pt x="0" y="62096"/>
                              </a:lnTo>
                              <a:lnTo>
                                <a:pt x="8123" y="71561"/>
                              </a:lnTo>
                              <a:lnTo>
                                <a:pt x="812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1840697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1" y="75769"/>
                                <a:pt x="178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3"/>
                              </a:lnTo>
                              <a:lnTo>
                                <a:pt x="178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2100803" y="563905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09"/>
                              </a:lnTo>
                              <a:lnTo>
                                <a:pt x="41831" y="29417"/>
                              </a:lnTo>
                              <a:cubicBezTo>
                                <a:pt x="38632" y="33307"/>
                                <a:pt x="36644" y="37455"/>
                                <a:pt x="36644" y="44023"/>
                              </a:cubicBezTo>
                              <a:lnTo>
                                <a:pt x="36644" y="95190"/>
                              </a:lnTo>
                              <a:cubicBezTo>
                                <a:pt x="36644" y="100547"/>
                                <a:pt x="37165" y="104349"/>
                                <a:pt x="38549" y="106811"/>
                              </a:cubicBezTo>
                              <a:lnTo>
                                <a:pt x="45463" y="110306"/>
                              </a:lnTo>
                              <a:lnTo>
                                <a:pt x="45463" y="134352"/>
                              </a:lnTo>
                              <a:lnTo>
                                <a:pt x="43174" y="137525"/>
                              </a:lnTo>
                              <a:cubicBezTo>
                                <a:pt x="38032" y="141558"/>
                                <a:pt x="32155" y="143646"/>
                                <a:pt x="25935" y="143646"/>
                              </a:cubicBezTo>
                              <a:cubicBezTo>
                                <a:pt x="8651" y="143646"/>
                                <a:pt x="0" y="131835"/>
                                <a:pt x="0" y="108669"/>
                              </a:cubicBezTo>
                              <a:lnTo>
                                <a:pt x="0" y="50593"/>
                              </a:lnTo>
                              <a:cubicBezTo>
                                <a:pt x="0" y="26398"/>
                                <a:pt x="9338" y="19136"/>
                                <a:pt x="30081" y="9456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2103571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6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1840697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8" y="0"/>
                              </a:moveTo>
                              <a:cubicBezTo>
                                <a:pt x="30591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28"/>
                              </a:lnTo>
                              <a:lnTo>
                                <a:pt x="1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1918923" y="434041"/>
                          <a:ext cx="95411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411" h="270339">
                              <a:moveTo>
                                <a:pt x="0" y="0"/>
                              </a:moveTo>
                              <a:lnTo>
                                <a:pt x="36649" y="0"/>
                              </a:lnTo>
                              <a:lnTo>
                                <a:pt x="36649" y="153490"/>
                              </a:lnTo>
                              <a:lnTo>
                                <a:pt x="38026" y="153490"/>
                              </a:lnTo>
                              <a:lnTo>
                                <a:pt x="57042" y="54281"/>
                              </a:lnTo>
                              <a:lnTo>
                                <a:pt x="91951" y="54281"/>
                              </a:lnTo>
                              <a:lnTo>
                                <a:pt x="64995" y="155570"/>
                              </a:lnTo>
                              <a:lnTo>
                                <a:pt x="95411" y="270339"/>
                              </a:lnTo>
                              <a:lnTo>
                                <a:pt x="56697" y="270339"/>
                              </a:lnTo>
                              <a:lnTo>
                                <a:pt x="38026" y="168012"/>
                              </a:lnTo>
                              <a:lnTo>
                                <a:pt x="36649" y="168012"/>
                              </a:lnTo>
                              <a:lnTo>
                                <a:pt x="36649" y="270339"/>
                              </a:lnTo>
                              <a:lnTo>
                                <a:pt x="0" y="2703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7" name="Shape 427"/>
                      <wps:cNvSpPr/>
                      <wps:spPr>
                        <a:xfrm>
                          <a:off x="2421930" y="488322"/>
                          <a:ext cx="36644" cy="2160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216058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216058"/>
                              </a:lnTo>
                              <a:lnTo>
                                <a:pt x="0" y="2160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2493418" y="485208"/>
                          <a:ext cx="89882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882" h="219172">
                              <a:moveTo>
                                <a:pt x="65336" y="0"/>
                              </a:moveTo>
                              <a:cubicBezTo>
                                <a:pt x="82620" y="0"/>
                                <a:pt x="89882" y="9327"/>
                                <a:pt x="89882" y="30071"/>
                              </a:cubicBezTo>
                              <a:lnTo>
                                <a:pt x="89882" y="219172"/>
                              </a:lnTo>
                              <a:lnTo>
                                <a:pt x="53237" y="219172"/>
                              </a:lnTo>
                              <a:lnTo>
                                <a:pt x="53237" y="45284"/>
                              </a:lnTo>
                              <a:cubicBezTo>
                                <a:pt x="53237" y="36986"/>
                                <a:pt x="50123" y="32493"/>
                                <a:pt x="44943" y="32493"/>
                              </a:cubicBezTo>
                              <a:cubicBezTo>
                                <a:pt x="39748" y="32493"/>
                                <a:pt x="36990" y="36986"/>
                                <a:pt x="36990" y="45284"/>
                              </a:cubicBezTo>
                              <a:lnTo>
                                <a:pt x="36990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5255" y="3114"/>
                              </a:lnTo>
                              <a:lnTo>
                                <a:pt x="35255" y="23853"/>
                              </a:lnTo>
                              <a:cubicBezTo>
                                <a:pt x="41829" y="8294"/>
                                <a:pt x="52895" y="0"/>
                                <a:pt x="653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701373" y="484891"/>
                          <a:ext cx="45459" cy="222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59" h="222632">
                              <a:moveTo>
                                <a:pt x="45459" y="0"/>
                              </a:moveTo>
                              <a:lnTo>
                                <a:pt x="45459" y="28753"/>
                              </a:lnTo>
                              <a:lnTo>
                                <a:pt x="38545" y="32250"/>
                              </a:lnTo>
                              <a:cubicBezTo>
                                <a:pt x="37161" y="34713"/>
                                <a:pt x="36641" y="38516"/>
                                <a:pt x="36641" y="43877"/>
                              </a:cubicBezTo>
                              <a:lnTo>
                                <a:pt x="36641" y="85356"/>
                              </a:lnTo>
                              <a:lnTo>
                                <a:pt x="45459" y="85356"/>
                              </a:lnTo>
                              <a:lnTo>
                                <a:pt x="45459" y="112316"/>
                              </a:lnTo>
                              <a:lnTo>
                                <a:pt x="36641" y="112316"/>
                              </a:lnTo>
                              <a:lnTo>
                                <a:pt x="36641" y="177307"/>
                              </a:lnTo>
                              <a:cubicBezTo>
                                <a:pt x="36641" y="182670"/>
                                <a:pt x="37161" y="186474"/>
                                <a:pt x="38545" y="188938"/>
                              </a:cubicBezTo>
                              <a:lnTo>
                                <a:pt x="45459" y="192435"/>
                              </a:lnTo>
                              <a:lnTo>
                                <a:pt x="45459" y="222632"/>
                              </a:lnTo>
                              <a:lnTo>
                                <a:pt x="25669" y="219469"/>
                              </a:lnTo>
                              <a:cubicBezTo>
                                <a:pt x="8555" y="213082"/>
                                <a:pt x="0" y="197102"/>
                                <a:pt x="0" y="171436"/>
                              </a:cubicBezTo>
                              <a:lnTo>
                                <a:pt x="0" y="51127"/>
                              </a:lnTo>
                              <a:cubicBezTo>
                                <a:pt x="0" y="25461"/>
                                <a:pt x="8555" y="9519"/>
                                <a:pt x="25669" y="3152"/>
                              </a:cubicBezTo>
                              <a:lnTo>
                                <a:pt x="4545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2146265" y="484863"/>
                          <a:ext cx="45463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3" y="14169"/>
                                <a:pt x="45463" y="33531"/>
                              </a:cubicBezTo>
                              <a:lnTo>
                                <a:pt x="45463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4"/>
                              </a:lnTo>
                              <a:lnTo>
                                <a:pt x="0" y="189348"/>
                              </a:lnTo>
                              <a:lnTo>
                                <a:pt x="178" y="189438"/>
                              </a:lnTo>
                              <a:cubicBezTo>
                                <a:pt x="7777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9" y="76916"/>
                              </a:lnTo>
                              <a:cubicBezTo>
                                <a:pt x="7262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7" y="28692"/>
                                <a:pt x="178" y="28692"/>
                              </a:cubicBezTo>
                              <a:lnTo>
                                <a:pt x="0" y="28782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2610184" y="446829"/>
                          <a:ext cx="61877" cy="2610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77" h="261067">
                              <a:moveTo>
                                <a:pt x="12445" y="0"/>
                              </a:moveTo>
                              <a:lnTo>
                                <a:pt x="49085" y="0"/>
                              </a:lnTo>
                              <a:lnTo>
                                <a:pt x="49085" y="41493"/>
                              </a:lnTo>
                              <a:lnTo>
                                <a:pt x="61877" y="41493"/>
                              </a:lnTo>
                              <a:lnTo>
                                <a:pt x="61877" y="68450"/>
                              </a:lnTo>
                              <a:lnTo>
                                <a:pt x="49085" y="68450"/>
                              </a:lnTo>
                              <a:lnTo>
                                <a:pt x="49085" y="209153"/>
                              </a:lnTo>
                              <a:cubicBezTo>
                                <a:pt x="49085" y="222289"/>
                                <a:pt x="49435" y="228516"/>
                                <a:pt x="60843" y="228516"/>
                              </a:cubicBezTo>
                              <a:lnTo>
                                <a:pt x="61877" y="228516"/>
                              </a:lnTo>
                              <a:lnTo>
                                <a:pt x="61877" y="260722"/>
                              </a:lnTo>
                              <a:cubicBezTo>
                                <a:pt x="58076" y="260722"/>
                                <a:pt x="54627" y="261067"/>
                                <a:pt x="51512" y="261067"/>
                              </a:cubicBezTo>
                              <a:cubicBezTo>
                                <a:pt x="22130" y="261067"/>
                                <a:pt x="12445" y="253061"/>
                                <a:pt x="12445" y="226094"/>
                              </a:cubicBezTo>
                              <a:lnTo>
                                <a:pt x="12445" y="68450"/>
                              </a:lnTo>
                              <a:lnTo>
                                <a:pt x="0" y="68450"/>
                              </a:lnTo>
                              <a:lnTo>
                                <a:pt x="0" y="41493"/>
                              </a:lnTo>
                              <a:lnTo>
                                <a:pt x="12445" y="41493"/>
                              </a:lnTo>
                              <a:lnTo>
                                <a:pt x="124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2705519" y="438534"/>
                          <a:ext cx="41312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312" h="37689">
                              <a:moveTo>
                                <a:pt x="0" y="0"/>
                              </a:moveTo>
                              <a:lnTo>
                                <a:pt x="27314" y="0"/>
                              </a:lnTo>
                              <a:lnTo>
                                <a:pt x="41312" y="17183"/>
                              </a:lnTo>
                              <a:lnTo>
                                <a:pt x="41312" y="37689"/>
                              </a:lnTo>
                              <a:lnTo>
                                <a:pt x="25931" y="376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8" name="Shape 428"/>
                      <wps:cNvSpPr/>
                      <wps:spPr>
                        <a:xfrm>
                          <a:off x="2421930" y="434041"/>
                          <a:ext cx="36644" cy="40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4" h="40446">
                              <a:moveTo>
                                <a:pt x="0" y="0"/>
                              </a:moveTo>
                              <a:lnTo>
                                <a:pt x="36644" y="0"/>
                              </a:lnTo>
                              <a:lnTo>
                                <a:pt x="36644" y="40446"/>
                              </a:lnTo>
                              <a:lnTo>
                                <a:pt x="0" y="404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2284079" y="434041"/>
                          <a:ext cx="102326" cy="270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326" h="270339">
                              <a:moveTo>
                                <a:pt x="0" y="0"/>
                              </a:moveTo>
                              <a:lnTo>
                                <a:pt x="102326" y="0"/>
                              </a:lnTo>
                              <a:lnTo>
                                <a:pt x="102326" y="35261"/>
                              </a:lnTo>
                              <a:lnTo>
                                <a:pt x="72244" y="35261"/>
                              </a:lnTo>
                              <a:lnTo>
                                <a:pt x="72244" y="270339"/>
                              </a:lnTo>
                              <a:lnTo>
                                <a:pt x="29728" y="270339"/>
                              </a:lnTo>
                              <a:lnTo>
                                <a:pt x="29728" y="35261"/>
                              </a:lnTo>
                              <a:lnTo>
                                <a:pt x="0" y="352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746832" y="631782"/>
                          <a:ext cx="45808" cy="757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75769">
                              <a:moveTo>
                                <a:pt x="8818" y="0"/>
                              </a:moveTo>
                              <a:lnTo>
                                <a:pt x="45808" y="0"/>
                              </a:lnTo>
                              <a:lnTo>
                                <a:pt x="45808" y="24545"/>
                              </a:lnTo>
                              <a:cubicBezTo>
                                <a:pt x="45808" y="58767"/>
                                <a:pt x="30594" y="75769"/>
                                <a:pt x="177" y="75769"/>
                              </a:cubicBezTo>
                              <a:lnTo>
                                <a:pt x="0" y="75741"/>
                              </a:lnTo>
                              <a:lnTo>
                                <a:pt x="0" y="45544"/>
                              </a:lnTo>
                              <a:lnTo>
                                <a:pt x="177" y="45634"/>
                              </a:lnTo>
                              <a:cubicBezTo>
                                <a:pt x="7774" y="45634"/>
                                <a:pt x="8818" y="40792"/>
                                <a:pt x="8818" y="30417"/>
                              </a:cubicBezTo>
                              <a:lnTo>
                                <a:pt x="881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2909330" y="563904"/>
                          <a:ext cx="45463" cy="143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3" h="143646">
                              <a:moveTo>
                                <a:pt x="45463" y="0"/>
                              </a:moveTo>
                              <a:lnTo>
                                <a:pt x="45463" y="25610"/>
                              </a:lnTo>
                              <a:lnTo>
                                <a:pt x="41831" y="29418"/>
                              </a:lnTo>
                              <a:cubicBezTo>
                                <a:pt x="38633" y="33307"/>
                                <a:pt x="36645" y="37455"/>
                                <a:pt x="36645" y="44024"/>
                              </a:cubicBezTo>
                              <a:lnTo>
                                <a:pt x="36645" y="95191"/>
                              </a:lnTo>
                              <a:cubicBezTo>
                                <a:pt x="36645" y="100548"/>
                                <a:pt x="37165" y="104349"/>
                                <a:pt x="38549" y="106811"/>
                              </a:cubicBezTo>
                              <a:lnTo>
                                <a:pt x="45463" y="110307"/>
                              </a:lnTo>
                              <a:lnTo>
                                <a:pt x="45463" y="134354"/>
                              </a:lnTo>
                              <a:lnTo>
                                <a:pt x="43175" y="137526"/>
                              </a:lnTo>
                              <a:cubicBezTo>
                                <a:pt x="38034" y="141559"/>
                                <a:pt x="32157" y="143646"/>
                                <a:pt x="25935" y="143646"/>
                              </a:cubicBezTo>
                              <a:cubicBezTo>
                                <a:pt x="8650" y="143646"/>
                                <a:pt x="0" y="131836"/>
                                <a:pt x="0" y="108669"/>
                              </a:cubicBezTo>
                              <a:lnTo>
                                <a:pt x="0" y="50594"/>
                              </a:lnTo>
                              <a:cubicBezTo>
                                <a:pt x="0" y="26399"/>
                                <a:pt x="9342" y="19137"/>
                                <a:pt x="30081" y="9457"/>
                              </a:cubicBezTo>
                              <a:lnTo>
                                <a:pt x="454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2912099" y="485419"/>
                          <a:ext cx="42694" cy="672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694" h="67202">
                              <a:moveTo>
                                <a:pt x="42694" y="0"/>
                              </a:moveTo>
                              <a:lnTo>
                                <a:pt x="42694" y="28225"/>
                              </a:lnTo>
                              <a:lnTo>
                                <a:pt x="35781" y="31722"/>
                              </a:lnTo>
                              <a:cubicBezTo>
                                <a:pt x="34396" y="34185"/>
                                <a:pt x="33876" y="37988"/>
                                <a:pt x="33876" y="43349"/>
                              </a:cubicBezTo>
                              <a:lnTo>
                                <a:pt x="33876" y="67202"/>
                              </a:lnTo>
                              <a:lnTo>
                                <a:pt x="0" y="67202"/>
                              </a:lnTo>
                              <a:lnTo>
                                <a:pt x="0" y="47150"/>
                              </a:lnTo>
                              <a:cubicBezTo>
                                <a:pt x="0" y="23815"/>
                                <a:pt x="8946" y="8648"/>
                                <a:pt x="26251" y="2522"/>
                              </a:cubicBezTo>
                              <a:lnTo>
                                <a:pt x="426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2825061" y="485208"/>
                          <a:ext cx="60499" cy="2191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499" h="219172">
                              <a:moveTo>
                                <a:pt x="60499" y="0"/>
                              </a:moveTo>
                              <a:lnTo>
                                <a:pt x="60499" y="59807"/>
                              </a:lnTo>
                              <a:cubicBezTo>
                                <a:pt x="42519" y="59807"/>
                                <a:pt x="36644" y="64991"/>
                                <a:pt x="36644" y="81929"/>
                              </a:cubicBezTo>
                              <a:lnTo>
                                <a:pt x="36644" y="219172"/>
                              </a:lnTo>
                              <a:lnTo>
                                <a:pt x="0" y="219172"/>
                              </a:lnTo>
                              <a:lnTo>
                                <a:pt x="0" y="3114"/>
                              </a:lnTo>
                              <a:lnTo>
                                <a:pt x="34223" y="3114"/>
                              </a:lnTo>
                              <a:lnTo>
                                <a:pt x="34223" y="40791"/>
                              </a:lnTo>
                              <a:cubicBezTo>
                                <a:pt x="39056" y="15213"/>
                                <a:pt x="47354" y="1725"/>
                                <a:pt x="604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2746832" y="484863"/>
                          <a:ext cx="45808" cy="112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808" h="112344">
                              <a:moveTo>
                                <a:pt x="177" y="0"/>
                              </a:moveTo>
                              <a:cubicBezTo>
                                <a:pt x="30594" y="0"/>
                                <a:pt x="45808" y="16934"/>
                                <a:pt x="45808" y="51156"/>
                              </a:cubicBezTo>
                              <a:lnTo>
                                <a:pt x="45808" y="112344"/>
                              </a:lnTo>
                              <a:lnTo>
                                <a:pt x="0" y="112344"/>
                              </a:lnTo>
                              <a:lnTo>
                                <a:pt x="0" y="85385"/>
                              </a:lnTo>
                              <a:lnTo>
                                <a:pt x="8818" y="85385"/>
                              </a:ln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28"/>
                              </a:lnTo>
                              <a:lnTo>
                                <a:pt x="17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2746832" y="438534"/>
                          <a:ext cx="43731" cy="37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731" h="37689">
                              <a:moveTo>
                                <a:pt x="16428" y="0"/>
                              </a:moveTo>
                              <a:lnTo>
                                <a:pt x="43731" y="0"/>
                              </a:lnTo>
                              <a:lnTo>
                                <a:pt x="17807" y="37689"/>
                              </a:lnTo>
                              <a:lnTo>
                                <a:pt x="0" y="37689"/>
                              </a:lnTo>
                              <a:lnTo>
                                <a:pt x="0" y="17183"/>
                              </a:lnTo>
                              <a:lnTo>
                                <a:pt x="1211" y="18669"/>
                              </a:lnTo>
                              <a:lnTo>
                                <a:pt x="1642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954793" y="484863"/>
                          <a:ext cx="45462" cy="2195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462" h="219517">
                              <a:moveTo>
                                <a:pt x="3627" y="0"/>
                              </a:moveTo>
                              <a:cubicBezTo>
                                <a:pt x="29561" y="0"/>
                                <a:pt x="45462" y="14169"/>
                                <a:pt x="45462" y="33531"/>
                              </a:cubicBezTo>
                              <a:lnTo>
                                <a:pt x="45462" y="219517"/>
                              </a:lnTo>
                              <a:lnTo>
                                <a:pt x="10542" y="219517"/>
                              </a:lnTo>
                              <a:lnTo>
                                <a:pt x="10542" y="198778"/>
                              </a:lnTo>
                              <a:lnTo>
                                <a:pt x="0" y="213396"/>
                              </a:lnTo>
                              <a:lnTo>
                                <a:pt x="0" y="189349"/>
                              </a:lnTo>
                              <a:lnTo>
                                <a:pt x="177" y="189438"/>
                              </a:lnTo>
                              <a:cubicBezTo>
                                <a:pt x="7774" y="189438"/>
                                <a:pt x="8818" y="184597"/>
                                <a:pt x="8818" y="174233"/>
                              </a:cubicBezTo>
                              <a:lnTo>
                                <a:pt x="8818" y="95406"/>
                              </a:lnTo>
                              <a:lnTo>
                                <a:pt x="0" y="104652"/>
                              </a:lnTo>
                              <a:lnTo>
                                <a:pt x="0" y="79042"/>
                              </a:lnTo>
                              <a:lnTo>
                                <a:pt x="3458" y="76916"/>
                              </a:lnTo>
                              <a:cubicBezTo>
                                <a:pt x="7261" y="72595"/>
                                <a:pt x="8818" y="66891"/>
                                <a:pt x="8818" y="57038"/>
                              </a:cubicBezTo>
                              <a:lnTo>
                                <a:pt x="8818" y="43905"/>
                              </a:lnTo>
                              <a:cubicBezTo>
                                <a:pt x="8818" y="33531"/>
                                <a:pt x="7774" y="28692"/>
                                <a:pt x="177" y="28692"/>
                              </a:cubicBezTo>
                              <a:lnTo>
                                <a:pt x="0" y="28781"/>
                              </a:lnTo>
                              <a:lnTo>
                                <a:pt x="0" y="556"/>
                              </a:lnTo>
                              <a:lnTo>
                                <a:pt x="362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8171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205208" y="1026781"/>
                          <a:ext cx="236995" cy="364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995" h="36430">
                              <a:moveTo>
                                <a:pt x="0" y="0"/>
                              </a:moveTo>
                              <a:cubicBezTo>
                                <a:pt x="44168" y="11304"/>
                                <a:pt x="65668" y="16370"/>
                                <a:pt x="106708" y="19681"/>
                              </a:cubicBezTo>
                              <a:cubicBezTo>
                                <a:pt x="135534" y="22020"/>
                                <a:pt x="159328" y="20754"/>
                                <a:pt x="182097" y="16662"/>
                              </a:cubicBezTo>
                              <a:lnTo>
                                <a:pt x="236995" y="822"/>
                              </a:lnTo>
                              <a:lnTo>
                                <a:pt x="236995" y="15003"/>
                              </a:lnTo>
                              <a:lnTo>
                                <a:pt x="213178" y="25120"/>
                              </a:lnTo>
                              <a:cubicBezTo>
                                <a:pt x="179226" y="36430"/>
                                <a:pt x="149948" y="36395"/>
                                <a:pt x="106708" y="32739"/>
                              </a:cubicBezTo>
                              <a:cubicBezTo>
                                <a:pt x="86968" y="30986"/>
                                <a:pt x="27752" y="179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0" y="257209"/>
                          <a:ext cx="442203" cy="7448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203" h="744821">
                              <a:moveTo>
                                <a:pt x="442203" y="0"/>
                              </a:moveTo>
                              <a:lnTo>
                                <a:pt x="442203" y="439354"/>
                              </a:lnTo>
                              <a:lnTo>
                                <a:pt x="436971" y="437519"/>
                              </a:lnTo>
                              <a:cubicBezTo>
                                <a:pt x="417109" y="425217"/>
                                <a:pt x="402401" y="401052"/>
                                <a:pt x="402401" y="350382"/>
                              </a:cubicBezTo>
                              <a:cubicBezTo>
                                <a:pt x="403967" y="306144"/>
                                <a:pt x="418821" y="268531"/>
                                <a:pt x="436803" y="229165"/>
                              </a:cubicBezTo>
                              <a:cubicBezTo>
                                <a:pt x="422144" y="248850"/>
                                <a:pt x="415498" y="258791"/>
                                <a:pt x="408852" y="268531"/>
                              </a:cubicBezTo>
                              <a:cubicBezTo>
                                <a:pt x="387354" y="307898"/>
                                <a:pt x="379343" y="337324"/>
                                <a:pt x="382662" y="376301"/>
                              </a:cubicBezTo>
                              <a:cubicBezTo>
                                <a:pt x="385008" y="410015"/>
                                <a:pt x="400986" y="431793"/>
                                <a:pt x="423364" y="443901"/>
                              </a:cubicBezTo>
                              <a:lnTo>
                                <a:pt x="442203" y="449528"/>
                              </a:lnTo>
                              <a:lnTo>
                                <a:pt x="442203" y="638679"/>
                              </a:lnTo>
                              <a:lnTo>
                                <a:pt x="434681" y="635255"/>
                              </a:lnTo>
                              <a:cubicBezTo>
                                <a:pt x="414765" y="623459"/>
                                <a:pt x="394880" y="608697"/>
                                <a:pt x="376020" y="590671"/>
                              </a:cubicBezTo>
                              <a:cubicBezTo>
                                <a:pt x="353348" y="568062"/>
                                <a:pt x="326772" y="518955"/>
                                <a:pt x="316998" y="492840"/>
                              </a:cubicBezTo>
                              <a:cubicBezTo>
                                <a:pt x="310352" y="482707"/>
                                <a:pt x="300582" y="438665"/>
                                <a:pt x="299016" y="423854"/>
                              </a:cubicBezTo>
                              <a:cubicBezTo>
                                <a:pt x="300582" y="444899"/>
                                <a:pt x="297454" y="472961"/>
                                <a:pt x="311916" y="522073"/>
                              </a:cubicBezTo>
                              <a:cubicBezTo>
                                <a:pt x="338106" y="595739"/>
                                <a:pt x="369767" y="620291"/>
                                <a:pt x="417064" y="651475"/>
                              </a:cubicBezTo>
                              <a:lnTo>
                                <a:pt x="442203" y="667457"/>
                              </a:lnTo>
                              <a:lnTo>
                                <a:pt x="442203" y="722351"/>
                              </a:lnTo>
                              <a:lnTo>
                                <a:pt x="387307" y="733860"/>
                              </a:lnTo>
                              <a:cubicBezTo>
                                <a:pt x="338204" y="741606"/>
                                <a:pt x="288856" y="744821"/>
                                <a:pt x="256022" y="743066"/>
                              </a:cubicBezTo>
                              <a:cubicBezTo>
                                <a:pt x="0" y="730207"/>
                                <a:pt x="177456" y="460102"/>
                                <a:pt x="216936" y="324072"/>
                              </a:cubicBezTo>
                              <a:cubicBezTo>
                                <a:pt x="225144" y="220785"/>
                                <a:pt x="270876" y="148680"/>
                                <a:pt x="379538" y="140494"/>
                              </a:cubicBezTo>
                              <a:cubicBezTo>
                                <a:pt x="404162" y="94893"/>
                                <a:pt x="410418" y="88265"/>
                                <a:pt x="440122" y="80083"/>
                              </a:cubicBezTo>
                              <a:cubicBezTo>
                                <a:pt x="436018" y="62932"/>
                                <a:pt x="433576" y="35454"/>
                                <a:pt x="438071" y="10851"/>
                              </a:cubicBezTo>
                              <a:lnTo>
                                <a:pt x="4422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442203" y="1010018"/>
                          <a:ext cx="47684" cy="317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31765">
                              <a:moveTo>
                                <a:pt x="47684" y="0"/>
                              </a:moveTo>
                              <a:lnTo>
                                <a:pt x="47684" y="7258"/>
                              </a:lnTo>
                              <a:lnTo>
                                <a:pt x="12383" y="26505"/>
                              </a:lnTo>
                              <a:lnTo>
                                <a:pt x="0" y="31765"/>
                              </a:lnTo>
                              <a:lnTo>
                                <a:pt x="0" y="17585"/>
                              </a:lnTo>
                              <a:lnTo>
                                <a:pt x="14339" y="13448"/>
                              </a:lnTo>
                              <a:lnTo>
                                <a:pt x="4768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42203" y="924666"/>
                          <a:ext cx="47684" cy="548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54894">
                              <a:moveTo>
                                <a:pt x="0" y="0"/>
                              </a:moveTo>
                              <a:lnTo>
                                <a:pt x="4516" y="2871"/>
                              </a:lnTo>
                              <a:cubicBezTo>
                                <a:pt x="13555" y="8181"/>
                                <a:pt x="22545" y="12663"/>
                                <a:pt x="33879" y="16756"/>
                              </a:cubicBezTo>
                              <a:lnTo>
                                <a:pt x="47684" y="22559"/>
                              </a:lnTo>
                              <a:lnTo>
                                <a:pt x="47684" y="41643"/>
                              </a:lnTo>
                              <a:lnTo>
                                <a:pt x="16479" y="51439"/>
                              </a:lnTo>
                              <a:lnTo>
                                <a:pt x="0" y="548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442203" y="706737"/>
                          <a:ext cx="47684" cy="210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84" h="210860">
                              <a:moveTo>
                                <a:pt x="0" y="0"/>
                              </a:moveTo>
                              <a:lnTo>
                                <a:pt x="18624" y="5563"/>
                              </a:lnTo>
                              <a:lnTo>
                                <a:pt x="47684" y="4434"/>
                              </a:lnTo>
                              <a:lnTo>
                                <a:pt x="47684" y="210860"/>
                              </a:lnTo>
                              <a:lnTo>
                                <a:pt x="0" y="18915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442203" y="213129"/>
                          <a:ext cx="48539" cy="495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495814">
                              <a:moveTo>
                                <a:pt x="44770" y="515"/>
                              </a:moveTo>
                              <a:lnTo>
                                <a:pt x="47684" y="2130"/>
                              </a:lnTo>
                              <a:lnTo>
                                <a:pt x="47684" y="15689"/>
                              </a:lnTo>
                              <a:lnTo>
                                <a:pt x="43848" y="11134"/>
                              </a:lnTo>
                              <a:cubicBezTo>
                                <a:pt x="24109" y="11134"/>
                                <a:pt x="28994" y="29255"/>
                                <a:pt x="28994" y="42507"/>
                              </a:cubicBezTo>
                              <a:cubicBezTo>
                                <a:pt x="45410" y="58877"/>
                                <a:pt x="48539" y="75250"/>
                                <a:pt x="42087" y="101364"/>
                              </a:cubicBezTo>
                              <a:lnTo>
                                <a:pt x="47684" y="103024"/>
                              </a:lnTo>
                              <a:lnTo>
                                <a:pt x="47684" y="495814"/>
                              </a:lnTo>
                              <a:lnTo>
                                <a:pt x="27232" y="492985"/>
                              </a:lnTo>
                              <a:lnTo>
                                <a:pt x="0" y="483434"/>
                              </a:lnTo>
                              <a:lnTo>
                                <a:pt x="0" y="44080"/>
                              </a:lnTo>
                              <a:lnTo>
                                <a:pt x="8473" y="21832"/>
                              </a:lnTo>
                              <a:cubicBezTo>
                                <a:pt x="14849" y="12618"/>
                                <a:pt x="23618" y="5773"/>
                                <a:pt x="35441" y="2947"/>
                              </a:cubicBezTo>
                              <a:cubicBezTo>
                                <a:pt x="38764" y="706"/>
                                <a:pt x="41873" y="0"/>
                                <a:pt x="44770" y="51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525529" y="1024596"/>
                          <a:ext cx="53892" cy="25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892" h="25178">
                              <a:moveTo>
                                <a:pt x="53892" y="0"/>
                              </a:moveTo>
                              <a:lnTo>
                                <a:pt x="53892" y="16770"/>
                              </a:lnTo>
                              <a:lnTo>
                                <a:pt x="49252" y="18555"/>
                              </a:lnTo>
                              <a:cubicBezTo>
                                <a:pt x="32832" y="21866"/>
                                <a:pt x="17784" y="25178"/>
                                <a:pt x="0" y="25178"/>
                              </a:cubicBezTo>
                              <a:cubicBezTo>
                                <a:pt x="10553" y="22646"/>
                                <a:pt x="26970" y="15630"/>
                                <a:pt x="42996" y="6787"/>
                              </a:cubicBezTo>
                              <a:lnTo>
                                <a:pt x="538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489887" y="969289"/>
                          <a:ext cx="61832" cy="47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32" h="47987">
                              <a:moveTo>
                                <a:pt x="61832" y="0"/>
                              </a:moveTo>
                              <a:cubicBezTo>
                                <a:pt x="46197" y="16369"/>
                                <a:pt x="30952" y="29085"/>
                                <a:pt x="15098" y="39755"/>
                              </a:cubicBezTo>
                              <a:lnTo>
                                <a:pt x="0" y="47987"/>
                              </a:lnTo>
                              <a:lnTo>
                                <a:pt x="0" y="40729"/>
                              </a:lnTo>
                              <a:lnTo>
                                <a:pt x="214" y="40643"/>
                              </a:lnTo>
                              <a:cubicBezTo>
                                <a:pt x="28557" y="28028"/>
                                <a:pt x="43215" y="17248"/>
                                <a:pt x="6183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489887" y="947225"/>
                          <a:ext cx="27235" cy="190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235" h="19083">
                              <a:moveTo>
                                <a:pt x="0" y="0"/>
                              </a:moveTo>
                              <a:lnTo>
                                <a:pt x="6131" y="2577"/>
                              </a:lnTo>
                              <a:cubicBezTo>
                                <a:pt x="12483" y="4429"/>
                                <a:pt x="19029" y="5695"/>
                                <a:pt x="27235" y="7448"/>
                              </a:cubicBezTo>
                              <a:cubicBezTo>
                                <a:pt x="19272" y="11540"/>
                                <a:pt x="10245" y="15378"/>
                                <a:pt x="418" y="18952"/>
                              </a:cubicBezTo>
                              <a:lnTo>
                                <a:pt x="0" y="190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551924" y="680400"/>
                          <a:ext cx="27497" cy="135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97" h="135519">
                              <a:moveTo>
                                <a:pt x="27497" y="0"/>
                              </a:moveTo>
                              <a:lnTo>
                                <a:pt x="27497" y="135519"/>
                              </a:lnTo>
                              <a:lnTo>
                                <a:pt x="13155" y="108983"/>
                              </a:lnTo>
                              <a:cubicBezTo>
                                <a:pt x="0" y="76628"/>
                                <a:pt x="916" y="45094"/>
                                <a:pt x="19532" y="10601"/>
                              </a:cubicBezTo>
                              <a:lnTo>
                                <a:pt x="274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537743" y="537655"/>
                          <a:ext cx="41678" cy="1418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678" h="141845">
                              <a:moveTo>
                                <a:pt x="41678" y="0"/>
                              </a:moveTo>
                              <a:lnTo>
                                <a:pt x="41678" y="123566"/>
                              </a:lnTo>
                              <a:lnTo>
                                <a:pt x="36696" y="127512"/>
                              </a:lnTo>
                              <a:cubicBezTo>
                                <a:pt x="31269" y="132454"/>
                                <a:pt x="26774" y="137363"/>
                                <a:pt x="23940" y="141845"/>
                              </a:cubicBezTo>
                              <a:cubicBezTo>
                                <a:pt x="0" y="96050"/>
                                <a:pt x="4886" y="62092"/>
                                <a:pt x="18420" y="34881"/>
                              </a:cubicBezTo>
                              <a:lnTo>
                                <a:pt x="416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489887" y="215259"/>
                          <a:ext cx="89534" cy="7147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534" h="714781">
                              <a:moveTo>
                                <a:pt x="0" y="0"/>
                              </a:moveTo>
                              <a:lnTo>
                                <a:pt x="4203" y="2330"/>
                              </a:lnTo>
                              <a:cubicBezTo>
                                <a:pt x="19676" y="17099"/>
                                <a:pt x="27235" y="67381"/>
                                <a:pt x="27235" y="81108"/>
                              </a:cubicBezTo>
                              <a:cubicBezTo>
                                <a:pt x="42041" y="60792"/>
                                <a:pt x="57560" y="41681"/>
                                <a:pt x="74124" y="29265"/>
                              </a:cubicBezTo>
                              <a:lnTo>
                                <a:pt x="89534" y="20175"/>
                              </a:lnTo>
                              <a:lnTo>
                                <a:pt x="89534" y="57025"/>
                              </a:lnTo>
                              <a:lnTo>
                                <a:pt x="82057" y="59671"/>
                              </a:lnTo>
                              <a:cubicBezTo>
                                <a:pt x="75900" y="64787"/>
                                <a:pt x="71796" y="72144"/>
                                <a:pt x="71796" y="81108"/>
                              </a:cubicBezTo>
                              <a:cubicBezTo>
                                <a:pt x="71796" y="90171"/>
                                <a:pt x="75900" y="96748"/>
                                <a:pt x="82057" y="101059"/>
                              </a:cubicBezTo>
                              <a:lnTo>
                                <a:pt x="89534" y="103165"/>
                              </a:lnTo>
                              <a:lnTo>
                                <a:pt x="89534" y="123387"/>
                              </a:lnTo>
                              <a:lnTo>
                                <a:pt x="86836" y="122537"/>
                              </a:lnTo>
                              <a:cubicBezTo>
                                <a:pt x="80713" y="119559"/>
                                <a:pt x="73751" y="115454"/>
                                <a:pt x="65151" y="110534"/>
                              </a:cubicBezTo>
                              <a:cubicBezTo>
                                <a:pt x="71699" y="115893"/>
                                <a:pt x="77843" y="120936"/>
                                <a:pt x="83841" y="124895"/>
                              </a:cubicBezTo>
                              <a:lnTo>
                                <a:pt x="89534" y="127406"/>
                              </a:lnTo>
                              <a:lnTo>
                                <a:pt x="89534" y="301929"/>
                              </a:lnTo>
                              <a:lnTo>
                                <a:pt x="71421" y="324026"/>
                              </a:lnTo>
                              <a:cubicBezTo>
                                <a:pt x="45962" y="358484"/>
                                <a:pt x="21081" y="410700"/>
                                <a:pt x="61832" y="475743"/>
                              </a:cubicBezTo>
                              <a:cubicBezTo>
                                <a:pt x="44561" y="517178"/>
                                <a:pt x="39857" y="548917"/>
                                <a:pt x="75216" y="589102"/>
                              </a:cubicBezTo>
                              <a:lnTo>
                                <a:pt x="89534" y="603505"/>
                              </a:lnTo>
                              <a:lnTo>
                                <a:pt x="89534" y="712054"/>
                              </a:lnTo>
                              <a:lnTo>
                                <a:pt x="56693" y="714781"/>
                              </a:lnTo>
                              <a:cubicBezTo>
                                <a:pt x="40637" y="713654"/>
                                <a:pt x="22620" y="710158"/>
                                <a:pt x="3639" y="703995"/>
                              </a:cubicBezTo>
                              <a:lnTo>
                                <a:pt x="0" y="702338"/>
                              </a:lnTo>
                              <a:lnTo>
                                <a:pt x="0" y="495913"/>
                              </a:lnTo>
                              <a:lnTo>
                                <a:pt x="12580" y="495424"/>
                              </a:lnTo>
                              <a:lnTo>
                                <a:pt x="0" y="493684"/>
                              </a:lnTo>
                              <a:lnTo>
                                <a:pt x="0" y="100894"/>
                              </a:lnTo>
                              <a:lnTo>
                                <a:pt x="10823" y="104104"/>
                              </a:lnTo>
                              <a:lnTo>
                                <a:pt x="19226" y="92801"/>
                              </a:lnTo>
                              <a:cubicBezTo>
                                <a:pt x="19226" y="64445"/>
                                <a:pt x="11749" y="33349"/>
                                <a:pt x="3889" y="18177"/>
                              </a:cubicBezTo>
                              <a:lnTo>
                                <a:pt x="0" y="135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79421" y="1009096"/>
                          <a:ext cx="21448" cy="3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32271">
                              <a:moveTo>
                                <a:pt x="21448" y="0"/>
                              </a:moveTo>
                              <a:lnTo>
                                <a:pt x="21448" y="24022"/>
                              </a:lnTo>
                              <a:lnTo>
                                <a:pt x="0" y="32271"/>
                              </a:lnTo>
                              <a:lnTo>
                                <a:pt x="0" y="15501"/>
                              </a:lnTo>
                              <a:lnTo>
                                <a:pt x="12067" y="7984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579421" y="657820"/>
                          <a:ext cx="21448" cy="269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69493">
                              <a:moveTo>
                                <a:pt x="21448" y="0"/>
                              </a:moveTo>
                              <a:lnTo>
                                <a:pt x="21448" y="265317"/>
                              </a:lnTo>
                              <a:lnTo>
                                <a:pt x="8452" y="268791"/>
                              </a:lnTo>
                              <a:lnTo>
                                <a:pt x="0" y="269493"/>
                              </a:lnTo>
                              <a:lnTo>
                                <a:pt x="0" y="160944"/>
                              </a:lnTo>
                              <a:lnTo>
                                <a:pt x="3369" y="164334"/>
                              </a:lnTo>
                              <a:lnTo>
                                <a:pt x="0" y="158099"/>
                              </a:lnTo>
                              <a:lnTo>
                                <a:pt x="0" y="22581"/>
                              </a:lnTo>
                              <a:lnTo>
                                <a:pt x="1724" y="20286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579421" y="508318"/>
                          <a:ext cx="21448" cy="1529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52903">
                              <a:moveTo>
                                <a:pt x="21448" y="0"/>
                              </a:moveTo>
                              <a:lnTo>
                                <a:pt x="21448" y="137198"/>
                              </a:lnTo>
                              <a:lnTo>
                                <a:pt x="13362" y="142316"/>
                              </a:lnTo>
                              <a:lnTo>
                                <a:pt x="0" y="152903"/>
                              </a:lnTo>
                              <a:lnTo>
                                <a:pt x="0" y="29338"/>
                              </a:lnTo>
                              <a:lnTo>
                                <a:pt x="1006" y="27828"/>
                              </a:lnTo>
                              <a:lnTo>
                                <a:pt x="2144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579421" y="342665"/>
                          <a:ext cx="21448" cy="1745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174522">
                              <a:moveTo>
                                <a:pt x="0" y="0"/>
                              </a:moveTo>
                              <a:lnTo>
                                <a:pt x="12116" y="5345"/>
                              </a:lnTo>
                              <a:lnTo>
                                <a:pt x="21448" y="3701"/>
                              </a:lnTo>
                              <a:lnTo>
                                <a:pt x="21448" y="137781"/>
                              </a:lnTo>
                              <a:lnTo>
                                <a:pt x="17943" y="148369"/>
                              </a:lnTo>
                              <a:cubicBezTo>
                                <a:pt x="15011" y="154392"/>
                                <a:pt x="10895" y="160860"/>
                                <a:pt x="5130" y="168265"/>
                              </a:cubicBezTo>
                              <a:lnTo>
                                <a:pt x="0" y="1745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579421" y="318424"/>
                          <a:ext cx="21448" cy="24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24616">
                              <a:moveTo>
                                <a:pt x="0" y="0"/>
                              </a:moveTo>
                              <a:lnTo>
                                <a:pt x="15098" y="4251"/>
                              </a:lnTo>
                              <a:lnTo>
                                <a:pt x="21448" y="2401"/>
                              </a:lnTo>
                              <a:lnTo>
                                <a:pt x="21448" y="23069"/>
                              </a:lnTo>
                              <a:lnTo>
                                <a:pt x="13948" y="24616"/>
                              </a:lnTo>
                              <a:lnTo>
                                <a:pt x="0" y="2022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579467" y="276682"/>
                          <a:ext cx="21403" cy="36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03" h="36054">
                              <a:moveTo>
                                <a:pt x="16420" y="0"/>
                              </a:moveTo>
                              <a:lnTo>
                                <a:pt x="21403" y="2102"/>
                              </a:lnTo>
                              <a:lnTo>
                                <a:pt x="21403" y="6679"/>
                              </a:lnTo>
                              <a:lnTo>
                                <a:pt x="17714" y="8673"/>
                              </a:lnTo>
                              <a:cubicBezTo>
                                <a:pt x="16859" y="9890"/>
                                <a:pt x="16420" y="11498"/>
                                <a:pt x="16420" y="13057"/>
                              </a:cubicBezTo>
                              <a:lnTo>
                                <a:pt x="21403" y="18028"/>
                              </a:lnTo>
                              <a:lnTo>
                                <a:pt x="21403" y="34019"/>
                              </a:lnTo>
                              <a:lnTo>
                                <a:pt x="16420" y="36054"/>
                              </a:lnTo>
                              <a:cubicBezTo>
                                <a:pt x="8406" y="36054"/>
                                <a:pt x="0" y="28066"/>
                                <a:pt x="0" y="18125"/>
                              </a:cubicBezTo>
                              <a:cubicBezTo>
                                <a:pt x="0" y="8381"/>
                                <a:pt x="8406" y="0"/>
                                <a:pt x="164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579421" y="230241"/>
                          <a:ext cx="21448" cy="420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448" h="42043">
                              <a:moveTo>
                                <a:pt x="19207" y="0"/>
                              </a:moveTo>
                              <a:lnTo>
                                <a:pt x="21448" y="315"/>
                              </a:lnTo>
                              <a:lnTo>
                                <a:pt x="21448" y="38699"/>
                              </a:lnTo>
                              <a:lnTo>
                                <a:pt x="15098" y="36699"/>
                              </a:lnTo>
                              <a:lnTo>
                                <a:pt x="0" y="42043"/>
                              </a:lnTo>
                              <a:lnTo>
                                <a:pt x="0" y="5193"/>
                              </a:lnTo>
                              <a:lnTo>
                                <a:pt x="1513" y="4301"/>
                              </a:lnTo>
                              <a:cubicBezTo>
                                <a:pt x="7279" y="1852"/>
                                <a:pt x="13173" y="351"/>
                                <a:pt x="192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728979" y="982346"/>
                          <a:ext cx="97392" cy="29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9063">
                              <a:moveTo>
                                <a:pt x="0" y="0"/>
                              </a:moveTo>
                              <a:cubicBezTo>
                                <a:pt x="22181" y="5846"/>
                                <a:pt x="48467" y="9598"/>
                                <a:pt x="74533" y="11887"/>
                              </a:cubicBezTo>
                              <a:lnTo>
                                <a:pt x="97392" y="13327"/>
                              </a:lnTo>
                              <a:lnTo>
                                <a:pt x="97392" y="29063"/>
                              </a:lnTo>
                              <a:lnTo>
                                <a:pt x="81349" y="25896"/>
                              </a:lnTo>
                              <a:cubicBezTo>
                                <a:pt x="48076" y="18515"/>
                                <a:pt x="13973" y="906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600869" y="952140"/>
                          <a:ext cx="64005" cy="809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5" h="80977">
                              <a:moveTo>
                                <a:pt x="57897" y="2265"/>
                              </a:moveTo>
                              <a:cubicBezTo>
                                <a:pt x="61562" y="4531"/>
                                <a:pt x="64005" y="9061"/>
                                <a:pt x="64005" y="15591"/>
                              </a:cubicBezTo>
                              <a:cubicBezTo>
                                <a:pt x="64005" y="26895"/>
                                <a:pt x="39575" y="58268"/>
                                <a:pt x="19836" y="69572"/>
                              </a:cubicBezTo>
                              <a:cubicBezTo>
                                <a:pt x="14950" y="72886"/>
                                <a:pt x="9185" y="76589"/>
                                <a:pt x="1783" y="80291"/>
                              </a:cubicBezTo>
                              <a:lnTo>
                                <a:pt x="0" y="80977"/>
                              </a:lnTo>
                              <a:lnTo>
                                <a:pt x="0" y="56955"/>
                              </a:lnTo>
                              <a:lnTo>
                                <a:pt x="8305" y="49887"/>
                              </a:lnTo>
                              <a:cubicBezTo>
                                <a:pt x="29804" y="30206"/>
                                <a:pt x="31173" y="9160"/>
                                <a:pt x="44459" y="2532"/>
                              </a:cubicBezTo>
                              <a:cubicBezTo>
                                <a:pt x="49347" y="0"/>
                                <a:pt x="54233" y="0"/>
                                <a:pt x="57897" y="226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728979" y="668790"/>
                          <a:ext cx="97392" cy="244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2" h="244229">
                              <a:moveTo>
                                <a:pt x="97392" y="0"/>
                              </a:moveTo>
                              <a:lnTo>
                                <a:pt x="97392" y="116262"/>
                              </a:lnTo>
                              <a:lnTo>
                                <a:pt x="76805" y="145132"/>
                              </a:lnTo>
                              <a:cubicBezTo>
                                <a:pt x="68988" y="155412"/>
                                <a:pt x="61562" y="164864"/>
                                <a:pt x="55700" y="173048"/>
                              </a:cubicBezTo>
                              <a:cubicBezTo>
                                <a:pt x="42606" y="192341"/>
                                <a:pt x="37916" y="212022"/>
                                <a:pt x="57456" y="221767"/>
                              </a:cubicBezTo>
                              <a:cubicBezTo>
                                <a:pt x="74066" y="230148"/>
                                <a:pt x="91854" y="208710"/>
                                <a:pt x="96934" y="202280"/>
                              </a:cubicBezTo>
                              <a:lnTo>
                                <a:pt x="97392" y="201660"/>
                              </a:lnTo>
                              <a:lnTo>
                                <a:pt x="97392" y="244178"/>
                              </a:lnTo>
                              <a:lnTo>
                                <a:pt x="80031" y="244229"/>
                              </a:lnTo>
                              <a:cubicBezTo>
                                <a:pt x="59461" y="242426"/>
                                <a:pt x="40162" y="235898"/>
                                <a:pt x="24624" y="218650"/>
                              </a:cubicBezTo>
                              <a:cubicBezTo>
                                <a:pt x="0" y="187665"/>
                                <a:pt x="11530" y="150051"/>
                                <a:pt x="37916" y="104256"/>
                              </a:cubicBezTo>
                              <a:cubicBezTo>
                                <a:pt x="49593" y="84403"/>
                                <a:pt x="61221" y="65137"/>
                                <a:pt x="72278" y="46101"/>
                              </a:cubicBezTo>
                              <a:lnTo>
                                <a:pt x="9739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600869" y="278783"/>
                          <a:ext cx="13191" cy="31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91" h="31918">
                              <a:moveTo>
                                <a:pt x="0" y="0"/>
                              </a:moveTo>
                              <a:lnTo>
                                <a:pt x="7841" y="3307"/>
                              </a:lnTo>
                              <a:cubicBezTo>
                                <a:pt x="11139" y="6620"/>
                                <a:pt x="13191" y="11152"/>
                                <a:pt x="13191" y="16024"/>
                              </a:cubicBezTo>
                              <a:cubicBezTo>
                                <a:pt x="13191" y="20994"/>
                                <a:pt x="11139" y="25476"/>
                                <a:pt x="7841" y="28716"/>
                              </a:cubicBezTo>
                              <a:lnTo>
                                <a:pt x="0" y="31918"/>
                              </a:lnTo>
                              <a:lnTo>
                                <a:pt x="0" y="15927"/>
                              </a:lnTo>
                              <a:lnTo>
                                <a:pt x="97" y="16024"/>
                              </a:lnTo>
                              <a:cubicBezTo>
                                <a:pt x="3419" y="16024"/>
                                <a:pt x="4983" y="14271"/>
                                <a:pt x="4983" y="10955"/>
                              </a:cubicBezTo>
                              <a:cubicBezTo>
                                <a:pt x="4983" y="7837"/>
                                <a:pt x="3419" y="4525"/>
                                <a:pt x="97" y="4525"/>
                              </a:cubicBezTo>
                              <a:lnTo>
                                <a:pt x="0" y="45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600869" y="21201"/>
                          <a:ext cx="225501" cy="946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5501" h="946530">
                              <a:moveTo>
                                <a:pt x="225501" y="0"/>
                              </a:moveTo>
                              <a:lnTo>
                                <a:pt x="225501" y="155537"/>
                              </a:lnTo>
                              <a:lnTo>
                                <a:pt x="220428" y="167781"/>
                              </a:lnTo>
                              <a:cubicBezTo>
                                <a:pt x="215640" y="175923"/>
                                <a:pt x="209264" y="183475"/>
                                <a:pt x="200225" y="190003"/>
                              </a:cubicBezTo>
                              <a:cubicBezTo>
                                <a:pt x="208458" y="185716"/>
                                <a:pt x="215197" y="181197"/>
                                <a:pt x="220769" y="176549"/>
                              </a:cubicBezTo>
                              <a:lnTo>
                                <a:pt x="225501" y="171576"/>
                              </a:lnTo>
                              <a:lnTo>
                                <a:pt x="225501" y="300237"/>
                              </a:lnTo>
                              <a:lnTo>
                                <a:pt x="224694" y="298459"/>
                              </a:lnTo>
                              <a:cubicBezTo>
                                <a:pt x="210063" y="269283"/>
                                <a:pt x="191722" y="238187"/>
                                <a:pt x="169149" y="204814"/>
                              </a:cubicBezTo>
                              <a:cubicBezTo>
                                <a:pt x="193872" y="262205"/>
                                <a:pt x="212341" y="314189"/>
                                <a:pt x="223213" y="363494"/>
                              </a:cubicBezTo>
                              <a:lnTo>
                                <a:pt x="225501" y="379337"/>
                              </a:lnTo>
                              <a:lnTo>
                                <a:pt x="225501" y="537799"/>
                              </a:lnTo>
                              <a:lnTo>
                                <a:pt x="216434" y="584246"/>
                              </a:lnTo>
                              <a:cubicBezTo>
                                <a:pt x="194521" y="659154"/>
                                <a:pt x="156006" y="723100"/>
                                <a:pt x="131235" y="764902"/>
                              </a:cubicBezTo>
                              <a:cubicBezTo>
                                <a:pt x="131235" y="764902"/>
                                <a:pt x="110127" y="802516"/>
                                <a:pt x="101725" y="835254"/>
                              </a:cubicBezTo>
                              <a:cubicBezTo>
                                <a:pt x="95079" y="864679"/>
                                <a:pt x="101725" y="887677"/>
                                <a:pt x="128109" y="904046"/>
                              </a:cubicBezTo>
                              <a:cubicBezTo>
                                <a:pt x="141203" y="913790"/>
                                <a:pt x="156056" y="917102"/>
                                <a:pt x="174035" y="918662"/>
                              </a:cubicBezTo>
                              <a:cubicBezTo>
                                <a:pt x="176918" y="918662"/>
                                <a:pt x="183211" y="918434"/>
                                <a:pt x="192127" y="917989"/>
                              </a:cubicBezTo>
                              <a:lnTo>
                                <a:pt x="225501" y="916045"/>
                              </a:lnTo>
                              <a:lnTo>
                                <a:pt x="225501" y="943040"/>
                              </a:lnTo>
                              <a:lnTo>
                                <a:pt x="193454" y="945690"/>
                              </a:lnTo>
                              <a:cubicBezTo>
                                <a:pt x="182812" y="946292"/>
                                <a:pt x="173058" y="946530"/>
                                <a:pt x="164459" y="946335"/>
                              </a:cubicBezTo>
                              <a:cubicBezTo>
                                <a:pt x="137879" y="946335"/>
                                <a:pt x="121463" y="941266"/>
                                <a:pt x="103481" y="936589"/>
                              </a:cubicBezTo>
                              <a:cubicBezTo>
                                <a:pt x="81987" y="923731"/>
                                <a:pt x="74167" y="915152"/>
                                <a:pt x="65959" y="900733"/>
                              </a:cubicBezTo>
                              <a:cubicBezTo>
                                <a:pt x="54819" y="874717"/>
                                <a:pt x="33566" y="889479"/>
                                <a:pt x="10444" y="899143"/>
                              </a:cubicBezTo>
                              <a:lnTo>
                                <a:pt x="0" y="901935"/>
                              </a:lnTo>
                              <a:lnTo>
                                <a:pt x="0" y="636619"/>
                              </a:lnTo>
                              <a:lnTo>
                                <a:pt x="5041" y="631434"/>
                              </a:lnTo>
                              <a:cubicBezTo>
                                <a:pt x="13860" y="622821"/>
                                <a:pt x="22352" y="614745"/>
                                <a:pt x="27849" y="609191"/>
                              </a:cubicBezTo>
                              <a:cubicBezTo>
                                <a:pt x="23403" y="610798"/>
                                <a:pt x="17699" y="613551"/>
                                <a:pt x="11467" y="617056"/>
                              </a:cubicBezTo>
                              <a:lnTo>
                                <a:pt x="0" y="624314"/>
                              </a:lnTo>
                              <a:lnTo>
                                <a:pt x="0" y="487117"/>
                              </a:lnTo>
                              <a:lnTo>
                                <a:pt x="1659" y="484858"/>
                              </a:lnTo>
                              <a:cubicBezTo>
                                <a:pt x="13191" y="463420"/>
                                <a:pt x="6743" y="430682"/>
                                <a:pt x="3419" y="414309"/>
                              </a:cubicBezTo>
                              <a:cubicBezTo>
                                <a:pt x="3419" y="429901"/>
                                <a:pt x="4250" y="441350"/>
                                <a:pt x="2199" y="452605"/>
                              </a:cubicBezTo>
                              <a:lnTo>
                                <a:pt x="0" y="459245"/>
                              </a:lnTo>
                              <a:lnTo>
                                <a:pt x="0" y="325165"/>
                              </a:lnTo>
                              <a:lnTo>
                                <a:pt x="9136" y="323557"/>
                              </a:lnTo>
                              <a:cubicBezTo>
                                <a:pt x="15573" y="320109"/>
                                <a:pt x="22377" y="314044"/>
                                <a:pt x="29804" y="304592"/>
                              </a:cubicBezTo>
                              <a:cubicBezTo>
                                <a:pt x="21546" y="311169"/>
                                <a:pt x="14841" y="315688"/>
                                <a:pt x="8889" y="318459"/>
                              </a:cubicBezTo>
                              <a:lnTo>
                                <a:pt x="0" y="320292"/>
                              </a:lnTo>
                              <a:lnTo>
                                <a:pt x="0" y="299623"/>
                              </a:lnTo>
                              <a:lnTo>
                                <a:pt x="18395" y="294263"/>
                              </a:lnTo>
                              <a:cubicBezTo>
                                <a:pt x="25211" y="289537"/>
                                <a:pt x="29804" y="282570"/>
                                <a:pt x="29804" y="273606"/>
                              </a:cubicBezTo>
                              <a:cubicBezTo>
                                <a:pt x="29804" y="265422"/>
                                <a:pt x="25211" y="258455"/>
                                <a:pt x="18395" y="253534"/>
                              </a:cubicBezTo>
                              <a:lnTo>
                                <a:pt x="0" y="247739"/>
                              </a:lnTo>
                              <a:lnTo>
                                <a:pt x="0" y="209354"/>
                              </a:lnTo>
                              <a:lnTo>
                                <a:pt x="16294" y="211640"/>
                              </a:lnTo>
                              <a:cubicBezTo>
                                <a:pt x="28949" y="215946"/>
                                <a:pt x="42215" y="225665"/>
                                <a:pt x="56189" y="242424"/>
                              </a:cubicBezTo>
                              <a:cubicBezTo>
                                <a:pt x="90583" y="242424"/>
                                <a:pt x="74167" y="258797"/>
                                <a:pt x="88629" y="257237"/>
                              </a:cubicBezTo>
                              <a:cubicBezTo>
                                <a:pt x="107003" y="231123"/>
                                <a:pt x="130064" y="208126"/>
                                <a:pt x="147651" y="183182"/>
                              </a:cubicBezTo>
                              <a:cubicBezTo>
                                <a:pt x="134751" y="149269"/>
                                <a:pt x="121463" y="118090"/>
                                <a:pt x="124981" y="91980"/>
                              </a:cubicBezTo>
                              <a:cubicBezTo>
                                <a:pt x="129085" y="55439"/>
                                <a:pt x="159256" y="27326"/>
                                <a:pt x="202612" y="8276"/>
                              </a:cubicBezTo>
                              <a:lnTo>
                                <a:pt x="2255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826370" y="991044"/>
                          <a:ext cx="130525" cy="312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1229">
                              <a:moveTo>
                                <a:pt x="130525" y="0"/>
                              </a:moveTo>
                              <a:lnTo>
                                <a:pt x="130525" y="27515"/>
                              </a:lnTo>
                              <a:lnTo>
                                <a:pt x="100099" y="30757"/>
                              </a:lnTo>
                              <a:cubicBezTo>
                                <a:pt x="88382" y="31229"/>
                                <a:pt x="75471" y="31107"/>
                                <a:pt x="60325" y="30668"/>
                              </a:cubicBezTo>
                              <a:cubicBezTo>
                                <a:pt x="54999" y="30279"/>
                                <a:pt x="44225" y="28757"/>
                                <a:pt x="30624" y="26409"/>
                              </a:cubicBezTo>
                              <a:lnTo>
                                <a:pt x="0" y="20365"/>
                              </a:lnTo>
                              <a:lnTo>
                                <a:pt x="0" y="4629"/>
                              </a:lnTo>
                              <a:lnTo>
                                <a:pt x="15535" y="5607"/>
                              </a:lnTo>
                              <a:cubicBezTo>
                                <a:pt x="27918" y="6100"/>
                                <a:pt x="39705" y="6307"/>
                                <a:pt x="50357" y="6307"/>
                              </a:cubicBezTo>
                              <a:cubicBezTo>
                                <a:pt x="80651" y="6990"/>
                                <a:pt x="104836" y="4895"/>
                                <a:pt x="128020" y="58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826370" y="926269"/>
                          <a:ext cx="130525" cy="37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37972">
                              <a:moveTo>
                                <a:pt x="130525" y="0"/>
                              </a:moveTo>
                              <a:lnTo>
                                <a:pt x="130525" y="18355"/>
                              </a:lnTo>
                              <a:lnTo>
                                <a:pt x="121406" y="20135"/>
                              </a:lnTo>
                              <a:cubicBezTo>
                                <a:pt x="80847" y="27497"/>
                                <a:pt x="38756" y="33983"/>
                                <a:pt x="2286" y="37783"/>
                              </a:cubicBezTo>
                              <a:lnTo>
                                <a:pt x="0" y="37972"/>
                              </a:lnTo>
                              <a:lnTo>
                                <a:pt x="0" y="10977"/>
                              </a:lnTo>
                              <a:lnTo>
                                <a:pt x="450" y="10951"/>
                              </a:lnTo>
                              <a:cubicBezTo>
                                <a:pt x="35548" y="8681"/>
                                <a:pt x="83276" y="5005"/>
                                <a:pt x="129364" y="14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826370" y="400538"/>
                          <a:ext cx="9621" cy="158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21" h="158462">
                              <a:moveTo>
                                <a:pt x="0" y="0"/>
                              </a:moveTo>
                              <a:lnTo>
                                <a:pt x="8152" y="56445"/>
                              </a:lnTo>
                              <a:cubicBezTo>
                                <a:pt x="9621" y="80099"/>
                                <a:pt x="9022" y="103424"/>
                                <a:pt x="6188" y="126761"/>
                              </a:cubicBezTo>
                              <a:lnTo>
                                <a:pt x="0" y="1584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826370" y="109259"/>
                          <a:ext cx="130525" cy="8037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803709">
                              <a:moveTo>
                                <a:pt x="130525" y="0"/>
                              </a:moveTo>
                              <a:lnTo>
                                <a:pt x="130525" y="46898"/>
                              </a:lnTo>
                              <a:lnTo>
                                <a:pt x="129411" y="45867"/>
                              </a:lnTo>
                              <a:cubicBezTo>
                                <a:pt x="124281" y="43577"/>
                                <a:pt x="118564" y="43089"/>
                                <a:pt x="112895" y="44648"/>
                              </a:cubicBezTo>
                              <a:cubicBezTo>
                                <a:pt x="101170" y="44648"/>
                                <a:pt x="99608" y="56341"/>
                                <a:pt x="101170" y="61211"/>
                              </a:cubicBezTo>
                              <a:cubicBezTo>
                                <a:pt x="107816" y="84018"/>
                                <a:pt x="122669" y="105257"/>
                                <a:pt x="127555" y="123384"/>
                              </a:cubicBezTo>
                              <a:lnTo>
                                <a:pt x="130525" y="132818"/>
                              </a:lnTo>
                              <a:lnTo>
                                <a:pt x="130525" y="790898"/>
                              </a:lnTo>
                              <a:lnTo>
                                <a:pt x="94467" y="795506"/>
                              </a:lnTo>
                              <a:cubicBezTo>
                                <a:pt x="77302" y="797547"/>
                                <a:pt x="60812" y="799374"/>
                                <a:pt x="45665" y="800982"/>
                              </a:cubicBezTo>
                              <a:cubicBezTo>
                                <a:pt x="35357" y="801810"/>
                                <a:pt x="24742" y="802955"/>
                                <a:pt x="14134" y="803668"/>
                              </a:cubicBezTo>
                              <a:lnTo>
                                <a:pt x="0" y="803709"/>
                              </a:lnTo>
                              <a:lnTo>
                                <a:pt x="0" y="761190"/>
                              </a:lnTo>
                              <a:lnTo>
                                <a:pt x="9611" y="748166"/>
                              </a:lnTo>
                              <a:cubicBezTo>
                                <a:pt x="20907" y="731311"/>
                                <a:pt x="34869" y="706317"/>
                                <a:pt x="42343" y="686586"/>
                              </a:cubicBezTo>
                              <a:cubicBezTo>
                                <a:pt x="50357" y="665147"/>
                                <a:pt x="57002" y="652090"/>
                                <a:pt x="50357" y="629097"/>
                              </a:cubicBezTo>
                              <a:cubicBezTo>
                                <a:pt x="49575" y="625880"/>
                                <a:pt x="45471" y="622227"/>
                                <a:pt x="40561" y="621204"/>
                              </a:cubicBezTo>
                              <a:cubicBezTo>
                                <a:pt x="35651" y="620181"/>
                                <a:pt x="29934" y="621789"/>
                                <a:pt x="25927" y="629097"/>
                              </a:cubicBezTo>
                              <a:cubicBezTo>
                                <a:pt x="15962" y="650536"/>
                                <a:pt x="9511" y="660471"/>
                                <a:pt x="2865" y="671775"/>
                              </a:cubicBezTo>
                              <a:lnTo>
                                <a:pt x="0" y="675793"/>
                              </a:lnTo>
                              <a:lnTo>
                                <a:pt x="0" y="559530"/>
                              </a:lnTo>
                              <a:lnTo>
                                <a:pt x="5817" y="548852"/>
                              </a:lnTo>
                              <a:cubicBezTo>
                                <a:pt x="48072" y="463643"/>
                                <a:pt x="68158" y="375828"/>
                                <a:pt x="18423" y="252770"/>
                              </a:cubicBezTo>
                              <a:lnTo>
                                <a:pt x="0" y="212179"/>
                              </a:lnTo>
                              <a:lnTo>
                                <a:pt x="0" y="83517"/>
                              </a:lnTo>
                              <a:lnTo>
                                <a:pt x="8803" y="74265"/>
                              </a:lnTo>
                              <a:cubicBezTo>
                                <a:pt x="30167" y="45453"/>
                                <a:pt x="21188" y="15709"/>
                                <a:pt x="52117" y="7234"/>
                              </a:cubicBezTo>
                              <a:cubicBezTo>
                                <a:pt x="69314" y="3043"/>
                                <a:pt x="95160" y="1386"/>
                                <a:pt x="120396" y="363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826370" y="378"/>
                          <a:ext cx="130525" cy="176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525" h="176360">
                              <a:moveTo>
                                <a:pt x="130525" y="0"/>
                              </a:moveTo>
                              <a:lnTo>
                                <a:pt x="130525" y="83751"/>
                              </a:lnTo>
                              <a:lnTo>
                                <a:pt x="117586" y="84737"/>
                              </a:lnTo>
                              <a:cubicBezTo>
                                <a:pt x="81431" y="89806"/>
                                <a:pt x="48794" y="86494"/>
                                <a:pt x="24170" y="111045"/>
                              </a:cubicBezTo>
                              <a:cubicBezTo>
                                <a:pt x="14300" y="126637"/>
                                <a:pt x="10978" y="145054"/>
                                <a:pt x="5603" y="162837"/>
                              </a:cubicBezTo>
                              <a:lnTo>
                                <a:pt x="0" y="176360"/>
                              </a:lnTo>
                              <a:lnTo>
                                <a:pt x="0" y="20823"/>
                              </a:lnTo>
                              <a:lnTo>
                                <a:pt x="11900" y="16521"/>
                              </a:lnTo>
                              <a:cubicBezTo>
                                <a:pt x="30329" y="11091"/>
                                <a:pt x="50159" y="6958"/>
                                <a:pt x="70712" y="4155"/>
                              </a:cubicBezTo>
                              <a:lnTo>
                                <a:pt x="13052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956896" y="953483"/>
                          <a:ext cx="121755" cy="650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65076">
                              <a:moveTo>
                                <a:pt x="121755" y="0"/>
                              </a:moveTo>
                              <a:lnTo>
                                <a:pt x="121755" y="10166"/>
                              </a:lnTo>
                              <a:lnTo>
                                <a:pt x="70905" y="40556"/>
                              </a:lnTo>
                              <a:cubicBezTo>
                                <a:pt x="43055" y="53614"/>
                                <a:pt x="22925" y="60971"/>
                                <a:pt x="2184" y="64844"/>
                              </a:cubicBezTo>
                              <a:lnTo>
                                <a:pt x="0" y="65076"/>
                              </a:lnTo>
                              <a:lnTo>
                                <a:pt x="0" y="37561"/>
                              </a:lnTo>
                              <a:lnTo>
                                <a:pt x="32156" y="30083"/>
                              </a:lnTo>
                              <a:cubicBezTo>
                                <a:pt x="43885" y="26889"/>
                                <a:pt x="56002" y="23211"/>
                                <a:pt x="69145" y="19119"/>
                              </a:cubicBezTo>
                              <a:cubicBezTo>
                                <a:pt x="82728" y="15026"/>
                                <a:pt x="94246" y="11251"/>
                                <a:pt x="104268" y="7530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956896" y="907304"/>
                          <a:ext cx="121755" cy="373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37320">
                              <a:moveTo>
                                <a:pt x="121755" y="0"/>
                              </a:moveTo>
                              <a:lnTo>
                                <a:pt x="121755" y="10186"/>
                              </a:lnTo>
                              <a:lnTo>
                                <a:pt x="100806" y="16190"/>
                              </a:lnTo>
                              <a:cubicBezTo>
                                <a:pt x="85636" y="19844"/>
                                <a:pt x="68294" y="23731"/>
                                <a:pt x="49675" y="27624"/>
                              </a:cubicBezTo>
                              <a:lnTo>
                                <a:pt x="0" y="37320"/>
                              </a:lnTo>
                              <a:lnTo>
                                <a:pt x="0" y="18965"/>
                              </a:lnTo>
                              <a:lnTo>
                                <a:pt x="64955" y="10954"/>
                              </a:lnTo>
                              <a:cubicBezTo>
                                <a:pt x="85395" y="7958"/>
                                <a:pt x="103640" y="4694"/>
                                <a:pt x="117907" y="1187"/>
                              </a:cubicBezTo>
                              <a:lnTo>
                                <a:pt x="12175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91067" y="86872"/>
                          <a:ext cx="187584" cy="813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584" h="813285">
                              <a:moveTo>
                                <a:pt x="133605" y="0"/>
                              </a:moveTo>
                              <a:cubicBezTo>
                                <a:pt x="134974" y="9936"/>
                                <a:pt x="138296" y="19681"/>
                                <a:pt x="150021" y="19681"/>
                              </a:cubicBezTo>
                              <a:lnTo>
                                <a:pt x="187584" y="20500"/>
                              </a:lnTo>
                              <a:lnTo>
                                <a:pt x="187584" y="192702"/>
                              </a:lnTo>
                              <a:lnTo>
                                <a:pt x="180429" y="199837"/>
                              </a:lnTo>
                              <a:cubicBezTo>
                                <a:pt x="71867" y="316552"/>
                                <a:pt x="0" y="467079"/>
                                <a:pt x="175624" y="678182"/>
                              </a:cubicBezTo>
                              <a:cubicBezTo>
                                <a:pt x="179534" y="671947"/>
                                <a:pt x="183246" y="665712"/>
                                <a:pt x="187156" y="659477"/>
                              </a:cubicBezTo>
                              <a:cubicBezTo>
                                <a:pt x="78396" y="506349"/>
                                <a:pt x="84849" y="369483"/>
                                <a:pt x="159781" y="249925"/>
                              </a:cubicBezTo>
                              <a:lnTo>
                                <a:pt x="187584" y="211356"/>
                              </a:lnTo>
                              <a:lnTo>
                                <a:pt x="187584" y="222424"/>
                              </a:lnTo>
                              <a:lnTo>
                                <a:pt x="185921" y="224462"/>
                              </a:lnTo>
                              <a:cubicBezTo>
                                <a:pt x="98105" y="347941"/>
                                <a:pt x="87458" y="489172"/>
                                <a:pt x="183051" y="636675"/>
                              </a:cubicBezTo>
                              <a:lnTo>
                                <a:pt x="187584" y="642460"/>
                              </a:lnTo>
                              <a:lnTo>
                                <a:pt x="187584" y="667788"/>
                              </a:lnTo>
                              <a:lnTo>
                                <a:pt x="187544" y="667854"/>
                              </a:lnTo>
                              <a:cubicBezTo>
                                <a:pt x="174451" y="690851"/>
                                <a:pt x="158035" y="712288"/>
                                <a:pt x="148265" y="728659"/>
                              </a:cubicBezTo>
                              <a:cubicBezTo>
                                <a:pt x="134974" y="748340"/>
                                <a:pt x="130283" y="766271"/>
                                <a:pt x="151393" y="776013"/>
                              </a:cubicBezTo>
                              <a:cubicBezTo>
                                <a:pt x="163850" y="780983"/>
                                <a:pt x="176199" y="771153"/>
                                <a:pt x="183656" y="763133"/>
                              </a:cubicBezTo>
                              <a:lnTo>
                                <a:pt x="187584" y="758404"/>
                              </a:lnTo>
                              <a:lnTo>
                                <a:pt x="187584" y="792022"/>
                              </a:lnTo>
                              <a:lnTo>
                                <a:pt x="184419" y="793941"/>
                              </a:lnTo>
                              <a:cubicBezTo>
                                <a:pt x="154028" y="800469"/>
                                <a:pt x="118312" y="806218"/>
                                <a:pt x="82621" y="811139"/>
                              </a:cubicBezTo>
                              <a:lnTo>
                                <a:pt x="65829" y="813285"/>
                              </a:lnTo>
                              <a:lnTo>
                                <a:pt x="65829" y="155206"/>
                              </a:lnTo>
                              <a:lnTo>
                                <a:pt x="69746" y="167645"/>
                              </a:lnTo>
                              <a:cubicBezTo>
                                <a:pt x="71798" y="174806"/>
                                <a:pt x="74290" y="180945"/>
                                <a:pt x="79274" y="183380"/>
                              </a:cubicBezTo>
                              <a:cubicBezTo>
                                <a:pt x="89044" y="186498"/>
                                <a:pt x="95690" y="153760"/>
                                <a:pt x="95690" y="140702"/>
                              </a:cubicBezTo>
                              <a:cubicBezTo>
                                <a:pt x="94128" y="117706"/>
                                <a:pt x="85726" y="94903"/>
                                <a:pt x="77712" y="80287"/>
                              </a:cubicBezTo>
                              <a:lnTo>
                                <a:pt x="65829" y="69286"/>
                              </a:lnTo>
                              <a:lnTo>
                                <a:pt x="65829" y="22388"/>
                              </a:lnTo>
                              <a:lnTo>
                                <a:pt x="91939" y="21453"/>
                              </a:lnTo>
                              <a:cubicBezTo>
                                <a:pt x="103094" y="21021"/>
                                <a:pt x="112940" y="20509"/>
                                <a:pt x="120318" y="19681"/>
                              </a:cubicBezTo>
                              <a:cubicBezTo>
                                <a:pt x="133605" y="14612"/>
                                <a:pt x="131849" y="9936"/>
                                <a:pt x="13360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956896" y="0"/>
                          <a:ext cx="121755" cy="841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755" h="84129">
                              <a:moveTo>
                                <a:pt x="3332" y="146"/>
                              </a:moveTo>
                              <a:cubicBezTo>
                                <a:pt x="31756" y="0"/>
                                <a:pt x="60256" y="2278"/>
                                <a:pt x="87222" y="7058"/>
                              </a:cubicBezTo>
                              <a:lnTo>
                                <a:pt x="121755" y="17198"/>
                              </a:lnTo>
                              <a:lnTo>
                                <a:pt x="121755" y="81676"/>
                              </a:lnTo>
                              <a:lnTo>
                                <a:pt x="98852" y="78685"/>
                              </a:lnTo>
                              <a:cubicBezTo>
                                <a:pt x="90644" y="78685"/>
                                <a:pt x="74227" y="68746"/>
                                <a:pt x="70905" y="51012"/>
                              </a:cubicBezTo>
                              <a:cubicBezTo>
                                <a:pt x="66019" y="68746"/>
                                <a:pt x="49600" y="81997"/>
                                <a:pt x="41392" y="81997"/>
                              </a:cubicBezTo>
                              <a:cubicBezTo>
                                <a:pt x="31522" y="81997"/>
                                <a:pt x="22874" y="82435"/>
                                <a:pt x="14226" y="83044"/>
                              </a:cubicBezTo>
                              <a:lnTo>
                                <a:pt x="0" y="84129"/>
                              </a:lnTo>
                              <a:lnTo>
                                <a:pt x="0" y="378"/>
                              </a:lnTo>
                              <a:lnTo>
                                <a:pt x="3332" y="146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1078651" y="921935"/>
                          <a:ext cx="47649" cy="417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49" h="41715">
                              <a:moveTo>
                                <a:pt x="47649" y="0"/>
                              </a:moveTo>
                              <a:cubicBezTo>
                                <a:pt x="31329" y="16369"/>
                                <a:pt x="16133" y="29865"/>
                                <a:pt x="303" y="41533"/>
                              </a:cubicBezTo>
                              <a:lnTo>
                                <a:pt x="0" y="41715"/>
                              </a:lnTo>
                              <a:lnTo>
                                <a:pt x="0" y="31548"/>
                              </a:lnTo>
                              <a:lnTo>
                                <a:pt x="8660" y="27819"/>
                              </a:lnTo>
                              <a:cubicBezTo>
                                <a:pt x="23855" y="20073"/>
                                <a:pt x="35337" y="11499"/>
                                <a:pt x="476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1078651" y="699574"/>
                          <a:ext cx="88689" cy="217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689" h="217916">
                              <a:moveTo>
                                <a:pt x="33553" y="341"/>
                              </a:moveTo>
                              <a:cubicBezTo>
                                <a:pt x="37290" y="0"/>
                                <a:pt x="41198" y="1266"/>
                                <a:pt x="46083" y="3899"/>
                              </a:cubicBezTo>
                              <a:cubicBezTo>
                                <a:pt x="65434" y="22020"/>
                                <a:pt x="49994" y="60026"/>
                                <a:pt x="41786" y="80290"/>
                              </a:cubicBezTo>
                              <a:cubicBezTo>
                                <a:pt x="41393" y="81071"/>
                                <a:pt x="41199" y="81658"/>
                                <a:pt x="40810" y="82435"/>
                              </a:cubicBezTo>
                              <a:lnTo>
                                <a:pt x="54097" y="99585"/>
                              </a:lnTo>
                              <a:cubicBezTo>
                                <a:pt x="87273" y="150742"/>
                                <a:pt x="67479" y="193841"/>
                                <a:pt x="7286" y="215828"/>
                              </a:cubicBezTo>
                              <a:lnTo>
                                <a:pt x="0" y="217916"/>
                              </a:lnTo>
                              <a:lnTo>
                                <a:pt x="0" y="207730"/>
                              </a:lnTo>
                              <a:lnTo>
                                <a:pt x="16380" y="202675"/>
                              </a:lnTo>
                              <a:cubicBezTo>
                                <a:pt x="88689" y="169937"/>
                                <a:pt x="57421" y="112644"/>
                                <a:pt x="39439" y="92958"/>
                              </a:cubicBezTo>
                              <a:cubicBezTo>
                                <a:pt x="38658" y="92376"/>
                                <a:pt x="37875" y="91595"/>
                                <a:pt x="37292" y="91010"/>
                              </a:cubicBezTo>
                              <a:cubicBezTo>
                                <a:pt x="32991" y="100558"/>
                                <a:pt x="28299" y="110109"/>
                                <a:pt x="23221" y="119267"/>
                              </a:cubicBezTo>
                              <a:cubicBezTo>
                                <a:pt x="29522" y="138853"/>
                                <a:pt x="27801" y="157780"/>
                                <a:pt x="14343" y="170624"/>
                              </a:cubicBezTo>
                              <a:lnTo>
                                <a:pt x="0" y="179319"/>
                              </a:lnTo>
                              <a:lnTo>
                                <a:pt x="0" y="145701"/>
                              </a:lnTo>
                              <a:lnTo>
                                <a:pt x="1721" y="143629"/>
                              </a:lnTo>
                              <a:cubicBezTo>
                                <a:pt x="13251" y="129012"/>
                                <a:pt x="32991" y="94517"/>
                                <a:pt x="41004" y="68403"/>
                              </a:cubicBezTo>
                              <a:cubicBezTo>
                                <a:pt x="49411" y="47162"/>
                                <a:pt x="54097" y="34105"/>
                                <a:pt x="47649" y="12668"/>
                              </a:cubicBezTo>
                              <a:cubicBezTo>
                                <a:pt x="45988" y="9354"/>
                                <a:pt x="41493" y="5700"/>
                                <a:pt x="36583" y="4920"/>
                              </a:cubicBezTo>
                              <a:cubicBezTo>
                                <a:pt x="31673" y="4141"/>
                                <a:pt x="26348" y="6236"/>
                                <a:pt x="23025" y="14420"/>
                              </a:cubicBezTo>
                              <a:cubicBezTo>
                                <a:pt x="18138" y="24263"/>
                                <a:pt x="14033" y="31620"/>
                                <a:pt x="10320" y="37929"/>
                              </a:cubicBezTo>
                              <a:lnTo>
                                <a:pt x="0" y="55085"/>
                              </a:lnTo>
                              <a:lnTo>
                                <a:pt x="0" y="29757"/>
                              </a:lnTo>
                              <a:lnTo>
                                <a:pt x="5241" y="36446"/>
                              </a:lnTo>
                              <a:cubicBezTo>
                                <a:pt x="10908" y="26700"/>
                                <a:pt x="16575" y="16761"/>
                                <a:pt x="22046" y="6432"/>
                              </a:cubicBezTo>
                              <a:cubicBezTo>
                                <a:pt x="26249" y="2632"/>
                                <a:pt x="29816" y="683"/>
                                <a:pt x="33553" y="34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078651" y="17198"/>
                          <a:ext cx="126411" cy="2920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411" h="292098">
                              <a:moveTo>
                                <a:pt x="0" y="0"/>
                              </a:moveTo>
                              <a:lnTo>
                                <a:pt x="40155" y="11791"/>
                              </a:lnTo>
                              <a:cubicBezTo>
                                <a:pt x="84733" y="31522"/>
                                <a:pt x="116736" y="61583"/>
                                <a:pt x="123283" y="102606"/>
                              </a:cubicBezTo>
                              <a:cubicBezTo>
                                <a:pt x="126411" y="123652"/>
                                <a:pt x="119765" y="148208"/>
                                <a:pt x="100221" y="170815"/>
                              </a:cubicBezTo>
                              <a:cubicBezTo>
                                <a:pt x="90645" y="183092"/>
                                <a:pt x="81656" y="193226"/>
                                <a:pt x="73448" y="202189"/>
                              </a:cubicBezTo>
                              <a:cubicBezTo>
                                <a:pt x="74035" y="210181"/>
                                <a:pt x="73448" y="218170"/>
                                <a:pt x="71492" y="226356"/>
                              </a:cubicBezTo>
                              <a:cubicBezTo>
                                <a:pt x="69538" y="234932"/>
                                <a:pt x="60156" y="268840"/>
                                <a:pt x="45695" y="254418"/>
                              </a:cubicBezTo>
                              <a:cubicBezTo>
                                <a:pt x="43348" y="250520"/>
                                <a:pt x="41786" y="246427"/>
                                <a:pt x="40612" y="242336"/>
                              </a:cubicBezTo>
                              <a:lnTo>
                                <a:pt x="0" y="292098"/>
                              </a:lnTo>
                              <a:lnTo>
                                <a:pt x="0" y="281030"/>
                              </a:lnTo>
                              <a:lnTo>
                                <a:pt x="8367" y="269423"/>
                              </a:lnTo>
                              <a:cubicBezTo>
                                <a:pt x="20872" y="254224"/>
                                <a:pt x="32602" y="238243"/>
                                <a:pt x="41786" y="224794"/>
                              </a:cubicBezTo>
                              <a:cubicBezTo>
                                <a:pt x="44521" y="235904"/>
                                <a:pt x="45108" y="247989"/>
                                <a:pt x="50775" y="253054"/>
                              </a:cubicBezTo>
                              <a:cubicBezTo>
                                <a:pt x="60937" y="256172"/>
                                <a:pt x="69149" y="221874"/>
                                <a:pt x="69149" y="208623"/>
                              </a:cubicBezTo>
                              <a:cubicBezTo>
                                <a:pt x="69149" y="186015"/>
                                <a:pt x="60937" y="161071"/>
                                <a:pt x="54295" y="146650"/>
                              </a:cubicBezTo>
                              <a:cubicBezTo>
                                <a:pt x="49605" y="133397"/>
                                <a:pt x="37875" y="128721"/>
                                <a:pt x="26543" y="131839"/>
                              </a:cubicBezTo>
                              <a:cubicBezTo>
                                <a:pt x="16380" y="131839"/>
                                <a:pt x="15207" y="143143"/>
                                <a:pt x="16380" y="148208"/>
                              </a:cubicBezTo>
                              <a:cubicBezTo>
                                <a:pt x="21459" y="172763"/>
                                <a:pt x="34359" y="193812"/>
                                <a:pt x="37875" y="213688"/>
                              </a:cubicBezTo>
                              <a:cubicBezTo>
                                <a:pt x="39244" y="216028"/>
                                <a:pt x="40223" y="218757"/>
                                <a:pt x="41004" y="221482"/>
                              </a:cubicBezTo>
                              <a:lnTo>
                                <a:pt x="0" y="262376"/>
                              </a:lnTo>
                              <a:lnTo>
                                <a:pt x="0" y="90173"/>
                              </a:lnTo>
                              <a:lnTo>
                                <a:pt x="8268" y="90354"/>
                              </a:lnTo>
                              <a:cubicBezTo>
                                <a:pt x="23415" y="90573"/>
                                <a:pt x="38561" y="91011"/>
                                <a:pt x="54097" y="92667"/>
                              </a:cubicBezTo>
                              <a:cubicBezTo>
                                <a:pt x="80481" y="92667"/>
                                <a:pt x="78919" y="118976"/>
                                <a:pt x="78919" y="159706"/>
                              </a:cubicBezTo>
                              <a:cubicBezTo>
                                <a:pt x="100221" y="84286"/>
                                <a:pt x="80481" y="77856"/>
                                <a:pt x="75597" y="74544"/>
                              </a:cubicBezTo>
                              <a:cubicBezTo>
                                <a:pt x="65777" y="70891"/>
                                <a:pt x="32870" y="68222"/>
                                <a:pt x="3838" y="64979"/>
                              </a:cubicBezTo>
                              <a:lnTo>
                                <a:pt x="0" y="644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291155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22874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488E8C" id="Group 413" o:spid="_x0000_s1026" style="position:absolute;margin-left:-6.8pt;margin-top:-22.1pt;width:121.4pt;height:42.95pt;z-index:251659264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">
              <o:lock v:ext="edit" aspectratio="t"/>
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<v:stroke miterlimit="83231f" joinstyle="miter"/>
                <v:path arrowok="t" textboxrect="0,0,40305,60029"/>
              </v:shape>
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<v:stroke miterlimit="83231f" joinstyle="miter"/>
                <v:path arrowok="t" textboxrect="0,0,37022,31935"/>
              </v:shape>
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<v:stroke miterlimit="83231f" joinstyle="miter"/>
                <v:path arrowok="t" textboxrect="0,0,25430,25503"/>
              </v:shape>
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<v:stroke miterlimit="83231f" joinstyle="miter"/>
                <v:path arrowok="t" textboxrect="0,0,25424,25503"/>
              </v:shape>
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<v:stroke miterlimit="83231f" joinstyle="miter"/>
                <v:path arrowok="t" textboxrect="0,0,83542,98542"/>
              </v:shape>
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<v:stroke miterlimit="83231f" joinstyle="miter"/>
                <v:path arrowok="t" textboxrect="0,0,45486,96008"/>
              </v:shape>
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<v:stroke miterlimit="83231f" joinstyle="miter"/>
                <v:path arrowok="t" textboxrect="0,0,40305,60029"/>
              </v:shape>
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<v:stroke miterlimit="83231f" joinstyle="miter"/>
                <v:path arrowok="t" textboxrect="0,0,37022,31935"/>
              </v:shape>
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<v:stroke miterlimit="83231f" joinstyle="miter"/>
                <v:path arrowok="t" textboxrect="0,0,102895,124708"/>
              </v:shape>
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<v:stroke miterlimit="83231f" joinstyle="miter"/>
                <v:path arrowok="t" textboxrect="0,0,42202,94550"/>
              </v:shape>
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<v:stroke miterlimit="83231f" joinstyle="miter"/>
                <v:path arrowok="t" textboxrect="0,0,24567,92099"/>
              </v:shape>
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<v:stroke miterlimit="83231f" joinstyle="miter"/>
                <v:path arrowok="t" textboxrect="0,0,90969,92099"/>
              </v:shape>
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<v:stroke miterlimit="83231f" joinstyle="miter"/>
                <v:path arrowok="t" textboxrect="0,0,84398,98542"/>
              </v:shape>
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<v:stroke miterlimit="83231f" joinstyle="miter"/>
                <v:path arrowok="t" textboxrect="0,0,45487,96008"/>
              </v:shape>
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<v:stroke miterlimit="83231f" joinstyle="miter"/>
                <v:path arrowok="t" textboxrect="0,0,84578,124708"/>
              </v:shape>
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<v:stroke miterlimit="83231f" joinstyle="miter"/>
                <v:path arrowok="t" textboxrect="0,0,24555,124708"/>
              </v:shape>
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<v:stroke miterlimit="83231f" joinstyle="miter"/>
                <v:path arrowok="t" textboxrect="0,0,53265,31392"/>
              </v:shape>
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<v:stroke miterlimit="83231f" joinstyle="miter"/>
                <v:path arrowok="t" textboxrect="0,0,38383,31392"/>
              </v:shape>
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<v:stroke miterlimit="83231f" joinstyle="miter"/>
                <v:path arrowok="t" textboxrect="0,0,22485,45102"/>
              </v:shape>
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<v:stroke miterlimit="83231f" joinstyle="miter"/>
                <v:path arrowok="t" textboxrect="0,0,90973,92099"/>
              </v:shape>
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<v:stroke miterlimit="83231f" joinstyle="miter"/>
                <v:path arrowok="t" textboxrect="0,0,39957,92099"/>
              </v:shape>
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<v:stroke miterlimit="83231f" joinstyle="miter"/>
                <v:path arrowok="t" textboxrect="0,0,49976,124708"/>
              </v:shape>
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<v:stroke miterlimit="83231f" joinstyle="miter"/>
                <v:path arrowok="t" textboxrect="0,0,22485,44964"/>
              </v:shape>
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<v:stroke miterlimit="83231f" joinstyle="miter"/>
                <v:path arrowok="t" textboxrect="0,0,52917,94705"/>
              </v:shape>
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<v:stroke miterlimit="83231f" joinstyle="miter"/>
                <v:path arrowok="t" textboxrect="0,0,46435,98513"/>
              </v:shape>
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<v:stroke miterlimit="83231f" joinstyle="miter"/>
                <v:path arrowok="t" textboxrect="0,0,52056,124708"/>
              </v:shape>
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<v:stroke miterlimit="83231f" joinstyle="miter"/>
                <v:path arrowok="t" textboxrect="0,0,44795,98369"/>
              </v:shape>
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<v:stroke miterlimit="83231f" joinstyle="miter"/>
                <v:path arrowok="t" textboxrect="0,0,46611,98542"/>
              </v:shape>
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<v:stroke miterlimit="83231f" joinstyle="miter"/>
                <v:path arrowok="t" textboxrect="0,0,25593,54842"/>
              </v:shape>
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<v:stroke miterlimit="83231f" joinstyle="miter"/>
                <v:path arrowok="t" textboxrect="0,0,44096,126212"/>
              </v:shape>
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<v:stroke miterlimit="83231f" joinstyle="miter"/>
                <v:path arrowok="t" textboxrect="0,0,45463,143646"/>
              </v:shape>
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<v:stroke miterlimit="83231f" joinstyle="miter"/>
                <v:path arrowok="t" textboxrect="0,0,42694,67202"/>
              </v:shape>
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<v:stroke miterlimit="83231f" joinstyle="miter"/>
                <v:path arrowok="t" textboxrect="0,0,11575,26852"/>
              </v:shape>
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<v:stroke miterlimit="83231f" joinstyle="miter"/>
                <v:path arrowok="t" textboxrect="0,0,36645,270339"/>
              </v:shape>
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<v:stroke miterlimit="83231f" joinstyle="miter"/>
                <v:path arrowok="t" textboxrect="0,0,89880,270339"/>
              </v:shape>
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<v:stroke miterlimit="83231f" joinstyle="miter"/>
                <v:path arrowok="t" textboxrect="0,0,108890,276969"/>
              </v:shape>
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<v:stroke miterlimit="83231f" joinstyle="miter"/>
                <v:path arrowok="t" textboxrect="0,0,45113,222343"/>
              </v:shape>
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<v:stroke miterlimit="83231f" joinstyle="miter"/>
                <v:path arrowok="t" textboxrect="0,0,47533,37689"/>
              </v:shape>
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<v:stroke miterlimit="83231f" joinstyle="miter"/>
                <v:path arrowok="t" textboxrect="0,0,45463,222631"/>
              </v:shape>
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<v:stroke miterlimit="83231f" joinstyle="miter"/>
                <v:path arrowok="t" textboxrect="0,0,44767,270339"/>
              </v:shape>
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<v:stroke miterlimit="83231f" joinstyle="miter"/>
                <v:path arrowok="t" textboxrect="0,0,45463,143646"/>
              </v:shape>
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<v:stroke miterlimit="83231f" joinstyle="miter"/>
                <v:path arrowok="t" textboxrect="0,0,45808,112344"/>
              </v:shape>
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<v:stroke miterlimit="83231f" joinstyle="miter"/>
                <v:path arrowok="t" textboxrect="0,0,95411,270339"/>
              </v:shape>
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<v:stroke miterlimit="83231f" joinstyle="miter"/>
                <v:path arrowok="t" textboxrect="0,0,36644,216058"/>
              </v:shape>
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<v:stroke miterlimit="83231f" joinstyle="miter"/>
                <v:path arrowok="t" textboxrect="0,0,89882,219172"/>
              </v:shape>
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<v:stroke miterlimit="83231f" joinstyle="miter"/>
                <v:path arrowok="t" textboxrect="0,0,45459,222632"/>
              </v:shape>
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<v:stroke miterlimit="83231f" joinstyle="miter"/>
                <v:path arrowok="t" textboxrect="0,0,45463,219517"/>
              </v:shape>
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<v:stroke miterlimit="83231f" joinstyle="miter"/>
                <v:path arrowok="t" textboxrect="0,0,61877,261067"/>
              </v:shape>
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<v:stroke miterlimit="83231f" joinstyle="miter"/>
                <v:path arrowok="t" textboxrect="0,0,41312,37689"/>
              </v:shape>
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<v:stroke miterlimit="83231f" joinstyle="miter"/>
                <v:path arrowok="t" textboxrect="0,0,36644,40446"/>
              </v:shape>
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<v:stroke miterlimit="83231f" joinstyle="miter"/>
                <v:path arrowok="t" textboxrect="0,0,102326,270339"/>
              </v:shape>
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<v:stroke miterlimit="83231f" joinstyle="miter"/>
                <v:path arrowok="t" textboxrect="0,0,45808,75769"/>
              </v:shape>
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<v:stroke miterlimit="83231f" joinstyle="miter"/>
                <v:path arrowok="t" textboxrect="0,0,45463,143646"/>
              </v:shape>
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<v:stroke miterlimit="83231f" joinstyle="miter"/>
                <v:path arrowok="t" textboxrect="0,0,42694,67202"/>
              </v:shape>
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<v:stroke miterlimit="83231f" joinstyle="miter"/>
                <v:path arrowok="t" textboxrect="0,0,60499,219172"/>
              </v:shape>
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<v:stroke miterlimit="83231f" joinstyle="miter"/>
                <v:path arrowok="t" textboxrect="0,0,45808,112344"/>
              </v:shape>
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<v:stroke miterlimit="83231f" joinstyle="miter"/>
                <v:path arrowok="t" textboxrect="0,0,43731,37689"/>
              </v:shape>
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<v:stroke miterlimit="83231f" joinstyle="miter"/>
                <v:path arrowok="t" textboxrect="0,0,45462,219517"/>
              </v:shape>
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<v:stroke miterlimit="190811f" joinstyle="miter"/>
                <v:path arrowok="t" textboxrect="0,0,236995,36430"/>
              </v:shape>
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<v:stroke miterlimit="190811f" joinstyle="miter"/>
                <v:path arrowok="t" textboxrect="0,0,442203,744821"/>
              </v:shape>
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<v:stroke miterlimit="190811f" joinstyle="miter"/>
                <v:path arrowok="t" textboxrect="0,0,47684,31765"/>
              </v:shape>
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<v:stroke miterlimit="190811f" joinstyle="miter"/>
                <v:path arrowok="t" textboxrect="0,0,47684,54894"/>
              </v:shape>
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<v:stroke miterlimit="190811f" joinstyle="miter"/>
                <v:path arrowok="t" textboxrect="0,0,47684,210860"/>
              </v:shape>
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<v:stroke miterlimit="190811f" joinstyle="miter"/>
                <v:path arrowok="t" textboxrect="0,0,48539,495814"/>
              </v:shape>
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<v:stroke miterlimit="190811f" joinstyle="miter"/>
                <v:path arrowok="t" textboxrect="0,0,53892,25178"/>
              </v:shape>
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<v:stroke miterlimit="190811f" joinstyle="miter"/>
                <v:path arrowok="t" textboxrect="0,0,61832,47987"/>
              </v:shape>
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<v:stroke miterlimit="190811f" joinstyle="miter"/>
                <v:path arrowok="t" textboxrect="0,0,27235,19083"/>
              </v:shape>
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<v:stroke miterlimit="190811f" joinstyle="miter"/>
                <v:path arrowok="t" textboxrect="0,0,27497,135519"/>
              </v:shape>
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<v:stroke miterlimit="190811f" joinstyle="miter"/>
                <v:path arrowok="t" textboxrect="0,0,41678,141845"/>
              </v:shape>
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<v:stroke miterlimit="190811f" joinstyle="miter"/>
                <v:path arrowok="t" textboxrect="0,0,89534,714781"/>
              </v:shape>
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<v:stroke miterlimit="190811f" joinstyle="miter"/>
                <v:path arrowok="t" textboxrect="0,0,21448,32271"/>
              </v:shape>
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<v:stroke miterlimit="190811f" joinstyle="miter"/>
                <v:path arrowok="t" textboxrect="0,0,21448,269493"/>
              </v:shape>
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<v:stroke miterlimit="190811f" joinstyle="miter"/>
                <v:path arrowok="t" textboxrect="0,0,21448,152903"/>
              </v:shape>
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<v:stroke miterlimit="190811f" joinstyle="miter"/>
                <v:path arrowok="t" textboxrect="0,0,21448,174522"/>
              </v:shape>
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<v:stroke miterlimit="190811f" joinstyle="miter"/>
                <v:path arrowok="t" textboxrect="0,0,21448,24616"/>
              </v:shape>
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<v:stroke miterlimit="190811f" joinstyle="miter"/>
                <v:path arrowok="t" textboxrect="0,0,21403,36054"/>
              </v:shape>
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<v:stroke miterlimit="190811f" joinstyle="miter"/>
                <v:path arrowok="t" textboxrect="0,0,21448,42043"/>
              </v:shape>
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<v:stroke miterlimit="190811f" joinstyle="miter"/>
                <v:path arrowok="t" textboxrect="0,0,97392,29063"/>
              </v:shape>
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<v:stroke miterlimit="190811f" joinstyle="miter"/>
                <v:path arrowok="t" textboxrect="0,0,64005,80977"/>
              </v:shape>
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<v:stroke miterlimit="190811f" joinstyle="miter"/>
                <v:path arrowok="t" textboxrect="0,0,97392,244229"/>
              </v:shape>
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<v:stroke miterlimit="190811f" joinstyle="miter"/>
                <v:path arrowok="t" textboxrect="0,0,13191,31918"/>
              </v:shape>
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<v:stroke miterlimit="190811f" joinstyle="miter"/>
                <v:path arrowok="t" textboxrect="0,0,225501,946530"/>
              </v:shape>
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<v:stroke miterlimit="190811f" joinstyle="miter"/>
                <v:path arrowok="t" textboxrect="0,0,130525,31229"/>
              </v:shape>
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<v:stroke miterlimit="190811f" joinstyle="miter"/>
                <v:path arrowok="t" textboxrect="0,0,130525,37972"/>
              </v:shape>
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<v:stroke miterlimit="190811f" joinstyle="miter"/>
                <v:path arrowok="t" textboxrect="0,0,9621,158462"/>
              </v:shape>
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<v:stroke miterlimit="190811f" joinstyle="miter"/>
                <v:path arrowok="t" textboxrect="0,0,130525,803709"/>
              </v:shape>
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<v:stroke miterlimit="190811f" joinstyle="miter"/>
                <v:path arrowok="t" textboxrect="0,0,130525,176360"/>
              </v:shape>
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<v:stroke miterlimit="190811f" joinstyle="miter"/>
                <v:path arrowok="t" textboxrect="0,0,121755,65076"/>
              </v:shape>
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<v:stroke miterlimit="190811f" joinstyle="miter"/>
                <v:path arrowok="t" textboxrect="0,0,121755,37320"/>
              </v:shape>
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<v:stroke miterlimit="190811f" joinstyle="miter"/>
                <v:path arrowok="t" textboxrect="0,0,187584,813285"/>
              </v:shape>
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<v:stroke miterlimit="190811f" joinstyle="miter"/>
                <v:path arrowok="t" textboxrect="0,0,121755,84129"/>
              </v:shape>
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<v:stroke miterlimit="190811f" joinstyle="miter"/>
                <v:path arrowok="t" textboxrect="0,0,47649,41715"/>
              </v:shape>
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<v:stroke miterlimit="190811f" joinstyle="miter"/>
                <v:path arrowok="t" textboxrect="0,0,88689,217916"/>
              </v:shape>
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<v:stroke miterlimit="190811f" joinstyle="miter"/>
                <v:path arrowok="t" textboxrect="0,0,126411,292098"/>
              </v:shape>
            </v:group>
          </w:pict>
        </mc:Fallback>
      </mc:AlternateContent>
    </w:r>
    <w:r w:rsidRPr="00FF5036">
      <w:rPr>
        <w:rFonts w:asciiTheme="majorHAnsi" w:hAnsiTheme="majorHAnsi"/>
        <w:i/>
        <w:sz w:val="20"/>
        <w:szCs w:val="20"/>
      </w:rPr>
      <w:ptab w:relativeTo="margin" w:alignment="right" w:leader="none"/>
    </w:r>
    <w:sdt>
      <w:sdtPr>
        <w:rPr>
          <w:rFonts w:asciiTheme="majorHAnsi" w:hAnsiTheme="majorHAnsi"/>
          <w:i/>
          <w:sz w:val="20"/>
          <w:szCs w:val="20"/>
        </w:rPr>
        <w:id w:val="-1769616900"/>
        <w:docPartObj>
          <w:docPartGallery w:val="Page Numbers (Top of Page)"/>
          <w:docPartUnique/>
        </w:docPartObj>
      </w:sdtPr>
      <w:sdtEndPr/>
      <w:sdtContent>
        <w:r w:rsidRPr="00641830">
          <w:rPr>
            <w:rFonts w:asciiTheme="majorHAnsi" w:hAnsiTheme="majorHAnsi"/>
            <w:i/>
            <w:sz w:val="20"/>
            <w:szCs w:val="20"/>
          </w:rPr>
          <w:t xml:space="preserve">Stránka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PAGE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  <w:r w:rsidRPr="00641830">
          <w:rPr>
            <w:rFonts w:asciiTheme="majorHAnsi" w:hAnsiTheme="majorHAnsi"/>
            <w:i/>
            <w:sz w:val="20"/>
            <w:szCs w:val="20"/>
          </w:rPr>
          <w:t xml:space="preserve"> z 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begin"/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instrText>NUMPAGES</w:instrTex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separate"/>
        </w:r>
        <w:r>
          <w:rPr>
            <w:rFonts w:asciiTheme="majorHAnsi" w:hAnsiTheme="majorHAnsi"/>
            <w:b/>
            <w:i/>
            <w:noProof/>
            <w:sz w:val="20"/>
            <w:szCs w:val="20"/>
          </w:rPr>
          <w:t>22</w:t>
        </w:r>
        <w:r w:rsidRPr="00373E7E">
          <w:rPr>
            <w:rFonts w:asciiTheme="majorHAnsi" w:hAnsiTheme="majorHAnsi"/>
            <w:b/>
            <w:i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D032BB" w14:textId="77777777" w:rsidR="006059A4" w:rsidRDefault="006059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9F4B5" w14:textId="77777777" w:rsidR="00100CBB" w:rsidRDefault="00100CBB" w:rsidP="0039461D">
      <w:pPr>
        <w:spacing w:after="0" w:line="240" w:lineRule="auto"/>
      </w:pPr>
      <w:r>
        <w:separator/>
      </w:r>
    </w:p>
  </w:footnote>
  <w:footnote w:type="continuationSeparator" w:id="0">
    <w:p w14:paraId="6981595A" w14:textId="77777777" w:rsidR="00100CBB" w:rsidRDefault="00100CBB" w:rsidP="00394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0E160" w14:textId="77777777" w:rsidR="006059A4" w:rsidRDefault="006059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A97CD" w14:textId="7A80EA1E" w:rsidR="00100CBB" w:rsidRDefault="006059A4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i/>
      </w:rPr>
      <w:t>Náhrada přejezdu P 4049 v km 76,708</w:t>
    </w:r>
    <w:r>
      <w:rPr>
        <w:i/>
      </w:rPr>
      <w:tab/>
    </w:r>
    <w:r w:rsidR="00100CBB">
      <w:rPr>
        <w:i/>
      </w:rPr>
      <w:tab/>
    </w:r>
    <w:r w:rsidR="00100CBB" w:rsidRPr="008C3E15">
      <w:rPr>
        <w:i/>
      </w:rPr>
      <w:t>Příloha č. I.6.4 Seznam souřadnic</w:t>
    </w:r>
    <w:r w:rsidR="00100CBB">
      <w:rPr>
        <w:rFonts w:asciiTheme="majorHAnsi" w:eastAsiaTheme="majorEastAsia" w:hAnsiTheme="majorHAnsi" w:cstheme="majorBidi"/>
        <w:i/>
        <w:sz w:val="20"/>
        <w:szCs w:val="20"/>
      </w:rPr>
      <w:t xml:space="preserve"> </w:t>
    </w:r>
  </w:p>
  <w:p w14:paraId="143E5FAD" w14:textId="578CD759" w:rsidR="00100CBB" w:rsidRPr="00641830" w:rsidRDefault="006059A4">
    <w:pPr>
      <w:pStyle w:val="Zhlav"/>
      <w:rPr>
        <w:rFonts w:asciiTheme="majorHAnsi" w:eastAsiaTheme="majorEastAsia" w:hAnsiTheme="majorHAnsi" w:cstheme="majorBidi"/>
        <w:i/>
        <w:sz w:val="20"/>
        <w:szCs w:val="20"/>
      </w:rPr>
    </w:pPr>
    <w:r>
      <w:rPr>
        <w:i/>
      </w:rPr>
      <w:t>trati Chlumec nad Cidlinou - Lichkov</w:t>
    </w:r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100CBB">
      <w:rPr>
        <w:rFonts w:asciiTheme="majorHAnsi" w:eastAsiaTheme="majorEastAsia" w:hAnsiTheme="majorHAnsi" w:cstheme="majorBidi"/>
        <w:i/>
        <w:sz w:val="20"/>
        <w:szCs w:val="20"/>
      </w:rPr>
      <w:tab/>
    </w:r>
    <w:r w:rsidR="00100CBB" w:rsidRPr="008C3E15">
      <w:rPr>
        <w:i/>
      </w:rPr>
      <w:t>a výšek podrobných bodů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B3D86" w14:textId="77777777" w:rsidR="006059A4" w:rsidRDefault="006059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21B72"/>
    <w:multiLevelType w:val="hybridMultilevel"/>
    <w:tmpl w:val="A796D708"/>
    <w:lvl w:ilvl="0" w:tplc="FD7647CA">
      <w:start w:val="1"/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459"/>
    <w:rsid w:val="00054819"/>
    <w:rsid w:val="00070D5D"/>
    <w:rsid w:val="00100CBB"/>
    <w:rsid w:val="0025114E"/>
    <w:rsid w:val="002F7459"/>
    <w:rsid w:val="00373E7E"/>
    <w:rsid w:val="0039461D"/>
    <w:rsid w:val="004163EF"/>
    <w:rsid w:val="005F6A03"/>
    <w:rsid w:val="006059A4"/>
    <w:rsid w:val="00641830"/>
    <w:rsid w:val="007C7750"/>
    <w:rsid w:val="00881BF3"/>
    <w:rsid w:val="008C3E15"/>
    <w:rsid w:val="00960E2E"/>
    <w:rsid w:val="00A7324A"/>
    <w:rsid w:val="00B02B56"/>
    <w:rsid w:val="00BC6B19"/>
    <w:rsid w:val="00C66466"/>
    <w:rsid w:val="00CF4CC4"/>
    <w:rsid w:val="00E76403"/>
    <w:rsid w:val="00EE4BB0"/>
    <w:rsid w:val="00F6322C"/>
    <w:rsid w:val="00FC2A6E"/>
    <w:rsid w:val="00F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C62EDCE"/>
  <w15:chartTrackingRefBased/>
  <w15:docId w15:val="{A68F9E6D-BFB9-440A-9B0A-DBD403B8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946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46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946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61D"/>
  </w:style>
  <w:style w:type="paragraph" w:styleId="Zpat">
    <w:name w:val="footer"/>
    <w:basedOn w:val="Normln"/>
    <w:link w:val="ZpatChar"/>
    <w:uiPriority w:val="99"/>
    <w:unhideWhenUsed/>
    <w:rsid w:val="00394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461D"/>
  </w:style>
  <w:style w:type="character" w:customStyle="1" w:styleId="Nadpis3Char">
    <w:name w:val="Nadpis 3 Char"/>
    <w:basedOn w:val="Standardnpsmoodstavce"/>
    <w:link w:val="Nadpis3"/>
    <w:uiPriority w:val="9"/>
    <w:rsid w:val="003946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946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6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A0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960E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AEB31-DEE6-4839-8D2A-D5CD7D9EA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15</Pages>
  <Words>20675</Words>
  <Characters>121984</Characters>
  <Application>Microsoft Office Word</Application>
  <DocSecurity>0</DocSecurity>
  <Lines>1016</Lines>
  <Paragraphs>284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Fišer Petr</cp:lastModifiedBy>
  <cp:revision>17</cp:revision>
  <cp:lastPrinted>2020-10-01T07:01:00Z</cp:lastPrinted>
  <dcterms:created xsi:type="dcterms:W3CDTF">2016-10-17T09:24:00Z</dcterms:created>
  <dcterms:modified xsi:type="dcterms:W3CDTF">2020-10-01T07:01:00Z</dcterms:modified>
</cp:coreProperties>
</file>