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731395ED" w:rsidR="009B6D48" w:rsidRDefault="002845DF" w:rsidP="009B6D48">
      <w:pPr>
        <w:rPr>
          <w:highlight w:val="yellow"/>
        </w:rPr>
      </w:pPr>
      <w:bookmarkStart w:id="0" w:name="_Toc157504217"/>
      <w:r w:rsidRPr="009C3001">
        <w:t xml:space="preserve">Příloha </w:t>
      </w:r>
      <w:r w:rsidR="009B6D48" w:rsidRPr="009C3001">
        <w:t xml:space="preserve">č. </w:t>
      </w:r>
      <w:r w:rsidR="003403BF">
        <w:t xml:space="preserve">5 </w:t>
      </w:r>
      <w:r w:rsidR="00BE6ABC">
        <w:t>Smlouvy</w:t>
      </w:r>
    </w:p>
    <w:bookmarkEnd w:id="0"/>
    <w:p w14:paraId="5D1D0490" w14:textId="77777777" w:rsidR="005E71DC" w:rsidRDefault="005E71DC" w:rsidP="005E71DC">
      <w:pPr>
        <w:pStyle w:val="Nadpis2"/>
      </w:pPr>
      <w:r w:rsidRPr="001F1134">
        <w:t>Ceník</w:t>
      </w:r>
      <w:bookmarkStart w:id="1" w:name="_Toc157504218"/>
      <w:bookmarkEnd w:id="1"/>
    </w:p>
    <w:bookmarkStart w:id="2" w:name="_MON_1758008248"/>
    <w:bookmarkEnd w:id="2"/>
    <w:p w14:paraId="1B38EFFA" w14:textId="21BA3EC7" w:rsidR="005405B6" w:rsidRPr="008A7222" w:rsidRDefault="00C132A4" w:rsidP="00D30CB9">
      <w:pPr>
        <w:rPr>
          <w:rFonts w:asciiTheme="minorHAnsi" w:hAnsiTheme="minorHAnsi"/>
          <w:b/>
          <w:bCs/>
        </w:rPr>
      </w:pPr>
      <w:r>
        <w:rPr>
          <w:rStyle w:val="Siln"/>
        </w:rPr>
        <w:object w:dxaOrig="9172" w:dyaOrig="2986" w14:anchorId="70E35A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0.5pt;height:149.25pt" o:ole="">
            <v:imagedata r:id="rId9" o:title=""/>
          </v:shape>
          <o:OLEObject Type="Embed" ProgID="Excel.Sheet.12" ShapeID="_x0000_i1025" DrawAspect="Content" ObjectID="_1809323447" r:id="rId10"/>
        </w:object>
      </w:r>
    </w:p>
    <w:sectPr w:rsidR="005405B6" w:rsidRPr="008A7222" w:rsidSect="00947C1B"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D65DB" w14:textId="77777777" w:rsidR="00E4650A" w:rsidRDefault="00E4650A" w:rsidP="00E83903">
      <w:pPr>
        <w:spacing w:before="0" w:after="0" w:line="240" w:lineRule="auto"/>
      </w:pPr>
      <w:r>
        <w:separator/>
      </w:r>
    </w:p>
  </w:endnote>
  <w:endnote w:type="continuationSeparator" w:id="0">
    <w:p w14:paraId="0F12DFE0" w14:textId="77777777" w:rsidR="00E4650A" w:rsidRDefault="00E4650A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1A165" w14:textId="77777777" w:rsidR="00E4650A" w:rsidRDefault="00E4650A" w:rsidP="00E83903">
      <w:pPr>
        <w:spacing w:before="0" w:after="0" w:line="240" w:lineRule="auto"/>
      </w:pPr>
      <w:r>
        <w:separator/>
      </w:r>
    </w:p>
  </w:footnote>
  <w:footnote w:type="continuationSeparator" w:id="0">
    <w:p w14:paraId="4696E2B4" w14:textId="77777777" w:rsidR="00E4650A" w:rsidRDefault="00E4650A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91370"/>
    <w:rsid w:val="000A4DAC"/>
    <w:rsid w:val="001017DA"/>
    <w:rsid w:val="00101824"/>
    <w:rsid w:val="00127826"/>
    <w:rsid w:val="00132F94"/>
    <w:rsid w:val="001338B5"/>
    <w:rsid w:val="00141BB2"/>
    <w:rsid w:val="00143766"/>
    <w:rsid w:val="00162079"/>
    <w:rsid w:val="0018700E"/>
    <w:rsid w:val="001A2619"/>
    <w:rsid w:val="001F07C4"/>
    <w:rsid w:val="001F1134"/>
    <w:rsid w:val="0021605B"/>
    <w:rsid w:val="002209C3"/>
    <w:rsid w:val="0022142C"/>
    <w:rsid w:val="00241852"/>
    <w:rsid w:val="002845DF"/>
    <w:rsid w:val="00286946"/>
    <w:rsid w:val="00286FEC"/>
    <w:rsid w:val="002A71F6"/>
    <w:rsid w:val="002B303C"/>
    <w:rsid w:val="002B5D97"/>
    <w:rsid w:val="002C79A4"/>
    <w:rsid w:val="0030324C"/>
    <w:rsid w:val="00324877"/>
    <w:rsid w:val="00326A75"/>
    <w:rsid w:val="003403BF"/>
    <w:rsid w:val="00362E11"/>
    <w:rsid w:val="003727EC"/>
    <w:rsid w:val="003B6D90"/>
    <w:rsid w:val="003C6AD0"/>
    <w:rsid w:val="003E52EA"/>
    <w:rsid w:val="004360D0"/>
    <w:rsid w:val="00450E5F"/>
    <w:rsid w:val="00493A41"/>
    <w:rsid w:val="004B0D7D"/>
    <w:rsid w:val="004B2184"/>
    <w:rsid w:val="005405B6"/>
    <w:rsid w:val="005A06BC"/>
    <w:rsid w:val="005A733E"/>
    <w:rsid w:val="005E71DC"/>
    <w:rsid w:val="006125A4"/>
    <w:rsid w:val="006A5B03"/>
    <w:rsid w:val="00735469"/>
    <w:rsid w:val="00743442"/>
    <w:rsid w:val="00773B67"/>
    <w:rsid w:val="0080301E"/>
    <w:rsid w:val="0083479B"/>
    <w:rsid w:val="0086695F"/>
    <w:rsid w:val="008A7222"/>
    <w:rsid w:val="008D49B8"/>
    <w:rsid w:val="008E37BD"/>
    <w:rsid w:val="008F34F0"/>
    <w:rsid w:val="009419B4"/>
    <w:rsid w:val="00941A23"/>
    <w:rsid w:val="00947C1B"/>
    <w:rsid w:val="009B6D48"/>
    <w:rsid w:val="009C3001"/>
    <w:rsid w:val="009D65B5"/>
    <w:rsid w:val="009E023A"/>
    <w:rsid w:val="00A16140"/>
    <w:rsid w:val="00A96F36"/>
    <w:rsid w:val="00AA4620"/>
    <w:rsid w:val="00B00157"/>
    <w:rsid w:val="00B541CD"/>
    <w:rsid w:val="00B64B3A"/>
    <w:rsid w:val="00BB2E65"/>
    <w:rsid w:val="00BB3B52"/>
    <w:rsid w:val="00BE6ABC"/>
    <w:rsid w:val="00BF5EB4"/>
    <w:rsid w:val="00BF6A6B"/>
    <w:rsid w:val="00C132A4"/>
    <w:rsid w:val="00C4324A"/>
    <w:rsid w:val="00D041AD"/>
    <w:rsid w:val="00D30CB9"/>
    <w:rsid w:val="00D61E1B"/>
    <w:rsid w:val="00DB4786"/>
    <w:rsid w:val="00DD12E2"/>
    <w:rsid w:val="00E35F18"/>
    <w:rsid w:val="00E4650A"/>
    <w:rsid w:val="00E83903"/>
    <w:rsid w:val="00F55139"/>
    <w:rsid w:val="00FF0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paragraph" w:styleId="Revize">
    <w:name w:val="Revision"/>
    <w:hidden/>
    <w:uiPriority w:val="99"/>
    <w:semiHidden/>
    <w:rsid w:val="005405B6"/>
    <w:pPr>
      <w:spacing w:after="0" w:line="240" w:lineRule="auto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C30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C3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C3001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C30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C300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Kresová Petra, Bc.</cp:lastModifiedBy>
  <cp:revision>2</cp:revision>
  <dcterms:created xsi:type="dcterms:W3CDTF">2025-05-21T07:04:00Z</dcterms:created>
  <dcterms:modified xsi:type="dcterms:W3CDTF">2025-05-21T07:04:00Z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