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714BE4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233425">
        <w:rPr>
          <w:b/>
          <w:color w:val="FF5200" w:themeColor="accent2"/>
          <w:sz w:val="36"/>
          <w:szCs w:val="36"/>
        </w:rPr>
        <w:t>s názvem „</w:t>
      </w:r>
      <w:r w:rsidR="00233425" w:rsidRPr="00233425">
        <w:rPr>
          <w:b/>
          <w:color w:val="FF5200" w:themeColor="accent2"/>
          <w:sz w:val="36"/>
          <w:szCs w:val="36"/>
        </w:rPr>
        <w:t>SW CADCON – obnova stávajících licencí 2025/2026</w:t>
      </w:r>
      <w:r w:rsidR="0031280B" w:rsidRPr="00233425">
        <w:rPr>
          <w:b/>
          <w:color w:val="FF5200" w:themeColor="accent2"/>
          <w:sz w:val="36"/>
          <w:szCs w:val="36"/>
        </w:rPr>
        <w:t>“</w:t>
      </w:r>
      <w:r w:rsidR="000128D4" w:rsidRPr="0023342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334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33425" w:rsidRPr="002334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30541/2025-SŽ-GŘ-O8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B799C43" w14:textId="7F9C607B" w:rsidR="00FE4AE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884269" w:history="1">
            <w:r w:rsidR="00FE4AEA" w:rsidRPr="00A84E5D">
              <w:rPr>
                <w:rStyle w:val="Hypertextovodkaz"/>
                <w:noProof/>
              </w:rPr>
              <w:t>Kapitola 1.</w:t>
            </w:r>
            <w:r w:rsidR="00FE4AE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E4AEA" w:rsidRPr="00A84E5D">
              <w:rPr>
                <w:rStyle w:val="Hypertextovodkaz"/>
                <w:noProof/>
              </w:rPr>
              <w:t>Základní údaje k nabídce</w:t>
            </w:r>
            <w:r w:rsidR="00FE4AEA">
              <w:rPr>
                <w:noProof/>
                <w:webHidden/>
              </w:rPr>
              <w:tab/>
            </w:r>
            <w:r w:rsidR="00FE4AEA">
              <w:rPr>
                <w:noProof/>
                <w:webHidden/>
              </w:rPr>
              <w:fldChar w:fldCharType="begin"/>
            </w:r>
            <w:r w:rsidR="00FE4AEA">
              <w:rPr>
                <w:noProof/>
                <w:webHidden/>
              </w:rPr>
              <w:instrText xml:space="preserve"> PAGEREF _Toc198884269 \h </w:instrText>
            </w:r>
            <w:r w:rsidR="00FE4AEA">
              <w:rPr>
                <w:noProof/>
                <w:webHidden/>
              </w:rPr>
            </w:r>
            <w:r w:rsidR="00FE4AEA">
              <w:rPr>
                <w:noProof/>
                <w:webHidden/>
              </w:rPr>
              <w:fldChar w:fldCharType="separate"/>
            </w:r>
            <w:r w:rsidR="00FE4AEA">
              <w:rPr>
                <w:noProof/>
                <w:webHidden/>
              </w:rPr>
              <w:t>2</w:t>
            </w:r>
            <w:r w:rsidR="00FE4AEA">
              <w:rPr>
                <w:noProof/>
                <w:webHidden/>
              </w:rPr>
              <w:fldChar w:fldCharType="end"/>
            </w:r>
          </w:hyperlink>
        </w:p>
        <w:p w14:paraId="736C7128" w14:textId="2A88C714" w:rsidR="00FE4AEA" w:rsidRDefault="00FE4AE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0" w:history="1">
            <w:r w:rsidRPr="00A84E5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DFBED" w14:textId="495FC037" w:rsidR="00FE4AEA" w:rsidRDefault="00FE4AE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1" w:history="1">
            <w:r w:rsidRPr="00A84E5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67842" w14:textId="66DBA591" w:rsidR="00FE4AEA" w:rsidRDefault="00FE4AE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2" w:history="1">
            <w:r w:rsidRPr="00A84E5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0488E" w14:textId="4AE835FC" w:rsidR="00FE4AEA" w:rsidRDefault="00FE4AE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3" w:history="1">
            <w:r w:rsidRPr="00A84E5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C3B7D" w14:textId="2E9FE4D4" w:rsidR="00FE4AEA" w:rsidRDefault="00FE4AEA" w:rsidP="00FE4AE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4" w:history="1">
            <w:r w:rsidRPr="00A84E5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Čestné</w:t>
            </w:r>
            <w:r w:rsidRPr="00A84E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30454" w14:textId="6097BEDB" w:rsidR="00FE4AEA" w:rsidRDefault="00FE4AE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84275" w:history="1">
            <w:r w:rsidRPr="00A84E5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4E5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_Toc198884275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AE9BCC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888426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F8ADB32" w:rsidR="00A93A74" w:rsidRDefault="00A93A74" w:rsidP="00A134A1">
      <w:pPr>
        <w:spacing w:before="360"/>
      </w:pPr>
      <w:r w:rsidRPr="00233425">
        <w:t xml:space="preserve">Účastník prohlašuje, že veškeré údaje uvedené v tomto krycím listu, který je přílohou č. </w:t>
      </w:r>
      <w:r w:rsidR="00B87D91" w:rsidRPr="00233425">
        <w:t xml:space="preserve">1 </w:t>
      </w:r>
      <w:r w:rsidRPr="00233425">
        <w:t>Výzvy k podání nabíd</w:t>
      </w:r>
      <w:r w:rsidR="004C76E9" w:rsidRPr="00233425">
        <w:t>ky</w:t>
      </w:r>
      <w:r w:rsidRPr="00233425">
        <w:t xml:space="preserve"> na veřejnou zakázku zadávanou</w:t>
      </w:r>
      <w:r w:rsidR="004C76E9" w:rsidRPr="00233425">
        <w:t xml:space="preserve"> jako </w:t>
      </w:r>
      <w:r w:rsidR="000128D4" w:rsidRPr="00233425">
        <w:rPr>
          <w:rFonts w:eastAsia="Times New Roman" w:cs="Times New Roman"/>
          <w:lang w:eastAsia="cs-CZ"/>
        </w:rPr>
        <w:t>podlimitní sektorovou veřejnou zakázku</w:t>
      </w:r>
      <w:r w:rsidRPr="00233425">
        <w:t>, jsou pravdivé</w:t>
      </w:r>
      <w:r w:rsidR="009771C9" w:rsidRPr="00233425">
        <w:t>, úplné a odpovídají skutečnosti</w:t>
      </w:r>
      <w:r w:rsidRPr="00233425">
        <w:t xml:space="preserve">. Účastník si je vědom důsledků záměrného uvedení nepravdivých údajů, které v rovině tohoto </w:t>
      </w:r>
      <w:r w:rsidR="00626DB3" w:rsidRPr="00233425">
        <w:t xml:space="preserve">výběrového </w:t>
      </w:r>
      <w:r w:rsidRPr="00233425">
        <w:t xml:space="preserve">řízení </w:t>
      </w:r>
      <w:r w:rsidR="009771C9" w:rsidRPr="00233425">
        <w:t>mohou vést až k</w:t>
      </w:r>
      <w:r w:rsidRPr="00233425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3380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3380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8884270"/>
      <w:r>
        <w:lastRenderedPageBreak/>
        <w:t>Ceník</w:t>
      </w:r>
      <w:bookmarkEnd w:id="1"/>
    </w:p>
    <w:p w14:paraId="3E5E9B0F" w14:textId="4CE28582" w:rsidR="007E5951" w:rsidRPr="002072A0" w:rsidRDefault="002072A0" w:rsidP="007E5951">
      <w:pPr>
        <w:rPr>
          <w:rStyle w:val="Siln"/>
          <w:b w:val="0"/>
          <w:bCs w:val="0"/>
        </w:rPr>
      </w:pPr>
      <w:r w:rsidRPr="00233425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233425">
        <w:rPr>
          <w:rStyle w:val="Siln"/>
          <w:b w:val="0"/>
          <w:bCs w:val="0"/>
        </w:rPr>
        <w:t>2</w:t>
      </w:r>
      <w:r w:rsidRPr="00233425">
        <w:rPr>
          <w:rStyle w:val="Siln"/>
          <w:b w:val="0"/>
          <w:bCs w:val="0"/>
        </w:rPr>
        <w:t xml:space="preserve"> </w:t>
      </w:r>
      <w:r w:rsidR="00233425" w:rsidRPr="00233425">
        <w:rPr>
          <w:rStyle w:val="Siln"/>
          <w:b w:val="0"/>
          <w:bCs w:val="0"/>
        </w:rPr>
        <w:t>Závazného vzoru smlouvy</w:t>
      </w:r>
      <w:r w:rsidRPr="00233425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888427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888427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888427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888427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722660E" w14:textId="77777777" w:rsidR="00FE4AEA" w:rsidRDefault="00FE4AEA">
      <w:pPr>
        <w:rPr>
          <w:rFonts w:eastAsia="Times New Roman" w:cs="Times New Roman"/>
          <w:lang w:eastAsia="cs-CZ"/>
        </w:rPr>
      </w:pPr>
    </w:p>
    <w:p w14:paraId="3D7EF36F" w14:textId="77777777" w:rsidR="00FE4AEA" w:rsidRDefault="00FE4AEA">
      <w:pPr>
        <w:rPr>
          <w:rFonts w:eastAsia="Times New Roman" w:cs="Times New Roman"/>
          <w:lang w:eastAsia="cs-CZ"/>
        </w:rPr>
      </w:pPr>
    </w:p>
    <w:p w14:paraId="213CD6DA" w14:textId="77777777" w:rsidR="00FE4AEA" w:rsidRDefault="00FE4AEA">
      <w:pPr>
        <w:rPr>
          <w:rFonts w:eastAsia="Times New Roman" w:cs="Times New Roman"/>
          <w:lang w:eastAsia="cs-CZ"/>
        </w:rPr>
      </w:pPr>
    </w:p>
    <w:p w14:paraId="634C44AC" w14:textId="77777777" w:rsidR="00FE4AEA" w:rsidRDefault="00FE4AEA">
      <w:pPr>
        <w:rPr>
          <w:rFonts w:eastAsia="Times New Roman" w:cs="Times New Roman"/>
          <w:lang w:eastAsia="cs-CZ"/>
        </w:rPr>
      </w:pPr>
    </w:p>
    <w:p w14:paraId="375DEA26" w14:textId="77777777" w:rsidR="00FE4AEA" w:rsidRDefault="00FE4AEA">
      <w:pPr>
        <w:rPr>
          <w:rFonts w:eastAsia="Times New Roman" w:cs="Times New Roman"/>
          <w:lang w:eastAsia="cs-CZ"/>
        </w:rPr>
      </w:pPr>
    </w:p>
    <w:p w14:paraId="1602C49E" w14:textId="77777777" w:rsidR="00FE4AEA" w:rsidRDefault="00FE4AEA">
      <w:pPr>
        <w:rPr>
          <w:rFonts w:eastAsia="Times New Roman" w:cs="Times New Roman"/>
          <w:lang w:eastAsia="cs-CZ"/>
        </w:rPr>
      </w:pPr>
    </w:p>
    <w:p w14:paraId="6C73E7D2" w14:textId="77777777" w:rsidR="00FE4AEA" w:rsidRDefault="00FE4AEA">
      <w:pPr>
        <w:rPr>
          <w:rFonts w:eastAsia="Times New Roman" w:cs="Times New Roman"/>
          <w:lang w:eastAsia="cs-CZ"/>
        </w:rPr>
      </w:pPr>
    </w:p>
    <w:p w14:paraId="238659C3" w14:textId="77777777" w:rsidR="00FE4AEA" w:rsidRDefault="00FE4AEA">
      <w:pPr>
        <w:rPr>
          <w:rFonts w:eastAsia="Times New Roman" w:cs="Times New Roman"/>
          <w:lang w:eastAsia="cs-CZ"/>
        </w:rPr>
      </w:pPr>
    </w:p>
    <w:p w14:paraId="32FEB360" w14:textId="77777777" w:rsidR="00FE4AEA" w:rsidRDefault="00FE4AEA">
      <w:pPr>
        <w:rPr>
          <w:rFonts w:eastAsia="Times New Roman" w:cs="Times New Roman"/>
          <w:lang w:eastAsia="cs-CZ"/>
        </w:rPr>
      </w:pPr>
    </w:p>
    <w:p w14:paraId="1F759C66" w14:textId="77777777" w:rsidR="00FE4AEA" w:rsidRDefault="00FE4AEA">
      <w:pPr>
        <w:rPr>
          <w:rFonts w:eastAsia="Times New Roman" w:cs="Times New Roman"/>
          <w:lang w:eastAsia="cs-CZ"/>
        </w:rPr>
      </w:pPr>
    </w:p>
    <w:p w14:paraId="7DFDA8D4" w14:textId="77777777" w:rsidR="00FE4AEA" w:rsidRPr="00E85D44" w:rsidRDefault="00FE4AEA" w:rsidP="00FE4AEA">
      <w:pPr>
        <w:pStyle w:val="Nadpis2"/>
      </w:pPr>
      <w:bookmarkStart w:id="6" w:name="_Toc157769563"/>
      <w:bookmarkStart w:id="7" w:name="_Toc198884275"/>
      <w:r w:rsidRPr="00E85D44">
        <w:lastRenderedPageBreak/>
        <w:t>Čestné prohlášení o splnění technické kvalifikace</w:t>
      </w:r>
      <w:bookmarkEnd w:id="6"/>
      <w:bookmarkEnd w:id="7"/>
    </w:p>
    <w:p w14:paraId="0742BA91" w14:textId="452C287A" w:rsidR="00FE4AEA" w:rsidRDefault="00FE4AEA" w:rsidP="00FE4AEA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</w:t>
      </w:r>
      <w:r>
        <w:rPr>
          <w:lang w:eastAsia="cs-CZ"/>
        </w:rPr>
        <w:t>ch</w:t>
      </w:r>
      <w:r>
        <w:rPr>
          <w:lang w:eastAsia="cs-CZ"/>
        </w:rPr>
        <w:t xml:space="preserve"> </w:t>
      </w:r>
      <w:r>
        <w:rPr>
          <w:lang w:eastAsia="cs-CZ"/>
        </w:rPr>
        <w:t>5</w:t>
      </w:r>
      <w:r>
        <w:rPr>
          <w:lang w:eastAsia="cs-CZ"/>
        </w:rPr>
        <w:t xml:space="preserve"> </w:t>
      </w:r>
      <w:r>
        <w:rPr>
          <w:lang w:eastAsia="cs-CZ"/>
        </w:rPr>
        <w:t>let</w:t>
      </w:r>
      <w:r>
        <w:rPr>
          <w:lang w:eastAsia="cs-CZ"/>
        </w:rPr>
        <w:t xml:space="preserve"> před </w:t>
      </w:r>
      <w:r w:rsidRPr="00FE4AEA">
        <w:rPr>
          <w:lang w:eastAsia="cs-CZ"/>
        </w:rPr>
        <w:t xml:space="preserve">zahájením výběrového řízení poskytoval alespoň </w:t>
      </w:r>
      <w:r w:rsidRPr="00FE4AEA">
        <w:rPr>
          <w:lang w:eastAsia="cs-CZ"/>
        </w:rPr>
        <w:t>1</w:t>
      </w:r>
      <w:r w:rsidRPr="00FE4AEA">
        <w:rPr>
          <w:lang w:eastAsia="cs-CZ"/>
        </w:rPr>
        <w:t xml:space="preserve"> významn</w:t>
      </w:r>
      <w:r w:rsidRPr="00FE4AEA">
        <w:rPr>
          <w:lang w:eastAsia="cs-CZ"/>
        </w:rPr>
        <w:t>ou</w:t>
      </w:r>
      <w:r w:rsidRPr="00FE4AEA">
        <w:rPr>
          <w:lang w:eastAsia="cs-CZ"/>
        </w:rPr>
        <w:t xml:space="preserve"> </w:t>
      </w:r>
      <w:r w:rsidRPr="00FE4AEA">
        <w:rPr>
          <w:lang w:eastAsia="cs-CZ"/>
        </w:rPr>
        <w:t>službu</w:t>
      </w:r>
      <w:r w:rsidRPr="00FE4AEA">
        <w:rPr>
          <w:lang w:eastAsia="cs-CZ"/>
        </w:rPr>
        <w:t xml:space="preserve"> definovan</w:t>
      </w:r>
      <w:r w:rsidRPr="00FE4AEA">
        <w:rPr>
          <w:lang w:eastAsia="cs-CZ"/>
        </w:rPr>
        <w:t>ou</w:t>
      </w:r>
      <w:r w:rsidRPr="00FE4AEA">
        <w:rPr>
          <w:lang w:eastAsia="cs-CZ"/>
        </w:rPr>
        <w:t xml:space="preserve"> v čl. </w:t>
      </w:r>
      <w:r w:rsidRPr="00FE4AEA">
        <w:rPr>
          <w:lang w:eastAsia="cs-CZ"/>
        </w:rPr>
        <w:t>9.5.1.</w:t>
      </w:r>
      <w:r>
        <w:rPr>
          <w:lang w:eastAsia="cs-CZ"/>
        </w:rPr>
        <w:t xml:space="preserve"> Výzvy k podání nabídky</w:t>
      </w:r>
      <w:r>
        <w:rPr>
          <w:lang w:eastAsia="cs-CZ"/>
        </w:rPr>
        <w:t>.</w:t>
      </w:r>
      <w:r>
        <w:rPr>
          <w:lang w:eastAsia="cs-CZ"/>
        </w:rPr>
        <w:t xml:space="preserve"> </w:t>
      </w:r>
    </w:p>
    <w:p w14:paraId="25FBEF5F" w14:textId="77777777" w:rsidR="00FE4AEA" w:rsidRDefault="00FE4AEA" w:rsidP="00FE4AEA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FE4AEA" w14:paraId="437A8605" w14:textId="77777777" w:rsidTr="00022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D1AC6CF" w14:textId="5EBFE2BC" w:rsidR="00FE4AEA" w:rsidRDefault="00FE4AEA" w:rsidP="0002262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1749CEFD" w14:textId="3A0A22EF" w:rsidR="00FE4AEA" w:rsidRDefault="00FE4AEA" w:rsidP="0002262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59686F2" w14:textId="3C5CD084" w:rsidR="00FE4AEA" w:rsidRPr="00471B29" w:rsidRDefault="00FE4AEA" w:rsidP="0002262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7AC3ACE1" w14:textId="77777777" w:rsidR="00FE4AEA" w:rsidRDefault="00FE4AEA" w:rsidP="0002262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3FCC3211" w14:textId="68E7FB15" w:rsidR="00FE4AEA" w:rsidRPr="00471B29" w:rsidRDefault="00FE4AEA" w:rsidP="0002262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7A9999C" w14:textId="77777777" w:rsidR="00FE4AEA" w:rsidRPr="00FE4AEA" w:rsidRDefault="00FE4AEA" w:rsidP="00022629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FE4AEA">
              <w:rPr>
                <w:rStyle w:val="Siln"/>
                <w:b/>
                <w:bCs w:val="0"/>
              </w:rPr>
              <w:t xml:space="preserve">Doba realizace </w:t>
            </w:r>
          </w:p>
          <w:p w14:paraId="6076AA92" w14:textId="2BD4DC17" w:rsidR="00FE4AEA" w:rsidRDefault="00FE4AEA" w:rsidP="0002262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výběrového řízení)</w:t>
            </w:r>
          </w:p>
        </w:tc>
      </w:tr>
      <w:tr w:rsidR="00FE4AEA" w14:paraId="4C20AFE4" w14:textId="77777777" w:rsidTr="00FE4A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E7445A2" w14:textId="77777777" w:rsidR="00FE4AEA" w:rsidRDefault="00FE4AEA" w:rsidP="0002262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A02D32" w14:textId="77777777" w:rsidR="00FE4AEA" w:rsidRDefault="00FE4AEA" w:rsidP="0002262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64F2ACBB" w14:textId="77777777" w:rsidR="00FE4AEA" w:rsidRDefault="00FE4AEA" w:rsidP="0002262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D96C68" w14:textId="77777777" w:rsidR="00FE4AEA" w:rsidRDefault="00FE4AEA" w:rsidP="0002262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987ECD9" w14:textId="77777777" w:rsidR="00E85D44" w:rsidRDefault="00E85D44" w:rsidP="000B5E1C"/>
    <w:p w14:paraId="2FF40615" w14:textId="77777777" w:rsidR="0033380C" w:rsidRDefault="0033380C" w:rsidP="000B5E1C"/>
    <w:p w14:paraId="1805EF52" w14:textId="77777777" w:rsidR="0033380C" w:rsidRDefault="0033380C" w:rsidP="000B5E1C"/>
    <w:p w14:paraId="3ABFF0C0" w14:textId="77777777" w:rsidR="0033380C" w:rsidRDefault="0033380C" w:rsidP="000B5E1C"/>
    <w:p w14:paraId="0C15E1A7" w14:textId="77777777" w:rsidR="0033380C" w:rsidRDefault="0033380C" w:rsidP="000B5E1C"/>
    <w:p w14:paraId="1354A7A3" w14:textId="77777777" w:rsidR="0033380C" w:rsidRDefault="0033380C" w:rsidP="000B5E1C"/>
    <w:p w14:paraId="3F73DEFE" w14:textId="77777777" w:rsidR="0033380C" w:rsidRDefault="0033380C" w:rsidP="000B5E1C"/>
    <w:p w14:paraId="0826117D" w14:textId="77777777" w:rsidR="0033380C" w:rsidRDefault="0033380C" w:rsidP="000B5E1C"/>
    <w:p w14:paraId="513B4FAB" w14:textId="77777777" w:rsidR="0033380C" w:rsidRDefault="0033380C" w:rsidP="000B5E1C"/>
    <w:p w14:paraId="30EBA0B2" w14:textId="77777777" w:rsidR="0033380C" w:rsidRDefault="0033380C" w:rsidP="000B5E1C"/>
    <w:p w14:paraId="110B1C5F" w14:textId="77777777" w:rsidR="0033380C" w:rsidRDefault="0033380C" w:rsidP="000B5E1C"/>
    <w:p w14:paraId="6D47C5AA" w14:textId="77777777" w:rsidR="0033380C" w:rsidRDefault="0033380C" w:rsidP="000B5E1C"/>
    <w:p w14:paraId="72625752" w14:textId="77777777" w:rsidR="0033380C" w:rsidRDefault="0033380C" w:rsidP="000B5E1C"/>
    <w:p w14:paraId="02CCE283" w14:textId="77777777" w:rsidR="0033380C" w:rsidRDefault="0033380C" w:rsidP="000B5E1C"/>
    <w:p w14:paraId="56D8C8B4" w14:textId="77777777" w:rsidR="0033380C" w:rsidRDefault="0033380C" w:rsidP="000B5E1C"/>
    <w:p w14:paraId="54B387FE" w14:textId="77777777" w:rsidR="0033380C" w:rsidRDefault="0033380C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775B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3425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380C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1442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0CA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E4AE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247</TotalTime>
  <Pages>8</Pages>
  <Words>1238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40</cp:revision>
  <cp:lastPrinted>2023-10-05T09:40:00Z</cp:lastPrinted>
  <dcterms:created xsi:type="dcterms:W3CDTF">2023-08-21T11:49:00Z</dcterms:created>
  <dcterms:modified xsi:type="dcterms:W3CDTF">2025-05-23T07:23:00Z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