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6BA9D4F8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/>
        <w:sdtContent>
          <w:r w:rsidR="00D664B7" w:rsidRPr="00D664B7">
            <w:t xml:space="preserve">„Implementace ETCS </w:t>
          </w:r>
          <w:proofErr w:type="spellStart"/>
          <w:r w:rsidR="00D664B7" w:rsidRPr="00D664B7">
            <w:t>Regional</w:t>
          </w:r>
          <w:proofErr w:type="spellEnd"/>
          <w:r w:rsidR="00D664B7" w:rsidRPr="00D664B7">
            <w:t xml:space="preserve"> Ejpovice – Radnice “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proofErr w:type="gramStart"/>
      <w:r w:rsidR="00ED3A17">
        <w:t xml:space="preserve">Zhotovitele - </w:t>
      </w:r>
      <w:r>
        <w:t>účastníka</w:t>
      </w:r>
      <w:proofErr w:type="gramEnd"/>
      <w:r>
        <w:t xml:space="preserve">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58460177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</w:t>
      </w:r>
      <w:r w:rsidR="00D664B7">
        <w:t xml:space="preserve"> a</w:t>
      </w:r>
      <w:r w:rsidR="00ED3A17">
        <w:t xml:space="preserve">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04AE977A" w14:textId="77777777" w:rsidR="00FE5D92" w:rsidRPr="00FE5D92" w:rsidRDefault="00FE5D92" w:rsidP="00FE5D92">
      <w:pPr>
        <w:pStyle w:val="slovanseznam"/>
        <w:numPr>
          <w:ilvl w:val="0"/>
          <w:numId w:val="0"/>
        </w:numPr>
        <w:ind w:left="737"/>
        <w:rPr>
          <w:b/>
          <w:i/>
        </w:rPr>
      </w:pPr>
      <w:r w:rsidRPr="00D664B7">
        <w:rPr>
          <w:b/>
          <w:i/>
        </w:rPr>
        <w:t>(Pozn. zadavatele: do nabídkové ceny uvedené zde v Dopise nabídky zahrňte pouze cenu bez DPH týkající se plnění Smlouvy o dílo, nezahrnujte do této částky cenu týkající se plnění Smlouvy o poskytování součinnosti, ta bude uvedena pouze ve Smlouvě o poskytování součinnosti – viz čl. 9.4 Pokynů pro dodavatele.)</w:t>
      </w:r>
    </w:p>
    <w:p w14:paraId="2E1E10F6" w14:textId="77777777" w:rsidR="00FE5D92" w:rsidRDefault="00FE5D92" w:rsidP="00FE5D92">
      <w:pPr>
        <w:pStyle w:val="slovanseznam"/>
        <w:numPr>
          <w:ilvl w:val="0"/>
          <w:numId w:val="0"/>
        </w:numPr>
      </w:pPr>
    </w:p>
    <w:p w14:paraId="2A6087DE" w14:textId="77777777" w:rsidR="00BB037B" w:rsidRDefault="00BB037B" w:rsidP="00FE5D92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 xml:space="preserve">uveřejnění a/nebo uveřejněna prostřednictvím registru smluv, není žádná </w:t>
      </w:r>
      <w:r w:rsidRPr="008A2719">
        <w:lastRenderedPageBreak/>
        <w:t>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proofErr w:type="gramStart"/>
      <w:r w:rsidR="00596298" w:rsidRPr="008A2719">
        <w:t xml:space="preserve">ZZVZ </w:t>
      </w:r>
      <w:r w:rsidR="00ED3A17" w:rsidRPr="008A2719">
        <w:t xml:space="preserve"> jako</w:t>
      </w:r>
      <w:proofErr w:type="gramEnd"/>
      <w:r w:rsidR="00ED3A17" w:rsidRPr="008A2719">
        <w:t xml:space="preserve">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proofErr w:type="gramStart"/>
      <w:r w:rsidR="00596298" w:rsidRPr="008A2719">
        <w:t xml:space="preserve">ZZVZ </w:t>
      </w:r>
      <w:r w:rsidR="00ED3A17" w:rsidRPr="008A2719">
        <w:t>.</w:t>
      </w:r>
      <w:proofErr w:type="gramEnd"/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proofErr w:type="gramStart"/>
      <w:r w:rsidR="00ED3A17">
        <w:t xml:space="preserve">Zhotovitele - </w:t>
      </w:r>
      <w:r>
        <w:t>účastníka</w:t>
      </w:r>
      <w:proofErr w:type="gramEnd"/>
      <w:r>
        <w:t xml:space="preserve">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B3C6A" w14:textId="77777777" w:rsidR="00F84591" w:rsidRDefault="00F84591" w:rsidP="00962258">
      <w:pPr>
        <w:spacing w:after="0" w:line="240" w:lineRule="auto"/>
      </w:pPr>
      <w:r>
        <w:separator/>
      </w:r>
    </w:p>
  </w:endnote>
  <w:endnote w:type="continuationSeparator" w:id="0">
    <w:p w14:paraId="0CD6EB7C" w14:textId="77777777" w:rsidR="00F84591" w:rsidRDefault="00F845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40B53640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422A1C">
            <w:rPr>
              <w:rStyle w:val="Tun"/>
              <w:b w:val="0"/>
              <w:bCs/>
              <w:noProof/>
            </w:rPr>
            <w:t>Chyba! V dokumentu není žádný text v zadaném stylu.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5DEB3AA0" w14:textId="63D2A135" w:rsidR="00016ECD" w:rsidRDefault="00016ECD" w:rsidP="00016ECD">
    <w:pPr>
      <w:spacing w:after="0" w:line="240" w:lineRule="auto"/>
      <w:rPr>
        <w:rFonts w:cs="Calibri"/>
        <w:szCs w:val="12"/>
      </w:rPr>
    </w:pP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DD3B93" w14:textId="7F21C087" w:rsidR="009355E7" w:rsidRDefault="009355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A0A92" w14:textId="77777777" w:rsidR="00F84591" w:rsidRDefault="00F84591" w:rsidP="00962258">
      <w:pPr>
        <w:spacing w:after="0" w:line="240" w:lineRule="auto"/>
      </w:pPr>
      <w:r>
        <w:separator/>
      </w:r>
    </w:p>
  </w:footnote>
  <w:footnote w:type="continuationSeparator" w:id="0">
    <w:p w14:paraId="07C54311" w14:textId="77777777" w:rsidR="00F84591" w:rsidRDefault="00F845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524702">
    <w:abstractNumId w:val="3"/>
  </w:num>
  <w:num w:numId="2" w16cid:durableId="1289048525">
    <w:abstractNumId w:val="1"/>
  </w:num>
  <w:num w:numId="3" w16cid:durableId="185095147">
    <w:abstractNumId w:val="8"/>
  </w:num>
  <w:num w:numId="4" w16cid:durableId="948201601">
    <w:abstractNumId w:val="4"/>
  </w:num>
  <w:num w:numId="5" w16cid:durableId="91584116">
    <w:abstractNumId w:val="10"/>
  </w:num>
  <w:num w:numId="6" w16cid:durableId="1600526123">
    <w:abstractNumId w:val="5"/>
  </w:num>
  <w:num w:numId="7" w16cid:durableId="1958946236">
    <w:abstractNumId w:val="6"/>
  </w:num>
  <w:num w:numId="8" w16cid:durableId="1231961550">
    <w:abstractNumId w:val="7"/>
  </w:num>
  <w:num w:numId="9" w16cid:durableId="842935843">
    <w:abstractNumId w:val="0"/>
  </w:num>
  <w:num w:numId="10" w16cid:durableId="1464036891">
    <w:abstractNumId w:val="2"/>
  </w:num>
  <w:num w:numId="11" w16cid:durableId="612901943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187E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2A1C"/>
    <w:rsid w:val="00424C5E"/>
    <w:rsid w:val="00427794"/>
    <w:rsid w:val="00443453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1B12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418A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775CB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55E7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C5750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664B7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2EF6"/>
    <w:rsid w:val="00F1715C"/>
    <w:rsid w:val="00F310F8"/>
    <w:rsid w:val="00F35939"/>
    <w:rsid w:val="00F45607"/>
    <w:rsid w:val="00F4722B"/>
    <w:rsid w:val="00F54432"/>
    <w:rsid w:val="00F551D1"/>
    <w:rsid w:val="00F659EB"/>
    <w:rsid w:val="00F84591"/>
    <w:rsid w:val="00F86BA6"/>
    <w:rsid w:val="00FB6342"/>
    <w:rsid w:val="00FC6389"/>
    <w:rsid w:val="00FE5D9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3134"/>
    <w:rsid w:val="00146B79"/>
    <w:rsid w:val="00205C31"/>
    <w:rsid w:val="00224B8C"/>
    <w:rsid w:val="002E1F08"/>
    <w:rsid w:val="00443453"/>
    <w:rsid w:val="004C1B12"/>
    <w:rsid w:val="0053732C"/>
    <w:rsid w:val="005462D9"/>
    <w:rsid w:val="005E3FC4"/>
    <w:rsid w:val="007E248B"/>
    <w:rsid w:val="008667B3"/>
    <w:rsid w:val="00A37915"/>
    <w:rsid w:val="00AC5750"/>
    <w:rsid w:val="00AE336A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C2DD3CE-CF17-4BAE-B96D-D1B561D40E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BF72A-F4B8-4D9C-A854-5B3FF2F61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984234ca-c373-45c2-b25d-5f673622f74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1</TotalTime>
  <Pages>2</Pages>
  <Words>476</Words>
  <Characters>2814</Characters>
  <Application>Microsoft Office Word</Application>
  <DocSecurity>0</DocSecurity>
  <Lines>23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Baštářová Helena</cp:lastModifiedBy>
  <cp:revision>2</cp:revision>
  <cp:lastPrinted>2019-03-12T14:23:00Z</cp:lastPrinted>
  <dcterms:created xsi:type="dcterms:W3CDTF">2025-04-29T07:49:00Z</dcterms:created>
  <dcterms:modified xsi:type="dcterms:W3CDTF">2025-04-29T07:49:00Z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