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B619B6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C91055">
        <w:rPr>
          <w:b/>
          <w:color w:val="FF5200" w:themeColor="accent2"/>
          <w:sz w:val="36"/>
          <w:szCs w:val="36"/>
        </w:rPr>
        <w:t>názvem „</w:t>
      </w:r>
      <w:r w:rsidR="00C91055" w:rsidRPr="00C91055">
        <w:rPr>
          <w:b/>
          <w:color w:val="FF5200" w:themeColor="accent2"/>
          <w:sz w:val="36"/>
          <w:szCs w:val="36"/>
        </w:rPr>
        <w:t>Výměna antény ETCS po mechanickém poškození</w:t>
      </w:r>
      <w:r w:rsidR="0031280B" w:rsidRPr="00C91055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E24D5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24D5B" w:rsidRPr="00E24D5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9575/2025-SŽ-OŘ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6A3DF2FE" w14:textId="41E52A54" w:rsidR="00274161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5696937" w:history="1">
            <w:r w:rsidR="00274161" w:rsidRPr="00627A49">
              <w:rPr>
                <w:rStyle w:val="Hypertextovodkaz"/>
                <w:noProof/>
              </w:rPr>
              <w:t>Kapitola 1.</w:t>
            </w:r>
            <w:r w:rsidR="0027416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74161" w:rsidRPr="00627A49">
              <w:rPr>
                <w:rStyle w:val="Hypertextovodkaz"/>
                <w:noProof/>
              </w:rPr>
              <w:t>Základní údaje k nabídce</w:t>
            </w:r>
            <w:r w:rsidR="00274161">
              <w:rPr>
                <w:noProof/>
                <w:webHidden/>
              </w:rPr>
              <w:tab/>
            </w:r>
            <w:r w:rsidR="00274161">
              <w:rPr>
                <w:noProof/>
                <w:webHidden/>
              </w:rPr>
              <w:fldChar w:fldCharType="begin"/>
            </w:r>
            <w:r w:rsidR="00274161">
              <w:rPr>
                <w:noProof/>
                <w:webHidden/>
              </w:rPr>
              <w:instrText xml:space="preserve"> PAGEREF _Toc195696937 \h </w:instrText>
            </w:r>
            <w:r w:rsidR="00274161">
              <w:rPr>
                <w:noProof/>
                <w:webHidden/>
              </w:rPr>
            </w:r>
            <w:r w:rsidR="00274161">
              <w:rPr>
                <w:noProof/>
                <w:webHidden/>
              </w:rPr>
              <w:fldChar w:fldCharType="separate"/>
            </w:r>
            <w:r w:rsidR="00274161">
              <w:rPr>
                <w:noProof/>
                <w:webHidden/>
              </w:rPr>
              <w:t>2</w:t>
            </w:r>
            <w:r w:rsidR="00274161">
              <w:rPr>
                <w:noProof/>
                <w:webHidden/>
              </w:rPr>
              <w:fldChar w:fldCharType="end"/>
            </w:r>
          </w:hyperlink>
        </w:p>
        <w:p w14:paraId="659FFAA0" w14:textId="371457FA" w:rsidR="00274161" w:rsidRDefault="0027416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696938" w:history="1">
            <w:r w:rsidRPr="00627A49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27A49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_Toc195696938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EB95F" w14:textId="17864BAE" w:rsidR="00274161" w:rsidRDefault="0027416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696939" w:history="1">
            <w:r w:rsidRPr="00627A49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27A49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_Toc195696939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FA44E8" w14:textId="1815B1A8" w:rsidR="00274161" w:rsidRDefault="0027416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696940" w:history="1">
            <w:r w:rsidRPr="00627A49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27A49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_Toc195696940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32587D" w14:textId="42DD80C9" w:rsidR="00274161" w:rsidRDefault="0027416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696941" w:history="1">
            <w:r w:rsidRPr="00627A49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27A49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_Toc195696941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7995F1" w14:textId="7F33C2C9" w:rsidR="00274161" w:rsidRDefault="0027416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696942" w:history="1">
            <w:r w:rsidRPr="00627A49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27A49">
              <w:rPr>
                <w:rStyle w:val="Hypertextovodkaz"/>
                <w:noProof/>
              </w:rPr>
              <w:t>Čestné</w:t>
            </w:r>
            <w:r w:rsidRPr="00627A4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_Toc195696942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E7A12E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569693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60B2C1EF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5E4B67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7416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7416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5696938"/>
      <w:r>
        <w:lastRenderedPageBreak/>
        <w:t>Ceník</w:t>
      </w:r>
      <w:bookmarkEnd w:id="1"/>
    </w:p>
    <w:p w14:paraId="3E5E9B0F" w14:textId="29234C92" w:rsidR="007E5951" w:rsidRPr="002072A0" w:rsidRDefault="002072A0" w:rsidP="007E5951">
      <w:pPr>
        <w:rPr>
          <w:rStyle w:val="Siln"/>
          <w:b w:val="0"/>
          <w:bCs w:val="0"/>
        </w:rPr>
      </w:pPr>
      <w:r w:rsidRPr="00685F84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685F84">
        <w:rPr>
          <w:rStyle w:val="Siln"/>
          <w:b w:val="0"/>
          <w:bCs w:val="0"/>
        </w:rPr>
        <w:t>2</w:t>
      </w:r>
      <w:r w:rsidRPr="00685F84">
        <w:rPr>
          <w:rStyle w:val="Siln"/>
          <w:b w:val="0"/>
          <w:bCs w:val="0"/>
        </w:rPr>
        <w:t xml:space="preserve"> (</w:t>
      </w:r>
      <w:r w:rsidRPr="00685F84">
        <w:rPr>
          <w:rStyle w:val="Siln"/>
          <w:b w:val="0"/>
          <w:bCs w:val="0"/>
          <w:i/>
          <w:iCs/>
        </w:rPr>
        <w:t xml:space="preserve">budoucí příloha č. </w:t>
      </w:r>
      <w:r w:rsidR="00685F84" w:rsidRPr="00685F84">
        <w:rPr>
          <w:rStyle w:val="Siln"/>
          <w:b w:val="0"/>
          <w:bCs w:val="0"/>
          <w:i/>
          <w:iCs/>
        </w:rPr>
        <w:t>2</w:t>
      </w:r>
      <w:r w:rsidRPr="00685F84">
        <w:rPr>
          <w:rStyle w:val="Siln"/>
          <w:b w:val="0"/>
          <w:bCs w:val="0"/>
          <w:i/>
          <w:iCs/>
        </w:rPr>
        <w:t xml:space="preserve"> Závazného vzoru smlouvy</w:t>
      </w:r>
      <w:r w:rsidRPr="00685F84">
        <w:rPr>
          <w:rStyle w:val="Siln"/>
          <w:b w:val="0"/>
          <w:bCs w:val="0"/>
        </w:rPr>
        <w:t>)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707ED9E6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</w:pPr>
    </w:p>
    <w:p w14:paraId="660535A3" w14:textId="77777777" w:rsidR="00806952" w:rsidRDefault="00806952" w:rsidP="00806952"/>
    <w:p w14:paraId="5386E731" w14:textId="77777777" w:rsidR="00806952" w:rsidRPr="00806952" w:rsidRDefault="00806952" w:rsidP="00806952">
      <w:pPr>
        <w:sectPr w:rsidR="00806952" w:rsidRPr="00806952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569693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569694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569694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569694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22AC9D20" w:rsidR="00A327CB" w:rsidRDefault="00A327CB" w:rsidP="00471B29">
          <w:pPr>
            <w:pStyle w:val="Zpat"/>
            <w:spacing w:before="0"/>
            <w:jc w:val="left"/>
          </w:pPr>
          <w:r>
            <w:t>spravazeleznic.cz</w:t>
          </w:r>
        </w:p>
      </w:tc>
      <w:tc>
        <w:tcPr>
          <w:tcW w:w="2921" w:type="dxa"/>
        </w:tcPr>
        <w:p w14:paraId="531493CA" w14:textId="77777777" w:rsidR="00C0202F" w:rsidRPr="00C0202F" w:rsidRDefault="00C0202F" w:rsidP="00C0202F">
          <w:pPr>
            <w:pStyle w:val="Zpat"/>
            <w:spacing w:before="0"/>
            <w:rPr>
              <w:b/>
              <w:bCs/>
            </w:rPr>
          </w:pPr>
          <w:r w:rsidRPr="00C0202F">
            <w:rPr>
              <w:b/>
              <w:bCs/>
            </w:rPr>
            <w:t>Oblastní ředitelství Brno</w:t>
          </w:r>
        </w:p>
        <w:p w14:paraId="57768AF1" w14:textId="77777777" w:rsidR="00C0202F" w:rsidRPr="00C0202F" w:rsidRDefault="00C0202F" w:rsidP="00C0202F">
          <w:pPr>
            <w:pStyle w:val="Zpat"/>
            <w:spacing w:before="0"/>
            <w:rPr>
              <w:b/>
              <w:bCs/>
            </w:rPr>
          </w:pPr>
          <w:r w:rsidRPr="00C0202F">
            <w:rPr>
              <w:b/>
              <w:bCs/>
            </w:rPr>
            <w:t>Kounicova 26</w:t>
          </w:r>
        </w:p>
        <w:p w14:paraId="3F9D14E1" w14:textId="79BD223A" w:rsidR="00A327CB" w:rsidRDefault="00C0202F" w:rsidP="00C0202F">
          <w:pPr>
            <w:pStyle w:val="Zpat"/>
            <w:spacing w:before="0"/>
          </w:pPr>
          <w:r w:rsidRPr="00C0202F">
            <w:rPr>
              <w:b/>
              <w:bCs/>
            </w:rPr>
            <w:t>611 43 Brno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161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C2099"/>
    <w:rsid w:val="003C5A14"/>
    <w:rsid w:val="003E2FB9"/>
    <w:rsid w:val="00423E26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E4B67"/>
    <w:rsid w:val="005E6031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85F84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5E1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6952"/>
    <w:rsid w:val="00807DD0"/>
    <w:rsid w:val="0084684F"/>
    <w:rsid w:val="00861306"/>
    <w:rsid w:val="008659F3"/>
    <w:rsid w:val="008671B3"/>
    <w:rsid w:val="00882189"/>
    <w:rsid w:val="00886D4B"/>
    <w:rsid w:val="00895406"/>
    <w:rsid w:val="0089700A"/>
    <w:rsid w:val="008A3568"/>
    <w:rsid w:val="008B1A2C"/>
    <w:rsid w:val="008C7738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AE651D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02F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91055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24D5B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3734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1149</Words>
  <Characters>6780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Jurmanová Patricie</cp:lastModifiedBy>
  <cp:revision>49</cp:revision>
  <cp:lastPrinted>2023-10-05T09:40:00Z</cp:lastPrinted>
  <dcterms:created xsi:type="dcterms:W3CDTF">2023-08-21T11:49:00Z</dcterms:created>
  <dcterms:modified xsi:type="dcterms:W3CDTF">2025-04-16T09:55:00Z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