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2FD8" w14:textId="77777777" w:rsidR="000A39DC" w:rsidRPr="000A39DC" w:rsidRDefault="000A39D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color w:val="7F7F7F" w:themeColor="text1" w:themeTint="80"/>
          <w:lang w:eastAsia="cs-CZ"/>
        </w:rPr>
      </w:pPr>
      <w:r w:rsidRPr="000A39DC">
        <w:rPr>
          <w:rFonts w:asciiTheme="majorHAnsi" w:eastAsia="Times New Roman" w:hAnsiTheme="majorHAnsi" w:cs="Times New Roman"/>
          <w:color w:val="7F7F7F" w:themeColor="text1" w:themeTint="80"/>
          <w:lang w:eastAsia="cs-CZ"/>
        </w:rPr>
        <w:t>(Příloha č. 7 Výzvy) Příloha Kupní smlouvy č. 4 – Poddodavatelé</w:t>
      </w:r>
    </w:p>
    <w:p w14:paraId="4AC6B9EC" w14:textId="77777777" w:rsidR="000A39DC" w:rsidRDefault="000A39D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3D7DE7D8" w14:textId="00A165B0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A39DC"/>
    <w:rsid w:val="000B0703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85088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10</cp:revision>
  <cp:lastPrinted>2017-11-28T17:18:00Z</cp:lastPrinted>
  <dcterms:created xsi:type="dcterms:W3CDTF">2023-09-13T10:54:00Z</dcterms:created>
  <dcterms:modified xsi:type="dcterms:W3CDTF">2025-04-09T09:00:00Z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