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28F5DF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30D61">
        <w:rPr>
          <w:b/>
          <w:color w:val="FF5200" w:themeColor="accent2"/>
          <w:sz w:val="36"/>
          <w:szCs w:val="36"/>
        </w:rPr>
        <w:t>„</w:t>
      </w:r>
      <w:r w:rsidR="00D3611D">
        <w:rPr>
          <w:b/>
          <w:color w:val="FF5200" w:themeColor="accent2"/>
          <w:sz w:val="36"/>
          <w:szCs w:val="36"/>
        </w:rPr>
        <w:t>M</w:t>
      </w:r>
      <w:r w:rsidR="00DE6730">
        <w:rPr>
          <w:b/>
          <w:color w:val="FF5200" w:themeColor="accent2"/>
          <w:sz w:val="36"/>
          <w:szCs w:val="36"/>
        </w:rPr>
        <w:t>azací olej</w:t>
      </w:r>
      <w:r w:rsidR="00E273D5">
        <w:rPr>
          <w:b/>
          <w:color w:val="FF5200" w:themeColor="accent2"/>
          <w:sz w:val="36"/>
          <w:szCs w:val="36"/>
        </w:rPr>
        <w:t xml:space="preserve"> k ošetřování kluzných stoliček a závěrů výhybek</w:t>
      </w:r>
      <w:r w:rsidR="00F51B82">
        <w:rPr>
          <w:b/>
          <w:color w:val="FF5200" w:themeColor="accent2"/>
          <w:sz w:val="36"/>
          <w:szCs w:val="36"/>
        </w:rPr>
        <w:t xml:space="preserve"> – 2025</w:t>
      </w:r>
      <w:r w:rsidR="0031280B" w:rsidRPr="00D30D61">
        <w:rPr>
          <w:b/>
          <w:color w:val="FF5200" w:themeColor="accent2"/>
          <w:sz w:val="36"/>
          <w:szCs w:val="36"/>
        </w:rPr>
        <w:t>“</w:t>
      </w:r>
      <w:r w:rsidR="000128D4" w:rsidRPr="00D30D6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51B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13451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F51B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D30D61" w:rsidRPr="00D30D6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372529">
          <w:pPr>
            <w:pStyle w:val="Obsah2"/>
          </w:pPr>
          <w:r>
            <w:t>Obsah</w:t>
          </w:r>
        </w:p>
        <w:p w14:paraId="69C68A5E" w14:textId="348EFEC5" w:rsidR="00AF731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2234673" w:history="1">
            <w:r w:rsidR="00AF731F" w:rsidRPr="009C78C8">
              <w:rPr>
                <w:rStyle w:val="Hypertextovodkaz"/>
                <w:noProof/>
              </w:rPr>
              <w:t>Kapitola 1.</w:t>
            </w:r>
            <w:r w:rsidR="00AF731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F731F" w:rsidRPr="009C78C8">
              <w:rPr>
                <w:rStyle w:val="Hypertextovodkaz"/>
                <w:noProof/>
              </w:rPr>
              <w:t>Základní údaje k nabídce</w:t>
            </w:r>
            <w:r w:rsidR="00AF731F">
              <w:rPr>
                <w:noProof/>
                <w:webHidden/>
              </w:rPr>
              <w:tab/>
            </w:r>
            <w:r w:rsidR="00AF731F">
              <w:rPr>
                <w:noProof/>
                <w:webHidden/>
              </w:rPr>
              <w:fldChar w:fldCharType="begin"/>
            </w:r>
            <w:r w:rsidR="00AF731F">
              <w:rPr>
                <w:noProof/>
                <w:webHidden/>
              </w:rPr>
              <w:instrText xml:space="preserve"> PAGEREF _Toc192234673 \h </w:instrText>
            </w:r>
            <w:r w:rsidR="00AF731F">
              <w:rPr>
                <w:noProof/>
                <w:webHidden/>
              </w:rPr>
            </w:r>
            <w:r w:rsidR="00AF731F"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2</w:t>
            </w:r>
            <w:r w:rsidR="00AF731F">
              <w:rPr>
                <w:noProof/>
                <w:webHidden/>
              </w:rPr>
              <w:fldChar w:fldCharType="end"/>
            </w:r>
          </w:hyperlink>
        </w:p>
        <w:p w14:paraId="00B72386" w14:textId="25C6F991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4" w:history="1">
            <w:r w:rsidRPr="009C78C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A8A53" w14:textId="6DC8495B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5" w:history="1">
            <w:r w:rsidRPr="009C78C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93FF0" w14:textId="6E8F8A7F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6" w:history="1">
            <w:r w:rsidRPr="009C78C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6987E" w14:textId="724BD6E7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7" w:history="1">
            <w:r w:rsidRPr="009C78C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4E1B4" w14:textId="6E8F2348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8" w:history="1">
            <w:r w:rsidRPr="009C78C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</w:t>
            </w:r>
            <w:r w:rsidRPr="009C78C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39E9E" w14:textId="138711A7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79" w:history="1">
            <w:r w:rsidRPr="009C78C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8E046" w14:textId="4C417085" w:rsidR="00AF731F" w:rsidRDefault="00AF731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2234680" w:history="1">
            <w:r w:rsidRPr="009C78C8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78C8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_Toc192234680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DE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F20C53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223467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A5CB60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956A1">
        <w:rPr>
          <w:rFonts w:eastAsia="Times New Roman" w:cs="Times New Roman"/>
          <w:lang w:eastAsia="cs-CZ"/>
        </w:rPr>
        <w:t>podlimitní sektorovou veřejnou zakázku</w:t>
      </w:r>
      <w:r w:rsidRPr="00A956A1">
        <w:t>, jsou pravdivé</w:t>
      </w:r>
      <w:r w:rsidR="009771C9" w:rsidRPr="00A956A1">
        <w:t>, úplné a odpovídají skutečnosti</w:t>
      </w:r>
      <w:r w:rsidRPr="00A956A1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90DE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90DE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2234674"/>
      <w:r>
        <w:lastRenderedPageBreak/>
        <w:t>Ceník</w:t>
      </w:r>
      <w:bookmarkEnd w:id="1"/>
    </w:p>
    <w:p w14:paraId="3E5E9B0F" w14:textId="7AC025FE" w:rsidR="007E5951" w:rsidRDefault="002072A0" w:rsidP="00F01587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03002">
        <w:rPr>
          <w:rStyle w:val="Siln"/>
          <w:b w:val="0"/>
          <w:bCs w:val="0"/>
        </w:rPr>
        <w:t xml:space="preserve">2 </w:t>
      </w:r>
      <w:r w:rsidR="00336D14">
        <w:rPr>
          <w:rStyle w:val="Siln"/>
          <w:b w:val="0"/>
          <w:bCs w:val="0"/>
        </w:rPr>
        <w:t xml:space="preserve">Závazného vzoru </w:t>
      </w:r>
      <w:r w:rsidR="00C03002">
        <w:rPr>
          <w:rStyle w:val="Siln"/>
          <w:b w:val="0"/>
          <w:bCs w:val="0"/>
        </w:rPr>
        <w:t>Rámcové dohody</w:t>
      </w:r>
      <w:r w:rsidR="00CC32BF">
        <w:rPr>
          <w:rStyle w:val="Siln"/>
          <w:b w:val="0"/>
          <w:bCs w:val="0"/>
        </w:rPr>
        <w:t xml:space="preserve">, který je přílohou č. 2 </w:t>
      </w:r>
      <w:r w:rsidR="00FC1ED7">
        <w:rPr>
          <w:rStyle w:val="Siln"/>
          <w:b w:val="0"/>
          <w:bCs w:val="0"/>
        </w:rPr>
        <w:t>Výzvy</w:t>
      </w:r>
      <w:r w:rsidR="00AD2513">
        <w:rPr>
          <w:rStyle w:val="Siln"/>
          <w:b w:val="0"/>
          <w:bCs w:val="0"/>
        </w:rPr>
        <w:t>.</w:t>
      </w:r>
    </w:p>
    <w:p w14:paraId="35F4199A" w14:textId="7086F944" w:rsidR="00CC32BF" w:rsidRDefault="00CC32BF" w:rsidP="007E5951">
      <w:pPr>
        <w:rPr>
          <w:rStyle w:val="Siln"/>
          <w:b w:val="0"/>
          <w:bCs w:val="0"/>
        </w:rPr>
      </w:pPr>
    </w:p>
    <w:p w14:paraId="05159B1F" w14:textId="0AC805D4" w:rsidR="00CC32BF" w:rsidRDefault="00CC32BF" w:rsidP="007E5951">
      <w:pPr>
        <w:rPr>
          <w:rStyle w:val="Siln"/>
          <w:b w:val="0"/>
          <w:bCs w:val="0"/>
        </w:rPr>
      </w:pPr>
    </w:p>
    <w:p w14:paraId="3694442C" w14:textId="512CDCD0" w:rsidR="00CC32BF" w:rsidRDefault="00CC32BF" w:rsidP="007E5951">
      <w:pPr>
        <w:rPr>
          <w:rStyle w:val="Siln"/>
          <w:b w:val="0"/>
          <w:bCs w:val="0"/>
        </w:rPr>
      </w:pPr>
    </w:p>
    <w:p w14:paraId="4120051C" w14:textId="3FB0CFF1" w:rsidR="00CC32BF" w:rsidRDefault="00CC32BF" w:rsidP="007E5951">
      <w:pPr>
        <w:rPr>
          <w:rStyle w:val="Siln"/>
          <w:b w:val="0"/>
          <w:bCs w:val="0"/>
        </w:rPr>
      </w:pPr>
    </w:p>
    <w:p w14:paraId="7D2616E8" w14:textId="5FFA7A93" w:rsidR="00CC32BF" w:rsidRDefault="00CC32BF" w:rsidP="007E5951">
      <w:pPr>
        <w:rPr>
          <w:rStyle w:val="Siln"/>
          <w:b w:val="0"/>
          <w:bCs w:val="0"/>
        </w:rPr>
      </w:pPr>
    </w:p>
    <w:p w14:paraId="273D3E2F" w14:textId="7007697D" w:rsidR="00CC32BF" w:rsidRDefault="00CC32BF" w:rsidP="007E5951">
      <w:pPr>
        <w:rPr>
          <w:rStyle w:val="Siln"/>
          <w:b w:val="0"/>
          <w:bCs w:val="0"/>
        </w:rPr>
      </w:pPr>
    </w:p>
    <w:p w14:paraId="6766CA0F" w14:textId="33E3CD91" w:rsidR="00CC32BF" w:rsidRDefault="00CC32BF" w:rsidP="007E5951">
      <w:pPr>
        <w:rPr>
          <w:rStyle w:val="Siln"/>
          <w:b w:val="0"/>
          <w:bCs w:val="0"/>
        </w:rPr>
      </w:pPr>
    </w:p>
    <w:p w14:paraId="45520007" w14:textId="4D7A3AC1" w:rsidR="00CC32BF" w:rsidRDefault="00CC32BF" w:rsidP="007E5951">
      <w:pPr>
        <w:rPr>
          <w:rStyle w:val="Siln"/>
          <w:b w:val="0"/>
          <w:bCs w:val="0"/>
        </w:rPr>
      </w:pPr>
    </w:p>
    <w:p w14:paraId="652CE4FD" w14:textId="04BE96A7" w:rsidR="00CC32BF" w:rsidRDefault="00CC32BF" w:rsidP="007E5951">
      <w:pPr>
        <w:rPr>
          <w:rStyle w:val="Siln"/>
          <w:b w:val="0"/>
          <w:bCs w:val="0"/>
        </w:rPr>
      </w:pPr>
    </w:p>
    <w:p w14:paraId="1EA62B1C" w14:textId="0FE9B90B" w:rsidR="00CC32BF" w:rsidRDefault="00CC32BF" w:rsidP="007E5951">
      <w:pPr>
        <w:rPr>
          <w:rStyle w:val="Siln"/>
          <w:b w:val="0"/>
          <w:bCs w:val="0"/>
        </w:rPr>
      </w:pPr>
    </w:p>
    <w:p w14:paraId="146CA5B4" w14:textId="23BEAAD3" w:rsidR="00CC32BF" w:rsidRDefault="00CC32BF" w:rsidP="007E5951">
      <w:pPr>
        <w:rPr>
          <w:rStyle w:val="Siln"/>
          <w:b w:val="0"/>
          <w:bCs w:val="0"/>
        </w:rPr>
      </w:pPr>
    </w:p>
    <w:p w14:paraId="64AC1ADF" w14:textId="094A9A7F" w:rsidR="00CC32BF" w:rsidRDefault="00CC32BF" w:rsidP="007E5951">
      <w:pPr>
        <w:rPr>
          <w:rStyle w:val="Siln"/>
          <w:b w:val="0"/>
          <w:bCs w:val="0"/>
        </w:rPr>
      </w:pPr>
    </w:p>
    <w:p w14:paraId="0E15BBDA" w14:textId="7346CE44" w:rsidR="00CC32BF" w:rsidRDefault="00CC32BF" w:rsidP="007E5951">
      <w:pPr>
        <w:rPr>
          <w:rStyle w:val="Siln"/>
          <w:b w:val="0"/>
          <w:bCs w:val="0"/>
        </w:rPr>
      </w:pPr>
    </w:p>
    <w:p w14:paraId="7E63EEDA" w14:textId="3E9DC0B2" w:rsidR="00CC32BF" w:rsidRDefault="00CC32BF" w:rsidP="007E5951">
      <w:pPr>
        <w:rPr>
          <w:rStyle w:val="Siln"/>
          <w:b w:val="0"/>
          <w:bCs w:val="0"/>
        </w:rPr>
      </w:pPr>
    </w:p>
    <w:p w14:paraId="44F646F4" w14:textId="522E4556" w:rsidR="00CC32BF" w:rsidRDefault="00CC32BF" w:rsidP="007E5951">
      <w:pPr>
        <w:rPr>
          <w:rStyle w:val="Siln"/>
          <w:b w:val="0"/>
          <w:bCs w:val="0"/>
        </w:rPr>
      </w:pPr>
    </w:p>
    <w:p w14:paraId="5426D13B" w14:textId="6C34CF1C" w:rsidR="00CC32BF" w:rsidRDefault="00CC32BF" w:rsidP="007E5951">
      <w:pPr>
        <w:rPr>
          <w:rStyle w:val="Siln"/>
          <w:b w:val="0"/>
          <w:bCs w:val="0"/>
        </w:rPr>
      </w:pPr>
    </w:p>
    <w:p w14:paraId="40FA4455" w14:textId="767AE0D5" w:rsidR="00CC32BF" w:rsidRDefault="00CC32BF" w:rsidP="007E5951">
      <w:pPr>
        <w:rPr>
          <w:rStyle w:val="Siln"/>
          <w:b w:val="0"/>
          <w:bCs w:val="0"/>
        </w:rPr>
      </w:pPr>
    </w:p>
    <w:p w14:paraId="631050C0" w14:textId="2BEBBB81" w:rsidR="00CC32BF" w:rsidRDefault="00CC32BF" w:rsidP="007E5951">
      <w:pPr>
        <w:rPr>
          <w:rStyle w:val="Siln"/>
          <w:b w:val="0"/>
          <w:bCs w:val="0"/>
        </w:rPr>
      </w:pPr>
    </w:p>
    <w:p w14:paraId="0D8502CE" w14:textId="6452F752" w:rsidR="00CC32BF" w:rsidRDefault="00CC32BF" w:rsidP="007E5951">
      <w:pPr>
        <w:rPr>
          <w:rStyle w:val="Siln"/>
          <w:b w:val="0"/>
          <w:bCs w:val="0"/>
        </w:rPr>
      </w:pPr>
    </w:p>
    <w:p w14:paraId="5DE6F52E" w14:textId="750AA9C7" w:rsidR="00CC32BF" w:rsidRDefault="00CC32BF" w:rsidP="007E5951">
      <w:pPr>
        <w:rPr>
          <w:rStyle w:val="Siln"/>
          <w:b w:val="0"/>
          <w:bCs w:val="0"/>
        </w:rPr>
      </w:pPr>
    </w:p>
    <w:p w14:paraId="35201F98" w14:textId="20BE9866" w:rsidR="00CC32BF" w:rsidRDefault="00CC32BF" w:rsidP="007E5951">
      <w:pPr>
        <w:rPr>
          <w:rStyle w:val="Siln"/>
          <w:b w:val="0"/>
          <w:bCs w:val="0"/>
        </w:rPr>
      </w:pPr>
    </w:p>
    <w:p w14:paraId="4AE957AC" w14:textId="34AC7181" w:rsidR="00CC32BF" w:rsidRDefault="00CC32BF" w:rsidP="007E5951">
      <w:pPr>
        <w:rPr>
          <w:rStyle w:val="Siln"/>
          <w:b w:val="0"/>
          <w:bCs w:val="0"/>
        </w:rPr>
      </w:pPr>
    </w:p>
    <w:p w14:paraId="568B3987" w14:textId="1340F03D" w:rsidR="00CC32BF" w:rsidRDefault="00CC32BF" w:rsidP="007E5951">
      <w:pPr>
        <w:rPr>
          <w:rStyle w:val="Siln"/>
          <w:b w:val="0"/>
          <w:bCs w:val="0"/>
        </w:rPr>
      </w:pPr>
    </w:p>
    <w:p w14:paraId="3D4D12F3" w14:textId="18020867" w:rsidR="00CC32BF" w:rsidRDefault="00CC32BF" w:rsidP="007E5951">
      <w:pPr>
        <w:rPr>
          <w:rStyle w:val="Siln"/>
          <w:b w:val="0"/>
          <w:bCs w:val="0"/>
        </w:rPr>
      </w:pPr>
    </w:p>
    <w:p w14:paraId="2109287E" w14:textId="595C1A2A" w:rsidR="00CC32BF" w:rsidRDefault="00CC32BF" w:rsidP="007E5951">
      <w:pPr>
        <w:rPr>
          <w:rStyle w:val="Siln"/>
          <w:b w:val="0"/>
          <w:bCs w:val="0"/>
        </w:rPr>
      </w:pPr>
    </w:p>
    <w:p w14:paraId="3D64A569" w14:textId="4ABA8DD1" w:rsidR="00CC32BF" w:rsidRDefault="00CC32BF" w:rsidP="007E5951">
      <w:pPr>
        <w:rPr>
          <w:rStyle w:val="Siln"/>
          <w:b w:val="0"/>
          <w:bCs w:val="0"/>
        </w:rPr>
      </w:pPr>
    </w:p>
    <w:p w14:paraId="71DF6895" w14:textId="7C062DA3" w:rsidR="00CC32BF" w:rsidRDefault="00CC32BF" w:rsidP="007E5951">
      <w:pPr>
        <w:rPr>
          <w:rStyle w:val="Siln"/>
          <w:b w:val="0"/>
          <w:bCs w:val="0"/>
        </w:rPr>
      </w:pPr>
    </w:p>
    <w:p w14:paraId="1411C06D" w14:textId="12280D5D" w:rsidR="00CC32BF" w:rsidRDefault="00CC32BF" w:rsidP="007E5951">
      <w:pPr>
        <w:rPr>
          <w:rStyle w:val="Siln"/>
          <w:b w:val="0"/>
          <w:bCs w:val="0"/>
        </w:rPr>
      </w:pPr>
    </w:p>
    <w:p w14:paraId="25955BBD" w14:textId="5A4F2FA3" w:rsidR="00CC32BF" w:rsidRDefault="00CC32BF" w:rsidP="007E5951">
      <w:pPr>
        <w:rPr>
          <w:rStyle w:val="Siln"/>
          <w:b w:val="0"/>
          <w:bCs w:val="0"/>
        </w:rPr>
      </w:pPr>
    </w:p>
    <w:p w14:paraId="2AE3728F" w14:textId="62FD602D" w:rsidR="00CC32BF" w:rsidRDefault="00CC32BF" w:rsidP="007E5951">
      <w:pPr>
        <w:rPr>
          <w:rStyle w:val="Siln"/>
          <w:b w:val="0"/>
          <w:bCs w:val="0"/>
        </w:rPr>
      </w:pPr>
    </w:p>
    <w:p w14:paraId="2D5F8FCA" w14:textId="77777777" w:rsidR="00CC32BF" w:rsidRPr="002072A0" w:rsidRDefault="00CC32BF" w:rsidP="007E5951">
      <w:pPr>
        <w:rPr>
          <w:rStyle w:val="Siln"/>
          <w:b w:val="0"/>
          <w:bCs w:val="0"/>
        </w:rPr>
      </w:pPr>
    </w:p>
    <w:p w14:paraId="342DE622" w14:textId="64BA2615" w:rsidR="0031280B" w:rsidRPr="006E5C6C" w:rsidRDefault="0031280B" w:rsidP="00086B78">
      <w:pPr>
        <w:pStyle w:val="Nadpis2"/>
        <w:ind w:left="714" w:hanging="357"/>
      </w:pPr>
      <w:bookmarkStart w:id="2" w:name="_Toc19223467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223467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223467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223467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4C02BEC" w14:textId="77777777" w:rsidR="00844693" w:rsidRPr="00E85D44" w:rsidRDefault="00844693" w:rsidP="00844693">
      <w:pPr>
        <w:pStyle w:val="Nadpis2"/>
      </w:pPr>
      <w:bookmarkStart w:id="6" w:name="_Toc157769563"/>
      <w:bookmarkStart w:id="7" w:name="_Toc192234679"/>
      <w:r w:rsidRPr="00E85D44">
        <w:lastRenderedPageBreak/>
        <w:t>Čestné prohlášení o splnění technické kvalifikace</w:t>
      </w:r>
      <w:bookmarkEnd w:id="6"/>
      <w:bookmarkEnd w:id="7"/>
    </w:p>
    <w:p w14:paraId="1B61C56B" w14:textId="1A563D73" w:rsidR="00844693" w:rsidRDefault="00844693" w:rsidP="00844693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</w:t>
      </w:r>
      <w:r w:rsidRPr="00844693">
        <w:rPr>
          <w:lang w:eastAsia="cs-CZ"/>
        </w:rPr>
        <w:t xml:space="preserve">prohlašuje, že za poslední 3 roky před zahájením výběrového řízení </w:t>
      </w:r>
      <w:r w:rsidR="00E87602">
        <w:rPr>
          <w:lang w:eastAsia="cs-CZ"/>
        </w:rPr>
        <w:t xml:space="preserve">realizoval </w:t>
      </w:r>
      <w:r w:rsidRPr="00844693">
        <w:rPr>
          <w:lang w:eastAsia="cs-CZ"/>
        </w:rPr>
        <w:t xml:space="preserve">významné </w:t>
      </w:r>
      <w:r>
        <w:rPr>
          <w:lang w:eastAsia="cs-CZ"/>
        </w:rPr>
        <w:t>dodávky</w:t>
      </w:r>
      <w:r w:rsidRPr="00844693">
        <w:rPr>
          <w:lang w:eastAsia="cs-CZ"/>
        </w:rPr>
        <w:t xml:space="preserve"> definované</w:t>
      </w:r>
      <w:r>
        <w:rPr>
          <w:lang w:eastAsia="cs-CZ"/>
        </w:rPr>
        <w:t xml:space="preserve"> v čl. 9.5.1. Výzvy k podání nabídky</w:t>
      </w:r>
      <w:r w:rsidR="008967D4">
        <w:rPr>
          <w:lang w:eastAsia="cs-CZ"/>
        </w:rPr>
        <w:t>.</w:t>
      </w:r>
    </w:p>
    <w:p w14:paraId="438B17A3" w14:textId="77777777" w:rsidR="008967D4" w:rsidRDefault="008967D4" w:rsidP="00844693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844693" w14:paraId="723E79BB" w14:textId="77777777" w:rsidTr="00E87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2C0D454" w14:textId="70457010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</w:t>
            </w:r>
            <w:r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1A9E860A" w14:textId="32CD8B79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E88FA35" w14:textId="67B54A03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dodávky</w:t>
            </w:r>
          </w:p>
          <w:p w14:paraId="77F3B584" w14:textId="77777777" w:rsidR="00844693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5B87893B" w14:textId="0AF931D4" w:rsidR="00844693" w:rsidRPr="00471B29" w:rsidRDefault="00844693" w:rsidP="0084469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79A87512" w14:textId="03D477B8" w:rsidR="00844693" w:rsidRPr="00844693" w:rsidRDefault="00844693" w:rsidP="00844693">
            <w:pPr>
              <w:suppressAutoHyphens/>
              <w:spacing w:line="216" w:lineRule="auto"/>
              <w:jc w:val="center"/>
              <w:rPr>
                <w:rStyle w:val="Siln"/>
                <w:b/>
                <w:bCs w:val="0"/>
              </w:rPr>
            </w:pPr>
            <w:r w:rsidRPr="00844693">
              <w:rPr>
                <w:rStyle w:val="Siln"/>
                <w:b/>
                <w:bCs w:val="0"/>
              </w:rPr>
              <w:t>Doba realizace</w:t>
            </w:r>
          </w:p>
          <w:p w14:paraId="4EA02F2C" w14:textId="77777777" w:rsidR="00844693" w:rsidRDefault="00844693" w:rsidP="0084469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967D4" w14:paraId="10ABD29A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D0F776" w14:textId="5941BF8E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B265E0" w14:textId="74698174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5EFB0D74" w14:textId="5885F85F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FF521" w14:textId="79372BD1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36889863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708D20" w14:textId="4A5E9C67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E2E907" w14:textId="0E98318F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129AAC" w14:textId="269628F5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465F8" w14:textId="5498F566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49AE6511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ABB08BB" w14:textId="2AA2F1E3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4ABCE8" w14:textId="7FB1FC82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3DFB5B" w14:textId="69AE0DAD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E09B30" w14:textId="0B0B294B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4B8D3FF3" w14:textId="77777777" w:rsidTr="00F51B8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2D512D1" w14:textId="48265C78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3FBE75" w14:textId="6A3104F4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7A62DF" w14:textId="554F9B69" w:rsidR="008967D4" w:rsidRPr="008967D4" w:rsidRDefault="008967D4" w:rsidP="008967D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8967D4"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2FF314" w14:textId="463BD08D" w:rsidR="008967D4" w:rsidRPr="008967D4" w:rsidRDefault="008967D4" w:rsidP="008967D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8967D4" w14:paraId="5D667FE8" w14:textId="77777777" w:rsidTr="00F51B8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1B5953D" w14:textId="02B63A9E" w:rsidR="008967D4" w:rsidRPr="00B062BD" w:rsidRDefault="008967D4" w:rsidP="008967D4">
            <w:pPr>
              <w:suppressAutoHyphens/>
              <w:spacing w:line="216" w:lineRule="auto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2B1C87" w14:textId="7597FD0C" w:rsidR="008967D4" w:rsidRPr="00B062BD" w:rsidRDefault="008967D4" w:rsidP="008967D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F238F1" w14:textId="6A09E4C2" w:rsidR="008967D4" w:rsidRPr="00B062BD" w:rsidRDefault="008967D4" w:rsidP="008967D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green"/>
                <w:lang w:eastAsia="cs-CZ"/>
              </w:rPr>
            </w:pPr>
            <w:r w:rsidRPr="00B062BD">
              <w:rPr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162501" w14:textId="77777777" w:rsidR="008967D4" w:rsidRDefault="008967D4" w:rsidP="008967D4">
            <w:pPr>
              <w:suppressAutoHyphens/>
              <w:spacing w:line="216" w:lineRule="auto"/>
              <w:rPr>
                <w:highlight w:val="green"/>
                <w:lang w:eastAsia="cs-CZ"/>
              </w:rPr>
            </w:pPr>
            <w:r w:rsidRPr="008967D4">
              <w:rPr>
                <w:b w:val="0"/>
                <w:highlight w:val="green"/>
                <w:lang w:eastAsia="cs-CZ"/>
              </w:rPr>
              <w:t>doplní Účastník</w:t>
            </w:r>
          </w:p>
          <w:p w14:paraId="657F3D7B" w14:textId="7FBC94CC" w:rsidR="00B062BD" w:rsidRPr="00B062BD" w:rsidRDefault="00B062BD" w:rsidP="008967D4">
            <w:pPr>
              <w:suppressAutoHyphens/>
              <w:spacing w:line="216" w:lineRule="auto"/>
              <w:rPr>
                <w:b w:val="0"/>
                <w:highlight w:val="green"/>
                <w:lang w:eastAsia="cs-CZ"/>
              </w:rPr>
            </w:pPr>
          </w:p>
        </w:tc>
      </w:tr>
    </w:tbl>
    <w:p w14:paraId="29ECB40A" w14:textId="77777777" w:rsidR="00B062BD" w:rsidRDefault="00B062BD" w:rsidP="00B062BD"/>
    <w:p w14:paraId="04A82668" w14:textId="77777777" w:rsidR="00B062BD" w:rsidRDefault="00B062BD" w:rsidP="00B062BD"/>
    <w:p w14:paraId="4B7B2557" w14:textId="77777777" w:rsidR="00B062BD" w:rsidRDefault="00B062BD" w:rsidP="00B062BD"/>
    <w:p w14:paraId="153B1F73" w14:textId="77777777" w:rsidR="00B062BD" w:rsidRDefault="00B062BD" w:rsidP="00B062BD"/>
    <w:p w14:paraId="5A962413" w14:textId="77777777" w:rsidR="00B062BD" w:rsidRDefault="00B062BD" w:rsidP="00B062BD"/>
    <w:p w14:paraId="1AE16020" w14:textId="77777777" w:rsidR="00B062BD" w:rsidRDefault="00B062BD" w:rsidP="00B062BD"/>
    <w:p w14:paraId="2B6D13D7" w14:textId="77777777" w:rsidR="00B062BD" w:rsidRDefault="00B062BD" w:rsidP="00B062BD"/>
    <w:p w14:paraId="731B2320" w14:textId="77777777" w:rsidR="00B062BD" w:rsidRDefault="00B062BD" w:rsidP="00B062BD"/>
    <w:p w14:paraId="17D17476" w14:textId="77777777" w:rsidR="00B062BD" w:rsidRDefault="00B062BD" w:rsidP="00B062BD"/>
    <w:p w14:paraId="58BF3B8A" w14:textId="77777777" w:rsidR="00B062BD" w:rsidRDefault="00B062BD" w:rsidP="00B062BD"/>
    <w:p w14:paraId="5160C8AA" w14:textId="77777777" w:rsidR="00B062BD" w:rsidRDefault="00B062BD" w:rsidP="00B062BD"/>
    <w:p w14:paraId="3979E915" w14:textId="77777777" w:rsidR="00B062BD" w:rsidRDefault="00B062BD" w:rsidP="00B062BD"/>
    <w:p w14:paraId="46BF35B3" w14:textId="77777777" w:rsidR="00B062BD" w:rsidRDefault="00B062BD" w:rsidP="00B062BD"/>
    <w:p w14:paraId="1D27B1E9" w14:textId="77777777" w:rsidR="00B062BD" w:rsidRDefault="00B062BD" w:rsidP="00B062BD"/>
    <w:p w14:paraId="4E720CE1" w14:textId="77777777" w:rsidR="00B062BD" w:rsidRDefault="00B062BD" w:rsidP="00B062BD"/>
    <w:p w14:paraId="25ACF967" w14:textId="77777777" w:rsidR="00B062BD" w:rsidRDefault="00B062BD" w:rsidP="00B062BD"/>
    <w:p w14:paraId="3248B028" w14:textId="77777777" w:rsidR="00B062BD" w:rsidRDefault="00B062BD" w:rsidP="00B062BD"/>
    <w:p w14:paraId="2FBB5091" w14:textId="77777777" w:rsidR="00B062BD" w:rsidRDefault="00B062BD" w:rsidP="00B062BD"/>
    <w:p w14:paraId="0C3A7418" w14:textId="77777777" w:rsidR="00B062BD" w:rsidRDefault="00B062BD" w:rsidP="00B062BD"/>
    <w:p w14:paraId="378FAA04" w14:textId="77777777" w:rsidR="00B062BD" w:rsidRPr="000128D4" w:rsidRDefault="00B062BD" w:rsidP="00B062BD">
      <w:pPr>
        <w:pStyle w:val="Nadpis2"/>
      </w:pPr>
      <w:bookmarkStart w:id="8" w:name="_Toc157769565"/>
      <w:bookmarkStart w:id="9" w:name="_Toc192234680"/>
      <w:r w:rsidRPr="000128D4">
        <w:lastRenderedPageBreak/>
        <w:t>Čestné prohlášení o ekonomické kvalifikaci</w:t>
      </w:r>
      <w:bookmarkEnd w:id="8"/>
      <w:bookmarkEnd w:id="9"/>
    </w:p>
    <w:p w14:paraId="1D7A21E3" w14:textId="77777777" w:rsidR="00B062BD" w:rsidRDefault="00B062BD" w:rsidP="00B062BD">
      <w:pPr>
        <w:spacing w:before="240"/>
        <w:rPr>
          <w:lang w:eastAsia="cs-CZ"/>
        </w:rPr>
      </w:pPr>
    </w:p>
    <w:p w14:paraId="7172D169" w14:textId="77777777" w:rsidR="00B062BD" w:rsidRPr="00844693" w:rsidRDefault="00B062BD" w:rsidP="00B062BD">
      <w:pPr>
        <w:spacing w:before="240"/>
        <w:rPr>
          <w:lang w:eastAsia="cs-CZ"/>
        </w:rPr>
      </w:pPr>
      <w:r w:rsidRPr="00844693">
        <w:rPr>
          <w:lang w:eastAsia="cs-CZ"/>
        </w:rPr>
        <w:t>Účastník, který podává tuto nabídku, tímto čestně prohlašuje, že:</w:t>
      </w:r>
    </w:p>
    <w:p w14:paraId="5CD8A214" w14:textId="77777777" w:rsidR="00B062BD" w:rsidRPr="00844693" w:rsidRDefault="00B062BD" w:rsidP="00B062BD">
      <w:pPr>
        <w:rPr>
          <w:lang w:eastAsia="cs-CZ"/>
        </w:rPr>
      </w:pPr>
      <w:r w:rsidRPr="00844693">
        <w:rPr>
          <w:lang w:eastAsia="cs-CZ"/>
        </w:rPr>
        <w:t>minimální roční obrat dodavatele zjištěný podle zvláštních právních předpisů</w:t>
      </w:r>
      <w:r w:rsidRPr="00844693">
        <w:rPr>
          <w:vertAlign w:val="superscript"/>
          <w:lang w:eastAsia="cs-CZ"/>
        </w:rPr>
        <w:footnoteReference w:id="5"/>
      </w:r>
      <w:r w:rsidRPr="00844693">
        <w:rPr>
          <w:lang w:eastAsia="cs-CZ"/>
        </w:rPr>
        <w:t xml:space="preserve"> dosahoval výše </w:t>
      </w:r>
      <w:proofErr w:type="gramStart"/>
      <w:r>
        <w:rPr>
          <w:lang w:eastAsia="cs-CZ"/>
        </w:rPr>
        <w:t>2</w:t>
      </w:r>
      <w:r w:rsidRPr="00844693">
        <w:rPr>
          <w:lang w:eastAsia="cs-CZ"/>
        </w:rPr>
        <w:t>.000.000,-</w:t>
      </w:r>
      <w:proofErr w:type="gramEnd"/>
      <w:r w:rsidRPr="00844693">
        <w:rPr>
          <w:lang w:eastAsia="cs-CZ"/>
        </w:rPr>
        <w:t xml:space="preserve"> Kč bez DPH za každé ze tří uzavřených, bezprostředně předcházejících účetních období, jestliže účastník vznikl později, tak za všechna uzavřená účetní období od svého vzniku, a účastník tedy </w:t>
      </w:r>
    </w:p>
    <w:p w14:paraId="7DCEB9B2" w14:textId="77777777" w:rsidR="00B062BD" w:rsidRDefault="00B062BD" w:rsidP="00B062BD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7EB6D919" w14:textId="77777777" w:rsidR="00B062BD" w:rsidRDefault="00B062BD" w:rsidP="00B062BD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4"/>
        <w:gridCol w:w="1907"/>
        <w:gridCol w:w="1907"/>
        <w:gridCol w:w="1908"/>
      </w:tblGrid>
      <w:tr w:rsidR="00B062BD" w14:paraId="573F826A" w14:textId="77777777" w:rsidTr="007D51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3829A" w14:textId="77777777" w:rsidR="00B062BD" w:rsidRPr="00844693" w:rsidRDefault="00B062BD" w:rsidP="007D5174">
            <w:pPr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>Uzavřené účetní období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24C9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1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20DE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1908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09FA311" w14:textId="77777777" w:rsidR="00B062BD" w:rsidRPr="008967D4" w:rsidRDefault="00B062BD" w:rsidP="007D51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cs-CZ"/>
              </w:rPr>
            </w:pPr>
            <w:r w:rsidRPr="008967D4">
              <w:rPr>
                <w:rFonts w:eastAsia="Times New Roman" w:cs="Times New Roman"/>
                <w:sz w:val="16"/>
                <w:szCs w:val="16"/>
                <w:highlight w:val="green"/>
                <w:lang w:val="en-US" w:eastAsia="cs-CZ"/>
              </w:rPr>
              <w:t>[ROK NEBO JINÁ IDENTIFIKACE]</w:t>
            </w:r>
          </w:p>
        </w:tc>
      </w:tr>
      <w:tr w:rsidR="00B062BD" w14:paraId="317879EC" w14:textId="77777777" w:rsidTr="007D51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3A7B0209" w14:textId="77777777" w:rsidR="00B062BD" w:rsidRPr="00844693" w:rsidRDefault="00B062BD" w:rsidP="007D5174">
            <w:pPr>
              <w:jc w:val="left"/>
              <w:rPr>
                <w:b/>
                <w:bCs/>
                <w:lang w:eastAsia="cs-CZ"/>
              </w:rPr>
            </w:pPr>
            <w:r w:rsidRPr="00844693">
              <w:rPr>
                <w:b/>
                <w:bCs/>
                <w:lang w:eastAsia="cs-CZ"/>
              </w:rPr>
              <w:t xml:space="preserve">Dosažený roční obrat dodavatele </w:t>
            </w:r>
            <w:r>
              <w:rPr>
                <w:b/>
                <w:bCs/>
                <w:lang w:eastAsia="cs-CZ"/>
              </w:rPr>
              <w:t>(v Kč bez DPH)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09F1D5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533422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8F34B2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E572F8" w14:textId="77777777" w:rsidR="00B062BD" w:rsidRPr="0023070F" w:rsidRDefault="00B062BD" w:rsidP="007D5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75EA26CD" w14:textId="77777777" w:rsidR="00B062BD" w:rsidRDefault="00B062BD" w:rsidP="00B062BD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>
        <w:rPr>
          <w:highlight w:val="green"/>
        </w:rPr>
        <w:br w:type="page"/>
      </w:r>
    </w:p>
    <w:p w14:paraId="32DF7F09" w14:textId="77777777" w:rsidR="00B062BD" w:rsidRDefault="00B062BD" w:rsidP="00B062BD">
      <w:pPr>
        <w:spacing w:before="0" w:after="240"/>
        <w:jc w:val="left"/>
      </w:pPr>
    </w:p>
    <w:p w14:paraId="431939C9" w14:textId="77777777" w:rsidR="00B062BD" w:rsidRDefault="00B062BD" w:rsidP="00B062BD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39CAB2BB" w14:textId="77777777" w:rsidR="00B062BD" w:rsidRPr="00B87D91" w:rsidRDefault="00B062BD" w:rsidP="00B062BD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30377A30" w14:textId="77777777" w:rsidR="00B062BD" w:rsidRDefault="00B062BD" w:rsidP="00B062BD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B575D80" w14:textId="77777777" w:rsidR="00B062BD" w:rsidRPr="00F0533E" w:rsidRDefault="00B062BD" w:rsidP="00B062BD"/>
    <w:p w14:paraId="2AE1E80B" w14:textId="77777777" w:rsidR="00B062BD" w:rsidRPr="00B062BD" w:rsidRDefault="00B062BD" w:rsidP="00B062BD"/>
    <w:sectPr w:rsidR="00B062BD" w:rsidRPr="00B062BD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ED8C" w14:textId="77777777" w:rsidR="00FF05D6" w:rsidRDefault="00FF05D6" w:rsidP="00962258">
      <w:pPr>
        <w:spacing w:after="0" w:line="240" w:lineRule="auto"/>
      </w:pPr>
      <w:r>
        <w:separator/>
      </w:r>
    </w:p>
  </w:endnote>
  <w:endnote w:type="continuationSeparator" w:id="0">
    <w:p w14:paraId="745F49CD" w14:textId="77777777" w:rsidR="00FF05D6" w:rsidRDefault="00FF05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4474" w14:textId="77777777" w:rsidR="00FF05D6" w:rsidRDefault="00FF05D6" w:rsidP="00962258">
      <w:pPr>
        <w:spacing w:after="0" w:line="240" w:lineRule="auto"/>
      </w:pPr>
      <w:r>
        <w:separator/>
      </w:r>
    </w:p>
  </w:footnote>
  <w:footnote w:type="continuationSeparator" w:id="0">
    <w:p w14:paraId="30128E79" w14:textId="77777777" w:rsidR="00FF05D6" w:rsidRDefault="00FF05D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41AADE14" w14:textId="77777777" w:rsidR="00B062BD" w:rsidRDefault="00B062BD" w:rsidP="00B062BD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99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39076">
    <w:abstractNumId w:val="3"/>
  </w:num>
  <w:num w:numId="2" w16cid:durableId="1718622271">
    <w:abstractNumId w:val="1"/>
  </w:num>
  <w:num w:numId="3" w16cid:durableId="7863910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546680">
    <w:abstractNumId w:val="12"/>
  </w:num>
  <w:num w:numId="5" w16cid:durableId="1079672375">
    <w:abstractNumId w:val="5"/>
  </w:num>
  <w:num w:numId="6" w16cid:durableId="16542391">
    <w:abstractNumId w:val="7"/>
  </w:num>
  <w:num w:numId="7" w16cid:durableId="930507920">
    <w:abstractNumId w:val="0"/>
  </w:num>
  <w:num w:numId="8" w16cid:durableId="544753793">
    <w:abstractNumId w:val="8"/>
  </w:num>
  <w:num w:numId="9" w16cid:durableId="8493757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2362936">
    <w:abstractNumId w:val="7"/>
  </w:num>
  <w:num w:numId="11" w16cid:durableId="1730228139">
    <w:abstractNumId w:val="1"/>
  </w:num>
  <w:num w:numId="12" w16cid:durableId="1674838379">
    <w:abstractNumId w:val="7"/>
  </w:num>
  <w:num w:numId="13" w16cid:durableId="1464617712">
    <w:abstractNumId w:val="7"/>
  </w:num>
  <w:num w:numId="14" w16cid:durableId="2077700547">
    <w:abstractNumId w:val="7"/>
  </w:num>
  <w:num w:numId="15" w16cid:durableId="318727356">
    <w:abstractNumId w:val="7"/>
  </w:num>
  <w:num w:numId="16" w16cid:durableId="460850420">
    <w:abstractNumId w:val="13"/>
  </w:num>
  <w:num w:numId="17" w16cid:durableId="1425150305">
    <w:abstractNumId w:val="3"/>
  </w:num>
  <w:num w:numId="18" w16cid:durableId="1692293023">
    <w:abstractNumId w:val="13"/>
  </w:num>
  <w:num w:numId="19" w16cid:durableId="72506278">
    <w:abstractNumId w:val="13"/>
  </w:num>
  <w:num w:numId="20" w16cid:durableId="1043285293">
    <w:abstractNumId w:val="13"/>
  </w:num>
  <w:num w:numId="21" w16cid:durableId="1103306987">
    <w:abstractNumId w:val="13"/>
  </w:num>
  <w:num w:numId="22" w16cid:durableId="485517245">
    <w:abstractNumId w:val="7"/>
  </w:num>
  <w:num w:numId="23" w16cid:durableId="1593274416">
    <w:abstractNumId w:val="1"/>
  </w:num>
  <w:num w:numId="24" w16cid:durableId="934484064">
    <w:abstractNumId w:val="7"/>
  </w:num>
  <w:num w:numId="25" w16cid:durableId="1643727791">
    <w:abstractNumId w:val="7"/>
  </w:num>
  <w:num w:numId="26" w16cid:durableId="1271621744">
    <w:abstractNumId w:val="7"/>
  </w:num>
  <w:num w:numId="27" w16cid:durableId="1166626134">
    <w:abstractNumId w:val="7"/>
  </w:num>
  <w:num w:numId="28" w16cid:durableId="1513375638">
    <w:abstractNumId w:val="13"/>
  </w:num>
  <w:num w:numId="29" w16cid:durableId="1069038559">
    <w:abstractNumId w:val="3"/>
  </w:num>
  <w:num w:numId="30" w16cid:durableId="1575159037">
    <w:abstractNumId w:val="13"/>
  </w:num>
  <w:num w:numId="31" w16cid:durableId="1930000938">
    <w:abstractNumId w:val="13"/>
  </w:num>
  <w:num w:numId="32" w16cid:durableId="1311716516">
    <w:abstractNumId w:val="13"/>
  </w:num>
  <w:num w:numId="33" w16cid:durableId="1817793476">
    <w:abstractNumId w:val="13"/>
  </w:num>
  <w:num w:numId="34" w16cid:durableId="450824544">
    <w:abstractNumId w:val="4"/>
  </w:num>
  <w:num w:numId="35" w16cid:durableId="1134714013">
    <w:abstractNumId w:val="15"/>
  </w:num>
  <w:num w:numId="36" w16cid:durableId="304432920">
    <w:abstractNumId w:val="2"/>
  </w:num>
  <w:num w:numId="37" w16cid:durableId="1045906644">
    <w:abstractNumId w:val="14"/>
  </w:num>
  <w:num w:numId="38" w16cid:durableId="66921769">
    <w:abstractNumId w:val="6"/>
  </w:num>
  <w:num w:numId="39" w16cid:durableId="11988545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3103053">
    <w:abstractNumId w:val="10"/>
  </w:num>
  <w:num w:numId="41" w16cid:durableId="1785921741">
    <w:abstractNumId w:val="11"/>
  </w:num>
  <w:num w:numId="42" w16cid:durableId="1592161812">
    <w:abstractNumId w:val="11"/>
  </w:num>
  <w:num w:numId="43" w16cid:durableId="165224939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545495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1DDD"/>
    <w:rsid w:val="000128D4"/>
    <w:rsid w:val="00027E09"/>
    <w:rsid w:val="00027E55"/>
    <w:rsid w:val="00044A3D"/>
    <w:rsid w:val="00045E47"/>
    <w:rsid w:val="000717AE"/>
    <w:rsid w:val="00072C1E"/>
    <w:rsid w:val="00077060"/>
    <w:rsid w:val="00086B78"/>
    <w:rsid w:val="0009577C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06B3"/>
    <w:rsid w:val="0027438E"/>
    <w:rsid w:val="00280E07"/>
    <w:rsid w:val="00293A62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6D14"/>
    <w:rsid w:val="00341DCF"/>
    <w:rsid w:val="00354C5C"/>
    <w:rsid w:val="00357BC6"/>
    <w:rsid w:val="0036634F"/>
    <w:rsid w:val="00372529"/>
    <w:rsid w:val="00375D95"/>
    <w:rsid w:val="00395174"/>
    <w:rsid w:val="003956C6"/>
    <w:rsid w:val="003B596F"/>
    <w:rsid w:val="003E2FB9"/>
    <w:rsid w:val="0041551A"/>
    <w:rsid w:val="00427650"/>
    <w:rsid w:val="00441430"/>
    <w:rsid w:val="00450F07"/>
    <w:rsid w:val="00451882"/>
    <w:rsid w:val="00453CD3"/>
    <w:rsid w:val="00460660"/>
    <w:rsid w:val="00471B29"/>
    <w:rsid w:val="00486107"/>
    <w:rsid w:val="00487AC9"/>
    <w:rsid w:val="00491827"/>
    <w:rsid w:val="004B348C"/>
    <w:rsid w:val="004B6A8B"/>
    <w:rsid w:val="004C4399"/>
    <w:rsid w:val="004C76E9"/>
    <w:rsid w:val="004C787C"/>
    <w:rsid w:val="004D65B6"/>
    <w:rsid w:val="004E01EA"/>
    <w:rsid w:val="004E143C"/>
    <w:rsid w:val="004E3A53"/>
    <w:rsid w:val="004F099C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6F92"/>
    <w:rsid w:val="00590DE5"/>
    <w:rsid w:val="005930C5"/>
    <w:rsid w:val="005B219F"/>
    <w:rsid w:val="005B489D"/>
    <w:rsid w:val="005D2E61"/>
    <w:rsid w:val="005D7E39"/>
    <w:rsid w:val="005F1404"/>
    <w:rsid w:val="00605C3D"/>
    <w:rsid w:val="00607EAC"/>
    <w:rsid w:val="0061068E"/>
    <w:rsid w:val="006112DE"/>
    <w:rsid w:val="00613242"/>
    <w:rsid w:val="00626DB3"/>
    <w:rsid w:val="00633D9C"/>
    <w:rsid w:val="006532C4"/>
    <w:rsid w:val="00654420"/>
    <w:rsid w:val="00660AD3"/>
    <w:rsid w:val="00677237"/>
    <w:rsid w:val="0067790F"/>
    <w:rsid w:val="00677B7F"/>
    <w:rsid w:val="006A3D9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0CC9"/>
    <w:rsid w:val="007023DB"/>
    <w:rsid w:val="00710723"/>
    <w:rsid w:val="007116AD"/>
    <w:rsid w:val="00723ED1"/>
    <w:rsid w:val="00743525"/>
    <w:rsid w:val="00744BF8"/>
    <w:rsid w:val="00750359"/>
    <w:rsid w:val="0076286B"/>
    <w:rsid w:val="00766846"/>
    <w:rsid w:val="0077673A"/>
    <w:rsid w:val="00784411"/>
    <w:rsid w:val="007846E1"/>
    <w:rsid w:val="0078556C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6756"/>
    <w:rsid w:val="00824B45"/>
    <w:rsid w:val="00844693"/>
    <w:rsid w:val="0084684F"/>
    <w:rsid w:val="00861306"/>
    <w:rsid w:val="008659F3"/>
    <w:rsid w:val="00882189"/>
    <w:rsid w:val="00886D4B"/>
    <w:rsid w:val="00895406"/>
    <w:rsid w:val="008967D4"/>
    <w:rsid w:val="008A3568"/>
    <w:rsid w:val="008B1A2C"/>
    <w:rsid w:val="008D03B9"/>
    <w:rsid w:val="008D67E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D20"/>
    <w:rsid w:val="009B2E61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421D"/>
    <w:rsid w:val="00A66136"/>
    <w:rsid w:val="00A92E7F"/>
    <w:rsid w:val="00A93A74"/>
    <w:rsid w:val="00A956A1"/>
    <w:rsid w:val="00AA4CBB"/>
    <w:rsid w:val="00AA65FA"/>
    <w:rsid w:val="00AA7351"/>
    <w:rsid w:val="00AB1918"/>
    <w:rsid w:val="00AC1810"/>
    <w:rsid w:val="00AD056F"/>
    <w:rsid w:val="00AD2513"/>
    <w:rsid w:val="00AD2F9C"/>
    <w:rsid w:val="00AD6731"/>
    <w:rsid w:val="00AF731F"/>
    <w:rsid w:val="00B062BD"/>
    <w:rsid w:val="00B15D0D"/>
    <w:rsid w:val="00B16621"/>
    <w:rsid w:val="00B468D2"/>
    <w:rsid w:val="00B66A3E"/>
    <w:rsid w:val="00B75EE1"/>
    <w:rsid w:val="00B77481"/>
    <w:rsid w:val="00B8518B"/>
    <w:rsid w:val="00B87D91"/>
    <w:rsid w:val="00B93EF0"/>
    <w:rsid w:val="00BC5593"/>
    <w:rsid w:val="00BC7F8D"/>
    <w:rsid w:val="00BD0B61"/>
    <w:rsid w:val="00BD7E91"/>
    <w:rsid w:val="00C02D0A"/>
    <w:rsid w:val="00C03002"/>
    <w:rsid w:val="00C03A6E"/>
    <w:rsid w:val="00C044EE"/>
    <w:rsid w:val="00C15E30"/>
    <w:rsid w:val="00C228EE"/>
    <w:rsid w:val="00C3428A"/>
    <w:rsid w:val="00C36143"/>
    <w:rsid w:val="00C44F6A"/>
    <w:rsid w:val="00C47AE3"/>
    <w:rsid w:val="00C636FB"/>
    <w:rsid w:val="00C6546B"/>
    <w:rsid w:val="00C87B78"/>
    <w:rsid w:val="00CC32BF"/>
    <w:rsid w:val="00CD1FC4"/>
    <w:rsid w:val="00CF53B5"/>
    <w:rsid w:val="00D01FC0"/>
    <w:rsid w:val="00D21061"/>
    <w:rsid w:val="00D247B3"/>
    <w:rsid w:val="00D30D61"/>
    <w:rsid w:val="00D3611D"/>
    <w:rsid w:val="00D4108E"/>
    <w:rsid w:val="00D6163D"/>
    <w:rsid w:val="00D73D46"/>
    <w:rsid w:val="00D831A3"/>
    <w:rsid w:val="00DC75F3"/>
    <w:rsid w:val="00DD46F3"/>
    <w:rsid w:val="00DE1BFA"/>
    <w:rsid w:val="00DE56F2"/>
    <w:rsid w:val="00DE6730"/>
    <w:rsid w:val="00DF116D"/>
    <w:rsid w:val="00E273D5"/>
    <w:rsid w:val="00E308FE"/>
    <w:rsid w:val="00E30A0E"/>
    <w:rsid w:val="00E34137"/>
    <w:rsid w:val="00E34D19"/>
    <w:rsid w:val="00E36C4A"/>
    <w:rsid w:val="00E445DF"/>
    <w:rsid w:val="00E4572D"/>
    <w:rsid w:val="00E46950"/>
    <w:rsid w:val="00E6270F"/>
    <w:rsid w:val="00E6656A"/>
    <w:rsid w:val="00E666DF"/>
    <w:rsid w:val="00E71477"/>
    <w:rsid w:val="00E85D44"/>
    <w:rsid w:val="00E87602"/>
    <w:rsid w:val="00EA68D7"/>
    <w:rsid w:val="00EB104F"/>
    <w:rsid w:val="00ED14BD"/>
    <w:rsid w:val="00EF35B5"/>
    <w:rsid w:val="00F01587"/>
    <w:rsid w:val="00F0533E"/>
    <w:rsid w:val="00F07C3C"/>
    <w:rsid w:val="00F1048D"/>
    <w:rsid w:val="00F12DEC"/>
    <w:rsid w:val="00F15A97"/>
    <w:rsid w:val="00F1715C"/>
    <w:rsid w:val="00F26B94"/>
    <w:rsid w:val="00F310F8"/>
    <w:rsid w:val="00F35939"/>
    <w:rsid w:val="00F4243B"/>
    <w:rsid w:val="00F44645"/>
    <w:rsid w:val="00F45607"/>
    <w:rsid w:val="00F45664"/>
    <w:rsid w:val="00F4790C"/>
    <w:rsid w:val="00F51B82"/>
    <w:rsid w:val="00F5558F"/>
    <w:rsid w:val="00F659EB"/>
    <w:rsid w:val="00F76E9F"/>
    <w:rsid w:val="00F7762C"/>
    <w:rsid w:val="00F814D9"/>
    <w:rsid w:val="00F86BA6"/>
    <w:rsid w:val="00F92C76"/>
    <w:rsid w:val="00FA5E88"/>
    <w:rsid w:val="00FC1ED7"/>
    <w:rsid w:val="00FC4B68"/>
    <w:rsid w:val="00FC5583"/>
    <w:rsid w:val="00FC6389"/>
    <w:rsid w:val="00FD54F3"/>
    <w:rsid w:val="00FF05D6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72529"/>
    <w:pPr>
      <w:tabs>
        <w:tab w:val="left" w:pos="1276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56CE3-EE65-4112-8955-84A05B90E1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311</TotalTime>
  <Pages>10</Pages>
  <Words>1414</Words>
  <Characters>8345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66</cp:revision>
  <cp:lastPrinted>2025-03-18T09:25:00Z</cp:lastPrinted>
  <dcterms:created xsi:type="dcterms:W3CDTF">2023-08-21T11:49:00Z</dcterms:created>
  <dcterms:modified xsi:type="dcterms:W3CDTF">2025-03-18T09:25:00Z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