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66BE9" w14:textId="4A1B7BC9" w:rsidR="00D836A1" w:rsidRDefault="00864DD5" w:rsidP="002C6023">
      <w:r>
        <w:t>Projektová dokumentace</w:t>
      </w:r>
      <w:r w:rsidR="009A05EB">
        <w:t xml:space="preserve"> byl</w:t>
      </w:r>
      <w:r>
        <w:t>a</w:t>
      </w:r>
      <w:r w:rsidR="009A05EB">
        <w:t xml:space="preserve"> zkomprimován</w:t>
      </w:r>
      <w:r>
        <w:t>a</w:t>
      </w:r>
      <w:r w:rsidR="009A05EB">
        <w:t xml:space="preserve"> (zabalen</w:t>
      </w:r>
      <w:r>
        <w:t>a</w:t>
      </w:r>
      <w:r w:rsidR="009A05EB">
        <w:t>) a rozdělen</w:t>
      </w:r>
      <w:r>
        <w:t>a</w:t>
      </w:r>
      <w:r w:rsidR="006C45D2">
        <w:t xml:space="preserve"> do více souborů (max. </w:t>
      </w:r>
      <w:proofErr w:type="gramStart"/>
      <w:r w:rsidR="001E2E43">
        <w:t>300</w:t>
      </w:r>
      <w:r w:rsidR="0059695A">
        <w:t>MB</w:t>
      </w:r>
      <w:proofErr w:type="gramEnd"/>
      <w:r w:rsidR="0059695A">
        <w:t>)</w:t>
      </w:r>
      <w:r w:rsidR="00D836A1">
        <w:t xml:space="preserve"> pomocí programu </w:t>
      </w:r>
      <w:r w:rsidR="00F22C83">
        <w:t>7-zip</w:t>
      </w:r>
      <w:r w:rsidR="00D836A1">
        <w:t>.</w:t>
      </w:r>
    </w:p>
    <w:p w14:paraId="5A26B025" w14:textId="43864ED6" w:rsidR="002C6023" w:rsidRDefault="00864DD5" w:rsidP="002C6023">
      <w:r>
        <w:t xml:space="preserve">Komprimovaná projektová dokumentace stavby </w:t>
      </w:r>
      <w:r w:rsidR="00730721">
        <w:t>je rozdělen</w:t>
      </w:r>
      <w:r>
        <w:t>a</w:t>
      </w:r>
      <w:r w:rsidR="0059695A">
        <w:t xml:space="preserve"> do </w:t>
      </w:r>
      <w:r w:rsidR="009A05EB">
        <w:t xml:space="preserve">souborů – </w:t>
      </w:r>
      <w:r w:rsidR="001E2E43">
        <w:t>5</w:t>
      </w:r>
      <w:r w:rsidR="009948A5">
        <w:t xml:space="preserve"> k</w:t>
      </w:r>
      <w:r w:rsidR="002C6023">
        <w:t>s.</w:t>
      </w:r>
    </w:p>
    <w:p w14:paraId="56DD5CC1" w14:textId="07565F99" w:rsidR="002C6023" w:rsidRDefault="00864DD5" w:rsidP="002C6023">
      <w:r>
        <w:t xml:space="preserve">Pro opětovné rozbalení </w:t>
      </w:r>
      <w:r w:rsidR="002C6023">
        <w:t>je nutno stáhnout všechny soubory:</w:t>
      </w:r>
    </w:p>
    <w:p w14:paraId="2109086D" w14:textId="77777777" w:rsidR="002A0EBC" w:rsidRDefault="002A0EBC" w:rsidP="00A25BB8">
      <w:pPr>
        <w:spacing w:after="0"/>
      </w:pPr>
      <w:r w:rsidRPr="002A0EBC">
        <w:t>Vybrané části PDPS 4. stavba GEO.zip.001</w:t>
      </w:r>
    </w:p>
    <w:p w14:paraId="17E2DD2D" w14:textId="2B28D194" w:rsidR="002A0EBC" w:rsidRDefault="002A0EBC" w:rsidP="00A25BB8">
      <w:pPr>
        <w:spacing w:after="0"/>
      </w:pPr>
      <w:r w:rsidRPr="002A0EBC">
        <w:t>Vybrané části PDPS 4. stavba GEO.zip.00</w:t>
      </w:r>
      <w:r>
        <w:t>2</w:t>
      </w:r>
    </w:p>
    <w:p w14:paraId="4AB80FFE" w14:textId="77777777" w:rsidR="002A0EBC" w:rsidRDefault="002A0EBC" w:rsidP="00A25BB8">
      <w:pPr>
        <w:spacing w:after="0"/>
      </w:pPr>
      <w:r w:rsidRPr="002A0EBC">
        <w:t>Vybrané části PDPS 4. stavba GEO.zip.00</w:t>
      </w:r>
      <w:r>
        <w:t>3</w:t>
      </w:r>
    </w:p>
    <w:p w14:paraId="66C63C84" w14:textId="79905656" w:rsidR="00A50A11" w:rsidRDefault="002A0EBC" w:rsidP="00A25BB8">
      <w:pPr>
        <w:spacing w:after="0"/>
      </w:pPr>
      <w:r w:rsidRPr="002A0EBC">
        <w:t>Vybrané části PDPS 4. stavba GEO.zip.00</w:t>
      </w:r>
      <w:r>
        <w:t>4</w:t>
      </w:r>
    </w:p>
    <w:p w14:paraId="77312259" w14:textId="634AB172" w:rsidR="002A0EBC" w:rsidRDefault="002A0EBC" w:rsidP="00A25BB8">
      <w:pPr>
        <w:spacing w:after="0"/>
      </w:pPr>
      <w:r w:rsidRPr="002A0EBC">
        <w:t>Vybrané části PDPS 4. stavba GEO.zip.00</w:t>
      </w:r>
      <w:r>
        <w:t>5</w:t>
      </w:r>
    </w:p>
    <w:p w14:paraId="6E5FE327" w14:textId="77777777" w:rsidR="002A0EBC" w:rsidRDefault="002A0EBC" w:rsidP="00A25BB8">
      <w:pPr>
        <w:spacing w:after="0"/>
      </w:pPr>
    </w:p>
    <w:p w14:paraId="20FB8994" w14:textId="128B3B37" w:rsidR="001E2E43" w:rsidRDefault="00A50A11" w:rsidP="002A0EBC">
      <w:r>
        <w:t xml:space="preserve">Přílohy ZTP byly zkomprimovány (zabaleny) a rozděleny do více souborů (max. </w:t>
      </w:r>
      <w:proofErr w:type="gramStart"/>
      <w:r>
        <w:t>300MB</w:t>
      </w:r>
      <w:proofErr w:type="gramEnd"/>
      <w:r>
        <w:t>) pomocí programu 7-zip.</w:t>
      </w:r>
    </w:p>
    <w:p w14:paraId="490382F6" w14:textId="77777777" w:rsidR="004A2669" w:rsidRDefault="00AF7C6F" w:rsidP="009948A5">
      <w:r>
        <w:t>O</w:t>
      </w:r>
      <w:r w:rsidR="004A2669">
        <w:t>pětovné sloučení a rozbalení komprimovaných soubor</w:t>
      </w:r>
      <w:r w:rsidR="00D836A1">
        <w:t xml:space="preserve">ů </w:t>
      </w:r>
      <w:r>
        <w:t>prov</w:t>
      </w:r>
      <w:r w:rsidR="00511F24">
        <w:t>eďte</w:t>
      </w:r>
      <w:r>
        <w:t xml:space="preserve"> za pomoci </w:t>
      </w:r>
      <w:proofErr w:type="gramStart"/>
      <w:r>
        <w:t>softwaru</w:t>
      </w:r>
      <w:r w:rsidR="00511F24">
        <w:t xml:space="preserve"> </w:t>
      </w:r>
      <w:r w:rsidR="004A2669" w:rsidRPr="004A2669">
        <w:t xml:space="preserve"> 7</w:t>
      </w:r>
      <w:proofErr w:type="gramEnd"/>
      <w:r w:rsidR="004A2669" w:rsidRPr="004A2669">
        <w:t>-Zip</w:t>
      </w:r>
      <w:r w:rsidR="004A2669">
        <w:t xml:space="preserve"> (</w:t>
      </w:r>
      <w:r w:rsidR="004A2669" w:rsidRPr="004A2669">
        <w:t>Freeware</w:t>
      </w:r>
      <w:r w:rsidR="00511F24">
        <w:t>), který umí rozbalit i soubory s dlouhými názvy.</w:t>
      </w:r>
    </w:p>
    <w:p w14:paraId="26C3FE2C" w14:textId="77777777" w:rsidR="002C6023" w:rsidRDefault="002C6023" w:rsidP="002C6023"/>
    <w:sectPr w:rsidR="002C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023"/>
    <w:rsid w:val="001C669B"/>
    <w:rsid w:val="001E2E43"/>
    <w:rsid w:val="00235370"/>
    <w:rsid w:val="002A0EBC"/>
    <w:rsid w:val="002C6023"/>
    <w:rsid w:val="00426C13"/>
    <w:rsid w:val="004765B2"/>
    <w:rsid w:val="004A2669"/>
    <w:rsid w:val="00511F24"/>
    <w:rsid w:val="00576169"/>
    <w:rsid w:val="0059695A"/>
    <w:rsid w:val="00687899"/>
    <w:rsid w:val="006C45D2"/>
    <w:rsid w:val="00730721"/>
    <w:rsid w:val="007414B1"/>
    <w:rsid w:val="00864DD5"/>
    <w:rsid w:val="008F6F8E"/>
    <w:rsid w:val="009948A5"/>
    <w:rsid w:val="009A05EB"/>
    <w:rsid w:val="009A09F1"/>
    <w:rsid w:val="00A25BB8"/>
    <w:rsid w:val="00A50A11"/>
    <w:rsid w:val="00AF7C6F"/>
    <w:rsid w:val="00C7313B"/>
    <w:rsid w:val="00CA42DB"/>
    <w:rsid w:val="00CB460B"/>
    <w:rsid w:val="00D836A1"/>
    <w:rsid w:val="00D92063"/>
    <w:rsid w:val="00EA3465"/>
    <w:rsid w:val="00F22C83"/>
    <w:rsid w:val="00F4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38CB7"/>
  <w15:docId w15:val="{E364F39F-9BA9-477E-AC54-B81BFB322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3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102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Morávek Martin, Ing.</cp:lastModifiedBy>
  <cp:revision>34</cp:revision>
  <dcterms:created xsi:type="dcterms:W3CDTF">2017-02-02T13:44:00Z</dcterms:created>
  <dcterms:modified xsi:type="dcterms:W3CDTF">2025-02-26T10:13:00Z</dcterms:modified>
</cp:coreProperties>
</file>