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A279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F9E8E6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68C3CF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22C803D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CB2DDD860244C9997B1E5A8B6FE5E3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987179FD57D49F8BD61EA7C03D818F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F50E59AE6E994837ACB8953E1C91715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0408C29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FC01EF85052445EF9CCE80F54C46D38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CDE02BFA218F42BDA01397E9AF61645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11207093B9504C56AD36D8A56E9133B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74DDF3C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6E560140E3F42479C0EB275E378E3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34C7D5480E0E403AB0A974AE4A78A9C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4F3444BFC8844EBABAFF1C21D62AF0F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F6509BD" w14:textId="77777777" w:rsidR="001B288F" w:rsidRDefault="001B288F" w:rsidP="001B288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A4844B91B8949A7BF464272074850E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19FFBEE325C74C3D851A21F9A76DDB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535E6F5897849F1B00F735E53C717D6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414343C9" w:rsidR="00357D03" w:rsidRPr="001221BF" w:rsidRDefault="00357D03" w:rsidP="001B288F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76AD6" w:rsidRPr="00676AD6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8641B1" w:rsidRPr="008641B1">
        <w:rPr>
          <w:rFonts w:ascii="Verdana" w:hAnsi="Verdana"/>
          <w:b/>
          <w:sz w:val="18"/>
          <w:szCs w:val="18"/>
        </w:rPr>
        <w:t xml:space="preserve">“, </w:t>
      </w:r>
      <w:r w:rsidR="008641B1" w:rsidRPr="008641B1">
        <w:rPr>
          <w:rFonts w:ascii="Verdana" w:hAnsi="Verdana"/>
          <w:sz w:val="18"/>
          <w:szCs w:val="18"/>
        </w:rPr>
        <w:t xml:space="preserve">č.j.  </w:t>
      </w:r>
      <w:r w:rsidR="00676AD6">
        <w:rPr>
          <w:rFonts w:ascii="Verdana" w:hAnsi="Verdana"/>
          <w:sz w:val="18"/>
          <w:szCs w:val="18"/>
        </w:rPr>
        <w:t>1390</w:t>
      </w:r>
      <w:r w:rsidR="008641B1" w:rsidRPr="008641B1">
        <w:rPr>
          <w:rFonts w:ascii="Verdana" w:hAnsi="Verdana"/>
          <w:sz w:val="18"/>
          <w:szCs w:val="18"/>
        </w:rPr>
        <w:t>/202</w:t>
      </w:r>
      <w:r w:rsidR="00676AD6">
        <w:rPr>
          <w:rFonts w:ascii="Verdana" w:hAnsi="Verdana"/>
          <w:sz w:val="18"/>
          <w:szCs w:val="18"/>
        </w:rPr>
        <w:t>5</w:t>
      </w:r>
      <w:r w:rsidR="008641B1" w:rsidRPr="008641B1">
        <w:rPr>
          <w:rFonts w:ascii="Verdana" w:hAnsi="Verdana"/>
          <w:sz w:val="18"/>
          <w:szCs w:val="18"/>
        </w:rPr>
        <w:t>-SŽ-OŘ OVA-NPI (č.j. dokumentu Výzvy k podání nabídek)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5574CBF4" w14:textId="13A7400D" w:rsidR="001B288F" w:rsidRPr="001221BF" w:rsidRDefault="001B288F" w:rsidP="001B288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5149ED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DC9D8C608594CB688585F0AB168A0F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1F0CEC4ABD3A4F179304221D4FD2C912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3FF8A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4336E7EC" w14:textId="77777777" w:rsidR="001B288F" w:rsidRDefault="001B288F" w:rsidP="001B288F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6C2D71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D180052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CD13370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0AF2DDF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C136BD" w14:textId="7F08414B" w:rsidR="001B288F" w:rsidRPr="008D5BEE" w:rsidRDefault="001B288F" w:rsidP="001B288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213D8D">
        <w:rPr>
          <w:rStyle w:val="Odkaznakoment"/>
          <w:rFonts w:ascii="Verdana" w:hAnsi="Verdana"/>
        </w:rPr>
        <w:t>13.3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 w:rsidR="00213D8D">
        <w:rPr>
          <w:rStyle w:val="Odkaznakoment"/>
          <w:rFonts w:ascii="Verdana" w:hAnsi="Verdana"/>
        </w:rPr>
        <w:t>poskytování služeb (Příloha č. 5 Výzvy k podání nabídky)</w:t>
      </w:r>
    </w:p>
    <w:p w14:paraId="1B5DEE78" w14:textId="77777777" w:rsidR="001B288F" w:rsidRPr="008D5BEE" w:rsidRDefault="001B288F" w:rsidP="001B288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6307850">
    <w:abstractNumId w:val="1"/>
  </w:num>
  <w:num w:numId="2" w16cid:durableId="172209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37DBA"/>
    <w:rsid w:val="00141B5B"/>
    <w:rsid w:val="001476BA"/>
    <w:rsid w:val="00147DBB"/>
    <w:rsid w:val="001B288F"/>
    <w:rsid w:val="00213D8D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149ED"/>
    <w:rsid w:val="00521EE5"/>
    <w:rsid w:val="005514C7"/>
    <w:rsid w:val="005A270F"/>
    <w:rsid w:val="005A7B41"/>
    <w:rsid w:val="005B58EC"/>
    <w:rsid w:val="0062134D"/>
    <w:rsid w:val="00676AD6"/>
    <w:rsid w:val="006A3F81"/>
    <w:rsid w:val="006B0027"/>
    <w:rsid w:val="006B679C"/>
    <w:rsid w:val="007D441E"/>
    <w:rsid w:val="007D5A8F"/>
    <w:rsid w:val="008542F6"/>
    <w:rsid w:val="008641B1"/>
    <w:rsid w:val="00901E2C"/>
    <w:rsid w:val="00961C66"/>
    <w:rsid w:val="00A5407A"/>
    <w:rsid w:val="00A56AB2"/>
    <w:rsid w:val="00A6772A"/>
    <w:rsid w:val="00A85895"/>
    <w:rsid w:val="00A96F5B"/>
    <w:rsid w:val="00A976A0"/>
    <w:rsid w:val="00AE2C06"/>
    <w:rsid w:val="00B114E3"/>
    <w:rsid w:val="00B502C9"/>
    <w:rsid w:val="00B54276"/>
    <w:rsid w:val="00B94C96"/>
    <w:rsid w:val="00BB68F7"/>
    <w:rsid w:val="00BF6A6B"/>
    <w:rsid w:val="00C31628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8B66F7A3B9408B998473E893F78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939F5-30A1-42C4-BE9F-61245BC653C7}"/>
      </w:docPartPr>
      <w:docPartBody>
        <w:p w:rsidR="00F2284C" w:rsidRDefault="00820A2C" w:rsidP="00820A2C">
          <w:pPr>
            <w:pStyle w:val="1D8B66F7A3B9408B998473E893F783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B2DDD860244C9997B1E5A8B6FE5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6B3A4-4C6A-4AC4-8D3B-A4B1F2493898}"/>
      </w:docPartPr>
      <w:docPartBody>
        <w:p w:rsidR="00F2284C" w:rsidRDefault="00820A2C" w:rsidP="00820A2C">
          <w:pPr>
            <w:pStyle w:val="5CB2DDD860244C9997B1E5A8B6FE5E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87179FD57D49F8BD61EA7C03D81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E557-345B-4243-AA92-0E3296794CF8}"/>
      </w:docPartPr>
      <w:docPartBody>
        <w:p w:rsidR="00F2284C" w:rsidRDefault="00820A2C" w:rsidP="00820A2C">
          <w:pPr>
            <w:pStyle w:val="B987179FD57D49F8BD61EA7C03D818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E59AE6E994837ACB8953E1C917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494D-0D73-4A7A-B115-55F50B95DDB4}"/>
      </w:docPartPr>
      <w:docPartBody>
        <w:p w:rsidR="00F2284C" w:rsidRDefault="00820A2C" w:rsidP="00820A2C">
          <w:pPr>
            <w:pStyle w:val="F50E59AE6E994837ACB8953E1C91715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1EF85052445EF9CCE80F54C46D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D44CA-F9AD-4DD4-B7FE-DBC4DAB5A7D0}"/>
      </w:docPartPr>
      <w:docPartBody>
        <w:p w:rsidR="00F2284C" w:rsidRDefault="00820A2C" w:rsidP="00820A2C">
          <w:pPr>
            <w:pStyle w:val="FC01EF85052445EF9CCE80F54C46D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E02BFA218F42BDA01397E9AF616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C028-0820-4BE7-885C-05107DB2A5FF}"/>
      </w:docPartPr>
      <w:docPartBody>
        <w:p w:rsidR="00F2284C" w:rsidRDefault="00820A2C" w:rsidP="00820A2C">
          <w:pPr>
            <w:pStyle w:val="CDE02BFA218F42BDA01397E9AF6164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207093B9504C56AD36D8A56E91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48ED3-6E07-475E-84B6-5807CE43FE6B}"/>
      </w:docPartPr>
      <w:docPartBody>
        <w:p w:rsidR="00F2284C" w:rsidRDefault="00820A2C" w:rsidP="00820A2C">
          <w:pPr>
            <w:pStyle w:val="11207093B9504C56AD36D8A56E9133B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560140E3F42479C0EB275E378E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C5418-EAA2-476B-9381-8F28BEAD4D2C}"/>
      </w:docPartPr>
      <w:docPartBody>
        <w:p w:rsidR="00F2284C" w:rsidRDefault="00820A2C" w:rsidP="00820A2C">
          <w:pPr>
            <w:pStyle w:val="D6E560140E3F42479C0EB275E378E3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C7D5480E0E403AB0A974AE4A78A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6E57-048D-49D5-858C-3235091A8A6C}"/>
      </w:docPartPr>
      <w:docPartBody>
        <w:p w:rsidR="00F2284C" w:rsidRDefault="00820A2C" w:rsidP="00820A2C">
          <w:pPr>
            <w:pStyle w:val="34C7D5480E0E403AB0A974AE4A78A9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F3444BFC8844EBABAFF1C21D62A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1399-233C-4502-9785-D1287E4B91D2}"/>
      </w:docPartPr>
      <w:docPartBody>
        <w:p w:rsidR="00F2284C" w:rsidRDefault="00820A2C" w:rsidP="00820A2C">
          <w:pPr>
            <w:pStyle w:val="74F3444BFC8844EBABAFF1C21D62AF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4844B91B8949A7BF46427207485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281BE-8937-41FC-84F1-C6F8661B589F}"/>
      </w:docPartPr>
      <w:docPartBody>
        <w:p w:rsidR="00F2284C" w:rsidRDefault="00820A2C" w:rsidP="00820A2C">
          <w:pPr>
            <w:pStyle w:val="8A4844B91B8949A7BF46427207485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FBEE325C74C3D851A21F9A76D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5F2AC-B430-42D9-AB7F-0973E02C6310}"/>
      </w:docPartPr>
      <w:docPartBody>
        <w:p w:rsidR="00F2284C" w:rsidRDefault="00820A2C" w:rsidP="00820A2C">
          <w:pPr>
            <w:pStyle w:val="19FFBEE325C74C3D851A21F9A76DDB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35E6F5897849F1B00F735E53C71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8D681-9602-4452-8108-B93A9D2E4EBA}"/>
      </w:docPartPr>
      <w:docPartBody>
        <w:p w:rsidR="00F2284C" w:rsidRDefault="00820A2C" w:rsidP="00820A2C">
          <w:pPr>
            <w:pStyle w:val="2535E6F5897849F1B00F735E53C71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DC9D8C608594CB688585F0AB168A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9D7A3-9116-441F-9E95-05AAC06917E8}"/>
      </w:docPartPr>
      <w:docPartBody>
        <w:p w:rsidR="00F2284C" w:rsidRDefault="00820A2C" w:rsidP="00820A2C">
          <w:pPr>
            <w:pStyle w:val="7DC9D8C608594CB688585F0AB168A0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0CEC4ABD3A4F179304221D4FD2C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45E7-7AD3-493C-A4BE-A8C639A90BAC}"/>
      </w:docPartPr>
      <w:docPartBody>
        <w:p w:rsidR="00F2284C" w:rsidRDefault="00820A2C" w:rsidP="00820A2C">
          <w:pPr>
            <w:pStyle w:val="1F0CEC4ABD3A4F179304221D4FD2C91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820A2C"/>
    <w:rsid w:val="008542F6"/>
    <w:rsid w:val="00956B41"/>
    <w:rsid w:val="00A94B29"/>
    <w:rsid w:val="00A96F5B"/>
    <w:rsid w:val="00B86108"/>
    <w:rsid w:val="00BA3496"/>
    <w:rsid w:val="00BB6CF3"/>
    <w:rsid w:val="00D53F1F"/>
    <w:rsid w:val="00DC321A"/>
    <w:rsid w:val="00E06449"/>
    <w:rsid w:val="00F103A4"/>
    <w:rsid w:val="00F2284C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0A2C"/>
    <w:rPr>
      <w:color w:val="808080"/>
    </w:rPr>
  </w:style>
  <w:style w:type="paragraph" w:customStyle="1" w:styleId="1D8B66F7A3B9408B998473E893F78360">
    <w:name w:val="1D8B66F7A3B9408B998473E893F78360"/>
    <w:rsid w:val="00820A2C"/>
    <w:pPr>
      <w:spacing w:after="160" w:line="259" w:lineRule="auto"/>
    </w:pPr>
  </w:style>
  <w:style w:type="paragraph" w:customStyle="1" w:styleId="5CB2DDD860244C9997B1E5A8B6FE5E3E">
    <w:name w:val="5CB2DDD860244C9997B1E5A8B6FE5E3E"/>
    <w:rsid w:val="00820A2C"/>
    <w:pPr>
      <w:spacing w:after="160" w:line="259" w:lineRule="auto"/>
    </w:pPr>
  </w:style>
  <w:style w:type="paragraph" w:customStyle="1" w:styleId="B987179FD57D49F8BD61EA7C03D818F3">
    <w:name w:val="B987179FD57D49F8BD61EA7C03D818F3"/>
    <w:rsid w:val="00820A2C"/>
    <w:pPr>
      <w:spacing w:after="160" w:line="259" w:lineRule="auto"/>
    </w:pPr>
  </w:style>
  <w:style w:type="paragraph" w:customStyle="1" w:styleId="F50E59AE6E994837ACB8953E1C917156">
    <w:name w:val="F50E59AE6E994837ACB8953E1C917156"/>
    <w:rsid w:val="00820A2C"/>
    <w:pPr>
      <w:spacing w:after="160" w:line="259" w:lineRule="auto"/>
    </w:pPr>
  </w:style>
  <w:style w:type="paragraph" w:customStyle="1" w:styleId="FC01EF85052445EF9CCE80F54C46D381">
    <w:name w:val="FC01EF85052445EF9CCE80F54C46D381"/>
    <w:rsid w:val="00820A2C"/>
    <w:pPr>
      <w:spacing w:after="160" w:line="259" w:lineRule="auto"/>
    </w:pPr>
  </w:style>
  <w:style w:type="paragraph" w:customStyle="1" w:styleId="CDE02BFA218F42BDA01397E9AF616458">
    <w:name w:val="CDE02BFA218F42BDA01397E9AF616458"/>
    <w:rsid w:val="00820A2C"/>
    <w:pPr>
      <w:spacing w:after="160" w:line="259" w:lineRule="auto"/>
    </w:pPr>
  </w:style>
  <w:style w:type="paragraph" w:customStyle="1" w:styleId="11207093B9504C56AD36D8A56E9133B4">
    <w:name w:val="11207093B9504C56AD36D8A56E9133B4"/>
    <w:rsid w:val="00820A2C"/>
    <w:pPr>
      <w:spacing w:after="160" w:line="259" w:lineRule="auto"/>
    </w:pPr>
  </w:style>
  <w:style w:type="paragraph" w:customStyle="1" w:styleId="D6E560140E3F42479C0EB275E378E3AF">
    <w:name w:val="D6E560140E3F42479C0EB275E378E3AF"/>
    <w:rsid w:val="00820A2C"/>
    <w:pPr>
      <w:spacing w:after="160" w:line="259" w:lineRule="auto"/>
    </w:pPr>
  </w:style>
  <w:style w:type="paragraph" w:customStyle="1" w:styleId="34C7D5480E0E403AB0A974AE4A78A9CC">
    <w:name w:val="34C7D5480E0E403AB0A974AE4A78A9CC"/>
    <w:rsid w:val="00820A2C"/>
    <w:pPr>
      <w:spacing w:after="160" w:line="259" w:lineRule="auto"/>
    </w:pPr>
  </w:style>
  <w:style w:type="paragraph" w:customStyle="1" w:styleId="74F3444BFC8844EBABAFF1C21D62AF0F">
    <w:name w:val="74F3444BFC8844EBABAFF1C21D62AF0F"/>
    <w:rsid w:val="00820A2C"/>
    <w:pPr>
      <w:spacing w:after="160" w:line="259" w:lineRule="auto"/>
    </w:pPr>
  </w:style>
  <w:style w:type="paragraph" w:customStyle="1" w:styleId="8A4844B91B8949A7BF464272074850EE">
    <w:name w:val="8A4844B91B8949A7BF464272074850EE"/>
    <w:rsid w:val="00820A2C"/>
    <w:pPr>
      <w:spacing w:after="160" w:line="259" w:lineRule="auto"/>
    </w:pPr>
  </w:style>
  <w:style w:type="paragraph" w:customStyle="1" w:styleId="19FFBEE325C74C3D851A21F9A76DDBA4">
    <w:name w:val="19FFBEE325C74C3D851A21F9A76DDBA4"/>
    <w:rsid w:val="00820A2C"/>
    <w:pPr>
      <w:spacing w:after="160" w:line="259" w:lineRule="auto"/>
    </w:pPr>
  </w:style>
  <w:style w:type="paragraph" w:customStyle="1" w:styleId="2535E6F5897849F1B00F735E53C717D6">
    <w:name w:val="2535E6F5897849F1B00F735E53C717D6"/>
    <w:rsid w:val="00820A2C"/>
    <w:pPr>
      <w:spacing w:after="160" w:line="259" w:lineRule="auto"/>
    </w:pPr>
  </w:style>
  <w:style w:type="paragraph" w:customStyle="1" w:styleId="7DC9D8C608594CB688585F0AB168A0F3">
    <w:name w:val="7DC9D8C608594CB688585F0AB168A0F3"/>
    <w:rsid w:val="00820A2C"/>
    <w:pPr>
      <w:spacing w:after="160" w:line="259" w:lineRule="auto"/>
    </w:pPr>
  </w:style>
  <w:style w:type="paragraph" w:customStyle="1" w:styleId="1F0CEC4ABD3A4F179304221D4FD2C912">
    <w:name w:val="1F0CEC4ABD3A4F179304221D4FD2C912"/>
    <w:rsid w:val="00820A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DC8D95-500A-4238-840B-B7649B8BE1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39</cp:revision>
  <dcterms:created xsi:type="dcterms:W3CDTF">2018-11-26T13:29:00Z</dcterms:created>
  <dcterms:modified xsi:type="dcterms:W3CDTF">2025-01-23T09:19:00Z</dcterms:modified>
</cp:coreProperties>
</file>