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14582A07" w:rsidR="00F422D3" w:rsidRDefault="00F422D3" w:rsidP="00B42F40">
      <w:pPr>
        <w:pStyle w:val="SoDTitul2"/>
      </w:pPr>
      <w:r w:rsidRPr="00B31F47">
        <w:t>Název zakázky: „</w:t>
      </w:r>
      <w:r w:rsidR="00B31F47" w:rsidRPr="00565D46">
        <w:t>Modernizace trati Plzeň - Domažlice - st.hranice SRN, 2. stavba, úsek Plzeň (mimo) - Nýřany - Chotěšov (mimo</w:t>
      </w:r>
      <w:r w:rsidR="00B31F47" w:rsidRPr="00B31F47">
        <w:t>)</w:t>
      </w:r>
      <w:r w:rsidRPr="00B31F47">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Default="00F422D3" w:rsidP="00B42F40">
      <w:pPr>
        <w:pStyle w:val="SoDTextbezodsazen"/>
        <w:spacing w:after="0"/>
      </w:pPr>
      <w:r>
        <w:t>spisová značka A 48384</w:t>
      </w:r>
    </w:p>
    <w:p w14:paraId="327A0CD1" w14:textId="77777777" w:rsidR="00F422D3" w:rsidRPr="00B31F47" w:rsidRDefault="00F422D3" w:rsidP="00B42F40">
      <w:pPr>
        <w:pStyle w:val="SoDTextbezodsazen"/>
        <w:spacing w:after="0"/>
      </w:pPr>
      <w:r w:rsidRPr="00B31F47">
        <w:t xml:space="preserve">zastoupena: Ing. Mojmírem Nejezchlebem, náměstkem GŘ pro modernizaci dráhy </w:t>
      </w:r>
    </w:p>
    <w:p w14:paraId="0F4A8A3E" w14:textId="77777777" w:rsidR="00F422D3" w:rsidRDefault="00F422D3" w:rsidP="00B42F40">
      <w:pPr>
        <w:pStyle w:val="SoDTextbezodsazen"/>
      </w:pPr>
      <w:r w:rsidRPr="00B31F47">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015591E" w14:textId="65C4CC84" w:rsidR="00F422D3" w:rsidRDefault="00B31F47" w:rsidP="00B42F40">
      <w:pPr>
        <w:pStyle w:val="SoDTextbezodsazen"/>
      </w:pPr>
      <w:r w:rsidRPr="00B31F47">
        <w:t>Stavební správa západ, Ke Štvanici 656/3, 186 00 Praha 8 – Karlín</w:t>
      </w:r>
    </w:p>
    <w:p w14:paraId="2E08C4E4" w14:textId="7777777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37F4396A" w:rsidR="00F422D3" w:rsidRDefault="00F422D3" w:rsidP="00B42F40">
      <w:pPr>
        <w:pStyle w:val="SoDTextbezodsazen"/>
      </w:pPr>
      <w:r w:rsidRPr="00B31F47">
        <w:t>ISPROFOND: 5</w:t>
      </w:r>
      <w:r w:rsidR="00B31F47" w:rsidRPr="00B31F47">
        <w:t>323520022</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lastRenderedPageBreak/>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4B248F65" w:rsidR="00F422D3" w:rsidRDefault="00F422D3" w:rsidP="00B42F40">
      <w:pPr>
        <w:pStyle w:val="SoDTextbezodsazen"/>
      </w:pPr>
      <w:r w:rsidRPr="00B42F40">
        <w:t xml:space="preserve">Objednatel si přeje, aby Dílo </w:t>
      </w:r>
      <w:r w:rsidR="00B31F47">
        <w:t>„</w:t>
      </w:r>
      <w:r w:rsidR="00B31F47" w:rsidRPr="009B0B96">
        <w:t>Modernizace trati Plzeň - Domažlice - st.hranice SRN, 2. stavba, úsek Plzeň (mimo) - Nýřany - Chotěšov (mimo</w:t>
      </w:r>
      <w:r w:rsidR="00B31F47">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3FAECBD3" w14:textId="6EBE3BB7"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B31F47">
        <w:t>R-F/14/22</w:t>
      </w:r>
      <w:r w:rsidR="007A0E0E" w:rsidRPr="0045180B">
        <w:t>, ZTP</w:t>
      </w:r>
      <w:r w:rsidR="00D43467">
        <w:t xml:space="preserve"> ze dne 13. 12. 2024</w:t>
      </w:r>
      <w:r w:rsidR="007A0E0E" w:rsidRPr="0045180B">
        <w:t xml:space="preserve"> 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208EA984" w14:textId="08433A83" w:rsidR="00F422D3" w:rsidRPr="007E78F3" w:rsidRDefault="00633F93" w:rsidP="00003F09">
      <w:pPr>
        <w:pStyle w:val="SoDslseznam-3"/>
      </w:pPr>
      <w:r w:rsidRPr="007E78F3">
        <w:t xml:space="preserve">2 x </w:t>
      </w:r>
      <w:r w:rsidR="00F422D3" w:rsidRPr="007E78F3">
        <w:t>Soupis</w:t>
      </w:r>
      <w:r w:rsidR="00CA297E" w:rsidRPr="007E78F3">
        <w:t>y</w:t>
      </w:r>
      <w:r w:rsidR="00F422D3" w:rsidRPr="007E78F3">
        <w:t xml:space="preserve"> prací</w:t>
      </w:r>
    </w:p>
    <w:p w14:paraId="3B80CC92" w14:textId="0D57C6C6" w:rsidR="00116B5E" w:rsidRPr="007E78F3" w:rsidRDefault="00116B5E" w:rsidP="00116B5E">
      <w:pPr>
        <w:pStyle w:val="SoDslseznam-3"/>
      </w:pPr>
      <w:r w:rsidRPr="007E78F3">
        <w:t>Navržený plán výluk předložený Zhotovitelem dle čl. 17.3 Pokynů a přílohy č. 13 Pokynů.</w:t>
      </w:r>
    </w:p>
    <w:p w14:paraId="44C52D2C"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(Value Engineering) - schváleno Ministerstvem dopravy dne 18. 6. 2019</w:t>
      </w:r>
      <w:r w:rsidR="00A11A87">
        <w:t>,</w:t>
      </w:r>
    </w:p>
    <w:p w14:paraId="7CECE7E8" w14:textId="7C02F5CF" w:rsidR="00B84CEE" w:rsidRDefault="00731100" w:rsidP="00731100">
      <w:pPr>
        <w:pStyle w:val="SoDslseznam-3"/>
      </w:pPr>
      <w:r w:rsidRPr="00731100">
        <w:t>Metodika pro akceleraci, verze II – 06/2024, schváleno Centrální komisí Ministerstva dopravy pod č.j. 8068/SFDI/140116/10682/2024, dne 17.06.2024.</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77777777" w:rsidR="00E73A2F" w:rsidRPr="00B31F47" w:rsidRDefault="002D7BAE" w:rsidP="00E73A2F">
      <w:pPr>
        <w:pStyle w:val="SoDslseznam-1"/>
      </w:pPr>
      <w:r w:rsidRPr="00E73A2F">
        <w:t xml:space="preserve">Sociálně a environmentálně odpovědné </w:t>
      </w:r>
      <w:r w:rsidRPr="00B31F47">
        <w:t>zadávání</w:t>
      </w:r>
      <w:r w:rsidR="00143682" w:rsidRPr="00B31F47">
        <w:t>, inovace</w:t>
      </w:r>
      <w:r w:rsidR="00222886" w:rsidRPr="00B31F47">
        <w:t xml:space="preserve"> </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2C6663" w:rsidRDefault="00C74AE9" w:rsidP="002C03C9">
      <w:pPr>
        <w:pStyle w:val="SoDodraka-1"/>
      </w:pPr>
      <w:r w:rsidRPr="005925DB">
        <w:t>rovnocenné</w:t>
      </w:r>
      <w:r w:rsidRPr="002C6663">
        <w:t xml:space="preserve"> platební podmínky v rámci dodavatelského řetězce,</w:t>
      </w:r>
    </w:p>
    <w:p w14:paraId="131B1AE0" w14:textId="77777777" w:rsidR="00C74AE9" w:rsidRPr="002C6663" w:rsidRDefault="00C74AE9" w:rsidP="002C03C9">
      <w:pPr>
        <w:pStyle w:val="SoDodraka-1"/>
      </w:pPr>
      <w:r w:rsidRPr="002C6663">
        <w:t>jednání vedená primárně distančním způsobem,</w:t>
      </w:r>
    </w:p>
    <w:p w14:paraId="11E2BE32" w14:textId="1DF52A8A" w:rsidR="00C74AE9" w:rsidRPr="00B31F47" w:rsidRDefault="00C74AE9" w:rsidP="00867ED8">
      <w:pPr>
        <w:pStyle w:val="SoDodraka-1"/>
        <w:rPr>
          <w:i/>
          <w:color w:val="00B050"/>
        </w:rPr>
      </w:pPr>
      <w:r w:rsidRPr="00B31F47">
        <w:t>studentské exkurze</w:t>
      </w:r>
      <w:r w:rsidR="00867ED8" w:rsidRPr="00B31F47">
        <w:t xml:space="preserve">, </w:t>
      </w:r>
    </w:p>
    <w:p w14:paraId="42A74E32" w14:textId="75AF8EBF" w:rsidR="008916E9" w:rsidRPr="00B31F47" w:rsidRDefault="00C74AE9" w:rsidP="00495B1B">
      <w:pPr>
        <w:pStyle w:val="SoDodraka-1"/>
        <w:rPr>
          <w:i/>
          <w:color w:val="00B050"/>
        </w:rPr>
      </w:pPr>
      <w:r w:rsidRPr="00B31F47">
        <w:t>recyklace kameniva vyzískávaného z kolejového lože,</w:t>
      </w:r>
      <w:r w:rsidR="009178EF" w:rsidRPr="00B31F47">
        <w:t xml:space="preserve"> </w:t>
      </w:r>
    </w:p>
    <w:p w14:paraId="7F59D1BA" w14:textId="77777777" w:rsidR="00E73A2F" w:rsidRPr="00B31F47" w:rsidRDefault="00FE2EF5" w:rsidP="002C03C9">
      <w:pPr>
        <w:pStyle w:val="SoDodraka-1"/>
      </w:pPr>
      <w:r w:rsidRPr="00B31F47">
        <w:t>využití metody BIM jako souhrnu všech dokumentů zahrnujících grafické a negrafické informace vztahující se k Dílu, v digitální podobě pořízených prostřednictvím systémů a</w:t>
      </w:r>
      <w:r w:rsidR="00EA056C" w:rsidRPr="00B31F47">
        <w:t> </w:t>
      </w:r>
      <w:r w:rsidRPr="00B31F47">
        <w:t xml:space="preserve">dalších softwarových nástrojů, organizovaných tak, aby reprezentovaly předmět Díla. </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lastRenderedPageBreak/>
        <w:t>V případě jakékoliv nejistoty ohledně výkladu ustanovení Smlouvy budou její ustanovení vykládána tak, aby v co nejširší míře zohledňovala účel veřejné zakázky, vyjádřený Zadávací dokumentací.</w:t>
      </w:r>
    </w:p>
    <w:p w14:paraId="5CE00625" w14:textId="77777777" w:rsidR="00D43467" w:rsidRDefault="00D43467" w:rsidP="00D43467">
      <w:pPr>
        <w:pStyle w:val="slovanseznam"/>
      </w:pPr>
      <w:r w:rsidRPr="00F1032B">
        <w:t xml:space="preserve">Zhotovitel se </w:t>
      </w:r>
      <w:r>
        <w:t xml:space="preserve">v souladu se svou nabídkou v zadávacím řízení </w:t>
      </w:r>
      <w:r w:rsidRPr="00F1032B">
        <w:t xml:space="preserve">zavazuje </w:t>
      </w:r>
      <w:r>
        <w:t>dodržet</w:t>
      </w:r>
      <w:r w:rsidRPr="00F1032B">
        <w:t xml:space="preserve"> </w:t>
      </w:r>
      <w:r>
        <w:t xml:space="preserve">jím stanovenou </w:t>
      </w:r>
      <w:r w:rsidRPr="00410126">
        <w:t xml:space="preserve">dobu </w:t>
      </w:r>
      <w:r>
        <w:t>výluk</w:t>
      </w:r>
      <w:r w:rsidRPr="00F1032B">
        <w:t>.</w:t>
      </w:r>
    </w:p>
    <w:p w14:paraId="19589083" w14:textId="77777777" w:rsidR="00D43467" w:rsidRDefault="00D43467" w:rsidP="00D43467">
      <w:pPr>
        <w:pStyle w:val="slovanseznam2"/>
      </w:pPr>
      <w:r>
        <w:t xml:space="preserve">Zhotovitel se zavazuje dodržet zkrácenou </w:t>
      </w:r>
      <w:r w:rsidRPr="00410126">
        <w:t>dob</w:t>
      </w:r>
      <w:r>
        <w:t>u</w:t>
      </w:r>
      <w:r w:rsidRPr="00410126">
        <w:t xml:space="preserve"> </w:t>
      </w:r>
      <w:r>
        <w:t>výluk traťových kolejí</w:t>
      </w:r>
      <w:r w:rsidRPr="00410126">
        <w:t xml:space="preserve"> </w:t>
      </w:r>
      <w:r>
        <w:t>v souladu se svou nabídkou a údaji uvedenými v</w:t>
      </w:r>
      <w:r w:rsidRPr="00A0552F">
        <w:t xml:space="preserve"> </w:t>
      </w:r>
      <w:r>
        <w:t>p</w:t>
      </w:r>
      <w:r w:rsidRPr="00A0552F">
        <w:t>řílo</w:t>
      </w:r>
      <w:r>
        <w:t>ze</w:t>
      </w:r>
      <w:r w:rsidRPr="00A0552F">
        <w:t xml:space="preserve"> č.</w:t>
      </w:r>
      <w:r>
        <w:t xml:space="preserve"> 13 této Smlouvy – </w:t>
      </w:r>
      <w:r w:rsidRPr="00F07B17">
        <w:t>Formulář –</w:t>
      </w:r>
      <w:r>
        <w:t xml:space="preserve"> Plán výluk.</w:t>
      </w:r>
    </w:p>
    <w:p w14:paraId="75ACA79C" w14:textId="77777777" w:rsidR="00D43467" w:rsidRPr="004F132D" w:rsidRDefault="00D43467" w:rsidP="00D43467">
      <w:pPr>
        <w:pStyle w:val="slovanseznam2"/>
      </w:pPr>
      <w:r>
        <w:t xml:space="preserve">Jestliže Zhotovitel nedodrží nabízenou a zkrácenou </w:t>
      </w:r>
      <w:r w:rsidRPr="00410126">
        <w:t xml:space="preserve">dobu </w:t>
      </w:r>
      <w:r>
        <w:t>výluk dle bodu 18.1 této Smlouvy</w:t>
      </w:r>
      <w:r w:rsidRPr="00A0552F">
        <w:t xml:space="preserve"> </w:t>
      </w:r>
      <w:r>
        <w:t xml:space="preserve">a dojde-li k rozšíření této doby nikoliv z viny či rizika Objednatele, zavazuje se </w:t>
      </w:r>
      <w:r w:rsidRPr="00F1032B">
        <w:t>Zhotovitel uhradit Objednateli smluvní pokutu</w:t>
      </w:r>
      <w:r>
        <w:t xml:space="preserve"> </w:t>
      </w:r>
      <w:r w:rsidRPr="004F132D">
        <w:t xml:space="preserve">ve výši </w:t>
      </w:r>
      <w:r>
        <w:t>150 000,</w:t>
      </w:r>
      <w:r w:rsidRPr="004F132D">
        <w:t>- Kč za každou započatou hodinu</w:t>
      </w:r>
      <w:r>
        <w:t>, o kterou překročí zkrácenou dobu výluk</w:t>
      </w:r>
      <w:r w:rsidRPr="004F132D">
        <w:t>. Maximální výše smluv</w:t>
      </w:r>
      <w:r>
        <w:t>ní pokuty dle tohoto bodu 18.2</w:t>
      </w:r>
      <w:r w:rsidRPr="004F132D">
        <w:t xml:space="preserve"> je stanovena ve výši součinu </w:t>
      </w:r>
      <w:r>
        <w:t>150 000</w:t>
      </w:r>
      <w:r w:rsidRPr="004F132D">
        <w:t>,- Kč a počtu hodin (po přepočtu z počtu dnů), o kter</w:t>
      </w:r>
      <w:r>
        <w:t>ou</w:t>
      </w:r>
      <w:r w:rsidRPr="004F132D">
        <w:t xml:space="preserve"> byl</w:t>
      </w:r>
      <w:r>
        <w:t>y</w:t>
      </w:r>
      <w:r w:rsidRPr="004F132D">
        <w:t xml:space="preserve"> Zhotovitelem zkrácen</w:t>
      </w:r>
      <w:r>
        <w:t>y</w:t>
      </w:r>
      <w:r w:rsidRPr="004F132D">
        <w:t xml:space="preserve"> </w:t>
      </w:r>
      <w:r>
        <w:t xml:space="preserve">doby výluk </w:t>
      </w:r>
      <w:r w:rsidRPr="004F132D">
        <w:t>dle bodu 1</w:t>
      </w:r>
      <w:r>
        <w:t>8</w:t>
      </w:r>
      <w:r w:rsidRPr="004F132D">
        <w:t>.1 té</w:t>
      </w:r>
      <w:r>
        <w:t>to Smlouvy.</w:t>
      </w:r>
    </w:p>
    <w:p w14:paraId="7BA70A72" w14:textId="77777777" w:rsidR="00D43467" w:rsidRDefault="00D43467" w:rsidP="00D43467">
      <w:pPr>
        <w:pStyle w:val="slovanseznam2"/>
      </w:pPr>
      <w:r w:rsidRPr="00F1032B">
        <w:t>Při rozšíření doby výluk traťových kolejí se postupuje dle Pod-článku 4.30 [</w:t>
      </w:r>
      <w:r w:rsidRPr="00F1032B">
        <w:rPr>
          <w:i/>
        </w:rPr>
        <w:t>Výluky</w:t>
      </w:r>
      <w:r w:rsidRPr="00F1032B">
        <w:t xml:space="preserve">] Smluvních podmínek. </w:t>
      </w:r>
    </w:p>
    <w:p w14:paraId="482A804F" w14:textId="77777777" w:rsidR="00F422D3" w:rsidRDefault="00F422D3" w:rsidP="00F54F3E">
      <w:pPr>
        <w:pStyle w:val="SoDslseznam-1"/>
      </w:pPr>
      <w:r w:rsidRPr="00C50C28">
        <w:t>Ukončením Smlouvy nejsou dotčena ustanovení Smlouvy ve znění dokumentů dle odst. 1 této Smlo</w:t>
      </w:r>
      <w:r w:rsidR="006B0FFD" w:rsidRPr="00C50C28">
        <w:t xml:space="preserve">uvy o </w:t>
      </w:r>
      <w:r w:rsidR="006B0FFD" w:rsidRPr="007547B2">
        <w:t xml:space="preserve">dílo a příloh dle odst. </w:t>
      </w:r>
      <w:r w:rsidR="00D20BF2" w:rsidRPr="007547B2">
        <w:t>2</w:t>
      </w:r>
      <w:r w:rsidR="00735609" w:rsidRPr="007547B2">
        <w:t>5</w:t>
      </w:r>
      <w:r w:rsidR="00D20BF2" w:rsidRPr="007547B2">
        <w:t xml:space="preserve"> </w:t>
      </w:r>
      <w:r w:rsidRPr="007547B2">
        <w:t xml:space="preserve">této Smlouvy o dílo týkající se licencí, záruk, nároků z odpovědnosti za vady, nároky z odpovědnosti </w:t>
      </w:r>
      <w:r w:rsidRPr="00C50C28">
        <w:t>za škodu a nároky ze smluvních pokut, pokud vznikly před ukončením Smlouvy, ustanovení o ochraně informací, ani další ustanovení a nároky, z jejichž povahy vyplývá, že mají trvat i po ukončení účinnosti této Smlouvy.</w:t>
      </w:r>
    </w:p>
    <w:p w14:paraId="21892AD9"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1F701B8A" w14:textId="77777777" w:rsidR="00F422D3" w:rsidRDefault="00F422D3" w:rsidP="00F54F3E">
      <w:pPr>
        <w:pStyle w:val="SoDslseznam-2"/>
      </w:pPr>
      <w:r w:rsidRPr="00470D99">
        <w:t>požadavek, že níže uvedené významné činnosti při plnění veřejné zakázky musí být plněny přímo Zhotovitelem jeho vlastními prostředky:</w:t>
      </w:r>
    </w:p>
    <w:p w14:paraId="00878610" w14:textId="77777777" w:rsidR="00595A59" w:rsidRPr="00595A59" w:rsidRDefault="00595A59" w:rsidP="007547B2">
      <w:pPr>
        <w:pStyle w:val="SoDodraka-3"/>
        <w:ind w:left="1248" w:hanging="227"/>
      </w:pPr>
      <w:r w:rsidRPr="00595A59">
        <w:t>SO 1-10-01 ŽST Plzeň hl.n., obvod Nová Hospoda, železniční svršek</w:t>
      </w:r>
    </w:p>
    <w:p w14:paraId="6A2EBD05" w14:textId="77777777" w:rsidR="00595A59" w:rsidRPr="00595A59" w:rsidRDefault="00595A59" w:rsidP="007547B2">
      <w:pPr>
        <w:pStyle w:val="SoDodraka-3"/>
        <w:ind w:left="1248" w:hanging="227"/>
      </w:pPr>
      <w:r w:rsidRPr="00595A59">
        <w:t>SO 9-60-01 ŽST Plzeň hl.n., Jižní předměstí - Nová Hospoda, TV</w:t>
      </w:r>
    </w:p>
    <w:p w14:paraId="32735FE0" w14:textId="77777777" w:rsidR="00B16FC9" w:rsidRDefault="00B16FC9" w:rsidP="00F54F3E">
      <w:pPr>
        <w:pStyle w:val="SoDTextbezodsazen"/>
        <w:ind w:left="1021"/>
      </w:pPr>
      <w:r w:rsidRPr="005925DB">
        <w:t>s výjimkou speciálních činností nebo zařízení uvedených v Příloze k nabídce.</w:t>
      </w:r>
    </w:p>
    <w:p w14:paraId="241EFAE1" w14:textId="77777777" w:rsidR="004F6BB8" w:rsidRPr="002C6663"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538B405C" w14:textId="07D3EF97" w:rsidR="007157F6" w:rsidRPr="001B325A" w:rsidRDefault="007157F6" w:rsidP="00B31F47">
      <w:pPr>
        <w:pStyle w:val="SoDslseznam-2"/>
      </w:pPr>
      <w:bookmarkStart w:id="0" w:name="_Hlk135648984"/>
      <w:r w:rsidRPr="00A973B1">
        <w:rPr>
          <w:i/>
          <w:color w:val="00B050"/>
        </w:rPr>
        <w:t xml:space="preserve"> </w:t>
      </w:r>
      <w:r w:rsidRPr="00A973B1">
        <w:t>V</w:t>
      </w:r>
      <w:r w:rsidR="006467C2" w:rsidRPr="002C6663">
        <w:t xml:space="preserve"> souladu s § 100 odst.</w:t>
      </w:r>
      <w:r w:rsidR="000A2358">
        <w:t> </w:t>
      </w:r>
      <w:r w:rsidR="006467C2" w:rsidRPr="002C6663">
        <w:t xml:space="preserve">1 ZZVZ </w:t>
      </w:r>
      <w:r w:rsidR="00713432" w:rsidRPr="002C6663">
        <w:t xml:space="preserve">provedení činností </w:t>
      </w:r>
      <w:r w:rsidR="006467C2" w:rsidRPr="002C6663">
        <w:t>v souvislosti s</w:t>
      </w:r>
      <w:r>
        <w:t> </w:t>
      </w:r>
      <w:r w:rsidR="006467C2" w:rsidRPr="002C6663">
        <w:t xml:space="preserve">publicitou Stavby spolufinancované Evropskou unií podle platných pravidel pro </w:t>
      </w:r>
      <w:r w:rsidR="00B31F47" w:rsidRPr="00B31F47">
        <w:t>publicit</w:t>
      </w:r>
      <w:r w:rsidR="00B31F47">
        <w:t>u</w:t>
      </w:r>
      <w:r w:rsidR="00B31F47" w:rsidRPr="00B31F47">
        <w:t xml:space="preserve"> projektů spolufinancovaných z Connecting Europe Facility (CEF)</w:t>
      </w:r>
      <w:r w:rsidR="00973C20">
        <w:t xml:space="preserve">. </w:t>
      </w:r>
      <w:r w:rsidR="006467C2" w:rsidRPr="002C6663">
        <w:t xml:space="preserve">Specifikace činností a </w:t>
      </w:r>
      <w:r w:rsidR="006467C2" w:rsidRPr="002C6663">
        <w:lastRenderedPageBreak/>
        <w:t xml:space="preserve">podmínky pro jejich provedení jsou uvedeny v Technické specifikaci </w:t>
      </w:r>
      <w:r w:rsidR="00222886" w:rsidRPr="002C6663">
        <w:t>–</w:t>
      </w:r>
      <w:r w:rsidR="006467C2" w:rsidRPr="002C6663">
        <w:t xml:space="preserve"> </w:t>
      </w:r>
      <w:r w:rsidR="00222886" w:rsidRPr="002C6663">
        <w:t>Zvláštní technické podmínky</w:t>
      </w:r>
      <w:r w:rsidR="006467C2" w:rsidRPr="002C6663">
        <w:t xml:space="preserve">. V případě, že tato veřejná zakázka nebude spolufinancovaná z prostředků Evropské unie, zajištění publicity Stavby nebude Zhotovitelem provedeno. Zhotoviteli bude uhrazen jen skutečně provedený rozsah tohoto </w:t>
      </w:r>
      <w:r w:rsidR="006467C2" w:rsidRPr="001B325A">
        <w:t>plnění.</w:t>
      </w:r>
    </w:p>
    <w:bookmarkEnd w:id="0"/>
    <w:p w14:paraId="2030F339" w14:textId="5A58439F" w:rsidR="00F422D3" w:rsidRPr="00C50C28" w:rsidRDefault="00F422D3" w:rsidP="00F54F3E">
      <w:pPr>
        <w:pStyle w:val="SoDslseznam-2"/>
      </w:pPr>
      <w:r w:rsidRPr="00C50C28">
        <w:t xml:space="preserve">změnu </w:t>
      </w:r>
      <w:r w:rsidR="0038118A">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10EF9778" w14:textId="6552DE1B" w:rsidR="0034230B" w:rsidRDefault="001C655D" w:rsidP="00F54F3E">
      <w:pPr>
        <w:pStyle w:val="SoDslseznam-2"/>
      </w:pPr>
      <w:r>
        <w:t xml:space="preserve">v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52928E31"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4923391B" w14:textId="3BD46980" w:rsidR="00CB337C" w:rsidRPr="0045180B" w:rsidRDefault="00CB337C" w:rsidP="00F54F3E">
      <w:pPr>
        <w:pStyle w:val="SoDslseznam-1"/>
      </w:pPr>
      <w:r w:rsidRPr="0045180B">
        <w:t xml:space="preserve">Součástí dodávky na zhotovení Díla nejsou prvky mobiliáře, které jsou součástí </w:t>
      </w:r>
      <w:r w:rsidR="00C62389" w:rsidRPr="005A5D65">
        <w:t>SO 23-79-01 ŽST Vejprnice, drobná architektura, SO 24-79-01 Vejprnice - Nýřany, zastávka Tlučná, drobná architektura, SO 25-79-01 ŽST Nýřany, drobná architektura</w:t>
      </w:r>
      <w:r w:rsidR="00C62389" w:rsidRPr="0045180B" w:rsidDel="00C62389">
        <w:t xml:space="preserve"> </w:t>
      </w:r>
      <w:r w:rsidRPr="0045180B">
        <w:t>dle technické specifikace v Soupisu prací jednotlivých položek.</w:t>
      </w:r>
    </w:p>
    <w:p w14:paraId="67528AB0" w14:textId="5595DCD5" w:rsidR="00D20BF2" w:rsidRDefault="00CB337C" w:rsidP="00F54F3E">
      <w:pPr>
        <w:pStyle w:val="SoDslseznam-1"/>
      </w:pPr>
      <w:r w:rsidRPr="0045180B">
        <w:t xml:space="preserve">Součástí dodávky na zhotovení Díla není zařízení pro kontrolu vstupu a výběr poplatku, které je součástí </w:t>
      </w:r>
      <w:r w:rsidR="00A570A1" w:rsidRPr="00371D33">
        <w:t>SO 23-61-01 ŽST Vejprnice, technologický objekt</w:t>
      </w:r>
      <w:r w:rsidR="00A570A1" w:rsidRPr="0045180B" w:rsidDel="00A570A1">
        <w:t xml:space="preserve"> </w:t>
      </w:r>
      <w:r w:rsidRPr="0045180B">
        <w:t xml:space="preserve">dle technické specifikace v Soupisu prací jednotlivých položek. </w:t>
      </w:r>
    </w:p>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r w:rsidRPr="002C6663">
        <w:lastRenderedPageBreak/>
        <w:t>Compliance doložka a etické zásady</w:t>
      </w:r>
    </w:p>
    <w:p w14:paraId="0BC813FD" w14:textId="4DA65BF3" w:rsidR="007A08B0" w:rsidRPr="007A08B0" w:rsidRDefault="001C65FE" w:rsidP="00F54F3E">
      <w:pPr>
        <w:pStyle w:val="SoDTextbezslovn"/>
      </w:pPr>
      <w:r w:rsidRPr="002C6663">
        <w:t xml:space="preserve">Smluvní strany stvrzují, že při uzavírání této </w:t>
      </w:r>
      <w:r w:rsidR="00BD4DFC">
        <w:t>S</w:t>
      </w:r>
      <w:r w:rsidRPr="002C6663">
        <w:t>mlouvy jednaly a postupovaly čestně a</w:t>
      </w:r>
      <w:r w:rsidR="000A2358">
        <w:t> </w:t>
      </w:r>
      <w:r w:rsidRPr="002C6663">
        <w:t xml:space="preserve">transparentně a zavazují se tak jednat i při plnění této </w:t>
      </w:r>
      <w:r w:rsidR="00BD4DFC">
        <w:t>S</w:t>
      </w:r>
      <w:r w:rsidRPr="002C6663">
        <w:t>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2FC96641" w:rsidR="007A08B0" w:rsidRPr="007A08B0" w:rsidRDefault="007A08B0" w:rsidP="00676F5B">
      <w:pPr>
        <w:pStyle w:val="SoDslseznam-1"/>
        <w:keepNext/>
      </w:pPr>
      <w:r w:rsidRPr="007A08B0">
        <w:t xml:space="preserve">Mezinárodní sankce </w:t>
      </w:r>
      <w:r w:rsidR="00874C16">
        <w:t>a střet zájmů</w:t>
      </w:r>
    </w:p>
    <w:p w14:paraId="21526E01" w14:textId="77777777" w:rsidR="007A08B0" w:rsidRPr="007A08B0" w:rsidRDefault="007A08B0" w:rsidP="00676F5B">
      <w:pPr>
        <w:pStyle w:val="SoDslseznam-2"/>
        <w:keepNext/>
      </w:pPr>
      <w:r w:rsidRPr="007A08B0">
        <w:t xml:space="preserve">Zhotovitel prohlašuje, že: </w:t>
      </w:r>
    </w:p>
    <w:p w14:paraId="7252D921"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6F60ACBD"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6ACFC246" w14:textId="022259A4" w:rsid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 xml:space="preserve">anebo osobami dle čl. 2 nařízení Rady (ES) uvedeném v odstavci 22.4 této </w:t>
      </w:r>
      <w:r w:rsidR="00BD4DFC">
        <w:t>S</w:t>
      </w:r>
      <w:r w:rsidR="00BA63C7">
        <w:t>mlouvy</w:t>
      </w:r>
      <w:r w:rsidR="00BA63C7" w:rsidRPr="007A08B0">
        <w:t xml:space="preserve"> </w:t>
      </w:r>
      <w:r w:rsidRPr="007A08B0">
        <w:t xml:space="preserve">(dále jen </w:t>
      </w:r>
      <w:r w:rsidRPr="007A08B0">
        <w:rPr>
          <w:b/>
        </w:rPr>
        <w:t>„Sankční seznamy“</w:t>
      </w:r>
      <w:r w:rsidRPr="007A08B0">
        <w:t>),</w:t>
      </w:r>
    </w:p>
    <w:p w14:paraId="40EF6311" w14:textId="77777777" w:rsidR="00874C16" w:rsidRDefault="00874C16" w:rsidP="00874C16">
      <w:pPr>
        <w:pStyle w:val="SODslseznam-2a"/>
      </w:pPr>
      <w:bookmarkStart w:id="1" w:name="_Hlk176777839"/>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bookmarkEnd w:id="1"/>
    <w:p w14:paraId="3F5CDBC2"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686783B5"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6634959C"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w:t>
      </w:r>
      <w:r w:rsidRPr="007A08B0">
        <w:lastRenderedPageBreak/>
        <w:t xml:space="preserve">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A5C803B" w14:textId="77777777"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9B002E5"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106BCC28" w14:textId="77777777" w:rsidR="007A08B0" w:rsidRPr="007A08B0" w:rsidRDefault="007A08B0" w:rsidP="00FC27A9">
      <w:pPr>
        <w:pStyle w:val="SoDslseznam-1"/>
        <w:keepNext/>
      </w:pPr>
      <w:r w:rsidRPr="007A08B0">
        <w:t>Požadavek na Poddodavatele</w:t>
      </w:r>
    </w:p>
    <w:p w14:paraId="1283E084"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848F474"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51D6F170"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3DF933B9"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1C42187A"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3A71A3E8" w:rsidR="00AD075C" w:rsidRPr="000919AE" w:rsidRDefault="00AD075C" w:rsidP="00AD075C">
      <w:pPr>
        <w:pStyle w:val="Text1-1"/>
        <w:numPr>
          <w:ilvl w:val="0"/>
          <w:numId w:val="0"/>
        </w:numPr>
        <w:ind w:left="737"/>
        <w:rPr>
          <w:i/>
        </w:rPr>
      </w:pPr>
      <w:r w:rsidRPr="000919AE">
        <w:rPr>
          <w:i/>
          <w:highlight w:val="yellow"/>
        </w:rPr>
        <w:lastRenderedPageBreak/>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BD4DF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27CE9F7E" w14:textId="5C51B984" w:rsidR="000E03DC" w:rsidRPr="007547B2" w:rsidRDefault="00F422D3" w:rsidP="005925DB">
      <w:pPr>
        <w:pStyle w:val="SoDTextbezslovn"/>
        <w:rPr>
          <w:color w:val="00B050"/>
        </w:rPr>
      </w:pPr>
      <w:r w:rsidRPr="007547B2">
        <w:t>Příloha č.</w:t>
      </w:r>
      <w:r w:rsidR="00973C20" w:rsidRPr="007547B2">
        <w:t xml:space="preserve"> </w:t>
      </w:r>
      <w:r w:rsidR="00F465D8" w:rsidRPr="007547B2">
        <w:t>8</w:t>
      </w:r>
      <w:r w:rsidR="00973C20" w:rsidRPr="007547B2">
        <w:tab/>
      </w:r>
      <w:r w:rsidR="00B9342A" w:rsidRPr="007547B2">
        <w:t>NEOBSAZENO</w:t>
      </w:r>
    </w:p>
    <w:p w14:paraId="14BB505F" w14:textId="376C6F39" w:rsidR="000E03DC" w:rsidRPr="007547B2" w:rsidRDefault="00F422D3" w:rsidP="005925DB">
      <w:pPr>
        <w:pStyle w:val="SoDTextbezslovn"/>
        <w:rPr>
          <w:color w:val="00B050"/>
        </w:rPr>
      </w:pPr>
      <w:r w:rsidRPr="007547B2">
        <w:t>Příloha č.</w:t>
      </w:r>
      <w:r w:rsidR="00F465D8" w:rsidRPr="007547B2">
        <w:t xml:space="preserve"> 9</w:t>
      </w:r>
      <w:r w:rsidRPr="007547B2">
        <w:tab/>
        <w:t xml:space="preserve">Žádost o poskytnutí zálohové platby </w:t>
      </w:r>
    </w:p>
    <w:p w14:paraId="35F60ECE" w14:textId="55F3BFF0" w:rsidR="000E03DC" w:rsidRPr="007547B2" w:rsidRDefault="00077CE2" w:rsidP="005925DB">
      <w:pPr>
        <w:pStyle w:val="SoDTextbezslovn"/>
      </w:pPr>
      <w:r w:rsidRPr="007547B2">
        <w:t>Příloha č.</w:t>
      </w:r>
      <w:r w:rsidR="000E03DC" w:rsidRPr="007547B2">
        <w:t xml:space="preserve"> </w:t>
      </w:r>
      <w:r w:rsidRPr="007547B2">
        <w:t>10</w:t>
      </w:r>
      <w:r w:rsidRPr="007547B2">
        <w:tab/>
        <w:t>BIM Protokol</w:t>
      </w:r>
      <w:r w:rsidR="00B9342A" w:rsidRPr="007547B2">
        <w:t xml:space="preserve"> </w:t>
      </w:r>
      <w:r w:rsidR="00160F8A" w:rsidRPr="007547B2">
        <w:t xml:space="preserve">– Příloha je uvedena jako samostatný dokument. </w:t>
      </w:r>
    </w:p>
    <w:p w14:paraId="6F331C47" w14:textId="77777777" w:rsidR="000E03DC" w:rsidRDefault="00DA5988" w:rsidP="005925DB">
      <w:pPr>
        <w:pStyle w:val="SoDTextbezslovn"/>
      </w:pPr>
      <w:r w:rsidRPr="007547B2">
        <w:t>Příloha č.</w:t>
      </w:r>
      <w:r w:rsidR="000E03DC" w:rsidRPr="007547B2">
        <w:t xml:space="preserve"> </w:t>
      </w:r>
      <w:r w:rsidRPr="007547B2">
        <w:t>11</w:t>
      </w:r>
      <w:r w:rsidR="000E03DC" w:rsidRPr="007547B2">
        <w:tab/>
      </w:r>
      <w:r w:rsidR="006055BE" w:rsidRPr="007547B2">
        <w:t>Osvědčení o řádném plnění veřejné zakázky (</w:t>
      </w:r>
      <w:r w:rsidR="008A59C6" w:rsidRPr="007547B2">
        <w:t>Osvědčení Správy železnic, státní organizace</w:t>
      </w:r>
      <w:r w:rsidR="008A59C6" w:rsidRPr="008A59C6">
        <w:t xml:space="preserve"> o řádném poskytnutí a dokončení stavebních prací</w:t>
      </w:r>
      <w:r w:rsidR="006055BE">
        <w:t>)</w:t>
      </w:r>
    </w:p>
    <w:p w14:paraId="611C34D9" w14:textId="0317390D" w:rsidR="00BD4B41" w:rsidRDefault="00BD4B41" w:rsidP="00BD4B41">
      <w:pPr>
        <w:pStyle w:val="SoDTextbezslovn"/>
      </w:pPr>
      <w:r>
        <w:t xml:space="preserve">Příloha č. 12 </w:t>
      </w:r>
      <w:r>
        <w:tab/>
      </w:r>
      <w:bookmarkStart w:id="2" w:name="_Hlk185249631"/>
      <w:r w:rsidRPr="003A4948">
        <w:t xml:space="preserve">Formulář – </w:t>
      </w:r>
      <w:r w:rsidR="00D43467" w:rsidRPr="00D43467">
        <w:t>Potřebná doba výluk k realizaci díl</w:t>
      </w:r>
      <w:r w:rsidR="00D43467">
        <w:t>a</w:t>
      </w:r>
      <w:r w:rsidRPr="003A4948">
        <w:t xml:space="preserve"> (bude doplněno dle nabídky Zhotovitele)</w:t>
      </w:r>
      <w:r w:rsidRPr="00DA5988">
        <w:t xml:space="preserve"> </w:t>
      </w:r>
    </w:p>
    <w:bookmarkEnd w:id="2"/>
    <w:p w14:paraId="58377FA8" w14:textId="77777777" w:rsidR="00BD4B41" w:rsidRDefault="00BD4B41" w:rsidP="005925DB">
      <w:pPr>
        <w:pStyle w:val="SoDTextbezslovn"/>
      </w:pP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156FBBF5" w:rsidR="00B51939" w:rsidRPr="001F518E" w:rsidRDefault="00B51939" w:rsidP="005925DB">
      <w:pPr>
        <w:pStyle w:val="SoDTextbezodsazen"/>
      </w:pPr>
      <w:r w:rsidRPr="001F518E">
        <w:t xml:space="preserve">Rekapitulace Ceny Díla dle </w:t>
      </w:r>
      <w:r w:rsidR="0038118A">
        <w:t>objektů stavební části</w:t>
      </w:r>
      <w:r w:rsidRPr="001F518E">
        <w:t xml:space="preserve"> (SO)</w:t>
      </w:r>
      <w:r>
        <w:t xml:space="preserve"> a </w:t>
      </w:r>
      <w:r w:rsidR="0038118A">
        <w:t>objektů technických a technologických zařízení</w:t>
      </w:r>
      <w:r w:rsidRPr="001F518E">
        <w:t xml:space="preserve"> (PS):</w:t>
      </w:r>
    </w:p>
    <w:p w14:paraId="1F1AA07F" w14:textId="2EA41651" w:rsidR="00AB24BD" w:rsidRDefault="00AB24BD" w:rsidP="00AB24BD">
      <w:pPr>
        <w:spacing w:after="120" w:line="264" w:lineRule="auto"/>
        <w:jc w:val="both"/>
        <w:rPr>
          <w:sz w:val="18"/>
          <w:szCs w:val="18"/>
          <w:lang w:eastAsia="cs-CZ"/>
        </w:rPr>
      </w:pPr>
      <w:r>
        <w:rPr>
          <w:sz w:val="18"/>
          <w:szCs w:val="18"/>
          <w:lang w:eastAsia="cs-CZ"/>
        </w:rPr>
        <w:t>Do přílohy Smlouvy bude vložena tabulka „</w:t>
      </w:r>
      <w:r w:rsidR="007547B2">
        <w:rPr>
          <w:sz w:val="18"/>
          <w:szCs w:val="18"/>
          <w:lang w:eastAsia="cs-CZ"/>
        </w:rPr>
        <w:t xml:space="preserve">Celková </w:t>
      </w:r>
      <w:r>
        <w:rPr>
          <w:sz w:val="18"/>
          <w:szCs w:val="18"/>
          <w:lang w:eastAsia="cs-CZ"/>
        </w:rPr>
        <w:t xml:space="preserve">Rekapitulace stavby po objektech“, vyexportovaná z předložené nabídky oceněného Soupisu prací z IS AspeEsticon </w:t>
      </w:r>
    </w:p>
    <w:p w14:paraId="5B8BF3F6" w14:textId="77777777" w:rsidR="00AB24BD" w:rsidRDefault="00AB24BD" w:rsidP="00AB24BD">
      <w:pPr>
        <w:spacing w:after="120" w:line="264" w:lineRule="auto"/>
        <w:jc w:val="both"/>
        <w:rPr>
          <w:i/>
          <w:iCs/>
          <w:sz w:val="18"/>
          <w:szCs w:val="18"/>
          <w:lang w:eastAsia="cs-CZ"/>
        </w:rPr>
      </w:pPr>
      <w:r>
        <w:rPr>
          <w:i/>
          <w:iCs/>
          <w:sz w:val="18"/>
          <w:szCs w:val="18"/>
          <w:lang w:eastAsia="cs-CZ"/>
        </w:rPr>
        <w:t xml:space="preserve">(TISK =&gt; „3.2.1 Rekapitulace po objektech“; </w:t>
      </w:r>
      <w:r>
        <w:rPr>
          <w:i/>
          <w:iCs/>
          <w:sz w:val="18"/>
          <w:szCs w:val="18"/>
          <w:u w:val="single"/>
          <w:lang w:eastAsia="cs-CZ"/>
        </w:rPr>
        <w:t>v Parametrech nastavit:</w:t>
      </w:r>
      <w:r>
        <w:rPr>
          <w:i/>
          <w:iCs/>
          <w:sz w:val="18"/>
          <w:szCs w:val="18"/>
          <w:lang w:eastAsia="cs-CZ"/>
        </w:rPr>
        <w:t xml:space="preserve"> Zaokrouhlit na haléře; Graficky oddělit objekty; Úroveň objektů – Tisknout všechny úrovně objektů; JOC; Tisknout datum a čas; Tisknout firmu – Dodavatel =&gt; Odeslat).</w:t>
      </w: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E015D" w14:textId="77777777" w:rsidR="002038D5" w:rsidRPr="00F95FBD" w:rsidRDefault="002038D5" w:rsidP="002038D5">
      <w:pPr>
        <w:pStyle w:val="SoDTextbezodsazen"/>
      </w:pPr>
    </w:p>
    <w:p w14:paraId="24473EFA" w14:textId="73B7C9F5" w:rsidR="002038D5" w:rsidRPr="00F95FBD" w:rsidRDefault="00165977" w:rsidP="00F762A8">
      <w:pPr>
        <w:pStyle w:val="SoDNadpistabulky"/>
        <w:rPr>
          <w:sz w:val="18"/>
          <w:szCs w:val="18"/>
        </w:rPr>
      </w:pPr>
      <w:r w:rsidRPr="00F95FBD">
        <w:rPr>
          <w:sz w:val="18"/>
          <w:szCs w:val="18"/>
        </w:rPr>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277FCEA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7CFC4" w14:textId="77777777" w:rsidR="002038D5" w:rsidRPr="00003F09" w:rsidRDefault="002038D5" w:rsidP="00B44265">
            <w:pPr>
              <w:pStyle w:val="SoDTabulka-Tun"/>
            </w:pPr>
            <w:r w:rsidRPr="00003F09">
              <w:t>Jméno a příjmení</w:t>
            </w:r>
          </w:p>
        </w:tc>
        <w:tc>
          <w:tcPr>
            <w:tcW w:w="5733" w:type="dxa"/>
          </w:tcPr>
          <w:p w14:paraId="49FA6EF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89FC0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26A23E" w14:textId="77777777" w:rsidR="002038D5" w:rsidRPr="00F95FBD" w:rsidRDefault="002038D5" w:rsidP="00F762A8">
            <w:pPr>
              <w:pStyle w:val="SoDTabulka"/>
              <w:keepNext/>
            </w:pPr>
            <w:r w:rsidRPr="00F95FBD">
              <w:t>Adresa</w:t>
            </w:r>
          </w:p>
        </w:tc>
        <w:tc>
          <w:tcPr>
            <w:tcW w:w="5733" w:type="dxa"/>
          </w:tcPr>
          <w:p w14:paraId="7E2B27B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48816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9B207D" w14:textId="77777777" w:rsidR="002038D5" w:rsidRPr="00F95FBD" w:rsidRDefault="002038D5" w:rsidP="00F762A8">
            <w:pPr>
              <w:pStyle w:val="SoDTabulka"/>
              <w:keepNext/>
            </w:pPr>
            <w:r w:rsidRPr="00F95FBD">
              <w:t>E-mail</w:t>
            </w:r>
          </w:p>
        </w:tc>
        <w:tc>
          <w:tcPr>
            <w:tcW w:w="5733" w:type="dxa"/>
          </w:tcPr>
          <w:p w14:paraId="713A151A"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0408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99291A" w14:textId="77777777" w:rsidR="002038D5" w:rsidRPr="00F95FBD" w:rsidRDefault="002038D5" w:rsidP="00165977">
            <w:pPr>
              <w:pStyle w:val="SoDTabulka"/>
            </w:pPr>
            <w:r w:rsidRPr="00F95FBD">
              <w:t>Telefon</w:t>
            </w:r>
          </w:p>
        </w:tc>
        <w:tc>
          <w:tcPr>
            <w:tcW w:w="5733" w:type="dxa"/>
          </w:tcPr>
          <w:p w14:paraId="62CABE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5F6E9C" w14:textId="53C8F01B" w:rsidR="007F29AB" w:rsidRPr="00F95FBD" w:rsidRDefault="007F29AB" w:rsidP="007F29AB">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7F29AB" w:rsidRPr="00003F09" w14:paraId="47C9C7BA" w14:textId="77777777" w:rsidTr="00624A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235766" w14:textId="77777777" w:rsidR="007F29AB" w:rsidRPr="00003F09" w:rsidRDefault="007F29AB" w:rsidP="00624ADD">
            <w:pPr>
              <w:pStyle w:val="SoDTabulka-Tun"/>
            </w:pPr>
            <w:r w:rsidRPr="00003F09">
              <w:t>Jméno a příjmení</w:t>
            </w:r>
          </w:p>
        </w:tc>
        <w:tc>
          <w:tcPr>
            <w:tcW w:w="5733" w:type="dxa"/>
          </w:tcPr>
          <w:p w14:paraId="78DCC04A" w14:textId="77777777" w:rsidR="007F29AB" w:rsidRPr="00003F09" w:rsidRDefault="007F29AB" w:rsidP="00624AD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7F29AB" w:rsidRPr="00F95FBD" w14:paraId="74BA393E" w14:textId="77777777" w:rsidTr="00624ADD">
        <w:tc>
          <w:tcPr>
            <w:cnfStyle w:val="001000000000" w:firstRow="0" w:lastRow="0" w:firstColumn="1" w:lastColumn="0" w:oddVBand="0" w:evenVBand="0" w:oddHBand="0" w:evenHBand="0" w:firstRowFirstColumn="0" w:firstRowLastColumn="0" w:lastRowFirstColumn="0" w:lastRowLastColumn="0"/>
            <w:tcW w:w="3056" w:type="dxa"/>
          </w:tcPr>
          <w:p w14:paraId="22FFF354" w14:textId="77777777" w:rsidR="007F29AB" w:rsidRPr="00F95FBD" w:rsidRDefault="007F29AB" w:rsidP="00624ADD">
            <w:pPr>
              <w:pStyle w:val="SoDTabulka"/>
              <w:keepNext/>
            </w:pPr>
            <w:r w:rsidRPr="00F95FBD">
              <w:t>Adresa</w:t>
            </w:r>
          </w:p>
        </w:tc>
        <w:tc>
          <w:tcPr>
            <w:tcW w:w="5733" w:type="dxa"/>
          </w:tcPr>
          <w:p w14:paraId="50269F4D" w14:textId="77777777" w:rsidR="007F29AB" w:rsidRPr="00F95FBD" w:rsidRDefault="007F29AB" w:rsidP="00624AD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29AB" w:rsidRPr="00F95FBD" w14:paraId="74E78F8A" w14:textId="77777777" w:rsidTr="00624ADD">
        <w:tc>
          <w:tcPr>
            <w:cnfStyle w:val="001000000000" w:firstRow="0" w:lastRow="0" w:firstColumn="1" w:lastColumn="0" w:oddVBand="0" w:evenVBand="0" w:oddHBand="0" w:evenHBand="0" w:firstRowFirstColumn="0" w:firstRowLastColumn="0" w:lastRowFirstColumn="0" w:lastRowLastColumn="0"/>
            <w:tcW w:w="3056" w:type="dxa"/>
          </w:tcPr>
          <w:p w14:paraId="2732EB6C" w14:textId="77777777" w:rsidR="007F29AB" w:rsidRPr="00F95FBD" w:rsidRDefault="007F29AB" w:rsidP="00624ADD">
            <w:pPr>
              <w:pStyle w:val="SoDTabulka"/>
              <w:keepNext/>
            </w:pPr>
            <w:r w:rsidRPr="00F95FBD">
              <w:t>E-mail</w:t>
            </w:r>
          </w:p>
        </w:tc>
        <w:tc>
          <w:tcPr>
            <w:tcW w:w="5733" w:type="dxa"/>
          </w:tcPr>
          <w:p w14:paraId="677E574A" w14:textId="77777777" w:rsidR="007F29AB" w:rsidRPr="00F95FBD" w:rsidRDefault="007F29AB" w:rsidP="00624AD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29AB" w:rsidRPr="00F95FBD" w14:paraId="018D5881" w14:textId="77777777" w:rsidTr="00624ADD">
        <w:tc>
          <w:tcPr>
            <w:cnfStyle w:val="001000000000" w:firstRow="0" w:lastRow="0" w:firstColumn="1" w:lastColumn="0" w:oddVBand="0" w:evenVBand="0" w:oddHBand="0" w:evenHBand="0" w:firstRowFirstColumn="0" w:firstRowLastColumn="0" w:lastRowFirstColumn="0" w:lastRowLastColumn="0"/>
            <w:tcW w:w="3056" w:type="dxa"/>
          </w:tcPr>
          <w:p w14:paraId="727AA348" w14:textId="77777777" w:rsidR="007F29AB" w:rsidRPr="00F95FBD" w:rsidRDefault="007F29AB" w:rsidP="00624ADD">
            <w:pPr>
              <w:pStyle w:val="SoDTabulka"/>
            </w:pPr>
            <w:r w:rsidRPr="00F95FBD">
              <w:t>Telefon</w:t>
            </w:r>
          </w:p>
        </w:tc>
        <w:tc>
          <w:tcPr>
            <w:tcW w:w="5733" w:type="dxa"/>
          </w:tcPr>
          <w:p w14:paraId="65D6EEA0" w14:textId="77777777" w:rsidR="007F29AB" w:rsidRPr="00F95FBD" w:rsidRDefault="007F29AB" w:rsidP="00624AD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890151" w14:textId="77777777" w:rsidR="007F29AB" w:rsidRPr="00F95FBD" w:rsidRDefault="007F29AB" w:rsidP="007F29AB">
      <w:pPr>
        <w:pStyle w:val="SoDTabulka"/>
      </w:pPr>
    </w:p>
    <w:p w14:paraId="48816604" w14:textId="77777777" w:rsidR="002038D5" w:rsidRPr="00F95FBD" w:rsidRDefault="002038D5" w:rsidP="00165977">
      <w:pPr>
        <w:pStyle w:val="SoDTabulka"/>
      </w:pPr>
    </w:p>
    <w:p w14:paraId="27337827"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9A4216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953BB1" w14:textId="77777777" w:rsidR="002038D5" w:rsidRPr="00003F09" w:rsidRDefault="002038D5" w:rsidP="00B44265">
            <w:pPr>
              <w:pStyle w:val="SoDTabulka-Tun"/>
            </w:pPr>
            <w:r w:rsidRPr="00003F09">
              <w:t>Jméno a příjmení</w:t>
            </w:r>
          </w:p>
        </w:tc>
        <w:tc>
          <w:tcPr>
            <w:tcW w:w="5733" w:type="dxa"/>
          </w:tcPr>
          <w:p w14:paraId="041FF91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44755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A246C9" w14:textId="77777777" w:rsidR="002038D5" w:rsidRPr="00F95FBD" w:rsidRDefault="002038D5" w:rsidP="00165977">
            <w:pPr>
              <w:pStyle w:val="SoDTabulka"/>
            </w:pPr>
            <w:r w:rsidRPr="00F95FBD">
              <w:t>Adresa</w:t>
            </w:r>
          </w:p>
        </w:tc>
        <w:tc>
          <w:tcPr>
            <w:tcW w:w="5733" w:type="dxa"/>
          </w:tcPr>
          <w:p w14:paraId="548242B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D74C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B85C4F" w14:textId="77777777" w:rsidR="002038D5" w:rsidRPr="00F95FBD" w:rsidRDefault="002038D5" w:rsidP="00165977">
            <w:pPr>
              <w:pStyle w:val="SoDTabulka"/>
            </w:pPr>
            <w:r w:rsidRPr="00F95FBD">
              <w:t>E-mail</w:t>
            </w:r>
          </w:p>
        </w:tc>
        <w:tc>
          <w:tcPr>
            <w:tcW w:w="5733" w:type="dxa"/>
          </w:tcPr>
          <w:p w14:paraId="3EBA1C2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DCEC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9CC5C5" w14:textId="77777777" w:rsidR="002038D5" w:rsidRPr="00F95FBD" w:rsidRDefault="002038D5" w:rsidP="00165977">
            <w:pPr>
              <w:pStyle w:val="SoDTabulka"/>
            </w:pPr>
            <w:r w:rsidRPr="00F95FBD">
              <w:t>Telefon</w:t>
            </w:r>
          </w:p>
        </w:tc>
        <w:tc>
          <w:tcPr>
            <w:tcW w:w="5733" w:type="dxa"/>
          </w:tcPr>
          <w:p w14:paraId="635C094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6A6A3B" w14:textId="77777777" w:rsidR="002038D5" w:rsidRPr="00F95FBD" w:rsidRDefault="002038D5" w:rsidP="00165977">
      <w:pPr>
        <w:pStyle w:val="SoDTabulka"/>
      </w:pPr>
    </w:p>
    <w:p w14:paraId="677A30F3" w14:textId="64176818"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781335A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4BA1C" w14:textId="77777777" w:rsidR="002038D5" w:rsidRPr="00003F09" w:rsidRDefault="002038D5" w:rsidP="00B44265">
            <w:pPr>
              <w:pStyle w:val="SoDTabulka-Tun"/>
            </w:pPr>
            <w:r w:rsidRPr="00003F09">
              <w:t>Jméno a příjmení</w:t>
            </w:r>
          </w:p>
        </w:tc>
        <w:tc>
          <w:tcPr>
            <w:tcW w:w="5733" w:type="dxa"/>
          </w:tcPr>
          <w:p w14:paraId="1154AA3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445A5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FF4069" w14:textId="77777777" w:rsidR="002038D5" w:rsidRPr="00F95FBD" w:rsidRDefault="002038D5" w:rsidP="00165977">
            <w:pPr>
              <w:pStyle w:val="SoDTabulka"/>
            </w:pPr>
            <w:r w:rsidRPr="00F95FBD">
              <w:t>Adresa</w:t>
            </w:r>
          </w:p>
        </w:tc>
        <w:tc>
          <w:tcPr>
            <w:tcW w:w="5733" w:type="dxa"/>
          </w:tcPr>
          <w:p w14:paraId="4256BA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1F2B1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E30B88" w14:textId="77777777" w:rsidR="002038D5" w:rsidRPr="00F95FBD" w:rsidRDefault="002038D5" w:rsidP="00165977">
            <w:pPr>
              <w:pStyle w:val="SoDTabulka"/>
            </w:pPr>
            <w:r w:rsidRPr="00F95FBD">
              <w:t>E-mail</w:t>
            </w:r>
          </w:p>
        </w:tc>
        <w:tc>
          <w:tcPr>
            <w:tcW w:w="5733" w:type="dxa"/>
          </w:tcPr>
          <w:p w14:paraId="773E3F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1508F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C5FD70" w14:textId="77777777" w:rsidR="002038D5" w:rsidRPr="00F95FBD" w:rsidRDefault="002038D5" w:rsidP="00165977">
            <w:pPr>
              <w:pStyle w:val="SoDTabulka"/>
            </w:pPr>
            <w:r w:rsidRPr="00F95FBD">
              <w:t>Telefon</w:t>
            </w:r>
          </w:p>
        </w:tc>
        <w:tc>
          <w:tcPr>
            <w:tcW w:w="5733" w:type="dxa"/>
          </w:tcPr>
          <w:p w14:paraId="2E98558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D9AC60A" w14:textId="77777777" w:rsidR="007F29AB" w:rsidRDefault="007F29AB" w:rsidP="007F29AB">
      <w:pPr>
        <w:pStyle w:val="SoDNadpistabulky"/>
        <w:rPr>
          <w:sz w:val="18"/>
          <w:szCs w:val="18"/>
        </w:rPr>
      </w:pPr>
    </w:p>
    <w:p w14:paraId="61DBFFDB" w14:textId="39E46601" w:rsidR="007F29AB" w:rsidRPr="00F95FBD" w:rsidRDefault="007F29AB" w:rsidP="007F29AB">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7F29AB" w:rsidRPr="00003F09" w14:paraId="1BEACE87" w14:textId="77777777" w:rsidTr="00624A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3712B" w14:textId="77777777" w:rsidR="007F29AB" w:rsidRPr="00003F09" w:rsidRDefault="007F29AB" w:rsidP="00624ADD">
            <w:pPr>
              <w:pStyle w:val="SoDTabulka-Tun"/>
            </w:pPr>
            <w:r w:rsidRPr="00003F09">
              <w:t>Jméno a příjmení</w:t>
            </w:r>
          </w:p>
        </w:tc>
        <w:tc>
          <w:tcPr>
            <w:tcW w:w="5733" w:type="dxa"/>
          </w:tcPr>
          <w:p w14:paraId="49494BB9" w14:textId="77777777" w:rsidR="007F29AB" w:rsidRPr="00003F09" w:rsidRDefault="007F29AB" w:rsidP="00624AD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7F29AB" w:rsidRPr="00F95FBD" w14:paraId="6ABDFC4D" w14:textId="77777777" w:rsidTr="00624ADD">
        <w:tc>
          <w:tcPr>
            <w:cnfStyle w:val="001000000000" w:firstRow="0" w:lastRow="0" w:firstColumn="1" w:lastColumn="0" w:oddVBand="0" w:evenVBand="0" w:oddHBand="0" w:evenHBand="0" w:firstRowFirstColumn="0" w:firstRowLastColumn="0" w:lastRowFirstColumn="0" w:lastRowLastColumn="0"/>
            <w:tcW w:w="3056" w:type="dxa"/>
          </w:tcPr>
          <w:p w14:paraId="1A01CE1D" w14:textId="77777777" w:rsidR="007F29AB" w:rsidRPr="00F95FBD" w:rsidRDefault="007F29AB" w:rsidP="00624ADD">
            <w:pPr>
              <w:pStyle w:val="SoDTabulka"/>
            </w:pPr>
            <w:r w:rsidRPr="00F95FBD">
              <w:t>Adresa</w:t>
            </w:r>
          </w:p>
        </w:tc>
        <w:tc>
          <w:tcPr>
            <w:tcW w:w="5733" w:type="dxa"/>
          </w:tcPr>
          <w:p w14:paraId="524CE36F" w14:textId="77777777" w:rsidR="007F29AB" w:rsidRPr="00F95FBD" w:rsidRDefault="007F29AB" w:rsidP="00624AD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29AB" w:rsidRPr="00F95FBD" w14:paraId="47D80428" w14:textId="77777777" w:rsidTr="00624ADD">
        <w:tc>
          <w:tcPr>
            <w:cnfStyle w:val="001000000000" w:firstRow="0" w:lastRow="0" w:firstColumn="1" w:lastColumn="0" w:oddVBand="0" w:evenVBand="0" w:oddHBand="0" w:evenHBand="0" w:firstRowFirstColumn="0" w:firstRowLastColumn="0" w:lastRowFirstColumn="0" w:lastRowLastColumn="0"/>
            <w:tcW w:w="3056" w:type="dxa"/>
          </w:tcPr>
          <w:p w14:paraId="15851428" w14:textId="77777777" w:rsidR="007F29AB" w:rsidRPr="00F95FBD" w:rsidRDefault="007F29AB" w:rsidP="00624ADD">
            <w:pPr>
              <w:pStyle w:val="SoDTabulka"/>
            </w:pPr>
            <w:r w:rsidRPr="00F95FBD">
              <w:t>E-mail</w:t>
            </w:r>
          </w:p>
        </w:tc>
        <w:tc>
          <w:tcPr>
            <w:tcW w:w="5733" w:type="dxa"/>
          </w:tcPr>
          <w:p w14:paraId="2D62F183" w14:textId="77777777" w:rsidR="007F29AB" w:rsidRPr="00F95FBD" w:rsidRDefault="007F29AB" w:rsidP="00624AD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29AB" w:rsidRPr="00F95FBD" w14:paraId="62A77A30" w14:textId="77777777" w:rsidTr="00624ADD">
        <w:tc>
          <w:tcPr>
            <w:cnfStyle w:val="001000000000" w:firstRow="0" w:lastRow="0" w:firstColumn="1" w:lastColumn="0" w:oddVBand="0" w:evenVBand="0" w:oddHBand="0" w:evenHBand="0" w:firstRowFirstColumn="0" w:firstRowLastColumn="0" w:lastRowFirstColumn="0" w:lastRowLastColumn="0"/>
            <w:tcW w:w="3056" w:type="dxa"/>
          </w:tcPr>
          <w:p w14:paraId="45245D01" w14:textId="77777777" w:rsidR="007F29AB" w:rsidRPr="00F95FBD" w:rsidRDefault="007F29AB" w:rsidP="00624ADD">
            <w:pPr>
              <w:pStyle w:val="SoDTabulka"/>
            </w:pPr>
            <w:r w:rsidRPr="00F95FBD">
              <w:t>Telefon</w:t>
            </w:r>
          </w:p>
        </w:tc>
        <w:tc>
          <w:tcPr>
            <w:tcW w:w="5733" w:type="dxa"/>
          </w:tcPr>
          <w:p w14:paraId="1F10CD7A" w14:textId="77777777" w:rsidR="007F29AB" w:rsidRPr="00F95FBD" w:rsidRDefault="007F29AB" w:rsidP="00624AD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0589B4" w14:textId="77777777" w:rsidR="002038D5" w:rsidRDefault="002038D5" w:rsidP="00165977">
      <w:pPr>
        <w:pStyle w:val="SoDTabulka"/>
      </w:pPr>
    </w:p>
    <w:p w14:paraId="33345876" w14:textId="77777777" w:rsidR="007F29AB" w:rsidRPr="00F95FBD" w:rsidRDefault="007F29AB" w:rsidP="00165977">
      <w:pPr>
        <w:pStyle w:val="SoDTabulka"/>
      </w:pPr>
    </w:p>
    <w:p w14:paraId="76808B0A" w14:textId="77777777" w:rsidR="002038D5" w:rsidRPr="00F95FBD" w:rsidRDefault="00165977" w:rsidP="00EA056C">
      <w:pPr>
        <w:pStyle w:val="SoDNadpistabulky"/>
        <w:rPr>
          <w:sz w:val="18"/>
          <w:szCs w:val="18"/>
        </w:rPr>
      </w:pPr>
      <w:r w:rsidRPr="00F95FBD">
        <w:rPr>
          <w:sz w:val="18"/>
          <w:szCs w:val="18"/>
        </w:rPr>
        <w:t>Specialista (vedoucí prací) na trakční vedení a silnoproud</w:t>
      </w:r>
    </w:p>
    <w:tbl>
      <w:tblPr>
        <w:tblStyle w:val="TabulkaS-zahlzap"/>
        <w:tblW w:w="8789" w:type="dxa"/>
        <w:tblLook w:val="04A0" w:firstRow="1" w:lastRow="0" w:firstColumn="1" w:lastColumn="0" w:noHBand="0" w:noVBand="1"/>
      </w:tblPr>
      <w:tblGrid>
        <w:gridCol w:w="3056"/>
        <w:gridCol w:w="5733"/>
      </w:tblGrid>
      <w:tr w:rsidR="002038D5" w:rsidRPr="00003F09" w14:paraId="15CDE8C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2F7DE" w14:textId="77777777" w:rsidR="002038D5" w:rsidRPr="00003F09" w:rsidRDefault="002038D5" w:rsidP="00B44265">
            <w:pPr>
              <w:pStyle w:val="SoDTabulka-Tun"/>
            </w:pPr>
            <w:r w:rsidRPr="00003F09">
              <w:t>Jméno a příjmení</w:t>
            </w:r>
          </w:p>
        </w:tc>
        <w:tc>
          <w:tcPr>
            <w:tcW w:w="5733" w:type="dxa"/>
          </w:tcPr>
          <w:p w14:paraId="3BCBD59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B6699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6916B5" w14:textId="77777777" w:rsidR="002038D5" w:rsidRPr="00F95FBD" w:rsidRDefault="002038D5" w:rsidP="00003F09">
            <w:pPr>
              <w:pStyle w:val="SoDTabulka"/>
            </w:pPr>
            <w:r w:rsidRPr="00F95FBD">
              <w:t>Adresa</w:t>
            </w:r>
          </w:p>
        </w:tc>
        <w:tc>
          <w:tcPr>
            <w:tcW w:w="5733" w:type="dxa"/>
          </w:tcPr>
          <w:p w14:paraId="3598D880"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1777A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FC8298" w14:textId="77777777" w:rsidR="002038D5" w:rsidRPr="00F95FBD" w:rsidRDefault="002038D5" w:rsidP="005925DB">
            <w:pPr>
              <w:pStyle w:val="SoDTabulka"/>
              <w:keepNext/>
            </w:pPr>
            <w:r w:rsidRPr="00F95FBD">
              <w:t>E-mail</w:t>
            </w:r>
          </w:p>
        </w:tc>
        <w:tc>
          <w:tcPr>
            <w:tcW w:w="5733" w:type="dxa"/>
          </w:tcPr>
          <w:p w14:paraId="3D2ACD6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7B11C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56568D" w14:textId="77777777" w:rsidR="002038D5" w:rsidRPr="00F95FBD" w:rsidRDefault="002038D5" w:rsidP="00165977">
            <w:pPr>
              <w:pStyle w:val="SoDTabulka"/>
            </w:pPr>
            <w:r w:rsidRPr="00F95FBD">
              <w:t>Telefon</w:t>
            </w:r>
          </w:p>
        </w:tc>
        <w:tc>
          <w:tcPr>
            <w:tcW w:w="5733" w:type="dxa"/>
          </w:tcPr>
          <w:p w14:paraId="6C4335F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6634FF" w14:textId="77777777" w:rsidR="002038D5" w:rsidRPr="00F95FBD" w:rsidRDefault="002038D5" w:rsidP="00165977">
      <w:pPr>
        <w:pStyle w:val="SoDTabulka"/>
      </w:pPr>
    </w:p>
    <w:p w14:paraId="390BE07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25EABD9"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F4086" w14:textId="77777777" w:rsidR="002038D5" w:rsidRPr="00003F09" w:rsidRDefault="002038D5" w:rsidP="00B44265">
            <w:pPr>
              <w:pStyle w:val="SoDTabulka-Tun"/>
            </w:pPr>
            <w:r w:rsidRPr="00003F09">
              <w:t>Jméno a příjmení</w:t>
            </w:r>
          </w:p>
        </w:tc>
        <w:tc>
          <w:tcPr>
            <w:tcW w:w="5733" w:type="dxa"/>
          </w:tcPr>
          <w:p w14:paraId="394B21D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15E9EE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4F35CC7" w14:textId="77777777" w:rsidR="002038D5" w:rsidRPr="00F95FBD" w:rsidRDefault="002038D5" w:rsidP="005925DB">
            <w:pPr>
              <w:pStyle w:val="SoDTabulka"/>
              <w:keepNext/>
            </w:pPr>
            <w:r w:rsidRPr="00F95FBD">
              <w:t>Adresa</w:t>
            </w:r>
          </w:p>
        </w:tc>
        <w:tc>
          <w:tcPr>
            <w:tcW w:w="5733" w:type="dxa"/>
          </w:tcPr>
          <w:p w14:paraId="173B19E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9CE15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60386F2" w14:textId="77777777" w:rsidR="002038D5" w:rsidRPr="00F95FBD" w:rsidRDefault="002038D5" w:rsidP="005925DB">
            <w:pPr>
              <w:pStyle w:val="SoDTabulka"/>
              <w:keepNext/>
            </w:pPr>
            <w:r w:rsidRPr="00F95FBD">
              <w:t>E-mail</w:t>
            </w:r>
          </w:p>
        </w:tc>
        <w:tc>
          <w:tcPr>
            <w:tcW w:w="5733" w:type="dxa"/>
          </w:tcPr>
          <w:p w14:paraId="405CC92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B3DC5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77C8A3D" w14:textId="77777777" w:rsidR="002038D5" w:rsidRPr="00F95FBD" w:rsidRDefault="002038D5" w:rsidP="00165977">
            <w:pPr>
              <w:pStyle w:val="SoDTabulka"/>
            </w:pPr>
            <w:r w:rsidRPr="00F95FBD">
              <w:t>Telefon</w:t>
            </w:r>
          </w:p>
        </w:tc>
        <w:tc>
          <w:tcPr>
            <w:tcW w:w="5733" w:type="dxa"/>
          </w:tcPr>
          <w:p w14:paraId="1FD0074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192CF5" w14:textId="77777777" w:rsidR="002038D5" w:rsidRPr="00F95FBD" w:rsidRDefault="002038D5" w:rsidP="00165977">
      <w:pPr>
        <w:pStyle w:val="SoDTabulka"/>
      </w:pPr>
    </w:p>
    <w:p w14:paraId="2DDE78B0" w14:textId="77777777" w:rsidR="002038D5" w:rsidRPr="00F95FBD" w:rsidRDefault="00165977" w:rsidP="00EA056C">
      <w:pPr>
        <w:pStyle w:val="SoDNadpistabulky"/>
        <w:rPr>
          <w:sz w:val="18"/>
          <w:szCs w:val="18"/>
        </w:rPr>
      </w:pPr>
      <w:r w:rsidRPr="00F95FBD">
        <w:rPr>
          <w:sz w:val="18"/>
          <w:szCs w:val="18"/>
        </w:rPr>
        <w:lastRenderedPageBreak/>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5866754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8CEEE" w14:textId="77777777" w:rsidR="002038D5" w:rsidRPr="00B44265" w:rsidRDefault="002038D5" w:rsidP="00B44265">
            <w:pPr>
              <w:pStyle w:val="SoDTabulka-Tun"/>
            </w:pPr>
            <w:r w:rsidRPr="00B44265">
              <w:t>Jméno a příjmení</w:t>
            </w:r>
          </w:p>
        </w:tc>
        <w:tc>
          <w:tcPr>
            <w:tcW w:w="5733" w:type="dxa"/>
          </w:tcPr>
          <w:p w14:paraId="14B755E2"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0685FD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ADE4C7" w14:textId="77777777" w:rsidR="002038D5" w:rsidRPr="00F95FBD" w:rsidRDefault="002038D5" w:rsidP="005925DB">
            <w:pPr>
              <w:pStyle w:val="SoDTabulka"/>
              <w:keepNext/>
            </w:pPr>
            <w:r w:rsidRPr="00F95FBD">
              <w:t>Adresa</w:t>
            </w:r>
          </w:p>
        </w:tc>
        <w:tc>
          <w:tcPr>
            <w:tcW w:w="5733" w:type="dxa"/>
          </w:tcPr>
          <w:p w14:paraId="432EAB2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07CE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328EAE" w14:textId="77777777" w:rsidR="002038D5" w:rsidRPr="00F95FBD" w:rsidRDefault="002038D5" w:rsidP="005925DB">
            <w:pPr>
              <w:pStyle w:val="SoDTabulka"/>
              <w:keepNext/>
            </w:pPr>
            <w:r w:rsidRPr="00F95FBD">
              <w:t>E-mail</w:t>
            </w:r>
          </w:p>
        </w:tc>
        <w:tc>
          <w:tcPr>
            <w:tcW w:w="5733" w:type="dxa"/>
          </w:tcPr>
          <w:p w14:paraId="01988A8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89C4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8B4805" w14:textId="77777777" w:rsidR="002038D5" w:rsidRPr="00F95FBD" w:rsidRDefault="002038D5" w:rsidP="00165977">
            <w:pPr>
              <w:pStyle w:val="SoDTabulka"/>
            </w:pPr>
            <w:r w:rsidRPr="00F95FBD">
              <w:t>Telefon</w:t>
            </w:r>
          </w:p>
        </w:tc>
        <w:tc>
          <w:tcPr>
            <w:tcW w:w="5733" w:type="dxa"/>
          </w:tcPr>
          <w:p w14:paraId="5C56BC7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491752" w14:textId="77777777" w:rsidR="00165977" w:rsidRPr="00F95FBD" w:rsidRDefault="00165977" w:rsidP="00165977">
      <w:pPr>
        <w:pStyle w:val="SoDTabulka"/>
      </w:pPr>
    </w:p>
    <w:p w14:paraId="0510A5E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E0D0A" w14:textId="77777777" w:rsidR="00165977" w:rsidRPr="00F95FBD" w:rsidRDefault="00165977" w:rsidP="00165977">
      <w:pPr>
        <w:pStyle w:val="SoDTabulka"/>
      </w:pPr>
    </w:p>
    <w:p w14:paraId="42A71E63"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471B598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B0DCF6" w14:textId="77777777" w:rsidR="007F29AB" w:rsidRDefault="007F29AB" w:rsidP="00165977">
      <w:pPr>
        <w:pStyle w:val="SoDNadpistabulky"/>
        <w:rPr>
          <w:sz w:val="18"/>
          <w:szCs w:val="18"/>
        </w:rPr>
      </w:pPr>
    </w:p>
    <w:p w14:paraId="0C3FDE6F" w14:textId="7F94348C"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7F29AB">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165977" w:rsidRPr="00B44265" w14:paraId="6DC47F1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4FC54" w14:textId="77777777" w:rsidR="00165977" w:rsidRPr="00B44265" w:rsidRDefault="00165977" w:rsidP="00B44265">
            <w:pPr>
              <w:pStyle w:val="SoDTabulka-Tun"/>
            </w:pPr>
            <w:r w:rsidRPr="00B44265">
              <w:t>Jméno a příjmení</w:t>
            </w:r>
          </w:p>
        </w:tc>
        <w:tc>
          <w:tcPr>
            <w:tcW w:w="5733" w:type="dxa"/>
          </w:tcPr>
          <w:p w14:paraId="3690D83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84852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64B8006" w14:textId="77777777" w:rsidR="00165977" w:rsidRPr="00F95FBD" w:rsidRDefault="00165977" w:rsidP="00165977">
            <w:pPr>
              <w:pStyle w:val="SoDTabulka"/>
            </w:pPr>
            <w:r w:rsidRPr="00F95FBD">
              <w:t>Adresa</w:t>
            </w:r>
          </w:p>
        </w:tc>
        <w:tc>
          <w:tcPr>
            <w:tcW w:w="5733" w:type="dxa"/>
          </w:tcPr>
          <w:p w14:paraId="397B3FB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52384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7EDA3D" w14:textId="77777777" w:rsidR="00165977" w:rsidRPr="00F95FBD" w:rsidRDefault="00165977" w:rsidP="00165977">
            <w:pPr>
              <w:pStyle w:val="SoDTabulka"/>
            </w:pPr>
            <w:r w:rsidRPr="00F95FBD">
              <w:t>E-mail</w:t>
            </w:r>
          </w:p>
        </w:tc>
        <w:tc>
          <w:tcPr>
            <w:tcW w:w="5733" w:type="dxa"/>
          </w:tcPr>
          <w:p w14:paraId="328722E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D0F45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46DA02" w14:textId="77777777" w:rsidR="00165977" w:rsidRPr="00F95FBD" w:rsidRDefault="00165977" w:rsidP="00165977">
            <w:pPr>
              <w:pStyle w:val="SoDTabulka"/>
            </w:pPr>
            <w:r w:rsidRPr="00F95FBD">
              <w:t>Telefon</w:t>
            </w:r>
          </w:p>
        </w:tc>
        <w:tc>
          <w:tcPr>
            <w:tcW w:w="5733" w:type="dxa"/>
          </w:tcPr>
          <w:p w14:paraId="3F26581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1FE7DC" w14:textId="77777777" w:rsidR="00165977" w:rsidRPr="00F95FBD" w:rsidRDefault="00165977" w:rsidP="00165977">
      <w:pPr>
        <w:pStyle w:val="SoDTabulka"/>
      </w:pPr>
    </w:p>
    <w:p w14:paraId="4E0EDDCE" w14:textId="35626D71" w:rsidR="00165977" w:rsidRPr="00F95FBD" w:rsidRDefault="00165977" w:rsidP="00EA056C">
      <w:pPr>
        <w:pStyle w:val="SoDNadpistabulky"/>
        <w:rPr>
          <w:sz w:val="18"/>
          <w:szCs w:val="18"/>
        </w:rPr>
      </w:pPr>
      <w:r w:rsidRPr="00F95FBD">
        <w:rPr>
          <w:sz w:val="18"/>
          <w:szCs w:val="18"/>
        </w:rPr>
        <w:t xml:space="preserve">Osoba odpovědná </w:t>
      </w:r>
      <w:r w:rsidRPr="00DA5988">
        <w:rPr>
          <w:sz w:val="18"/>
          <w:szCs w:val="18"/>
        </w:rPr>
        <w:t>za</w:t>
      </w:r>
      <w:r w:rsidR="007F29AB">
        <w:rPr>
          <w:sz w:val="18"/>
          <w:szCs w:val="18"/>
        </w:rPr>
        <w:t xml:space="preserve"> odpadové hospodářství</w:t>
      </w:r>
    </w:p>
    <w:tbl>
      <w:tblPr>
        <w:tblStyle w:val="TabulkaS-zahlzap"/>
        <w:tblW w:w="8789" w:type="dxa"/>
        <w:tblLook w:val="04A0" w:firstRow="1" w:lastRow="0" w:firstColumn="1" w:lastColumn="0" w:noHBand="0" w:noVBand="1"/>
      </w:tblPr>
      <w:tblGrid>
        <w:gridCol w:w="3056"/>
        <w:gridCol w:w="5733"/>
      </w:tblGrid>
      <w:tr w:rsidR="00165977" w:rsidRPr="00B44265" w14:paraId="471E6CD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5FFD7B" w14:textId="77777777" w:rsidR="00165977" w:rsidRPr="00B44265" w:rsidRDefault="00165977" w:rsidP="00B44265">
            <w:pPr>
              <w:pStyle w:val="SoDTabulka-Tun"/>
            </w:pPr>
            <w:r w:rsidRPr="00B44265">
              <w:t>Jméno a příjmení</w:t>
            </w:r>
          </w:p>
        </w:tc>
        <w:tc>
          <w:tcPr>
            <w:tcW w:w="5733" w:type="dxa"/>
          </w:tcPr>
          <w:p w14:paraId="1C8C22C4"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0AFEB7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541E09F" w14:textId="77777777" w:rsidR="00165977" w:rsidRPr="00F95FBD" w:rsidRDefault="00165977" w:rsidP="005925DB">
            <w:pPr>
              <w:pStyle w:val="SoDTabulka"/>
              <w:keepNext/>
            </w:pPr>
            <w:r w:rsidRPr="00F95FBD">
              <w:t>Adresa</w:t>
            </w:r>
          </w:p>
        </w:tc>
        <w:tc>
          <w:tcPr>
            <w:tcW w:w="5733" w:type="dxa"/>
          </w:tcPr>
          <w:p w14:paraId="7B532B45"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3B3FA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E99970" w14:textId="77777777" w:rsidR="00165977" w:rsidRPr="00F95FBD" w:rsidRDefault="00165977" w:rsidP="005925DB">
            <w:pPr>
              <w:pStyle w:val="SoDTabulka"/>
              <w:keepNext/>
            </w:pPr>
            <w:r w:rsidRPr="00F95FBD">
              <w:t>E-mail</w:t>
            </w:r>
          </w:p>
        </w:tc>
        <w:tc>
          <w:tcPr>
            <w:tcW w:w="5733" w:type="dxa"/>
          </w:tcPr>
          <w:p w14:paraId="17B029AB"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FAD51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054B18" w14:textId="77777777" w:rsidR="00165977" w:rsidRPr="00F95FBD" w:rsidRDefault="00165977" w:rsidP="00165977">
            <w:pPr>
              <w:pStyle w:val="SoDTabulka"/>
            </w:pPr>
            <w:r w:rsidRPr="00F95FBD">
              <w:t>Telefon</w:t>
            </w:r>
          </w:p>
        </w:tc>
        <w:tc>
          <w:tcPr>
            <w:tcW w:w="5733" w:type="dxa"/>
          </w:tcPr>
          <w:p w14:paraId="2E1ED3B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25C9EF" w14:textId="77777777" w:rsidR="007F29AB" w:rsidRDefault="007F29AB" w:rsidP="00EA056C">
      <w:pPr>
        <w:pStyle w:val="SoDNadpistabulky"/>
        <w:rPr>
          <w:sz w:val="18"/>
          <w:szCs w:val="18"/>
        </w:rPr>
      </w:pPr>
    </w:p>
    <w:p w14:paraId="3AAD79ED" w14:textId="6A5E7E72" w:rsidR="00804D90" w:rsidRPr="00804D90" w:rsidRDefault="00F50F29" w:rsidP="00EA056C">
      <w:pPr>
        <w:pStyle w:val="SoDNadpistabulky"/>
        <w:rPr>
          <w:sz w:val="18"/>
          <w:szCs w:val="18"/>
        </w:rPr>
      </w:pPr>
      <w:r>
        <w:rPr>
          <w:sz w:val="18"/>
          <w:szCs w:val="18"/>
        </w:rPr>
        <w:t xml:space="preserve">Koordinátor </w:t>
      </w:r>
      <w:r w:rsidR="00804D90" w:rsidRPr="00804D90">
        <w:rPr>
          <w:sz w:val="18"/>
          <w:szCs w:val="18"/>
        </w:rPr>
        <w:t>BIM</w:t>
      </w:r>
    </w:p>
    <w:tbl>
      <w:tblPr>
        <w:tblStyle w:val="TabulkaS-zahlzap"/>
        <w:tblW w:w="8789" w:type="dxa"/>
        <w:tblLook w:val="04A0" w:firstRow="1" w:lastRow="0" w:firstColumn="1" w:lastColumn="0" w:noHBand="0" w:noVBand="1"/>
      </w:tblPr>
      <w:tblGrid>
        <w:gridCol w:w="3056"/>
        <w:gridCol w:w="5733"/>
      </w:tblGrid>
      <w:tr w:rsidR="00804D90" w:rsidRPr="00B44265" w14:paraId="7A12F05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2C2B3C4F" w14:textId="77777777" w:rsidR="00804D90" w:rsidRPr="00B44265" w:rsidRDefault="00804D90" w:rsidP="00B44265">
            <w:pPr>
              <w:pStyle w:val="SoDTabulka-Tun"/>
            </w:pPr>
            <w:r w:rsidRPr="00B44265">
              <w:t>Jméno a příjmení</w:t>
            </w:r>
          </w:p>
        </w:tc>
        <w:tc>
          <w:tcPr>
            <w:tcW w:w="5733" w:type="dxa"/>
            <w:hideMark/>
          </w:tcPr>
          <w:p w14:paraId="11B579EB"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804D90" w:rsidRPr="00804D90" w14:paraId="78E2CF2F"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439ABD0D" w14:textId="77777777" w:rsidR="00804D90" w:rsidRPr="00804D90" w:rsidRDefault="00804D90" w:rsidP="00B44265">
            <w:pPr>
              <w:pStyle w:val="SoDTabulka"/>
              <w:keepNext/>
            </w:pPr>
            <w:r w:rsidRPr="00804D90">
              <w:t>Adresa</w:t>
            </w:r>
          </w:p>
        </w:tc>
        <w:tc>
          <w:tcPr>
            <w:tcW w:w="5733" w:type="dxa"/>
            <w:hideMark/>
          </w:tcPr>
          <w:p w14:paraId="2253835A"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7861E506"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03346D2" w14:textId="77777777" w:rsidR="00804D90" w:rsidRPr="00804D90" w:rsidRDefault="00804D90" w:rsidP="00B44265">
            <w:pPr>
              <w:pStyle w:val="SoDTabulka"/>
              <w:keepNext/>
            </w:pPr>
            <w:r w:rsidRPr="00804D90">
              <w:t>E-mail</w:t>
            </w:r>
          </w:p>
        </w:tc>
        <w:tc>
          <w:tcPr>
            <w:tcW w:w="5733" w:type="dxa"/>
            <w:hideMark/>
          </w:tcPr>
          <w:p w14:paraId="3A30ACCC"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3DF8434F"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5E9C0BFE" w14:textId="77777777" w:rsidR="00804D90" w:rsidRPr="00804D90" w:rsidRDefault="00804D90" w:rsidP="000424C4">
            <w:pPr>
              <w:pStyle w:val="SoDTabulka"/>
            </w:pPr>
            <w:r w:rsidRPr="00804D90">
              <w:t>Telefon</w:t>
            </w:r>
          </w:p>
        </w:tc>
        <w:tc>
          <w:tcPr>
            <w:tcW w:w="5733" w:type="dxa"/>
            <w:hideMark/>
          </w:tcPr>
          <w:p w14:paraId="2384F002"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783B0B95" w14:textId="77777777" w:rsidR="00804D90" w:rsidRPr="00804D90" w:rsidRDefault="00804D90" w:rsidP="00804D90">
      <w:pPr>
        <w:pStyle w:val="SoDTabulka"/>
      </w:pPr>
    </w:p>
    <w:p w14:paraId="0C3843D3" w14:textId="77777777" w:rsidR="00804D90" w:rsidRPr="00804D90" w:rsidRDefault="00804D90" w:rsidP="00804D90">
      <w:pPr>
        <w:pStyle w:val="SoDNadpistabulky"/>
        <w:rPr>
          <w:sz w:val="18"/>
          <w:szCs w:val="18"/>
        </w:rPr>
      </w:pPr>
      <w:r w:rsidRPr="00804D90">
        <w:rPr>
          <w:sz w:val="18"/>
          <w:szCs w:val="18"/>
        </w:rPr>
        <w:lastRenderedPageBreak/>
        <w:t>Manažer informací</w:t>
      </w:r>
    </w:p>
    <w:tbl>
      <w:tblPr>
        <w:tblStyle w:val="TabulkaS-zahlzap"/>
        <w:tblW w:w="8868" w:type="dxa"/>
        <w:tblLook w:val="04A0" w:firstRow="1" w:lastRow="0" w:firstColumn="1" w:lastColumn="0" w:noHBand="0" w:noVBand="1"/>
      </w:tblPr>
      <w:tblGrid>
        <w:gridCol w:w="3056"/>
        <w:gridCol w:w="5733"/>
        <w:gridCol w:w="79"/>
      </w:tblGrid>
      <w:tr w:rsidR="00804D90" w:rsidRPr="00B44265" w14:paraId="14BB6A4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58EB052" w14:textId="77777777" w:rsidR="00804D90" w:rsidRPr="00B44265" w:rsidRDefault="00804D90" w:rsidP="00B44265">
            <w:pPr>
              <w:pStyle w:val="SoDTabulka-Tun"/>
            </w:pPr>
            <w:r w:rsidRPr="00B44265">
              <w:t>Jméno a příjmení</w:t>
            </w:r>
          </w:p>
        </w:tc>
        <w:tc>
          <w:tcPr>
            <w:tcW w:w="5812" w:type="dxa"/>
            <w:gridSpan w:val="2"/>
            <w:hideMark/>
          </w:tcPr>
          <w:p w14:paraId="2E0F1C3F"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2269DBA7"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74E964B5" w14:textId="77777777" w:rsidR="00804D90" w:rsidRPr="00804D90" w:rsidRDefault="00804D90" w:rsidP="00B44265">
            <w:pPr>
              <w:pStyle w:val="SoDTabulka"/>
              <w:keepNext/>
            </w:pPr>
            <w:r w:rsidRPr="00804D90">
              <w:t>Adresa</w:t>
            </w:r>
          </w:p>
        </w:tc>
        <w:tc>
          <w:tcPr>
            <w:tcW w:w="5812" w:type="dxa"/>
            <w:gridSpan w:val="2"/>
            <w:hideMark/>
          </w:tcPr>
          <w:p w14:paraId="38C96D10"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1D1276FA" w14:textId="77777777" w:rsidTr="005925DB">
        <w:trPr>
          <w:gridAfter w:val="1"/>
          <w:wAfter w:w="79" w:type="dxa"/>
        </w:trPr>
        <w:tc>
          <w:tcPr>
            <w:cnfStyle w:val="001000000000" w:firstRow="0" w:lastRow="0" w:firstColumn="1" w:lastColumn="0" w:oddVBand="0" w:evenVBand="0" w:oddHBand="0" w:evenHBand="0" w:firstRowFirstColumn="0" w:firstRowLastColumn="0" w:lastRowFirstColumn="0" w:lastRowLastColumn="0"/>
            <w:tcW w:w="3056" w:type="dxa"/>
            <w:hideMark/>
          </w:tcPr>
          <w:p w14:paraId="521C4B2A" w14:textId="77777777" w:rsidR="00804D90" w:rsidRPr="00804D90" w:rsidRDefault="00804D90" w:rsidP="00B44265">
            <w:pPr>
              <w:pStyle w:val="SoDTabulka"/>
              <w:keepNext/>
            </w:pPr>
            <w:r w:rsidRPr="00804D90">
              <w:t>E-mail</w:t>
            </w:r>
          </w:p>
        </w:tc>
        <w:tc>
          <w:tcPr>
            <w:tcW w:w="5733" w:type="dxa"/>
            <w:hideMark/>
          </w:tcPr>
          <w:p w14:paraId="227C7EA0"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6631E6BB"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686B06CC" w14:textId="77777777" w:rsidR="00804D90" w:rsidRPr="00804D90" w:rsidRDefault="00804D90" w:rsidP="000424C4">
            <w:pPr>
              <w:pStyle w:val="SoDTabulka"/>
            </w:pPr>
            <w:r w:rsidRPr="00804D90">
              <w:t>Telefon</w:t>
            </w:r>
          </w:p>
        </w:tc>
        <w:tc>
          <w:tcPr>
            <w:tcW w:w="5812" w:type="dxa"/>
            <w:gridSpan w:val="2"/>
            <w:hideMark/>
          </w:tcPr>
          <w:p w14:paraId="6CF09FDE"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02F76B01"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4253ECC" w14:textId="77777777" w:rsidR="00DD598A" w:rsidRPr="008C3BF8" w:rsidRDefault="00DD598A" w:rsidP="00392910">
      <w:pPr>
        <w:pStyle w:val="SoDNadpisbezsl1"/>
      </w:pPr>
      <w:r w:rsidRPr="008C3BF8">
        <w:lastRenderedPageBreak/>
        <w:t>Příloha č. 8</w:t>
      </w:r>
    </w:p>
    <w:p w14:paraId="23E6C78B" w14:textId="1DE1B6C4" w:rsidR="00DD598A" w:rsidRDefault="00DD598A" w:rsidP="00DD598A">
      <w:pPr>
        <w:pStyle w:val="SoDNadpisbezsl1-2"/>
        <w:outlineLvl w:val="1"/>
      </w:pPr>
      <w:r w:rsidRPr="008C3BF8">
        <w:t xml:space="preserve">NEOBSAZENO </w:t>
      </w: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55097763" w14:textId="6B685D70" w:rsidR="00392910" w:rsidRDefault="00392910" w:rsidP="00553701">
      <w:pPr>
        <w:pStyle w:val="SoDNadpisbezsl1-2"/>
        <w:outlineLvl w:val="1"/>
      </w:pPr>
      <w:r w:rsidRPr="008C3BF8">
        <w:t>Žádost o poskytnutí zálohové platby</w:t>
      </w:r>
    </w:p>
    <w:p w14:paraId="6735EEBC" w14:textId="77777777" w:rsidR="00392910" w:rsidRDefault="00392910" w:rsidP="00392910">
      <w:pPr>
        <w:pStyle w:val="SoDTextbezodsazen"/>
      </w:pPr>
    </w:p>
    <w:p w14:paraId="1B149BAF" w14:textId="71822F37" w:rsidR="00392910" w:rsidRDefault="00392910" w:rsidP="00392910">
      <w:pPr>
        <w:pStyle w:val="SoDTextbezodsazen"/>
      </w:pPr>
      <w:r>
        <w:t>V souladu s ustanovením pod-článku 14.2 Smluvních podmínek ke Smlouvě o dílo na zhotovení stavby</w:t>
      </w:r>
      <w:r w:rsidR="008C3BF8" w:rsidRPr="008C3BF8">
        <w:t xml:space="preserve"> </w:t>
      </w:r>
      <w:r w:rsidR="008C3BF8">
        <w:t>„</w:t>
      </w:r>
      <w:r w:rsidR="008C3BF8" w:rsidRPr="008C3BF8">
        <w:t>Modernizace trati Plzeň - Domažlice - st.hranice SRN, 2. stavba, úsek Plzeň (mimo) - Nýřany - Chotěšov (mimo)“</w:t>
      </w:r>
      <w:r>
        <w:t xml:space="preserve"> 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02864A3C" w14:textId="77777777" w:rsidR="00553701" w:rsidRPr="008C3BF8" w:rsidRDefault="00553701" w:rsidP="00682647">
      <w:pPr>
        <w:pStyle w:val="SoDNadpisbezsl1"/>
      </w:pPr>
      <w:r w:rsidRPr="008C3BF8">
        <w:lastRenderedPageBreak/>
        <w:t>Příloha č. 10</w:t>
      </w:r>
    </w:p>
    <w:p w14:paraId="74DA85EF" w14:textId="7C45BA77" w:rsidR="00553701" w:rsidRPr="008C3BF8" w:rsidRDefault="00553701" w:rsidP="00553701">
      <w:pPr>
        <w:pStyle w:val="SoDNadpisbezsl1-2"/>
        <w:outlineLvl w:val="1"/>
      </w:pPr>
      <w:r w:rsidRPr="008C3BF8">
        <w:t>BIM Protokol</w:t>
      </w:r>
      <w:r w:rsidR="00EB50D5" w:rsidRPr="008C3BF8">
        <w:t xml:space="preserve"> </w:t>
      </w:r>
    </w:p>
    <w:p w14:paraId="7E510D1F" w14:textId="77777777" w:rsidR="00553701" w:rsidRDefault="00160F8A" w:rsidP="00553701">
      <w:r w:rsidRPr="008C3BF8">
        <w:t>Příloha je uvedena jako samostatný dokument</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p w14:paraId="1AC678B1" w14:textId="77777777" w:rsidR="00D43467" w:rsidRDefault="00D43467" w:rsidP="00392910">
      <w:pPr>
        <w:pStyle w:val="SoDTextbezodsazen"/>
      </w:pPr>
    </w:p>
    <w:p w14:paraId="3775B4F3" w14:textId="77777777" w:rsidR="00D43467" w:rsidRDefault="00D43467" w:rsidP="00392910">
      <w:pPr>
        <w:pStyle w:val="SoDTextbezodsazen"/>
      </w:pPr>
    </w:p>
    <w:p w14:paraId="653C0BB3" w14:textId="77777777" w:rsidR="00D43467" w:rsidRDefault="00D43467" w:rsidP="00392910">
      <w:pPr>
        <w:pStyle w:val="SoDTextbezodsazen"/>
      </w:pPr>
    </w:p>
    <w:p w14:paraId="2CFD4ACC" w14:textId="77777777" w:rsidR="00D43467" w:rsidRDefault="00D43467" w:rsidP="00392910">
      <w:pPr>
        <w:pStyle w:val="SoDTextbezodsazen"/>
      </w:pPr>
    </w:p>
    <w:p w14:paraId="1E257750" w14:textId="77777777" w:rsidR="00D43467" w:rsidRDefault="00D43467" w:rsidP="00392910">
      <w:pPr>
        <w:pStyle w:val="SoDTextbezodsazen"/>
      </w:pPr>
    </w:p>
    <w:p w14:paraId="13BBA808" w14:textId="77777777" w:rsidR="00D43467" w:rsidRDefault="00D43467" w:rsidP="00392910">
      <w:pPr>
        <w:pStyle w:val="SoDTextbezodsazen"/>
      </w:pPr>
    </w:p>
    <w:p w14:paraId="5A346C04" w14:textId="77777777" w:rsidR="00D43467" w:rsidRDefault="00D43467" w:rsidP="00392910">
      <w:pPr>
        <w:pStyle w:val="SoDTextbezodsazen"/>
      </w:pPr>
    </w:p>
    <w:p w14:paraId="7AF86352" w14:textId="77777777" w:rsidR="00D43467" w:rsidRDefault="00D43467" w:rsidP="00392910">
      <w:pPr>
        <w:pStyle w:val="SoDTextbezodsazen"/>
      </w:pPr>
    </w:p>
    <w:p w14:paraId="70F215D6" w14:textId="77777777" w:rsidR="00D43467" w:rsidRDefault="00D43467" w:rsidP="00392910">
      <w:pPr>
        <w:pStyle w:val="SoDTextbezodsazen"/>
      </w:pPr>
    </w:p>
    <w:p w14:paraId="5A952ACB" w14:textId="77777777" w:rsidR="00D43467" w:rsidRDefault="00D43467" w:rsidP="00392910">
      <w:pPr>
        <w:pStyle w:val="SoDTextbezodsazen"/>
      </w:pPr>
    </w:p>
    <w:p w14:paraId="23802EC1" w14:textId="77777777" w:rsidR="00D43467" w:rsidRDefault="00D43467" w:rsidP="00392910">
      <w:pPr>
        <w:pStyle w:val="SoDTextbezodsazen"/>
      </w:pPr>
    </w:p>
    <w:p w14:paraId="6EAB0CDF" w14:textId="77777777" w:rsidR="00D43467" w:rsidRDefault="00D43467" w:rsidP="00392910">
      <w:pPr>
        <w:pStyle w:val="SoDTextbezodsazen"/>
      </w:pPr>
    </w:p>
    <w:p w14:paraId="38AE385A" w14:textId="77777777" w:rsidR="00D43467" w:rsidRDefault="00D43467" w:rsidP="00392910">
      <w:pPr>
        <w:pStyle w:val="SoDTextbezodsazen"/>
      </w:pPr>
    </w:p>
    <w:p w14:paraId="03500627" w14:textId="77777777" w:rsidR="00D43467" w:rsidRDefault="00D43467" w:rsidP="00392910">
      <w:pPr>
        <w:pStyle w:val="SoDTextbezodsazen"/>
      </w:pPr>
    </w:p>
    <w:p w14:paraId="6ED5FFD7" w14:textId="77777777" w:rsidR="00D43467" w:rsidRDefault="00D43467" w:rsidP="00392910">
      <w:pPr>
        <w:pStyle w:val="SoDTextbezodsazen"/>
      </w:pPr>
    </w:p>
    <w:p w14:paraId="5A959CA4" w14:textId="77777777" w:rsidR="00D43467" w:rsidRDefault="00D43467" w:rsidP="00392910">
      <w:pPr>
        <w:pStyle w:val="SoDTextbezodsazen"/>
      </w:pPr>
    </w:p>
    <w:p w14:paraId="19ED47BA" w14:textId="77777777" w:rsidR="00D43467" w:rsidRDefault="00D43467" w:rsidP="00392910">
      <w:pPr>
        <w:pStyle w:val="SoDTextbezodsazen"/>
      </w:pPr>
    </w:p>
    <w:p w14:paraId="5A770E1A" w14:textId="77777777" w:rsidR="00D43467" w:rsidRDefault="00D43467" w:rsidP="00392910">
      <w:pPr>
        <w:pStyle w:val="SoDTextbezodsazen"/>
      </w:pPr>
    </w:p>
    <w:p w14:paraId="6AD106B3" w14:textId="77777777" w:rsidR="00D43467" w:rsidRDefault="00D43467" w:rsidP="00392910">
      <w:pPr>
        <w:pStyle w:val="SoDTextbezodsazen"/>
      </w:pPr>
    </w:p>
    <w:p w14:paraId="772D3EB5" w14:textId="77777777" w:rsidR="00D43467" w:rsidRDefault="00D43467" w:rsidP="00392910">
      <w:pPr>
        <w:pStyle w:val="SoDTextbezodsazen"/>
      </w:pPr>
    </w:p>
    <w:p w14:paraId="1C63EA8D" w14:textId="77777777" w:rsidR="00D43467" w:rsidRDefault="00D43467" w:rsidP="00392910">
      <w:pPr>
        <w:pStyle w:val="SoDTextbezodsazen"/>
      </w:pPr>
    </w:p>
    <w:p w14:paraId="4BDDA4AC" w14:textId="77777777" w:rsidR="00D43467" w:rsidRDefault="00D43467" w:rsidP="00392910">
      <w:pPr>
        <w:pStyle w:val="SoDTextbezodsazen"/>
      </w:pPr>
    </w:p>
    <w:p w14:paraId="7234CE3A" w14:textId="77777777" w:rsidR="00D43467" w:rsidRDefault="00D43467" w:rsidP="00392910">
      <w:pPr>
        <w:pStyle w:val="SoDTextbezodsazen"/>
      </w:pPr>
    </w:p>
    <w:p w14:paraId="0E66AE82" w14:textId="77777777" w:rsidR="00D43467" w:rsidRDefault="00D43467" w:rsidP="00392910">
      <w:pPr>
        <w:pStyle w:val="SoDTextbezodsazen"/>
      </w:pPr>
    </w:p>
    <w:p w14:paraId="21368491" w14:textId="77777777" w:rsidR="00D43467" w:rsidRDefault="00D43467" w:rsidP="00392910">
      <w:pPr>
        <w:pStyle w:val="SoDTextbezodsazen"/>
      </w:pPr>
    </w:p>
    <w:p w14:paraId="389D11FD" w14:textId="77777777" w:rsidR="00D43467" w:rsidRDefault="00D43467" w:rsidP="00392910">
      <w:pPr>
        <w:pStyle w:val="SoDTextbezodsazen"/>
      </w:pPr>
    </w:p>
    <w:p w14:paraId="7B19827D" w14:textId="424523BA" w:rsidR="00751F21" w:rsidRDefault="00751F21">
      <w:pPr>
        <w:spacing w:after="240" w:line="264" w:lineRule="auto"/>
        <w:rPr>
          <w:sz w:val="18"/>
          <w:szCs w:val="18"/>
        </w:rPr>
      </w:pPr>
      <w:r>
        <w:br w:type="page"/>
      </w:r>
    </w:p>
    <w:p w14:paraId="51010453" w14:textId="77777777" w:rsidR="00751F21" w:rsidRDefault="00751F21" w:rsidP="00D43467">
      <w:pPr>
        <w:pStyle w:val="SoDNadpisbezsl1"/>
        <w:sectPr w:rsidR="00751F21"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pPr>
    </w:p>
    <w:p w14:paraId="6714D774" w14:textId="5F99B53C" w:rsidR="00D43467" w:rsidRPr="005E7125" w:rsidRDefault="00D43467" w:rsidP="00D43467">
      <w:pPr>
        <w:pStyle w:val="SoDNadpisbezsl1"/>
      </w:pPr>
      <w:r w:rsidRPr="005E7125">
        <w:lastRenderedPageBreak/>
        <w:t xml:space="preserve">Příloha č. </w:t>
      </w:r>
      <w:r>
        <w:t>12</w:t>
      </w:r>
    </w:p>
    <w:p w14:paraId="6EC0A584" w14:textId="77777777" w:rsidR="00D43467" w:rsidRDefault="00D43467" w:rsidP="00392910">
      <w:pPr>
        <w:pStyle w:val="SoDTextbezodsazen"/>
      </w:pPr>
    </w:p>
    <w:p w14:paraId="171C8229" w14:textId="77777777" w:rsidR="00D43467" w:rsidRPr="00D43467" w:rsidRDefault="00D43467" w:rsidP="00D43467">
      <w:pPr>
        <w:pStyle w:val="SoDTextbezodsazen"/>
      </w:pPr>
      <w:r w:rsidRPr="00D43467">
        <w:t xml:space="preserve">Formulář – Potřebná doba výluk k realizaci díla (bude doplněno dle nabídky Zhotovitele) </w:t>
      </w:r>
    </w:p>
    <w:p w14:paraId="0F6D1C08" w14:textId="77777777" w:rsidR="00D43467" w:rsidRDefault="00D43467" w:rsidP="00392910">
      <w:pPr>
        <w:pStyle w:val="SoDTextbezodsazen"/>
      </w:pPr>
    </w:p>
    <w:p w14:paraId="38223EFD" w14:textId="77777777" w:rsidR="00D43467" w:rsidRDefault="00D43467" w:rsidP="00392910">
      <w:pPr>
        <w:pStyle w:val="SoDTextbezodsazen"/>
      </w:pPr>
    </w:p>
    <w:p w14:paraId="0D2E703C" w14:textId="77777777" w:rsidR="00D43467" w:rsidRDefault="00D43467" w:rsidP="00392910">
      <w:pPr>
        <w:pStyle w:val="SoDTextbezodsazen"/>
      </w:pPr>
    </w:p>
    <w:p w14:paraId="529CCB30" w14:textId="77777777" w:rsidR="00D43467" w:rsidRDefault="00D43467" w:rsidP="00392910">
      <w:pPr>
        <w:pStyle w:val="SoDTextbezodsazen"/>
      </w:pPr>
    </w:p>
    <w:sectPr w:rsidR="00D43467" w:rsidSect="002E4514">
      <w:headerReference w:type="default" r:id="rId5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9F7ECC" w14:textId="77777777" w:rsidR="009814FC" w:rsidRDefault="009814FC" w:rsidP="00962258">
      <w:pPr>
        <w:spacing w:after="0" w:line="240" w:lineRule="auto"/>
      </w:pPr>
      <w:r>
        <w:separator/>
      </w:r>
    </w:p>
  </w:endnote>
  <w:endnote w:type="continuationSeparator" w:id="0">
    <w:p w14:paraId="42FB9C47" w14:textId="77777777" w:rsidR="009814FC" w:rsidRDefault="009814FC" w:rsidP="00962258">
      <w:pPr>
        <w:spacing w:after="0" w:line="240" w:lineRule="auto"/>
      </w:pPr>
      <w:r>
        <w:continuationSeparator/>
      </w:r>
    </w:p>
  </w:endnote>
  <w:endnote w:type="continuationNotice" w:id="1">
    <w:p w14:paraId="2CF7DD65" w14:textId="77777777" w:rsidR="009814FC" w:rsidRDefault="009814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607F" w:rsidRPr="003462EB" w14:paraId="7CB0EE30" w14:textId="77777777" w:rsidTr="00D453DF">
      <w:tc>
        <w:tcPr>
          <w:tcW w:w="1021" w:type="dxa"/>
          <w:vAlign w:val="bottom"/>
        </w:tcPr>
        <w:p w14:paraId="447D86D2" w14:textId="77777777" w:rsidR="0031607F" w:rsidRPr="00B8518B" w:rsidRDefault="0031607F"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31607F" w:rsidRPr="00003F09" w:rsidRDefault="0031607F" w:rsidP="00003F09">
          <w:pPr>
            <w:pStyle w:val="SoDZpatvlevo"/>
          </w:pPr>
          <w:r>
            <w:t xml:space="preserve">Smlouva o dílo na </w:t>
          </w:r>
          <w:r w:rsidRPr="000A7FDE">
            <w:t xml:space="preserve">Zhotovení stavby </w:t>
          </w:r>
        </w:p>
      </w:tc>
    </w:tr>
  </w:tbl>
  <w:p w14:paraId="2AAEADA3" w14:textId="77777777" w:rsidR="0031607F" w:rsidRPr="00747C0A" w:rsidRDefault="0031607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607F" w:rsidRPr="003462EB" w14:paraId="707FB8DF" w14:textId="77777777" w:rsidTr="00D453DF">
      <w:tc>
        <w:tcPr>
          <w:tcW w:w="1021" w:type="dxa"/>
          <w:vAlign w:val="bottom"/>
        </w:tcPr>
        <w:p w14:paraId="0F746FFD" w14:textId="77777777" w:rsidR="0031607F" w:rsidRPr="00B8518B" w:rsidRDefault="0031607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31607F" w:rsidRPr="007E0D11" w:rsidRDefault="0031607F" w:rsidP="007E0D11">
          <w:pPr>
            <w:pStyle w:val="SoDZpatvlevo"/>
            <w:rPr>
              <w:b/>
            </w:rPr>
          </w:pPr>
          <w:r>
            <w:rPr>
              <w:b/>
            </w:rPr>
            <w:t>Příloha č. 4</w:t>
          </w:r>
        </w:p>
        <w:p w14:paraId="6972B467" w14:textId="77777777" w:rsidR="0031607F" w:rsidRPr="003462EB" w:rsidRDefault="0031607F" w:rsidP="007E0D11">
          <w:pPr>
            <w:pStyle w:val="SoDZpatvlevo"/>
          </w:pPr>
          <w:r>
            <w:t>Smlouva o dílo na Z</w:t>
          </w:r>
          <w:r w:rsidRPr="003462EB">
            <w:t xml:space="preserve">hotovení stavby </w:t>
          </w:r>
        </w:p>
      </w:tc>
    </w:tr>
  </w:tbl>
  <w:p w14:paraId="6EE42610" w14:textId="77777777" w:rsidR="0031607F" w:rsidRPr="00747C0A" w:rsidRDefault="0031607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607F" w:rsidRPr="009E09BE" w14:paraId="5B96E742" w14:textId="77777777" w:rsidTr="00D453DF">
      <w:tc>
        <w:tcPr>
          <w:tcW w:w="0" w:type="auto"/>
          <w:tcMar>
            <w:left w:w="0" w:type="dxa"/>
            <w:right w:w="0" w:type="dxa"/>
          </w:tcMar>
          <w:vAlign w:val="bottom"/>
        </w:tcPr>
        <w:p w14:paraId="14BCC669" w14:textId="77777777" w:rsidR="0031607F" w:rsidRPr="007E0D11" w:rsidRDefault="0031607F" w:rsidP="00D453DF">
          <w:pPr>
            <w:pStyle w:val="SoDZpatvpravo"/>
            <w:rPr>
              <w:b/>
            </w:rPr>
          </w:pPr>
          <w:r w:rsidRPr="007E0D11">
            <w:rPr>
              <w:b/>
            </w:rPr>
            <w:t xml:space="preserve">Příloha č. </w:t>
          </w:r>
          <w:r>
            <w:rPr>
              <w:b/>
            </w:rPr>
            <w:t>4</w:t>
          </w:r>
        </w:p>
        <w:p w14:paraId="29145874" w14:textId="77777777" w:rsidR="0031607F" w:rsidRPr="003462EB" w:rsidRDefault="0031607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075EDC60" w:rsidR="0031607F" w:rsidRPr="009E09BE" w:rsidRDefault="0031607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FDD">
            <w:rPr>
              <w:rStyle w:val="slostrnky"/>
              <w:noProof/>
            </w:rPr>
            <w:t>1</w:t>
          </w:r>
          <w:r>
            <w:rPr>
              <w:rStyle w:val="slostrnky"/>
            </w:rPr>
            <w:fldChar w:fldCharType="end"/>
          </w:r>
        </w:p>
      </w:tc>
    </w:tr>
  </w:tbl>
  <w:p w14:paraId="4732A9B7" w14:textId="77777777" w:rsidR="0031607F" w:rsidRPr="00B8518B" w:rsidRDefault="0031607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607F" w:rsidRPr="003462EB" w14:paraId="0EBAFA15" w14:textId="77777777" w:rsidTr="00D453DF">
      <w:tc>
        <w:tcPr>
          <w:tcW w:w="1021" w:type="dxa"/>
          <w:vAlign w:val="bottom"/>
        </w:tcPr>
        <w:p w14:paraId="7F851F1F" w14:textId="4F9E3641" w:rsidR="0031607F" w:rsidRPr="00B8518B" w:rsidRDefault="0031607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FDD">
            <w:rPr>
              <w:rStyle w:val="slostrnky"/>
              <w:noProof/>
            </w:rPr>
            <w:t>2</w:t>
          </w:r>
          <w:r>
            <w:rPr>
              <w:rStyle w:val="slostrnky"/>
            </w:rPr>
            <w:fldChar w:fldCharType="end"/>
          </w:r>
        </w:p>
      </w:tc>
      <w:tc>
        <w:tcPr>
          <w:tcW w:w="0" w:type="auto"/>
          <w:vAlign w:val="bottom"/>
        </w:tcPr>
        <w:p w14:paraId="3107F188" w14:textId="77777777" w:rsidR="0031607F" w:rsidRPr="007E0D11" w:rsidRDefault="0031607F" w:rsidP="007E0D11">
          <w:pPr>
            <w:pStyle w:val="SoDZpatvlevo"/>
            <w:rPr>
              <w:b/>
            </w:rPr>
          </w:pPr>
          <w:r>
            <w:rPr>
              <w:b/>
            </w:rPr>
            <w:t>Příloha č. 5</w:t>
          </w:r>
        </w:p>
        <w:p w14:paraId="18C9BF42" w14:textId="77777777" w:rsidR="0031607F" w:rsidRPr="003462EB" w:rsidRDefault="0031607F" w:rsidP="007E0D11">
          <w:pPr>
            <w:pStyle w:val="SoDZpatvlevo"/>
          </w:pPr>
          <w:r>
            <w:t>Smlouva o dílo na Z</w:t>
          </w:r>
          <w:r w:rsidRPr="003462EB">
            <w:t xml:space="preserve">hotovení stavby </w:t>
          </w:r>
        </w:p>
      </w:tc>
    </w:tr>
  </w:tbl>
  <w:p w14:paraId="3618A676" w14:textId="77777777" w:rsidR="0031607F" w:rsidRPr="00747C0A" w:rsidRDefault="0031607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607F" w:rsidRPr="009E09BE" w14:paraId="2E70084E" w14:textId="77777777" w:rsidTr="00D453DF">
      <w:tc>
        <w:tcPr>
          <w:tcW w:w="0" w:type="auto"/>
          <w:tcMar>
            <w:left w:w="0" w:type="dxa"/>
            <w:right w:w="0" w:type="dxa"/>
          </w:tcMar>
          <w:vAlign w:val="bottom"/>
        </w:tcPr>
        <w:p w14:paraId="009D2EDB" w14:textId="77777777" w:rsidR="0031607F" w:rsidRPr="007E0D11" w:rsidRDefault="0031607F" w:rsidP="00D453DF">
          <w:pPr>
            <w:pStyle w:val="SoDZpatvpravo"/>
            <w:rPr>
              <w:b/>
            </w:rPr>
          </w:pPr>
          <w:r w:rsidRPr="007E0D11">
            <w:rPr>
              <w:b/>
            </w:rPr>
            <w:t xml:space="preserve">Příloha č. </w:t>
          </w:r>
          <w:r>
            <w:rPr>
              <w:b/>
            </w:rPr>
            <w:t>5</w:t>
          </w:r>
        </w:p>
        <w:p w14:paraId="291B3E8F" w14:textId="77777777" w:rsidR="0031607F" w:rsidRPr="003462EB" w:rsidRDefault="0031607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70D0F4B5" w:rsidR="0031607F" w:rsidRPr="009E09BE" w:rsidRDefault="0031607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FDD">
            <w:rPr>
              <w:rStyle w:val="slostrnky"/>
              <w:noProof/>
            </w:rPr>
            <w:t>2</w:t>
          </w:r>
          <w:r>
            <w:rPr>
              <w:rStyle w:val="slostrnky"/>
            </w:rPr>
            <w:fldChar w:fldCharType="end"/>
          </w:r>
        </w:p>
      </w:tc>
    </w:tr>
  </w:tbl>
  <w:p w14:paraId="1AFB6075" w14:textId="77777777" w:rsidR="0031607F" w:rsidRPr="00B8518B" w:rsidRDefault="0031607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607F" w:rsidRPr="003462EB" w14:paraId="003F90FA" w14:textId="77777777" w:rsidTr="00D453DF">
      <w:tc>
        <w:tcPr>
          <w:tcW w:w="1021" w:type="dxa"/>
          <w:vAlign w:val="bottom"/>
        </w:tcPr>
        <w:p w14:paraId="582D099F" w14:textId="77777777" w:rsidR="0031607F" w:rsidRPr="00B8518B" w:rsidRDefault="0031607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31607F" w:rsidRPr="007E0D11" w:rsidRDefault="0031607F" w:rsidP="007E0D11">
          <w:pPr>
            <w:pStyle w:val="SoDZpatvlevo"/>
            <w:rPr>
              <w:b/>
            </w:rPr>
          </w:pPr>
          <w:r>
            <w:rPr>
              <w:b/>
            </w:rPr>
            <w:t>Příloha č. 6</w:t>
          </w:r>
        </w:p>
        <w:p w14:paraId="1F2241B5" w14:textId="77777777" w:rsidR="0031607F" w:rsidRPr="003462EB" w:rsidRDefault="0031607F" w:rsidP="007E0D11">
          <w:pPr>
            <w:pStyle w:val="SoDZpatvlevo"/>
          </w:pPr>
          <w:r>
            <w:t>Smlouva o dílo na Z</w:t>
          </w:r>
          <w:r w:rsidRPr="003462EB">
            <w:t xml:space="preserve">hotovení stavby </w:t>
          </w:r>
        </w:p>
      </w:tc>
    </w:tr>
  </w:tbl>
  <w:p w14:paraId="21A98098" w14:textId="77777777" w:rsidR="0031607F" w:rsidRPr="00747C0A" w:rsidRDefault="0031607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607F" w:rsidRPr="009E09BE" w14:paraId="11CA8254" w14:textId="77777777" w:rsidTr="00D453DF">
      <w:tc>
        <w:tcPr>
          <w:tcW w:w="0" w:type="auto"/>
          <w:tcMar>
            <w:left w:w="0" w:type="dxa"/>
            <w:right w:w="0" w:type="dxa"/>
          </w:tcMar>
          <w:vAlign w:val="bottom"/>
        </w:tcPr>
        <w:p w14:paraId="4CFE7BBF" w14:textId="77777777" w:rsidR="0031607F" w:rsidRPr="007E0D11" w:rsidRDefault="0031607F" w:rsidP="00D453DF">
          <w:pPr>
            <w:pStyle w:val="SoDZpatvpravo"/>
            <w:rPr>
              <w:b/>
            </w:rPr>
          </w:pPr>
          <w:r w:rsidRPr="007E0D11">
            <w:rPr>
              <w:b/>
            </w:rPr>
            <w:t xml:space="preserve">Příloha č. </w:t>
          </w:r>
          <w:r>
            <w:rPr>
              <w:b/>
            </w:rPr>
            <w:t>6</w:t>
          </w:r>
        </w:p>
        <w:p w14:paraId="59DE375C" w14:textId="77777777" w:rsidR="0031607F" w:rsidRPr="003462EB" w:rsidRDefault="0031607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67075DFE" w:rsidR="0031607F" w:rsidRPr="009E09BE" w:rsidRDefault="0031607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FDD">
            <w:rPr>
              <w:rStyle w:val="slostrnky"/>
              <w:noProof/>
            </w:rPr>
            <w:t>1</w:t>
          </w:r>
          <w:r>
            <w:rPr>
              <w:rStyle w:val="slostrnky"/>
            </w:rPr>
            <w:fldChar w:fldCharType="end"/>
          </w:r>
        </w:p>
      </w:tc>
    </w:tr>
  </w:tbl>
  <w:p w14:paraId="20F69DB2" w14:textId="77777777" w:rsidR="0031607F" w:rsidRPr="00B8518B" w:rsidRDefault="0031607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607F" w:rsidRPr="003462EB" w14:paraId="2FB8E95F" w14:textId="77777777" w:rsidTr="00D453DF">
      <w:tc>
        <w:tcPr>
          <w:tcW w:w="1021" w:type="dxa"/>
          <w:vAlign w:val="bottom"/>
        </w:tcPr>
        <w:p w14:paraId="28029A32" w14:textId="77777777" w:rsidR="0031607F" w:rsidRPr="00B8518B" w:rsidRDefault="0031607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31607F" w:rsidRPr="007E0D11" w:rsidRDefault="0031607F" w:rsidP="007E0D11">
          <w:pPr>
            <w:pStyle w:val="SoDZpatvlevo"/>
            <w:rPr>
              <w:b/>
            </w:rPr>
          </w:pPr>
          <w:r>
            <w:rPr>
              <w:b/>
            </w:rPr>
            <w:t>Příloha č. 7</w:t>
          </w:r>
        </w:p>
        <w:p w14:paraId="2FB43744" w14:textId="77777777" w:rsidR="0031607F" w:rsidRPr="003462EB" w:rsidRDefault="0031607F" w:rsidP="007E0D11">
          <w:pPr>
            <w:pStyle w:val="SoDZpatvlevo"/>
          </w:pPr>
          <w:r>
            <w:t>Smlouva o dílo na Z</w:t>
          </w:r>
          <w:r w:rsidRPr="003462EB">
            <w:t xml:space="preserve">hotovení stavby </w:t>
          </w:r>
        </w:p>
      </w:tc>
    </w:tr>
  </w:tbl>
  <w:p w14:paraId="63DDA7CB" w14:textId="77777777" w:rsidR="0031607F" w:rsidRPr="00747C0A" w:rsidRDefault="0031607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607F" w:rsidRPr="009E09BE" w14:paraId="082248BF" w14:textId="77777777" w:rsidTr="00D453DF">
      <w:tc>
        <w:tcPr>
          <w:tcW w:w="0" w:type="auto"/>
          <w:tcMar>
            <w:left w:w="0" w:type="dxa"/>
            <w:right w:w="0" w:type="dxa"/>
          </w:tcMar>
          <w:vAlign w:val="bottom"/>
        </w:tcPr>
        <w:p w14:paraId="0E9A2314" w14:textId="77777777" w:rsidR="0031607F" w:rsidRPr="007E0D11" w:rsidRDefault="0031607F" w:rsidP="00D453DF">
          <w:pPr>
            <w:pStyle w:val="SoDZpatvpravo"/>
            <w:rPr>
              <w:b/>
            </w:rPr>
          </w:pPr>
          <w:r w:rsidRPr="007E0D11">
            <w:rPr>
              <w:b/>
            </w:rPr>
            <w:t xml:space="preserve">Příloha č. </w:t>
          </w:r>
          <w:r>
            <w:rPr>
              <w:b/>
            </w:rPr>
            <w:t>7</w:t>
          </w:r>
        </w:p>
        <w:p w14:paraId="4A406F70" w14:textId="77777777" w:rsidR="0031607F" w:rsidRPr="003462EB" w:rsidRDefault="0031607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5A8A017B" w:rsidR="0031607F" w:rsidRPr="009E09BE" w:rsidRDefault="0031607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FDD">
            <w:rPr>
              <w:rStyle w:val="slostrnky"/>
              <w:noProof/>
            </w:rPr>
            <w:t>1</w:t>
          </w:r>
          <w:r>
            <w:rPr>
              <w:rStyle w:val="slostrnky"/>
            </w:rPr>
            <w:fldChar w:fldCharType="end"/>
          </w:r>
        </w:p>
      </w:tc>
    </w:tr>
  </w:tbl>
  <w:p w14:paraId="264D8BB9" w14:textId="77777777" w:rsidR="0031607F" w:rsidRPr="00B8518B" w:rsidRDefault="0031607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607F" w:rsidRPr="003462EB" w14:paraId="6552D3AE" w14:textId="77777777" w:rsidTr="00D453DF">
      <w:tc>
        <w:tcPr>
          <w:tcW w:w="1021" w:type="dxa"/>
          <w:vAlign w:val="bottom"/>
        </w:tcPr>
        <w:p w14:paraId="3E572A3E" w14:textId="77777777" w:rsidR="0031607F" w:rsidRPr="00B8518B" w:rsidRDefault="0031607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31607F" w:rsidRPr="007E0D11" w:rsidRDefault="0031607F" w:rsidP="007E0D11">
          <w:pPr>
            <w:pStyle w:val="SoDZpatvlevo"/>
            <w:rPr>
              <w:b/>
            </w:rPr>
          </w:pPr>
          <w:r>
            <w:rPr>
              <w:b/>
            </w:rPr>
            <w:t>Příloha č. 8</w:t>
          </w:r>
        </w:p>
        <w:p w14:paraId="601D765E" w14:textId="77777777" w:rsidR="0031607F" w:rsidRPr="003462EB" w:rsidRDefault="0031607F" w:rsidP="007E0D11">
          <w:pPr>
            <w:pStyle w:val="SoDZpatvlevo"/>
          </w:pPr>
          <w:r>
            <w:t>Smlouva o dílo na Z</w:t>
          </w:r>
          <w:r w:rsidRPr="003462EB">
            <w:t xml:space="preserve">hotovení stavby </w:t>
          </w:r>
        </w:p>
      </w:tc>
    </w:tr>
  </w:tbl>
  <w:p w14:paraId="358FAAC1" w14:textId="77777777" w:rsidR="0031607F" w:rsidRPr="00747C0A" w:rsidRDefault="0031607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607F" w:rsidRPr="009E09BE" w14:paraId="02E0C1B2" w14:textId="77777777" w:rsidTr="00D453DF">
      <w:tc>
        <w:tcPr>
          <w:tcW w:w="0" w:type="auto"/>
          <w:tcMar>
            <w:left w:w="0" w:type="dxa"/>
            <w:right w:w="0" w:type="dxa"/>
          </w:tcMar>
          <w:vAlign w:val="bottom"/>
        </w:tcPr>
        <w:p w14:paraId="1FE7B8F4" w14:textId="77777777" w:rsidR="0031607F" w:rsidRPr="007E0D11" w:rsidRDefault="0031607F" w:rsidP="00D453DF">
          <w:pPr>
            <w:pStyle w:val="SoDZpatvpravo"/>
            <w:rPr>
              <w:b/>
            </w:rPr>
          </w:pPr>
          <w:r w:rsidRPr="007E0D11">
            <w:rPr>
              <w:b/>
            </w:rPr>
            <w:t xml:space="preserve">Příloha č. </w:t>
          </w:r>
          <w:r>
            <w:rPr>
              <w:b/>
            </w:rPr>
            <w:t>8</w:t>
          </w:r>
        </w:p>
        <w:p w14:paraId="17AF354C" w14:textId="77777777" w:rsidR="0031607F" w:rsidRPr="003462EB" w:rsidRDefault="0031607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29BDEB3A" w:rsidR="0031607F" w:rsidRPr="009E09BE" w:rsidRDefault="0031607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FDD">
            <w:rPr>
              <w:rStyle w:val="slostrnky"/>
              <w:noProof/>
            </w:rPr>
            <w:t>1</w:t>
          </w:r>
          <w:r>
            <w:rPr>
              <w:rStyle w:val="slostrnky"/>
            </w:rPr>
            <w:fldChar w:fldCharType="end"/>
          </w:r>
        </w:p>
      </w:tc>
    </w:tr>
  </w:tbl>
  <w:p w14:paraId="03737C52" w14:textId="77777777" w:rsidR="0031607F" w:rsidRPr="00B8518B" w:rsidRDefault="0031607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607F" w:rsidRPr="009E09BE" w14:paraId="7A6DC54F" w14:textId="77777777" w:rsidTr="00D453DF">
      <w:tc>
        <w:tcPr>
          <w:tcW w:w="0" w:type="auto"/>
          <w:tcMar>
            <w:left w:w="0" w:type="dxa"/>
            <w:right w:w="0" w:type="dxa"/>
          </w:tcMar>
          <w:vAlign w:val="bottom"/>
        </w:tcPr>
        <w:p w14:paraId="081A37C4" w14:textId="77777777" w:rsidR="0031607F" w:rsidRPr="003462EB" w:rsidRDefault="0031607F"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31607F" w:rsidRPr="009E09BE" w:rsidRDefault="0031607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31607F" w:rsidRPr="00B8518B" w:rsidRDefault="0031607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607F" w:rsidRPr="003462EB" w14:paraId="12DA34C0" w14:textId="77777777" w:rsidTr="00D453DF">
      <w:tc>
        <w:tcPr>
          <w:tcW w:w="1021" w:type="dxa"/>
          <w:vAlign w:val="bottom"/>
        </w:tcPr>
        <w:p w14:paraId="010748D7" w14:textId="77777777" w:rsidR="0031607F" w:rsidRPr="00B8518B" w:rsidRDefault="0031607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31607F" w:rsidRPr="007E0D11" w:rsidRDefault="0031607F" w:rsidP="007E0D11">
          <w:pPr>
            <w:pStyle w:val="SoDZpatvlevo"/>
            <w:rPr>
              <w:b/>
            </w:rPr>
          </w:pPr>
          <w:r>
            <w:rPr>
              <w:b/>
            </w:rPr>
            <w:t>Příloha č. 9</w:t>
          </w:r>
        </w:p>
        <w:p w14:paraId="0A6D015E" w14:textId="77777777" w:rsidR="0031607F" w:rsidRPr="003462EB" w:rsidRDefault="0031607F" w:rsidP="007E0D11">
          <w:pPr>
            <w:pStyle w:val="SoDZpatvlevo"/>
          </w:pPr>
          <w:r>
            <w:t>Smlouva o dílo na Z</w:t>
          </w:r>
          <w:r w:rsidRPr="003462EB">
            <w:t xml:space="preserve">hotovení stavby </w:t>
          </w:r>
        </w:p>
      </w:tc>
    </w:tr>
  </w:tbl>
  <w:p w14:paraId="5826716B" w14:textId="77777777" w:rsidR="0031607F" w:rsidRPr="00747C0A" w:rsidRDefault="0031607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607F" w:rsidRPr="009E09BE" w14:paraId="32C422E3" w14:textId="77777777" w:rsidTr="00D453DF">
      <w:tc>
        <w:tcPr>
          <w:tcW w:w="0" w:type="auto"/>
          <w:tcMar>
            <w:left w:w="0" w:type="dxa"/>
            <w:right w:w="0" w:type="dxa"/>
          </w:tcMar>
          <w:vAlign w:val="bottom"/>
        </w:tcPr>
        <w:p w14:paraId="262E0AE9" w14:textId="77777777" w:rsidR="0031607F" w:rsidRPr="007E0D11" w:rsidRDefault="0031607F" w:rsidP="00D453DF">
          <w:pPr>
            <w:pStyle w:val="SoDZpatvpravo"/>
            <w:rPr>
              <w:b/>
            </w:rPr>
          </w:pPr>
          <w:r w:rsidRPr="007E0D11">
            <w:rPr>
              <w:b/>
            </w:rPr>
            <w:t xml:space="preserve">Příloha č. </w:t>
          </w:r>
          <w:r>
            <w:rPr>
              <w:b/>
            </w:rPr>
            <w:t>9</w:t>
          </w:r>
        </w:p>
        <w:p w14:paraId="4F655C71" w14:textId="77777777" w:rsidR="0031607F" w:rsidRPr="003462EB" w:rsidRDefault="0031607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352178E0" w:rsidR="0031607F" w:rsidRPr="009E09BE" w:rsidRDefault="0031607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FDD">
            <w:rPr>
              <w:rStyle w:val="slostrnky"/>
              <w:noProof/>
            </w:rPr>
            <w:t>1</w:t>
          </w:r>
          <w:r>
            <w:rPr>
              <w:rStyle w:val="slostrnky"/>
            </w:rPr>
            <w:fldChar w:fldCharType="end"/>
          </w:r>
        </w:p>
      </w:tc>
    </w:tr>
  </w:tbl>
  <w:p w14:paraId="297B20EE" w14:textId="77777777" w:rsidR="0031607F" w:rsidRPr="00B8518B" w:rsidRDefault="0031607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607F" w:rsidRPr="003462EB" w14:paraId="0EFFF9F1" w14:textId="77777777" w:rsidTr="00D453DF">
      <w:tc>
        <w:tcPr>
          <w:tcW w:w="1021" w:type="dxa"/>
          <w:vAlign w:val="bottom"/>
        </w:tcPr>
        <w:p w14:paraId="683AAC16" w14:textId="77777777" w:rsidR="0031607F" w:rsidRPr="00B8518B" w:rsidRDefault="0031607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31607F" w:rsidRPr="007E0D11" w:rsidRDefault="0031607F" w:rsidP="007E0D11">
          <w:pPr>
            <w:pStyle w:val="SoDZpatvlevo"/>
            <w:rPr>
              <w:b/>
            </w:rPr>
          </w:pPr>
          <w:r>
            <w:rPr>
              <w:b/>
            </w:rPr>
            <w:t>Příloha č. 10</w:t>
          </w:r>
        </w:p>
        <w:p w14:paraId="551E85CD" w14:textId="77777777" w:rsidR="0031607F" w:rsidRPr="003462EB" w:rsidRDefault="0031607F" w:rsidP="007E0D11">
          <w:pPr>
            <w:pStyle w:val="SoDZpatvlevo"/>
          </w:pPr>
          <w:r>
            <w:t>Smlouva o dílo na Z</w:t>
          </w:r>
          <w:r w:rsidRPr="003462EB">
            <w:t xml:space="preserve">hotovení stavby </w:t>
          </w:r>
        </w:p>
      </w:tc>
    </w:tr>
  </w:tbl>
  <w:p w14:paraId="0D245EAE" w14:textId="77777777" w:rsidR="0031607F" w:rsidRPr="00747C0A" w:rsidRDefault="0031607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607F" w:rsidRPr="009E09BE" w14:paraId="168BE9B5" w14:textId="77777777" w:rsidTr="00D453DF">
      <w:tc>
        <w:tcPr>
          <w:tcW w:w="0" w:type="auto"/>
          <w:tcMar>
            <w:left w:w="0" w:type="dxa"/>
            <w:right w:w="0" w:type="dxa"/>
          </w:tcMar>
          <w:vAlign w:val="bottom"/>
        </w:tcPr>
        <w:p w14:paraId="09B9C967" w14:textId="77777777" w:rsidR="0031607F" w:rsidRPr="007E0D11" w:rsidRDefault="0031607F" w:rsidP="00D453DF">
          <w:pPr>
            <w:pStyle w:val="SoDZpatvpravo"/>
            <w:rPr>
              <w:b/>
            </w:rPr>
          </w:pPr>
          <w:r w:rsidRPr="007E0D11">
            <w:rPr>
              <w:b/>
            </w:rPr>
            <w:t xml:space="preserve">Příloha č. </w:t>
          </w:r>
          <w:r>
            <w:rPr>
              <w:b/>
            </w:rPr>
            <w:t>10</w:t>
          </w:r>
        </w:p>
        <w:p w14:paraId="37702473" w14:textId="77777777" w:rsidR="0031607F" w:rsidRPr="003462EB" w:rsidRDefault="0031607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7D864480" w:rsidR="0031607F" w:rsidRPr="009E09BE" w:rsidRDefault="0031607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FDD">
            <w:rPr>
              <w:rStyle w:val="slostrnky"/>
              <w:noProof/>
            </w:rPr>
            <w:t>1</w:t>
          </w:r>
          <w:r>
            <w:rPr>
              <w:rStyle w:val="slostrnky"/>
            </w:rPr>
            <w:fldChar w:fldCharType="end"/>
          </w:r>
        </w:p>
      </w:tc>
    </w:tr>
  </w:tbl>
  <w:p w14:paraId="109181C0" w14:textId="77777777" w:rsidR="0031607F" w:rsidRPr="00B8518B" w:rsidRDefault="0031607F"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607F" w:rsidRPr="003462EB" w14:paraId="4189381E" w14:textId="77777777" w:rsidTr="00D453DF">
      <w:tc>
        <w:tcPr>
          <w:tcW w:w="1021" w:type="dxa"/>
          <w:vAlign w:val="bottom"/>
        </w:tcPr>
        <w:p w14:paraId="71223D73" w14:textId="1FA6497E" w:rsidR="0031607F" w:rsidRPr="00B8518B" w:rsidRDefault="0031607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FDD">
            <w:rPr>
              <w:rStyle w:val="slostrnky"/>
              <w:noProof/>
            </w:rPr>
            <w:t>4</w:t>
          </w:r>
          <w:r>
            <w:rPr>
              <w:rStyle w:val="slostrnky"/>
            </w:rPr>
            <w:fldChar w:fldCharType="end"/>
          </w:r>
        </w:p>
      </w:tc>
      <w:tc>
        <w:tcPr>
          <w:tcW w:w="0" w:type="auto"/>
          <w:vAlign w:val="bottom"/>
        </w:tcPr>
        <w:p w14:paraId="499C474F" w14:textId="77777777" w:rsidR="0031607F" w:rsidRPr="007E0D11" w:rsidRDefault="0031607F" w:rsidP="007E0D11">
          <w:pPr>
            <w:pStyle w:val="SoDZpatvlevo"/>
            <w:rPr>
              <w:b/>
            </w:rPr>
          </w:pPr>
          <w:r>
            <w:rPr>
              <w:b/>
            </w:rPr>
            <w:t>Příloha č. 11</w:t>
          </w:r>
        </w:p>
        <w:p w14:paraId="0B687626" w14:textId="77777777" w:rsidR="0031607F" w:rsidRPr="003462EB" w:rsidRDefault="0031607F" w:rsidP="007E0D11">
          <w:pPr>
            <w:pStyle w:val="SoDZpatvlevo"/>
          </w:pPr>
          <w:r>
            <w:t>Smlouva o dílo na Z</w:t>
          </w:r>
          <w:r w:rsidRPr="003462EB">
            <w:t xml:space="preserve">hotovení stavby </w:t>
          </w:r>
        </w:p>
      </w:tc>
    </w:tr>
  </w:tbl>
  <w:p w14:paraId="483AA619" w14:textId="77777777" w:rsidR="0031607F" w:rsidRPr="00747C0A" w:rsidRDefault="0031607F">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607F" w:rsidRPr="009E09BE" w14:paraId="4A394343" w14:textId="77777777" w:rsidTr="00D453DF">
      <w:tc>
        <w:tcPr>
          <w:tcW w:w="0" w:type="auto"/>
          <w:tcMar>
            <w:left w:w="0" w:type="dxa"/>
            <w:right w:w="0" w:type="dxa"/>
          </w:tcMar>
          <w:vAlign w:val="bottom"/>
        </w:tcPr>
        <w:p w14:paraId="43591DCB" w14:textId="7346BA0F" w:rsidR="0031607F" w:rsidRPr="007E0D11" w:rsidRDefault="0031607F" w:rsidP="00D453DF">
          <w:pPr>
            <w:pStyle w:val="SoDZpatvpravo"/>
            <w:rPr>
              <w:b/>
            </w:rPr>
          </w:pPr>
          <w:r w:rsidRPr="007E0D11">
            <w:rPr>
              <w:b/>
            </w:rPr>
            <w:t xml:space="preserve">Příloha č. </w:t>
          </w:r>
          <w:r>
            <w:rPr>
              <w:b/>
            </w:rPr>
            <w:t>1</w:t>
          </w:r>
          <w:r w:rsidR="00751F21">
            <w:rPr>
              <w:b/>
            </w:rPr>
            <w:t>2</w:t>
          </w:r>
        </w:p>
        <w:p w14:paraId="4CD8DA80" w14:textId="77777777" w:rsidR="0031607F" w:rsidRPr="003462EB" w:rsidRDefault="0031607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3C975E9A" w:rsidR="0031607F" w:rsidRPr="009E09BE" w:rsidRDefault="0031607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FDD">
            <w:rPr>
              <w:rStyle w:val="slostrnky"/>
              <w:noProof/>
            </w:rPr>
            <w:t>1</w:t>
          </w:r>
          <w:r>
            <w:rPr>
              <w:rStyle w:val="slostrnky"/>
            </w:rPr>
            <w:fldChar w:fldCharType="end"/>
          </w:r>
        </w:p>
      </w:tc>
    </w:tr>
  </w:tbl>
  <w:p w14:paraId="11D644C6" w14:textId="77777777" w:rsidR="0031607F" w:rsidRPr="00B8518B" w:rsidRDefault="0031607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23A3A" w14:textId="2A269A0E" w:rsidR="0031607F" w:rsidRPr="00B3350F" w:rsidRDefault="0031607F" w:rsidP="00E73A2F">
    <w:pPr>
      <w:spacing w:after="0"/>
      <w:rPr>
        <w:sz w:val="4"/>
        <w:szCs w:val="4"/>
      </w:rPr>
    </w:pPr>
  </w:p>
  <w:p w14:paraId="706C0D3B" w14:textId="77777777" w:rsidR="0031607F" w:rsidRPr="00B8518B" w:rsidRDefault="0031607F" w:rsidP="00E73A2F">
    <w:pPr>
      <w:pStyle w:val="Zpat"/>
      <w:rPr>
        <w:sz w:val="2"/>
        <w:szCs w:val="2"/>
      </w:rPr>
    </w:pPr>
  </w:p>
  <w:p w14:paraId="7C4481CC" w14:textId="77777777" w:rsidR="0031607F" w:rsidRPr="00EF529C" w:rsidRDefault="0031607F" w:rsidP="00E73A2F">
    <w:pPr>
      <w:pStyle w:val="Zpat"/>
      <w:rPr>
        <w:rFonts w:cs="Calibri"/>
        <w:sz w:val="4"/>
        <w:szCs w:val="4"/>
      </w:rPr>
    </w:pPr>
    <w:r>
      <w:rPr>
        <w:rFonts w:cs="Calibri"/>
        <w:noProof/>
        <w:sz w:val="12"/>
        <w:szCs w:val="12"/>
        <w:lang w:eastAsia="cs-CZ"/>
      </w:rPr>
      <w:drawing>
        <wp:inline distT="0" distB="0" distL="0" distR="0" wp14:anchorId="1AEDC960" wp14:editId="2F5331C1">
          <wp:extent cx="3006000" cy="630000"/>
          <wp:effectExtent l="0" t="0" r="4445"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6000" cy="630000"/>
                  </a:xfrm>
                  <a:prstGeom prst="rect">
                    <a:avLst/>
                  </a:prstGeom>
                </pic:spPr>
              </pic:pic>
            </a:graphicData>
          </a:graphic>
        </wp:inline>
      </w:drawing>
    </w:r>
  </w:p>
  <w:p w14:paraId="6B346891" w14:textId="77777777" w:rsidR="0031607F" w:rsidRPr="00B9342A" w:rsidRDefault="0031607F">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607F" w:rsidRPr="003462EB" w14:paraId="18B490B5" w14:textId="77777777" w:rsidTr="00D453DF">
      <w:tc>
        <w:tcPr>
          <w:tcW w:w="1021" w:type="dxa"/>
          <w:vAlign w:val="bottom"/>
        </w:tcPr>
        <w:p w14:paraId="681DB804" w14:textId="77777777" w:rsidR="0031607F" w:rsidRPr="00B8518B" w:rsidRDefault="0031607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31607F" w:rsidRPr="007E0D11" w:rsidRDefault="0031607F" w:rsidP="007E0D11">
          <w:pPr>
            <w:pStyle w:val="SoDZpatvlevo"/>
            <w:rPr>
              <w:b/>
            </w:rPr>
          </w:pPr>
          <w:r w:rsidRPr="007E0D11">
            <w:rPr>
              <w:b/>
            </w:rPr>
            <w:t>Příloha č. 1</w:t>
          </w:r>
        </w:p>
        <w:p w14:paraId="67FAB9BE" w14:textId="77777777" w:rsidR="0031607F" w:rsidRPr="003462EB" w:rsidRDefault="0031607F" w:rsidP="007E0D11">
          <w:pPr>
            <w:pStyle w:val="SoDZpatvlevo"/>
          </w:pPr>
          <w:r>
            <w:t>Smlouva o dílo na Z</w:t>
          </w:r>
          <w:r w:rsidRPr="003462EB">
            <w:t xml:space="preserve">hotovení stavby </w:t>
          </w:r>
        </w:p>
      </w:tc>
    </w:tr>
  </w:tbl>
  <w:p w14:paraId="62202BB2" w14:textId="77777777" w:rsidR="0031607F" w:rsidRPr="00747C0A" w:rsidRDefault="0031607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607F" w:rsidRPr="009E09BE" w14:paraId="31396F0E" w14:textId="77777777" w:rsidTr="00D453DF">
      <w:tc>
        <w:tcPr>
          <w:tcW w:w="0" w:type="auto"/>
          <w:tcMar>
            <w:left w:w="0" w:type="dxa"/>
            <w:right w:w="0" w:type="dxa"/>
          </w:tcMar>
          <w:vAlign w:val="bottom"/>
        </w:tcPr>
        <w:p w14:paraId="382C82D8" w14:textId="77777777" w:rsidR="0031607F" w:rsidRPr="007E0D11" w:rsidRDefault="0031607F" w:rsidP="00D453DF">
          <w:pPr>
            <w:pStyle w:val="SoDZpatvpravo"/>
            <w:rPr>
              <w:b/>
            </w:rPr>
          </w:pPr>
          <w:r w:rsidRPr="007E0D11">
            <w:rPr>
              <w:b/>
            </w:rPr>
            <w:t>Příloha č. 1</w:t>
          </w:r>
        </w:p>
        <w:p w14:paraId="1EA46AAB" w14:textId="77777777" w:rsidR="0031607F" w:rsidRPr="003462EB" w:rsidRDefault="0031607F"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3E8E5B42" w:rsidR="0031607F" w:rsidRPr="009E09BE" w:rsidRDefault="0031607F"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FDD">
            <w:rPr>
              <w:rStyle w:val="slostrnky"/>
              <w:noProof/>
            </w:rPr>
            <w:t>1</w:t>
          </w:r>
          <w:r>
            <w:rPr>
              <w:rStyle w:val="slostrnky"/>
            </w:rPr>
            <w:fldChar w:fldCharType="end"/>
          </w:r>
        </w:p>
      </w:tc>
    </w:tr>
  </w:tbl>
  <w:p w14:paraId="03663A77" w14:textId="77777777" w:rsidR="0031607F" w:rsidRPr="00B8518B" w:rsidRDefault="0031607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607F" w:rsidRPr="003462EB" w14:paraId="3A024DA2" w14:textId="77777777" w:rsidTr="00D453DF">
      <w:tc>
        <w:tcPr>
          <w:tcW w:w="1021" w:type="dxa"/>
          <w:vAlign w:val="bottom"/>
        </w:tcPr>
        <w:p w14:paraId="117AE2D1" w14:textId="3575C95C" w:rsidR="0031607F" w:rsidRPr="00B8518B" w:rsidRDefault="0031607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FDD">
            <w:rPr>
              <w:rStyle w:val="slostrnky"/>
              <w:noProof/>
            </w:rPr>
            <w:t>4</w:t>
          </w:r>
          <w:r>
            <w:rPr>
              <w:rStyle w:val="slostrnky"/>
            </w:rPr>
            <w:fldChar w:fldCharType="end"/>
          </w:r>
        </w:p>
      </w:tc>
      <w:tc>
        <w:tcPr>
          <w:tcW w:w="0" w:type="auto"/>
          <w:vAlign w:val="bottom"/>
        </w:tcPr>
        <w:p w14:paraId="325C36C8" w14:textId="77777777" w:rsidR="0031607F" w:rsidRPr="007E0D11" w:rsidRDefault="0031607F" w:rsidP="007E0D11">
          <w:pPr>
            <w:pStyle w:val="SoDZpatvlevo"/>
            <w:rPr>
              <w:b/>
            </w:rPr>
          </w:pPr>
          <w:r>
            <w:rPr>
              <w:b/>
            </w:rPr>
            <w:t>Příloha č. 2</w:t>
          </w:r>
        </w:p>
        <w:p w14:paraId="16AE5BBE" w14:textId="77777777" w:rsidR="0031607F" w:rsidRPr="003462EB" w:rsidRDefault="0031607F" w:rsidP="007E0D11">
          <w:pPr>
            <w:pStyle w:val="SoDZpatvlevo"/>
          </w:pPr>
          <w:r>
            <w:t>Smlouva o dílo na Z</w:t>
          </w:r>
          <w:r w:rsidRPr="003462EB">
            <w:t xml:space="preserve">hotovení stavby </w:t>
          </w:r>
        </w:p>
      </w:tc>
    </w:tr>
  </w:tbl>
  <w:p w14:paraId="05690FE1" w14:textId="77777777" w:rsidR="0031607F" w:rsidRPr="00747C0A" w:rsidRDefault="0031607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607F" w:rsidRPr="009E09BE" w14:paraId="69807D1F" w14:textId="77777777" w:rsidTr="00D453DF">
      <w:tc>
        <w:tcPr>
          <w:tcW w:w="0" w:type="auto"/>
          <w:tcMar>
            <w:left w:w="0" w:type="dxa"/>
            <w:right w:w="0" w:type="dxa"/>
          </w:tcMar>
          <w:vAlign w:val="bottom"/>
        </w:tcPr>
        <w:p w14:paraId="5F58362B" w14:textId="77777777" w:rsidR="0031607F" w:rsidRPr="007E0D11" w:rsidRDefault="0031607F" w:rsidP="00D453DF">
          <w:pPr>
            <w:pStyle w:val="SoDZpatvpravo"/>
            <w:rPr>
              <w:b/>
            </w:rPr>
          </w:pPr>
          <w:r w:rsidRPr="007E0D11">
            <w:rPr>
              <w:b/>
            </w:rPr>
            <w:t xml:space="preserve">Příloha č. </w:t>
          </w:r>
          <w:r>
            <w:rPr>
              <w:b/>
            </w:rPr>
            <w:t>2</w:t>
          </w:r>
        </w:p>
        <w:p w14:paraId="5622F97E" w14:textId="77777777" w:rsidR="0031607F" w:rsidRPr="003462EB" w:rsidRDefault="0031607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1001CC23" w:rsidR="0031607F" w:rsidRPr="009E09BE" w:rsidRDefault="0031607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FDD">
            <w:rPr>
              <w:rStyle w:val="slostrnky"/>
              <w:noProof/>
            </w:rPr>
            <w:t>4</w:t>
          </w:r>
          <w:r>
            <w:rPr>
              <w:rStyle w:val="slostrnky"/>
            </w:rPr>
            <w:fldChar w:fldCharType="end"/>
          </w:r>
        </w:p>
      </w:tc>
    </w:tr>
  </w:tbl>
  <w:p w14:paraId="014D064D" w14:textId="77777777" w:rsidR="0031607F" w:rsidRPr="00B8518B" w:rsidRDefault="0031607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1607F" w:rsidRPr="003462EB" w14:paraId="095FFA5F" w14:textId="77777777" w:rsidTr="00D453DF">
      <w:tc>
        <w:tcPr>
          <w:tcW w:w="1021" w:type="dxa"/>
          <w:vAlign w:val="bottom"/>
        </w:tcPr>
        <w:p w14:paraId="7D93F4C3" w14:textId="77777777" w:rsidR="0031607F" w:rsidRPr="00B8518B" w:rsidRDefault="0031607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31607F" w:rsidRPr="007E0D11" w:rsidRDefault="0031607F" w:rsidP="007E0D11">
          <w:pPr>
            <w:pStyle w:val="SoDZpatvlevo"/>
            <w:rPr>
              <w:b/>
            </w:rPr>
          </w:pPr>
          <w:r>
            <w:rPr>
              <w:b/>
            </w:rPr>
            <w:t>Příloha č. 3</w:t>
          </w:r>
        </w:p>
        <w:p w14:paraId="204EC81E" w14:textId="77777777" w:rsidR="0031607F" w:rsidRPr="003462EB" w:rsidRDefault="0031607F" w:rsidP="007E0D11">
          <w:pPr>
            <w:pStyle w:val="SoDZpatvlevo"/>
          </w:pPr>
          <w:r>
            <w:t>Smlouva o dílo na Z</w:t>
          </w:r>
          <w:r w:rsidRPr="003462EB">
            <w:t xml:space="preserve">hotovení stavby </w:t>
          </w:r>
        </w:p>
      </w:tc>
    </w:tr>
  </w:tbl>
  <w:p w14:paraId="4214CF53" w14:textId="77777777" w:rsidR="0031607F" w:rsidRPr="00747C0A" w:rsidRDefault="0031607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1607F" w:rsidRPr="009E09BE" w14:paraId="3719DD93" w14:textId="77777777" w:rsidTr="00D453DF">
      <w:tc>
        <w:tcPr>
          <w:tcW w:w="0" w:type="auto"/>
          <w:tcMar>
            <w:left w:w="0" w:type="dxa"/>
            <w:right w:w="0" w:type="dxa"/>
          </w:tcMar>
          <w:vAlign w:val="bottom"/>
        </w:tcPr>
        <w:p w14:paraId="6511460E" w14:textId="77777777" w:rsidR="0031607F" w:rsidRPr="007E0D11" w:rsidRDefault="0031607F" w:rsidP="00D453DF">
          <w:pPr>
            <w:pStyle w:val="SoDZpatvpravo"/>
            <w:rPr>
              <w:b/>
            </w:rPr>
          </w:pPr>
          <w:r w:rsidRPr="007E0D11">
            <w:rPr>
              <w:b/>
            </w:rPr>
            <w:t xml:space="preserve">Příloha č. </w:t>
          </w:r>
          <w:r>
            <w:rPr>
              <w:b/>
            </w:rPr>
            <w:t>3</w:t>
          </w:r>
        </w:p>
        <w:p w14:paraId="62B971A2" w14:textId="77777777" w:rsidR="0031607F" w:rsidRPr="003462EB" w:rsidRDefault="0031607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4BA55D3B" w:rsidR="0031607F" w:rsidRPr="009E09BE" w:rsidRDefault="0031607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FDD">
            <w:rPr>
              <w:rStyle w:val="slostrnky"/>
              <w:noProof/>
            </w:rPr>
            <w:t>1</w:t>
          </w:r>
          <w:r>
            <w:rPr>
              <w:rStyle w:val="slostrnky"/>
            </w:rPr>
            <w:fldChar w:fldCharType="end"/>
          </w:r>
        </w:p>
      </w:tc>
    </w:tr>
  </w:tbl>
  <w:p w14:paraId="76562571" w14:textId="77777777" w:rsidR="0031607F" w:rsidRPr="00B8518B" w:rsidRDefault="0031607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5EF46" w14:textId="77777777" w:rsidR="009814FC" w:rsidRDefault="009814FC" w:rsidP="00962258">
      <w:pPr>
        <w:spacing w:after="0" w:line="240" w:lineRule="auto"/>
      </w:pPr>
      <w:r>
        <w:separator/>
      </w:r>
    </w:p>
  </w:footnote>
  <w:footnote w:type="continuationSeparator" w:id="0">
    <w:p w14:paraId="24740E7E" w14:textId="77777777" w:rsidR="009814FC" w:rsidRDefault="009814FC" w:rsidP="00962258">
      <w:pPr>
        <w:spacing w:after="0" w:line="240" w:lineRule="auto"/>
      </w:pPr>
      <w:r>
        <w:continuationSeparator/>
      </w:r>
    </w:p>
  </w:footnote>
  <w:footnote w:type="continuationNotice" w:id="1">
    <w:p w14:paraId="65BDC0F0" w14:textId="77777777" w:rsidR="009814FC" w:rsidRDefault="009814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1607F" w14:paraId="574F2D70" w14:textId="77777777" w:rsidTr="00B22106">
      <w:trPr>
        <w:trHeight w:hRule="exact" w:val="936"/>
      </w:trPr>
      <w:tc>
        <w:tcPr>
          <w:tcW w:w="1361" w:type="dxa"/>
          <w:tcMar>
            <w:left w:w="0" w:type="dxa"/>
            <w:right w:w="0" w:type="dxa"/>
          </w:tcMar>
        </w:tcPr>
        <w:p w14:paraId="45FD33BB" w14:textId="77777777" w:rsidR="0031607F" w:rsidRPr="00B8518B" w:rsidRDefault="0031607F" w:rsidP="00FC6389">
          <w:pPr>
            <w:pStyle w:val="Zpat"/>
            <w:rPr>
              <w:rStyle w:val="slostrnky"/>
            </w:rPr>
          </w:pPr>
        </w:p>
      </w:tc>
      <w:tc>
        <w:tcPr>
          <w:tcW w:w="3458" w:type="dxa"/>
          <w:shd w:val="clear" w:color="auto" w:fill="auto"/>
          <w:tcMar>
            <w:left w:w="0" w:type="dxa"/>
            <w:right w:w="0" w:type="dxa"/>
          </w:tcMar>
        </w:tcPr>
        <w:p w14:paraId="1DB67935" w14:textId="77777777" w:rsidR="0031607F" w:rsidRDefault="0031607F" w:rsidP="00FC6389">
          <w:pPr>
            <w:pStyle w:val="Zpat"/>
          </w:pPr>
          <w:r>
            <w:rPr>
              <w:noProof/>
              <w:lang w:eastAsia="cs-CZ"/>
            </w:rPr>
            <w:drawing>
              <wp:anchor distT="0" distB="0" distL="114300" distR="114300" simplePos="0" relativeHeight="251658240"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54ABC9" w14:textId="77777777" w:rsidR="0031607F" w:rsidRPr="00D6163D" w:rsidRDefault="0031607F" w:rsidP="00FC6389">
          <w:pPr>
            <w:pStyle w:val="Druhdokumentu"/>
          </w:pPr>
        </w:p>
      </w:tc>
    </w:tr>
    <w:tr w:rsidR="0031607F" w14:paraId="3C3EE7DB" w14:textId="77777777" w:rsidTr="00B22106">
      <w:trPr>
        <w:trHeight w:hRule="exact" w:val="936"/>
      </w:trPr>
      <w:tc>
        <w:tcPr>
          <w:tcW w:w="1361" w:type="dxa"/>
          <w:tcMar>
            <w:left w:w="0" w:type="dxa"/>
            <w:right w:w="0" w:type="dxa"/>
          </w:tcMar>
        </w:tcPr>
        <w:p w14:paraId="138EFF6D" w14:textId="77777777" w:rsidR="0031607F" w:rsidRPr="00B8518B" w:rsidRDefault="0031607F" w:rsidP="00FC6389">
          <w:pPr>
            <w:pStyle w:val="Zpat"/>
            <w:rPr>
              <w:rStyle w:val="slostrnky"/>
            </w:rPr>
          </w:pPr>
        </w:p>
      </w:tc>
      <w:tc>
        <w:tcPr>
          <w:tcW w:w="3458" w:type="dxa"/>
          <w:shd w:val="clear" w:color="auto" w:fill="auto"/>
          <w:tcMar>
            <w:left w:w="0" w:type="dxa"/>
            <w:right w:w="0" w:type="dxa"/>
          </w:tcMar>
        </w:tcPr>
        <w:p w14:paraId="6FE9B4FD" w14:textId="77777777" w:rsidR="0031607F" w:rsidRDefault="0031607F" w:rsidP="00FC6389">
          <w:pPr>
            <w:pStyle w:val="Zpat"/>
          </w:pPr>
        </w:p>
      </w:tc>
      <w:tc>
        <w:tcPr>
          <w:tcW w:w="5756" w:type="dxa"/>
          <w:shd w:val="clear" w:color="auto" w:fill="auto"/>
          <w:tcMar>
            <w:left w:w="0" w:type="dxa"/>
            <w:right w:w="0" w:type="dxa"/>
          </w:tcMar>
        </w:tcPr>
        <w:p w14:paraId="73D1372E" w14:textId="77777777" w:rsidR="0031607F" w:rsidRPr="00D6163D" w:rsidRDefault="0031607F" w:rsidP="00FC6389">
          <w:pPr>
            <w:pStyle w:val="Druhdokumentu"/>
          </w:pPr>
        </w:p>
      </w:tc>
    </w:tr>
  </w:tbl>
  <w:p w14:paraId="5451980C" w14:textId="77777777" w:rsidR="0031607F" w:rsidRPr="00D6163D" w:rsidRDefault="0031607F" w:rsidP="00FC6389">
    <w:pPr>
      <w:pStyle w:val="Zhlav"/>
      <w:rPr>
        <w:sz w:val="8"/>
        <w:szCs w:val="8"/>
      </w:rPr>
    </w:pPr>
  </w:p>
  <w:p w14:paraId="5942D5E1" w14:textId="77777777" w:rsidR="0031607F" w:rsidRPr="00460660" w:rsidRDefault="0031607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3A7F8" w14:textId="77777777" w:rsidR="0031607F" w:rsidRPr="00D6163D" w:rsidRDefault="0031607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2E39F" w14:textId="77777777" w:rsidR="0031607F" w:rsidRPr="00D6163D" w:rsidRDefault="0031607F">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3F664" w14:textId="77777777" w:rsidR="0031607F" w:rsidRDefault="0031607F">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86DB4" w14:textId="77777777" w:rsidR="0031607F" w:rsidRPr="00D6163D" w:rsidRDefault="0031607F">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DE5FB" w14:textId="77777777" w:rsidR="0031607F" w:rsidRDefault="0031607F">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0B9A6" w14:textId="77777777" w:rsidR="0031607F" w:rsidRPr="00D6163D" w:rsidRDefault="0031607F">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94C5B" w14:textId="77777777" w:rsidR="00751F21" w:rsidRPr="00D6163D" w:rsidRDefault="00751F2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36EA8" w14:textId="77777777" w:rsidR="0031607F" w:rsidRPr="00D6163D" w:rsidRDefault="0031607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2ED20" w14:textId="77777777" w:rsidR="0031607F" w:rsidRPr="00D6163D" w:rsidRDefault="0031607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37C91" w14:textId="77777777" w:rsidR="0031607F" w:rsidRPr="00D6163D" w:rsidRDefault="0031607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79F5F" w14:textId="77777777" w:rsidR="0031607F" w:rsidRPr="00D6163D" w:rsidRDefault="0031607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CA3B9" w14:textId="77777777" w:rsidR="0031607F" w:rsidRPr="00D6163D" w:rsidRDefault="0031607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5F2CE" w14:textId="77777777" w:rsidR="0031607F" w:rsidRDefault="0031607F">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CDBD3" w14:textId="77777777" w:rsidR="0031607F" w:rsidRPr="00D6163D" w:rsidRDefault="0031607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7DE4F" w14:textId="77777777" w:rsidR="0031607F" w:rsidRDefault="0031607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2"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292294620">
    <w:abstractNumId w:val="4"/>
  </w:num>
  <w:num w:numId="2" w16cid:durableId="1073888699">
    <w:abstractNumId w:val="2"/>
  </w:num>
  <w:num w:numId="3" w16cid:durableId="1906984147">
    <w:abstractNumId w:val="13"/>
  </w:num>
  <w:num w:numId="4" w16cid:durableId="160045879">
    <w:abstractNumId w:val="5"/>
  </w:num>
  <w:num w:numId="5" w16cid:durableId="379477037">
    <w:abstractNumId w:val="8"/>
  </w:num>
  <w:num w:numId="6" w16cid:durableId="2059432290">
    <w:abstractNumId w:val="9"/>
  </w:num>
  <w:num w:numId="7" w16cid:durableId="10894983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915858">
    <w:abstractNumId w:val="11"/>
  </w:num>
  <w:num w:numId="9" w16cid:durableId="1023629345">
    <w:abstractNumId w:val="12"/>
  </w:num>
  <w:num w:numId="10" w16cid:durableId="18138685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69774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04516039">
    <w:abstractNumId w:val="3"/>
  </w:num>
  <w:num w:numId="13" w16cid:durableId="19197110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638177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727993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0982852">
    <w:abstractNumId w:val="0"/>
  </w:num>
  <w:num w:numId="17" w16cid:durableId="587688973">
    <w:abstractNumId w:val="3"/>
    <w:lvlOverride w:ilvl="0">
      <w:startOverride w:val="22"/>
    </w:lvlOverride>
  </w:num>
  <w:num w:numId="18" w16cid:durableId="933634383">
    <w:abstractNumId w:val="10"/>
  </w:num>
  <w:num w:numId="19" w16cid:durableId="504133285">
    <w:abstractNumId w:val="10"/>
    <w:lvlOverride w:ilvl="0">
      <w:startOverride w:val="1"/>
    </w:lvlOverride>
  </w:num>
  <w:num w:numId="20" w16cid:durableId="984047327">
    <w:abstractNumId w:val="1"/>
  </w:num>
  <w:num w:numId="21" w16cid:durableId="496308126">
    <w:abstractNumId w:val="7"/>
  </w:num>
  <w:num w:numId="22" w16cid:durableId="1025522155">
    <w:abstractNumId w:val="5"/>
  </w:num>
  <w:num w:numId="23" w16cid:durableId="565842716">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06FD"/>
    <w:rsid w:val="00003F09"/>
    <w:rsid w:val="00017F3C"/>
    <w:rsid w:val="000207DA"/>
    <w:rsid w:val="000266F9"/>
    <w:rsid w:val="00026C50"/>
    <w:rsid w:val="0003468B"/>
    <w:rsid w:val="00041EC8"/>
    <w:rsid w:val="000424C4"/>
    <w:rsid w:val="00047AA6"/>
    <w:rsid w:val="0006304F"/>
    <w:rsid w:val="0006588D"/>
    <w:rsid w:val="00065C54"/>
    <w:rsid w:val="00067A5E"/>
    <w:rsid w:val="00070482"/>
    <w:rsid w:val="000706BA"/>
    <w:rsid w:val="000719BB"/>
    <w:rsid w:val="00072A65"/>
    <w:rsid w:val="00072C1E"/>
    <w:rsid w:val="00076695"/>
    <w:rsid w:val="00077CE2"/>
    <w:rsid w:val="000803BD"/>
    <w:rsid w:val="00082ECA"/>
    <w:rsid w:val="00084B86"/>
    <w:rsid w:val="000926CC"/>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16B5E"/>
    <w:rsid w:val="00117A86"/>
    <w:rsid w:val="00122BF9"/>
    <w:rsid w:val="001231F7"/>
    <w:rsid w:val="00124654"/>
    <w:rsid w:val="0013728F"/>
    <w:rsid w:val="00140E94"/>
    <w:rsid w:val="00143682"/>
    <w:rsid w:val="00143EC0"/>
    <w:rsid w:val="0014540A"/>
    <w:rsid w:val="00145B09"/>
    <w:rsid w:val="00146B8C"/>
    <w:rsid w:val="00160F8A"/>
    <w:rsid w:val="00161B66"/>
    <w:rsid w:val="00161FAA"/>
    <w:rsid w:val="001621ED"/>
    <w:rsid w:val="0016465D"/>
    <w:rsid w:val="001656A2"/>
    <w:rsid w:val="00165977"/>
    <w:rsid w:val="00170EC5"/>
    <w:rsid w:val="0017293D"/>
    <w:rsid w:val="001747C1"/>
    <w:rsid w:val="00174F68"/>
    <w:rsid w:val="00175C0A"/>
    <w:rsid w:val="001761E0"/>
    <w:rsid w:val="00176A44"/>
    <w:rsid w:val="00177D6B"/>
    <w:rsid w:val="0018285E"/>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5D"/>
    <w:rsid w:val="001C65FE"/>
    <w:rsid w:val="001C7FB8"/>
    <w:rsid w:val="001D104D"/>
    <w:rsid w:val="001D7E1F"/>
    <w:rsid w:val="001E63D3"/>
    <w:rsid w:val="001E666D"/>
    <w:rsid w:val="001E678E"/>
    <w:rsid w:val="001F2502"/>
    <w:rsid w:val="001F5F37"/>
    <w:rsid w:val="001F62DE"/>
    <w:rsid w:val="002038D5"/>
    <w:rsid w:val="002045DD"/>
    <w:rsid w:val="002055CA"/>
    <w:rsid w:val="002071BB"/>
    <w:rsid w:val="002072FC"/>
    <w:rsid w:val="00207397"/>
    <w:rsid w:val="00207DF5"/>
    <w:rsid w:val="0021572B"/>
    <w:rsid w:val="00215BB1"/>
    <w:rsid w:val="00217E66"/>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C73BA"/>
    <w:rsid w:val="002D4801"/>
    <w:rsid w:val="002D7BAE"/>
    <w:rsid w:val="002D7FD6"/>
    <w:rsid w:val="002E0CD7"/>
    <w:rsid w:val="002E0CFB"/>
    <w:rsid w:val="002E4514"/>
    <w:rsid w:val="002E5C7B"/>
    <w:rsid w:val="002F0F55"/>
    <w:rsid w:val="002F4333"/>
    <w:rsid w:val="00300636"/>
    <w:rsid w:val="00314507"/>
    <w:rsid w:val="0031607F"/>
    <w:rsid w:val="00320DE8"/>
    <w:rsid w:val="00321875"/>
    <w:rsid w:val="00322D7A"/>
    <w:rsid w:val="00327EEF"/>
    <w:rsid w:val="0033239F"/>
    <w:rsid w:val="003349C1"/>
    <w:rsid w:val="00335C22"/>
    <w:rsid w:val="0034230B"/>
    <w:rsid w:val="0034274B"/>
    <w:rsid w:val="0034719F"/>
    <w:rsid w:val="00347790"/>
    <w:rsid w:val="00350A35"/>
    <w:rsid w:val="00353277"/>
    <w:rsid w:val="0035389F"/>
    <w:rsid w:val="003571D8"/>
    <w:rsid w:val="00357BC6"/>
    <w:rsid w:val="00361422"/>
    <w:rsid w:val="00367ABD"/>
    <w:rsid w:val="003707FD"/>
    <w:rsid w:val="003734E0"/>
    <w:rsid w:val="00374BDE"/>
    <w:rsid w:val="0037545D"/>
    <w:rsid w:val="00377426"/>
    <w:rsid w:val="0038118A"/>
    <w:rsid w:val="0038199C"/>
    <w:rsid w:val="00390720"/>
    <w:rsid w:val="00392910"/>
    <w:rsid w:val="00392EB6"/>
    <w:rsid w:val="003956C6"/>
    <w:rsid w:val="003A305D"/>
    <w:rsid w:val="003A60A3"/>
    <w:rsid w:val="003B06D0"/>
    <w:rsid w:val="003B11D6"/>
    <w:rsid w:val="003B23D6"/>
    <w:rsid w:val="003B3C3A"/>
    <w:rsid w:val="003C33F2"/>
    <w:rsid w:val="003D0437"/>
    <w:rsid w:val="003D21CC"/>
    <w:rsid w:val="003D4A94"/>
    <w:rsid w:val="003D756E"/>
    <w:rsid w:val="003E0248"/>
    <w:rsid w:val="003E3720"/>
    <w:rsid w:val="003E3C61"/>
    <w:rsid w:val="003E420D"/>
    <w:rsid w:val="003E4C13"/>
    <w:rsid w:val="004078F3"/>
    <w:rsid w:val="00417618"/>
    <w:rsid w:val="00422E5B"/>
    <w:rsid w:val="00427794"/>
    <w:rsid w:val="00430E85"/>
    <w:rsid w:val="004328E4"/>
    <w:rsid w:val="00442C8C"/>
    <w:rsid w:val="00443A0F"/>
    <w:rsid w:val="00450F07"/>
    <w:rsid w:val="0045180B"/>
    <w:rsid w:val="00453CD3"/>
    <w:rsid w:val="00456C06"/>
    <w:rsid w:val="00460660"/>
    <w:rsid w:val="00464BA9"/>
    <w:rsid w:val="00470D99"/>
    <w:rsid w:val="004744D4"/>
    <w:rsid w:val="00474F9B"/>
    <w:rsid w:val="00483969"/>
    <w:rsid w:val="00486107"/>
    <w:rsid w:val="00486B6E"/>
    <w:rsid w:val="0049117E"/>
    <w:rsid w:val="00491827"/>
    <w:rsid w:val="004950A5"/>
    <w:rsid w:val="00495B1B"/>
    <w:rsid w:val="004A1588"/>
    <w:rsid w:val="004A3456"/>
    <w:rsid w:val="004B2AA0"/>
    <w:rsid w:val="004B386F"/>
    <w:rsid w:val="004B419B"/>
    <w:rsid w:val="004B4859"/>
    <w:rsid w:val="004B6353"/>
    <w:rsid w:val="004C0F01"/>
    <w:rsid w:val="004C285D"/>
    <w:rsid w:val="004C4399"/>
    <w:rsid w:val="004C4BF4"/>
    <w:rsid w:val="004C787C"/>
    <w:rsid w:val="004D09FB"/>
    <w:rsid w:val="004D0A0A"/>
    <w:rsid w:val="004D1667"/>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1E45"/>
    <w:rsid w:val="00582A82"/>
    <w:rsid w:val="0058370E"/>
    <w:rsid w:val="00586921"/>
    <w:rsid w:val="005925DB"/>
    <w:rsid w:val="00593A7A"/>
    <w:rsid w:val="0059458D"/>
    <w:rsid w:val="00595A59"/>
    <w:rsid w:val="00596169"/>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24ADD"/>
    <w:rsid w:val="00633F93"/>
    <w:rsid w:val="006346F9"/>
    <w:rsid w:val="00641CF5"/>
    <w:rsid w:val="006420D8"/>
    <w:rsid w:val="006430F3"/>
    <w:rsid w:val="006467C2"/>
    <w:rsid w:val="006544F8"/>
    <w:rsid w:val="0065610E"/>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C4C4A"/>
    <w:rsid w:val="006D1417"/>
    <w:rsid w:val="006D17CF"/>
    <w:rsid w:val="006E0578"/>
    <w:rsid w:val="006E09E9"/>
    <w:rsid w:val="006E158D"/>
    <w:rsid w:val="006E314D"/>
    <w:rsid w:val="006E7A20"/>
    <w:rsid w:val="006F2FF5"/>
    <w:rsid w:val="006F5E06"/>
    <w:rsid w:val="00704D1E"/>
    <w:rsid w:val="007102D9"/>
    <w:rsid w:val="00710723"/>
    <w:rsid w:val="00713432"/>
    <w:rsid w:val="00713778"/>
    <w:rsid w:val="00713B0A"/>
    <w:rsid w:val="007145F3"/>
    <w:rsid w:val="00714939"/>
    <w:rsid w:val="007157F6"/>
    <w:rsid w:val="00723ED1"/>
    <w:rsid w:val="0072731A"/>
    <w:rsid w:val="00731100"/>
    <w:rsid w:val="00731F3D"/>
    <w:rsid w:val="00734D56"/>
    <w:rsid w:val="00735609"/>
    <w:rsid w:val="007362FB"/>
    <w:rsid w:val="00740AF5"/>
    <w:rsid w:val="00743525"/>
    <w:rsid w:val="00743C96"/>
    <w:rsid w:val="007470DC"/>
    <w:rsid w:val="00747C0A"/>
    <w:rsid w:val="00751F21"/>
    <w:rsid w:val="007541A2"/>
    <w:rsid w:val="007541D7"/>
    <w:rsid w:val="007547B2"/>
    <w:rsid w:val="00754C7E"/>
    <w:rsid w:val="00755818"/>
    <w:rsid w:val="00755AEB"/>
    <w:rsid w:val="007616C2"/>
    <w:rsid w:val="0076286B"/>
    <w:rsid w:val="00766169"/>
    <w:rsid w:val="00766846"/>
    <w:rsid w:val="00767399"/>
    <w:rsid w:val="0077673A"/>
    <w:rsid w:val="007775FB"/>
    <w:rsid w:val="00780051"/>
    <w:rsid w:val="007846E1"/>
    <w:rsid w:val="007847D6"/>
    <w:rsid w:val="00790E8D"/>
    <w:rsid w:val="0079313F"/>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7EC"/>
    <w:rsid w:val="007E7840"/>
    <w:rsid w:val="007E78F3"/>
    <w:rsid w:val="007F06FC"/>
    <w:rsid w:val="007F29AB"/>
    <w:rsid w:val="007F56A7"/>
    <w:rsid w:val="007F7D87"/>
    <w:rsid w:val="007F7DB2"/>
    <w:rsid w:val="00800851"/>
    <w:rsid w:val="00802774"/>
    <w:rsid w:val="00804D90"/>
    <w:rsid w:val="00804DEE"/>
    <w:rsid w:val="008060D6"/>
    <w:rsid w:val="00807DD0"/>
    <w:rsid w:val="00810FC8"/>
    <w:rsid w:val="008156D5"/>
    <w:rsid w:val="00817EBE"/>
    <w:rsid w:val="00821D01"/>
    <w:rsid w:val="00823DA4"/>
    <w:rsid w:val="00826B7B"/>
    <w:rsid w:val="00826C55"/>
    <w:rsid w:val="00831B73"/>
    <w:rsid w:val="0083320B"/>
    <w:rsid w:val="008377FF"/>
    <w:rsid w:val="00842308"/>
    <w:rsid w:val="00842842"/>
    <w:rsid w:val="00845655"/>
    <w:rsid w:val="0084659A"/>
    <w:rsid w:val="00846789"/>
    <w:rsid w:val="0085243A"/>
    <w:rsid w:val="00856160"/>
    <w:rsid w:val="008602A6"/>
    <w:rsid w:val="008612F9"/>
    <w:rsid w:val="008624E0"/>
    <w:rsid w:val="00866994"/>
    <w:rsid w:val="00867ED8"/>
    <w:rsid w:val="00874C16"/>
    <w:rsid w:val="008774BC"/>
    <w:rsid w:val="008916E9"/>
    <w:rsid w:val="00893E0D"/>
    <w:rsid w:val="008946E4"/>
    <w:rsid w:val="00895049"/>
    <w:rsid w:val="00895BC5"/>
    <w:rsid w:val="008A3568"/>
    <w:rsid w:val="008A58E6"/>
    <w:rsid w:val="008A59C6"/>
    <w:rsid w:val="008A63EC"/>
    <w:rsid w:val="008A66FC"/>
    <w:rsid w:val="008B2D4D"/>
    <w:rsid w:val="008B3164"/>
    <w:rsid w:val="008B34E5"/>
    <w:rsid w:val="008B5A3D"/>
    <w:rsid w:val="008B5C1C"/>
    <w:rsid w:val="008B6B19"/>
    <w:rsid w:val="008B77B6"/>
    <w:rsid w:val="008B7C0D"/>
    <w:rsid w:val="008C0E1A"/>
    <w:rsid w:val="008C3BF8"/>
    <w:rsid w:val="008C50F3"/>
    <w:rsid w:val="008C5399"/>
    <w:rsid w:val="008C7EFE"/>
    <w:rsid w:val="008D03B9"/>
    <w:rsid w:val="008D30C7"/>
    <w:rsid w:val="008D386F"/>
    <w:rsid w:val="008D7DC8"/>
    <w:rsid w:val="008E40F0"/>
    <w:rsid w:val="008E62DB"/>
    <w:rsid w:val="008F18D6"/>
    <w:rsid w:val="008F2C9B"/>
    <w:rsid w:val="008F6118"/>
    <w:rsid w:val="008F797B"/>
    <w:rsid w:val="00900D26"/>
    <w:rsid w:val="00900E8B"/>
    <w:rsid w:val="00901D57"/>
    <w:rsid w:val="00904780"/>
    <w:rsid w:val="0090635B"/>
    <w:rsid w:val="00907B5C"/>
    <w:rsid w:val="00911A90"/>
    <w:rsid w:val="00912C9E"/>
    <w:rsid w:val="00916E10"/>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14FC"/>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4E7D"/>
    <w:rsid w:val="009C52E8"/>
    <w:rsid w:val="009C675E"/>
    <w:rsid w:val="009D06B2"/>
    <w:rsid w:val="009D1CD2"/>
    <w:rsid w:val="009E07F4"/>
    <w:rsid w:val="009E1999"/>
    <w:rsid w:val="009E20FE"/>
    <w:rsid w:val="009E5D23"/>
    <w:rsid w:val="009E7E41"/>
    <w:rsid w:val="009F0867"/>
    <w:rsid w:val="009F309B"/>
    <w:rsid w:val="009F392E"/>
    <w:rsid w:val="009F53C5"/>
    <w:rsid w:val="009F638B"/>
    <w:rsid w:val="009F77F4"/>
    <w:rsid w:val="00A00855"/>
    <w:rsid w:val="00A05614"/>
    <w:rsid w:val="00A0740E"/>
    <w:rsid w:val="00A07BA3"/>
    <w:rsid w:val="00A11A87"/>
    <w:rsid w:val="00A15423"/>
    <w:rsid w:val="00A217A8"/>
    <w:rsid w:val="00A21A01"/>
    <w:rsid w:val="00A23BFE"/>
    <w:rsid w:val="00A246E5"/>
    <w:rsid w:val="00A25CD0"/>
    <w:rsid w:val="00A26343"/>
    <w:rsid w:val="00A27974"/>
    <w:rsid w:val="00A32963"/>
    <w:rsid w:val="00A33D5F"/>
    <w:rsid w:val="00A37628"/>
    <w:rsid w:val="00A44409"/>
    <w:rsid w:val="00A4551B"/>
    <w:rsid w:val="00A4555D"/>
    <w:rsid w:val="00A50641"/>
    <w:rsid w:val="00A530BF"/>
    <w:rsid w:val="00A570A1"/>
    <w:rsid w:val="00A6177B"/>
    <w:rsid w:val="00A63668"/>
    <w:rsid w:val="00A66136"/>
    <w:rsid w:val="00A66670"/>
    <w:rsid w:val="00A7006D"/>
    <w:rsid w:val="00A71189"/>
    <w:rsid w:val="00A71FCA"/>
    <w:rsid w:val="00A7364A"/>
    <w:rsid w:val="00A74DCC"/>
    <w:rsid w:val="00A753ED"/>
    <w:rsid w:val="00A76E93"/>
    <w:rsid w:val="00A77512"/>
    <w:rsid w:val="00A80438"/>
    <w:rsid w:val="00A804C1"/>
    <w:rsid w:val="00A865E3"/>
    <w:rsid w:val="00A87BC2"/>
    <w:rsid w:val="00A9113F"/>
    <w:rsid w:val="00A94C2F"/>
    <w:rsid w:val="00A963DE"/>
    <w:rsid w:val="00A973B1"/>
    <w:rsid w:val="00A97C56"/>
    <w:rsid w:val="00AA00A0"/>
    <w:rsid w:val="00AA086D"/>
    <w:rsid w:val="00AA0D12"/>
    <w:rsid w:val="00AA4995"/>
    <w:rsid w:val="00AA4CBB"/>
    <w:rsid w:val="00AA536F"/>
    <w:rsid w:val="00AA6252"/>
    <w:rsid w:val="00AA65FA"/>
    <w:rsid w:val="00AA6C8A"/>
    <w:rsid w:val="00AA7351"/>
    <w:rsid w:val="00AA7AB8"/>
    <w:rsid w:val="00AA7C12"/>
    <w:rsid w:val="00AB1577"/>
    <w:rsid w:val="00AB24BD"/>
    <w:rsid w:val="00AB5342"/>
    <w:rsid w:val="00AC0ADE"/>
    <w:rsid w:val="00AC2EDB"/>
    <w:rsid w:val="00AC383E"/>
    <w:rsid w:val="00AC41C6"/>
    <w:rsid w:val="00AD056F"/>
    <w:rsid w:val="00AD075C"/>
    <w:rsid w:val="00AD0C7B"/>
    <w:rsid w:val="00AD1E62"/>
    <w:rsid w:val="00AD57AF"/>
    <w:rsid w:val="00AD5F1A"/>
    <w:rsid w:val="00AD6731"/>
    <w:rsid w:val="00AF7745"/>
    <w:rsid w:val="00B008D5"/>
    <w:rsid w:val="00B01D65"/>
    <w:rsid w:val="00B02F73"/>
    <w:rsid w:val="00B05B31"/>
    <w:rsid w:val="00B05FDD"/>
    <w:rsid w:val="00B0619F"/>
    <w:rsid w:val="00B111A6"/>
    <w:rsid w:val="00B12D23"/>
    <w:rsid w:val="00B13A26"/>
    <w:rsid w:val="00B15D0D"/>
    <w:rsid w:val="00B16FC9"/>
    <w:rsid w:val="00B21424"/>
    <w:rsid w:val="00B22106"/>
    <w:rsid w:val="00B230A8"/>
    <w:rsid w:val="00B230D0"/>
    <w:rsid w:val="00B31F47"/>
    <w:rsid w:val="00B3273A"/>
    <w:rsid w:val="00B33E3A"/>
    <w:rsid w:val="00B33EDC"/>
    <w:rsid w:val="00B42F40"/>
    <w:rsid w:val="00B44265"/>
    <w:rsid w:val="00B51939"/>
    <w:rsid w:val="00B51CA8"/>
    <w:rsid w:val="00B51E27"/>
    <w:rsid w:val="00B527AD"/>
    <w:rsid w:val="00B5431A"/>
    <w:rsid w:val="00B61D4B"/>
    <w:rsid w:val="00B626BC"/>
    <w:rsid w:val="00B66DD1"/>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D257F"/>
    <w:rsid w:val="00BD4B41"/>
    <w:rsid w:val="00BD4DFC"/>
    <w:rsid w:val="00BD5DE9"/>
    <w:rsid w:val="00BD7E32"/>
    <w:rsid w:val="00BD7E91"/>
    <w:rsid w:val="00BD7F0D"/>
    <w:rsid w:val="00BE001F"/>
    <w:rsid w:val="00BE21C8"/>
    <w:rsid w:val="00BF204D"/>
    <w:rsid w:val="00C02D0A"/>
    <w:rsid w:val="00C03A6E"/>
    <w:rsid w:val="00C129C7"/>
    <w:rsid w:val="00C17FE7"/>
    <w:rsid w:val="00C226C0"/>
    <w:rsid w:val="00C258A4"/>
    <w:rsid w:val="00C41F7A"/>
    <w:rsid w:val="00C42FE6"/>
    <w:rsid w:val="00C44F6A"/>
    <w:rsid w:val="00C50C28"/>
    <w:rsid w:val="00C52164"/>
    <w:rsid w:val="00C5579E"/>
    <w:rsid w:val="00C6198E"/>
    <w:rsid w:val="00C62389"/>
    <w:rsid w:val="00C66599"/>
    <w:rsid w:val="00C708EA"/>
    <w:rsid w:val="00C71BF4"/>
    <w:rsid w:val="00C74A2E"/>
    <w:rsid w:val="00C74AE9"/>
    <w:rsid w:val="00C778A5"/>
    <w:rsid w:val="00C81781"/>
    <w:rsid w:val="00C81A30"/>
    <w:rsid w:val="00C9417C"/>
    <w:rsid w:val="00C94BB8"/>
    <w:rsid w:val="00C95162"/>
    <w:rsid w:val="00C97991"/>
    <w:rsid w:val="00CA1B64"/>
    <w:rsid w:val="00CA297E"/>
    <w:rsid w:val="00CA50C9"/>
    <w:rsid w:val="00CA52F9"/>
    <w:rsid w:val="00CA73D8"/>
    <w:rsid w:val="00CB13AA"/>
    <w:rsid w:val="00CB337C"/>
    <w:rsid w:val="00CB4F6D"/>
    <w:rsid w:val="00CB5821"/>
    <w:rsid w:val="00CB6A37"/>
    <w:rsid w:val="00CB7684"/>
    <w:rsid w:val="00CC16FE"/>
    <w:rsid w:val="00CC4EA8"/>
    <w:rsid w:val="00CC5BEB"/>
    <w:rsid w:val="00CC6388"/>
    <w:rsid w:val="00CC6517"/>
    <w:rsid w:val="00CC7C8F"/>
    <w:rsid w:val="00CD11C2"/>
    <w:rsid w:val="00CD1FC4"/>
    <w:rsid w:val="00CD2B1F"/>
    <w:rsid w:val="00CE06E2"/>
    <w:rsid w:val="00CE2B2B"/>
    <w:rsid w:val="00CE31C4"/>
    <w:rsid w:val="00CE3B31"/>
    <w:rsid w:val="00CE7AA0"/>
    <w:rsid w:val="00CF04C0"/>
    <w:rsid w:val="00D034A0"/>
    <w:rsid w:val="00D0554F"/>
    <w:rsid w:val="00D076FA"/>
    <w:rsid w:val="00D12FC9"/>
    <w:rsid w:val="00D20BF2"/>
    <w:rsid w:val="00D21061"/>
    <w:rsid w:val="00D24D74"/>
    <w:rsid w:val="00D27826"/>
    <w:rsid w:val="00D325E7"/>
    <w:rsid w:val="00D40E88"/>
    <w:rsid w:val="00D4108E"/>
    <w:rsid w:val="00D4328E"/>
    <w:rsid w:val="00D43467"/>
    <w:rsid w:val="00D43760"/>
    <w:rsid w:val="00D43863"/>
    <w:rsid w:val="00D453DF"/>
    <w:rsid w:val="00D463C3"/>
    <w:rsid w:val="00D519A6"/>
    <w:rsid w:val="00D5439C"/>
    <w:rsid w:val="00D6163D"/>
    <w:rsid w:val="00D628F7"/>
    <w:rsid w:val="00D65A55"/>
    <w:rsid w:val="00D679BF"/>
    <w:rsid w:val="00D706E2"/>
    <w:rsid w:val="00D736E1"/>
    <w:rsid w:val="00D831A3"/>
    <w:rsid w:val="00D843CA"/>
    <w:rsid w:val="00D84471"/>
    <w:rsid w:val="00D97BE3"/>
    <w:rsid w:val="00DA3711"/>
    <w:rsid w:val="00DA37FE"/>
    <w:rsid w:val="00DA5988"/>
    <w:rsid w:val="00DA6FFE"/>
    <w:rsid w:val="00DA734B"/>
    <w:rsid w:val="00DB301C"/>
    <w:rsid w:val="00DB530D"/>
    <w:rsid w:val="00DC231B"/>
    <w:rsid w:val="00DC6C42"/>
    <w:rsid w:val="00DD46F3"/>
    <w:rsid w:val="00DD598A"/>
    <w:rsid w:val="00DE17BB"/>
    <w:rsid w:val="00DE1AA1"/>
    <w:rsid w:val="00DE4D36"/>
    <w:rsid w:val="00DE56F2"/>
    <w:rsid w:val="00DF116D"/>
    <w:rsid w:val="00DF2323"/>
    <w:rsid w:val="00DF4286"/>
    <w:rsid w:val="00DF7C76"/>
    <w:rsid w:val="00E01B8F"/>
    <w:rsid w:val="00E10A24"/>
    <w:rsid w:val="00E1128C"/>
    <w:rsid w:val="00E16FF7"/>
    <w:rsid w:val="00E26D68"/>
    <w:rsid w:val="00E32F07"/>
    <w:rsid w:val="00E35C19"/>
    <w:rsid w:val="00E37FEB"/>
    <w:rsid w:val="00E4111D"/>
    <w:rsid w:val="00E44045"/>
    <w:rsid w:val="00E46300"/>
    <w:rsid w:val="00E46737"/>
    <w:rsid w:val="00E4715A"/>
    <w:rsid w:val="00E4791C"/>
    <w:rsid w:val="00E5194A"/>
    <w:rsid w:val="00E533EC"/>
    <w:rsid w:val="00E54A5D"/>
    <w:rsid w:val="00E618C4"/>
    <w:rsid w:val="00E73584"/>
    <w:rsid w:val="00E73A2F"/>
    <w:rsid w:val="00E73DEE"/>
    <w:rsid w:val="00E7415D"/>
    <w:rsid w:val="00E77326"/>
    <w:rsid w:val="00E8597D"/>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D7591"/>
    <w:rsid w:val="00EE12C3"/>
    <w:rsid w:val="00EE1361"/>
    <w:rsid w:val="00EE3D66"/>
    <w:rsid w:val="00EE65E1"/>
    <w:rsid w:val="00EF7106"/>
    <w:rsid w:val="00F016C7"/>
    <w:rsid w:val="00F03D39"/>
    <w:rsid w:val="00F05AE4"/>
    <w:rsid w:val="00F10A41"/>
    <w:rsid w:val="00F12DEC"/>
    <w:rsid w:val="00F1715C"/>
    <w:rsid w:val="00F22B17"/>
    <w:rsid w:val="00F24645"/>
    <w:rsid w:val="00F310F8"/>
    <w:rsid w:val="00F32F2A"/>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3648"/>
    <w:rsid w:val="00F6481F"/>
    <w:rsid w:val="00F659EB"/>
    <w:rsid w:val="00F7249F"/>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 w:type="paragraph" w:customStyle="1" w:styleId="PNOdrka1-">
    <w:name w:val="_PN_Odrážka_1-_•"/>
    <w:basedOn w:val="Normln"/>
    <w:qFormat/>
    <w:rsid w:val="00595A59"/>
    <w:pPr>
      <w:numPr>
        <w:numId w:val="21"/>
      </w:numPr>
      <w:spacing w:after="80" w:line="264" w:lineRule="auto"/>
      <w:jc w:val="both"/>
    </w:pPr>
    <w:rPr>
      <w:sz w:val="18"/>
      <w:szCs w:val="18"/>
    </w:rPr>
  </w:style>
  <w:style w:type="character" w:customStyle="1" w:styleId="Odrka1-1Char">
    <w:name w:val="_Odrážka_1-1_• Char"/>
    <w:basedOn w:val="Standardnpsmoodstavce"/>
    <w:link w:val="Odrka1-1"/>
    <w:locked/>
    <w:rsid w:val="00595A59"/>
  </w:style>
  <w:style w:type="paragraph" w:customStyle="1" w:styleId="Odrka1-1">
    <w:name w:val="_Odrážka_1-1_•"/>
    <w:basedOn w:val="Normln"/>
    <w:link w:val="Odrka1-1Char"/>
    <w:qFormat/>
    <w:rsid w:val="00595A59"/>
    <w:pPr>
      <w:tabs>
        <w:tab w:val="num" w:pos="1077"/>
      </w:tabs>
      <w:spacing w:after="80" w:line="264" w:lineRule="auto"/>
      <w:ind w:left="1077" w:hanging="340"/>
      <w:jc w:val="both"/>
    </w:pPr>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815678829">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header" Target="header1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2FD04B1A-B6F4-4A0C-AC04-F5E07E91BDAB}">
  <ds:schemaRefs>
    <ds:schemaRef ds:uri="http://schemas.openxmlformats.org/officeDocument/2006/bibliography"/>
  </ds:schemaRefs>
</ds:datastoreItem>
</file>

<file path=customXml/itemProps4.xml><?xml version="1.0" encoding="utf-8"?>
<ds:datastoreItem xmlns:ds="http://schemas.openxmlformats.org/officeDocument/2006/customXml" ds:itemID="{739E0E73-C4EC-49AA-BAE8-41AE6EA98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4SOD_R-F_24-23</Template>
  <TotalTime>0</TotalTime>
  <Pages>35</Pages>
  <Words>5840</Words>
  <Characters>34459</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40219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Baštářová Helena</cp:lastModifiedBy>
  <cp:revision>4</cp:revision>
  <cp:lastPrinted>2024-12-19T08:32:00Z</cp:lastPrinted>
  <dcterms:created xsi:type="dcterms:W3CDTF">2024-12-18T08:35:00Z</dcterms:created>
  <dcterms:modified xsi:type="dcterms:W3CDTF">2024-12-19T08:32:00Z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