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9536F8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rFonts w:cs="Arial"/>
          <w:sz w:val="32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63D5B778" w:rsidR="00653FBC" w:rsidRPr="00040332" w:rsidRDefault="009536F8" w:rsidP="00040332">
          <w:pPr>
            <w:pStyle w:val="Titul2"/>
            <w:tabs>
              <w:tab w:val="clear" w:pos="6796"/>
            </w:tabs>
            <w:sectPr w:rsidR="00653FBC" w:rsidRPr="00040332" w:rsidSect="00717670">
              <w:headerReference w:type="even" r:id="rId11"/>
              <w:headerReference w:type="default" r:id="rId12"/>
              <w:footerReference w:type="even" r:id="rId13"/>
              <w:footerReference w:type="default" r:id="rId14"/>
              <w:headerReference w:type="first" r:id="rId15"/>
              <w:footerReference w:type="first" r:id="rId16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rFonts w:cs="Arial"/>
              <w:sz w:val="32"/>
            </w:rPr>
            <w:t>„RS 1 VRT Ostrava – st. hr.“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9536F8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7E9F9393" w:rsidR="009536F8" w:rsidRPr="00022F53" w:rsidRDefault="009536F8" w:rsidP="009536F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C74E44">
              <w:rPr>
                <w:bCs/>
                <w:sz w:val="18"/>
              </w:rPr>
              <w:t>RS 1 VRT Ostrava – st.hr.</w:t>
            </w:r>
          </w:p>
        </w:tc>
      </w:tr>
      <w:tr w:rsidR="009536F8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10998EFE" w:rsidR="009536F8" w:rsidRPr="0015448A" w:rsidRDefault="009536F8" w:rsidP="009536F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 xml:space="preserve">ZP, EIA a </w:t>
            </w:r>
            <w:r w:rsidRPr="00955A10">
              <w:rPr>
                <w:sz w:val="18"/>
              </w:rPr>
              <w:t>DPS</w:t>
            </w:r>
          </w:p>
        </w:tc>
      </w:tr>
      <w:tr w:rsidR="009536F8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5D71923D" w:rsidR="009536F8" w:rsidRPr="002C7D33" w:rsidRDefault="009536F8" w:rsidP="009536F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C74E44">
              <w:rPr>
                <w:sz w:val="18"/>
              </w:rPr>
              <w:t>S631700048</w:t>
            </w:r>
          </w:p>
        </w:tc>
      </w:tr>
      <w:tr w:rsidR="009536F8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5F70C318" w:rsidR="009536F8" w:rsidRPr="007651AE" w:rsidRDefault="009536F8" w:rsidP="009536F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C74E44">
              <w:rPr>
                <w:sz w:val="18"/>
              </w:rPr>
              <w:t>5003540004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9536F8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17BB441E" w:rsidR="009536F8" w:rsidRPr="007651AE" w:rsidRDefault="009536F8" w:rsidP="009536F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C74E44">
              <w:rPr>
                <w:sz w:val="18"/>
              </w:rPr>
              <w:t>Karviná, Ostrava – město</w:t>
            </w:r>
          </w:p>
        </w:tc>
      </w:tr>
      <w:tr w:rsidR="009536F8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211353BC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Novostavba</w:t>
            </w:r>
          </w:p>
        </w:tc>
      </w:tr>
      <w:tr w:rsidR="009536F8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342624E1" w:rsidR="009536F8" w:rsidRPr="0075773D" w:rsidRDefault="009536F8" w:rsidP="009536F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C74E44">
              <w:rPr>
                <w:sz w:val="18"/>
              </w:rPr>
              <w:t>Moravskoslezský</w:t>
            </w:r>
          </w:p>
        </w:tc>
      </w:tr>
      <w:tr w:rsidR="009536F8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9536F8" w:rsidRPr="00690CCF" w:rsidRDefault="009536F8" w:rsidP="009536F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57B017C0" w:rsidR="009536F8" w:rsidRPr="00690CCF" w:rsidRDefault="009536F8" w:rsidP="009536F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9536F8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192F9944" w:rsidR="009536F8" w:rsidRPr="0055671A" w:rsidRDefault="009536F8" w:rsidP="009536F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9536F8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6BD83121" w:rsidR="009536F8" w:rsidRPr="0055671A" w:rsidRDefault="009536F8" w:rsidP="009536F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9536F8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6DBC22A8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vysokorychlostních tratí</w:t>
            </w:r>
          </w:p>
        </w:tc>
      </w:tr>
      <w:tr w:rsidR="009536F8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0E6FFAC0" w:rsidR="009536F8" w:rsidRPr="00DC7837" w:rsidRDefault="009536F8" w:rsidP="009536F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9A3">
              <w:rPr>
                <w:sz w:val="18"/>
              </w:rPr>
              <w:t>V Celnici 1028/10</w:t>
            </w:r>
            <w:r>
              <w:rPr>
                <w:sz w:val="18"/>
              </w:rPr>
              <w:t xml:space="preserve">, </w:t>
            </w:r>
            <w:r w:rsidRPr="001A69A3">
              <w:rPr>
                <w:sz w:val="18"/>
              </w:rPr>
              <w:t xml:space="preserve">110 00 Praha </w:t>
            </w:r>
            <w:proofErr w:type="gramStart"/>
            <w:r w:rsidRPr="001A69A3">
              <w:rPr>
                <w:sz w:val="18"/>
              </w:rPr>
              <w:t>1-Nové</w:t>
            </w:r>
            <w:proofErr w:type="gramEnd"/>
            <w:r w:rsidRPr="001A69A3">
              <w:rPr>
                <w:sz w:val="18"/>
              </w:rPr>
              <w:t xml:space="preserve"> Město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7A929842" w14:textId="4D4266AD" w:rsidR="009536F8" w:rsidRDefault="009536F8" w:rsidP="009536F8">
      <w:pPr>
        <w:ind w:left="709"/>
        <w:jc w:val="both"/>
        <w:rPr>
          <w:highlight w:val="cyan"/>
        </w:rPr>
      </w:pPr>
      <w:r>
        <w:rPr>
          <w:rStyle w:val="Text2-1Char"/>
        </w:rPr>
        <w:t>Cílem díla je</w:t>
      </w:r>
      <w:r w:rsidRPr="00501EB5">
        <w:rPr>
          <w:rStyle w:val="Text2-1Char"/>
        </w:rPr>
        <w:t xml:space="preserve"> </w:t>
      </w:r>
      <w:r w:rsidRPr="002A5768">
        <w:rPr>
          <w:rStyle w:val="Text2-1Char"/>
        </w:rPr>
        <w:t xml:space="preserve">navrhnout v rámci konceptu Rychlých spojení proveditelné řešení pro uspokojení budoucí přepravní poptávky mezi </w:t>
      </w:r>
      <w:r>
        <w:rPr>
          <w:rStyle w:val="Text2-1Char"/>
        </w:rPr>
        <w:t xml:space="preserve">Ostravou a Katovicemi. Řešením budou tratě </w:t>
      </w:r>
      <w:r w:rsidRPr="002A5768">
        <w:rPr>
          <w:rStyle w:val="Text2-1Char"/>
        </w:rPr>
        <w:t>s parametry pro smíšený provoz vlaků osobní i nákladní</w:t>
      </w:r>
      <w:r>
        <w:rPr>
          <w:rStyle w:val="Text2-1Char"/>
        </w:rPr>
        <w:t xml:space="preserve"> dopravy.</w:t>
      </w:r>
      <w:r w:rsidRPr="001A6CA9">
        <w:rPr>
          <w:rStyle w:val="Text2-1Char"/>
        </w:rPr>
        <w:t xml:space="preserve"> </w:t>
      </w:r>
      <w:r>
        <w:rPr>
          <w:rStyle w:val="Text2-1Char"/>
        </w:rPr>
        <w:t xml:space="preserve">Dokumentace zhodnotí </w:t>
      </w:r>
      <w:r w:rsidRPr="003744CC">
        <w:rPr>
          <w:rStyle w:val="Text2-1Char"/>
        </w:rPr>
        <w:t>potřebu a navrhne úpravy stávajících tratí v úseku Ostrava</w:t>
      </w:r>
      <w:r w:rsidRPr="001A6CA9">
        <w:rPr>
          <w:rStyle w:val="Text2-1Char"/>
        </w:rPr>
        <w:t xml:space="preserve"> </w:t>
      </w:r>
      <w:r w:rsidRPr="003744CC">
        <w:rPr>
          <w:rStyle w:val="Text2-1Char"/>
        </w:rPr>
        <w:t>hl.</w:t>
      </w:r>
      <w:r>
        <w:rPr>
          <w:rStyle w:val="Text2-1Char"/>
        </w:rPr>
        <w:t xml:space="preserve"> </w:t>
      </w:r>
      <w:r w:rsidRPr="003744CC">
        <w:rPr>
          <w:rStyle w:val="Text2-1Char"/>
        </w:rPr>
        <w:t>n. – Bohumín – Dolní Lutyně</w:t>
      </w:r>
      <w:r>
        <w:rPr>
          <w:rStyle w:val="Text2-1Char"/>
        </w:rPr>
        <w:t>.</w:t>
      </w:r>
    </w:p>
    <w:p w14:paraId="37B83B4B" w14:textId="64E81B94" w:rsidR="002A118F" w:rsidRDefault="002A118F" w:rsidP="0082567B">
      <w:pPr>
        <w:ind w:left="709"/>
        <w:rPr>
          <w:highlight w:val="cyan"/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160143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160144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6C43CAA2" w:rsidR="0097207A" w:rsidRPr="00C63F37" w:rsidRDefault="009536F8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9536F8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9536F8" w:rsidRPr="005F0952" w:rsidRDefault="009536F8" w:rsidP="009536F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AD12CA1" w14:textId="77777777" w:rsidR="009536F8" w:rsidRPr="004B1059" w:rsidRDefault="009536F8" w:rsidP="009536F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Správa železnic, státní organizace</w:t>
            </w:r>
          </w:p>
          <w:p w14:paraId="75AA12DF" w14:textId="77777777" w:rsidR="009536F8" w:rsidRPr="004B1059" w:rsidRDefault="009536F8" w:rsidP="009536F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vysokorychlostních tratí</w:t>
            </w:r>
          </w:p>
          <w:p w14:paraId="18A2F4EB" w14:textId="77777777" w:rsidR="009536F8" w:rsidRPr="004B1059" w:rsidRDefault="009536F8" w:rsidP="009536F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</w:t>
            </w:r>
            <w:r w:rsidRPr="004B1059">
              <w:rPr>
                <w:sz w:val="18"/>
              </w:rPr>
              <w:t xml:space="preserve"> J</w:t>
            </w:r>
            <w:r>
              <w:rPr>
                <w:sz w:val="18"/>
              </w:rPr>
              <w:t>akub</w:t>
            </w:r>
            <w:r w:rsidRPr="004B1059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Najman </w:t>
            </w:r>
          </w:p>
          <w:p w14:paraId="3E9A913F" w14:textId="77777777" w:rsidR="009536F8" w:rsidRPr="004B1059" w:rsidRDefault="009536F8" w:rsidP="009536F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M: +420</w:t>
            </w:r>
            <w:r>
              <w:rPr>
                <w:sz w:val="18"/>
              </w:rPr>
              <w:t> 720 800 706</w:t>
            </w:r>
            <w:r w:rsidRPr="004B1059">
              <w:rPr>
                <w:sz w:val="18"/>
              </w:rPr>
              <w:t xml:space="preserve">             </w:t>
            </w:r>
          </w:p>
          <w:p w14:paraId="6797F31A" w14:textId="4AC2E85D" w:rsidR="009536F8" w:rsidRPr="00331F0C" w:rsidRDefault="009536F8" w:rsidP="009536F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E:</w:t>
            </w:r>
            <w:r w:rsidRPr="004B1059">
              <w:rPr>
                <w:sz w:val="18"/>
              </w:rPr>
              <w:t> </w:t>
            </w:r>
            <w:r>
              <w:rPr>
                <w:sz w:val="18"/>
              </w:rPr>
              <w:t>NajmanJ@spravazeleznic.cz</w:t>
            </w:r>
          </w:p>
        </w:tc>
      </w:tr>
      <w:tr w:rsidR="009536F8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9536F8" w:rsidRPr="005F0952" w:rsidRDefault="009536F8" w:rsidP="009536F8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1309454" w14:textId="77777777" w:rsidR="009536F8" w:rsidRPr="004B1059" w:rsidRDefault="009536F8" w:rsidP="009536F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Ing. Stanislav Vitásek, Ph.D.</w:t>
            </w:r>
          </w:p>
          <w:p w14:paraId="5FB728AA" w14:textId="77777777" w:rsidR="009536F8" w:rsidRPr="004B1059" w:rsidRDefault="009536F8" w:rsidP="009536F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B1059">
              <w:rPr>
                <w:sz w:val="18"/>
              </w:rPr>
              <w:t xml:space="preserve">SŽ </w:t>
            </w:r>
            <w:proofErr w:type="gramStart"/>
            <w:r w:rsidRPr="004B1059">
              <w:rPr>
                <w:sz w:val="18"/>
              </w:rPr>
              <w:t>GŘ - Odbor</w:t>
            </w:r>
            <w:proofErr w:type="gramEnd"/>
            <w:r w:rsidRPr="004B1059">
              <w:rPr>
                <w:sz w:val="18"/>
              </w:rPr>
              <w:t xml:space="preserve"> strategie,</w:t>
            </w:r>
          </w:p>
          <w:p w14:paraId="109FECE9" w14:textId="77777777" w:rsidR="009536F8" w:rsidRPr="004B1059" w:rsidRDefault="009536F8" w:rsidP="009536F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 xml:space="preserve">Oddělení digitalizace stavebních projektů </w:t>
            </w:r>
          </w:p>
          <w:p w14:paraId="62505061" w14:textId="77777777" w:rsidR="009536F8" w:rsidRPr="004B1059" w:rsidRDefault="009536F8" w:rsidP="009536F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M: +420 736 260 403</w:t>
            </w:r>
          </w:p>
          <w:p w14:paraId="419D6755" w14:textId="3E2879BF" w:rsidR="009536F8" w:rsidRPr="00331F0C" w:rsidRDefault="009536F8" w:rsidP="009536F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B1059">
              <w:rPr>
                <w:sz w:val="18"/>
              </w:rPr>
              <w:t>E: vitasek@spravazeleznic.cz</w:t>
            </w:r>
          </w:p>
        </w:tc>
      </w:tr>
      <w:tr w:rsidR="009536F8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9536F8" w:rsidRPr="00F2688E" w:rsidRDefault="009536F8" w:rsidP="009536F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16F37BD9" w14:textId="77777777" w:rsidR="009536F8" w:rsidRPr="004B1059" w:rsidRDefault="009536F8" w:rsidP="009536F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Ing. Stanislav Vitásek, Ph.D.</w:t>
            </w:r>
          </w:p>
          <w:p w14:paraId="15E2FD0A" w14:textId="77777777" w:rsidR="009536F8" w:rsidRPr="004B1059" w:rsidRDefault="009536F8" w:rsidP="009536F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B1059">
              <w:rPr>
                <w:sz w:val="18"/>
              </w:rPr>
              <w:t xml:space="preserve">SŽ </w:t>
            </w:r>
            <w:proofErr w:type="gramStart"/>
            <w:r w:rsidRPr="004B1059">
              <w:rPr>
                <w:sz w:val="18"/>
              </w:rPr>
              <w:t>GŘ - Odbor</w:t>
            </w:r>
            <w:proofErr w:type="gramEnd"/>
            <w:r w:rsidRPr="004B1059">
              <w:rPr>
                <w:sz w:val="18"/>
              </w:rPr>
              <w:t xml:space="preserve"> strategie,</w:t>
            </w:r>
          </w:p>
          <w:p w14:paraId="40122DDE" w14:textId="77777777" w:rsidR="009536F8" w:rsidRPr="004B1059" w:rsidRDefault="009536F8" w:rsidP="009536F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 xml:space="preserve">Oddělení digitalizace stavebních projektů </w:t>
            </w:r>
          </w:p>
          <w:p w14:paraId="14767132" w14:textId="77777777" w:rsidR="009536F8" w:rsidRPr="004B1059" w:rsidRDefault="009536F8" w:rsidP="009536F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M: +420 736 260 403</w:t>
            </w:r>
          </w:p>
          <w:p w14:paraId="30593C8B" w14:textId="1EE152F3" w:rsidR="009536F8" w:rsidRPr="00331F0C" w:rsidRDefault="009536F8" w:rsidP="009536F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B1059">
              <w:rPr>
                <w:sz w:val="18"/>
              </w:rPr>
              <w:t>E: vitasek@spravazeleznic.cz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160145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80160146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0160147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0160148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0160149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0160151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0160153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0160154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0160155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0160156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0160157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6F4FFD13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0160158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0160159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0160160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9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82483" w14:textId="77777777" w:rsidR="0032727A" w:rsidRDefault="0032727A" w:rsidP="00962258">
      <w:r>
        <w:separator/>
      </w:r>
    </w:p>
  </w:endnote>
  <w:endnote w:type="continuationSeparator" w:id="0">
    <w:p w14:paraId="54D52EFD" w14:textId="77777777" w:rsidR="0032727A" w:rsidRDefault="0032727A" w:rsidP="00962258">
      <w:r>
        <w:continuationSeparator/>
      </w:r>
    </w:p>
  </w:endnote>
  <w:endnote w:type="continuationNotice" w:id="1">
    <w:p w14:paraId="5562323E" w14:textId="77777777" w:rsidR="0032727A" w:rsidRDefault="0032727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72B044E5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536F8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403AA867" w:rsidR="00FB2C4A" w:rsidRPr="003462EB" w:rsidRDefault="009536F8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„RS 1 VRT Ostrava – st. hr.“</w:t>
              </w:r>
            </w:sdtContent>
          </w:sdt>
        </w:p>
        <w:p w14:paraId="21CEEE40" w14:textId="328C7EF8" w:rsidR="00FB2C4A" w:rsidRPr="00B435A5" w:rsidRDefault="009536F8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3D3A6C47" w:rsidR="00653FBC" w:rsidRPr="003462EB" w:rsidRDefault="009536F8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„RS 1 VRT Ostrava – st. hr.“</w:t>
              </w:r>
            </w:sdtContent>
          </w:sdt>
        </w:p>
        <w:p w14:paraId="21F2540B" w14:textId="2E323143" w:rsidR="00653FBC" w:rsidRPr="003462EB" w:rsidRDefault="009536F8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3D37D328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9536F8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5A507532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5E46C1">
      <w:rPr>
        <w:sz w:val="22"/>
        <w:szCs w:val="22"/>
      </w:rPr>
      <w:t>20.11.2024</w:t>
    </w:r>
    <w:r w:rsidR="005E46C1" w:rsidRPr="00D3365C">
      <w:rPr>
        <w:sz w:val="22"/>
        <w:szCs w:val="22"/>
      </w:rPr>
      <w:t xml:space="preserve"> 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B330A" w14:textId="77777777" w:rsidR="0032727A" w:rsidRDefault="0032727A" w:rsidP="00962258">
      <w:r>
        <w:separator/>
      </w:r>
    </w:p>
  </w:footnote>
  <w:footnote w:type="continuationSeparator" w:id="0">
    <w:p w14:paraId="372A16AA" w14:textId="77777777" w:rsidR="0032727A" w:rsidRDefault="0032727A" w:rsidP="00962258">
      <w:r>
        <w:continuationSeparator/>
      </w:r>
    </w:p>
  </w:footnote>
  <w:footnote w:type="continuationNotice" w:id="1">
    <w:p w14:paraId="719D4F6E" w14:textId="77777777" w:rsidR="0032727A" w:rsidRDefault="0032727A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DE5E1" w14:textId="77777777" w:rsidR="005E46C1" w:rsidRDefault="005E46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38A0D" w14:textId="77777777" w:rsidR="005E46C1" w:rsidRDefault="005E46C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585354828" name="Obrázek 1585354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52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0129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6C1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9C5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6F8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5E19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A71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2CFC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49C5"/>
    <w:rsid w:val="00756E4C"/>
    <w:rsid w:val="00782B50"/>
    <w:rsid w:val="00787C04"/>
    <w:rsid w:val="007A4B97"/>
    <w:rsid w:val="007B3AE8"/>
    <w:rsid w:val="007B4A65"/>
    <w:rsid w:val="00803BB8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179C6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20048"/>
    <w:rsid w:val="00F21AF6"/>
    <w:rsid w:val="00F37E07"/>
    <w:rsid w:val="00F46CFF"/>
    <w:rsid w:val="00F65970"/>
    <w:rsid w:val="00F82CFC"/>
    <w:rsid w:val="00FA127D"/>
    <w:rsid w:val="00FB7FCE"/>
    <w:rsid w:val="00FC58DB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4294961635</TotalTime>
  <Pages>22</Pages>
  <Words>2561</Words>
  <Characters>15111</Characters>
  <Application>Microsoft Office Word</Application>
  <DocSecurity>2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„RS 1 VRT Ostrava – st. hr.“</dc:subject>
  <dc:creator>Správa železnic</dc:creator>
  <cp:keywords>2024-10</cp:keywords>
  <cp:lastModifiedBy>Šafář Karel, Ing.</cp:lastModifiedBy>
  <cp:revision>4</cp:revision>
  <cp:lastPrinted>2021-08-24T14:31:00Z</cp:lastPrinted>
  <dcterms:created xsi:type="dcterms:W3CDTF">2024-10-18T14:00:00Z</dcterms:created>
  <dcterms:modified xsi:type="dcterms:W3CDTF">2024-11-22T06:42:00Z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