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000000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3AB1A762" w:rsidR="00653FBC" w:rsidRPr="00040332" w:rsidRDefault="00B86095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„RS5 Hradec Králové – Jaroměř“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86095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0927DE5" w:rsidR="00B86095" w:rsidRPr="00022F53" w:rsidRDefault="00000000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sdt>
              <w:sdtPr>
                <w:rPr>
                  <w:bCs/>
                  <w:noProof/>
                </w:rPr>
                <w:alias w:val="Název akce - Vypsat pole, přenese se do zápatí"/>
                <w:tag w:val="Název akce"/>
                <w:id w:val="1889687308"/>
                <w:placeholder>
                  <w:docPart w:val="BCACBEE7AB7B4ED8A476D7925716057E"/>
                </w:placeholder>
                <w:text w:multiLine="1"/>
              </w:sdtPr>
              <w:sdtContent>
                <w:r w:rsidR="00B86095" w:rsidRPr="00034BF1">
                  <w:rPr>
                    <w:bCs/>
                    <w:noProof/>
                    <w:sz w:val="18"/>
                  </w:rPr>
                  <w:t>RS5 Hradec Králové – Jaroměř</w:t>
                </w:r>
              </w:sdtContent>
            </w:sdt>
          </w:p>
        </w:tc>
      </w:tr>
      <w:tr w:rsidR="00B86095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BCC3EFB" w:rsidR="00B86095" w:rsidRPr="0015448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ZP</w:t>
            </w:r>
            <w:r>
              <w:rPr>
                <w:sz w:val="18"/>
              </w:rPr>
              <w:t>, EIA</w:t>
            </w:r>
            <w:r w:rsidRPr="00034BF1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Pr="00034BF1">
              <w:rPr>
                <w:sz w:val="18"/>
              </w:rPr>
              <w:t xml:space="preserve"> DPS</w:t>
            </w:r>
          </w:p>
        </w:tc>
      </w:tr>
      <w:tr w:rsidR="00B86095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4E0837DC" w:rsidR="00B86095" w:rsidRPr="002C7D33" w:rsidRDefault="008033F0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8033F0">
              <w:rPr>
                <w:sz w:val="18"/>
              </w:rPr>
              <w:t>S602400451</w:t>
            </w:r>
          </w:p>
        </w:tc>
      </w:tr>
      <w:tr w:rsidR="00B86095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6BE29206" w:rsidR="00B86095" w:rsidRPr="007651A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FD562B">
              <w:rPr>
                <w:sz w:val="18"/>
              </w:rPr>
              <w:t>5523520074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B86095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821A776" w:rsidR="00B86095" w:rsidRPr="007651A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bCs/>
                <w:noProof/>
                <w:sz w:val="18"/>
              </w:rPr>
              <w:t>Hradec Králové – Jaroměř</w:t>
            </w:r>
          </w:p>
        </w:tc>
      </w:tr>
      <w:tr w:rsidR="00B86095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CE7E94F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Novostavba</w:t>
            </w:r>
          </w:p>
        </w:tc>
      </w:tr>
      <w:tr w:rsidR="00B86095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0BE3991" w:rsidR="00B86095" w:rsidRPr="0075773D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Královehradecký</w:t>
            </w:r>
          </w:p>
        </w:tc>
      </w:tr>
      <w:tr w:rsidR="00B86095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24C5ED4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86095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C77C260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B86095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7F731074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86095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AFF9556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</w:t>
            </w:r>
          </w:p>
        </w:tc>
      </w:tr>
      <w:tr w:rsidR="00B86095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2A29580F" w:rsidR="00B86095" w:rsidRPr="00DC7837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9A3">
              <w:rPr>
                <w:sz w:val="18"/>
              </w:rPr>
              <w:t>V Celnici 1028/10</w:t>
            </w:r>
            <w:r>
              <w:rPr>
                <w:sz w:val="18"/>
              </w:rPr>
              <w:t xml:space="preserve">, </w:t>
            </w:r>
            <w:r w:rsidRPr="001A69A3">
              <w:rPr>
                <w:sz w:val="18"/>
              </w:rPr>
              <w:t>110 00 Praha 1-Nové Město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0912B3E0" w14:textId="5F4AB2D2" w:rsidR="00B86095" w:rsidRDefault="00B86095" w:rsidP="00B86095">
      <w:pPr>
        <w:pStyle w:val="Text2-1"/>
      </w:pPr>
      <w:r w:rsidRPr="007647C1">
        <w:t xml:space="preserve">Cílem díla je </w:t>
      </w:r>
      <w:r>
        <w:t>modernizace a</w:t>
      </w:r>
      <w:r w:rsidRPr="0090306F">
        <w:t xml:space="preserve"> </w:t>
      </w:r>
      <w:r>
        <w:t>zdvoukolejnění</w:t>
      </w:r>
      <w:r w:rsidRPr="007647C1">
        <w:t xml:space="preserve"> trati</w:t>
      </w:r>
      <w:r>
        <w:t xml:space="preserve"> ve variantě „320 optimalizovaná“ dle Studie proveditelnosti „Vysokorychlostní spojení RS5 Praha – Wrocław“ </w:t>
      </w:r>
      <w:r w:rsidRPr="000B10C0">
        <w:t>(dále jen „Studie proveditelnosti“).</w:t>
      </w:r>
      <w:r>
        <w:t xml:space="preserve"> </w:t>
      </w:r>
      <w:r w:rsidRPr="007647C1">
        <w:t xml:space="preserve">Realizací projektu má dojít ke zvýšení kapacity dráhy a zkrácení jízdních dob vlaků v řešeném úseku trati při současném splnění podmínky ekonomické rentability. </w:t>
      </w:r>
      <w:r>
        <w:t xml:space="preserve">Traťový úsek Hradec Králové – Jaroměř bude po modernizaci součástí sítě Rychlých spojení (RS) na území České republiky a bude využíván vnitrostátními i mezinárodními expresními linkami. </w:t>
      </w:r>
      <w:r w:rsidRPr="007647C1">
        <w:t>Vyžaduje se zajištění plynulosti a bezpečnosti železniční dopravy zlepšením technického stavu a parametrů traťového úseku, rovněž zvýšení komfortu cestování a zvýšení bezpečnosti cestujících zvýšením nástupní</w:t>
      </w:r>
      <w:r>
        <w:t>ch</w:t>
      </w:r>
      <w:r w:rsidRPr="007647C1">
        <w:t xml:space="preserve"> hran nástupišť</w:t>
      </w:r>
      <w:r>
        <w:t xml:space="preserve"> na všech stanicích a zastávkách </w:t>
      </w:r>
      <w:r w:rsidRPr="007647C1">
        <w:t>na 550 mm nad TK a zajištění plně bezbariérového přístupu k nástupištím. Železniční přejezdy budou</w:t>
      </w:r>
      <w:r>
        <w:t xml:space="preserve"> nahrazeny mimoúrovňovým křížením nebo zrušeny, v případě nemožnosti realizovat jedno z těchto řešení budou</w:t>
      </w:r>
      <w:r w:rsidRPr="007647C1">
        <w:t xml:space="preserve"> vybaveny novým PZ</w:t>
      </w:r>
      <w:r>
        <w:t>Z.</w:t>
      </w:r>
      <w:r w:rsidRPr="007647C1">
        <w:t xml:space="preserve"> V rámci stavebních prací proběhne kompletní rekonstrukce železničního svršku i spodku a inženýrských staveb. </w:t>
      </w:r>
      <w:r>
        <w:t xml:space="preserve">Rekonstrukcí projdou ŽST Předměřice nad Labem a ŽST Smiřice i všechny zastávky. </w:t>
      </w:r>
      <w:r w:rsidRPr="007647C1">
        <w:t xml:space="preserve">Součástí </w:t>
      </w:r>
      <w:r>
        <w:t xml:space="preserve">nových </w:t>
      </w:r>
      <w:r w:rsidRPr="007647C1">
        <w:t>nástupiš</w:t>
      </w:r>
      <w:r>
        <w:t>ť</w:t>
      </w:r>
      <w:r w:rsidRPr="007647C1">
        <w:t xml:space="preserve"> bude i nový mobiliář, informační a orientační systém</w:t>
      </w:r>
      <w:r>
        <w:t xml:space="preserve"> a zastřešení. V celé délce trati b</w:t>
      </w:r>
      <w:r w:rsidRPr="007647C1">
        <w:t>ude implementován sy</w:t>
      </w:r>
      <w:r>
        <w:t>s</w:t>
      </w:r>
      <w:r w:rsidRPr="007647C1">
        <w:t xml:space="preserve">tém ERTMS. </w:t>
      </w:r>
    </w:p>
    <w:p w14:paraId="37B83B4B" w14:textId="2D8B58AA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7B0E414C" w:rsidR="00DE1242" w:rsidRDefault="00DE1242" w:rsidP="002A118F">
      <w:pPr>
        <w:spacing w:before="0"/>
        <w:rPr>
          <w:highlight w:val="cyan"/>
          <w:lang w:val="en-US"/>
        </w:rPr>
      </w:pP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B0EC2DD" w:rsidR="0097207A" w:rsidRPr="00C63F37" w:rsidRDefault="00B86095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B86095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E637160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Správa železnic, státní organizace</w:t>
            </w:r>
          </w:p>
          <w:p w14:paraId="08013F4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32E6352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</w:t>
            </w:r>
            <w:r w:rsidRPr="004B1059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Prokop Vitvar </w:t>
            </w:r>
          </w:p>
          <w:p w14:paraId="449109C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</w:t>
            </w:r>
            <w:r>
              <w:rPr>
                <w:sz w:val="18"/>
              </w:rPr>
              <w:t> 607 540 555</w:t>
            </w:r>
            <w:r w:rsidRPr="004B1059">
              <w:rPr>
                <w:sz w:val="18"/>
              </w:rPr>
              <w:t xml:space="preserve">             </w:t>
            </w:r>
          </w:p>
          <w:p w14:paraId="6797F31A" w14:textId="0B3017FE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E:</w:t>
            </w:r>
            <w:r w:rsidRPr="004B1059">
              <w:rPr>
                <w:sz w:val="18"/>
              </w:rPr>
              <w:t> </w:t>
            </w:r>
            <w:r>
              <w:rPr>
                <w:sz w:val="18"/>
              </w:rPr>
              <w:t>Vitvar@spravazeleznic.cz</w:t>
            </w:r>
          </w:p>
        </w:tc>
      </w:tr>
      <w:tr w:rsidR="00B86095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A8B436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4BA695A6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50C7CE4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1C40825C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419D6755" w14:textId="71D5C8BA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  <w:tr w:rsidR="00B86095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7B9676F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1EC20E5A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15AD6472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37F32369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30593C8B" w14:textId="05A23D41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79C6AAB5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9D18" w14:textId="77777777" w:rsidR="007D7E6D" w:rsidRDefault="007D7E6D" w:rsidP="00962258">
      <w:r>
        <w:separator/>
      </w:r>
    </w:p>
  </w:endnote>
  <w:endnote w:type="continuationSeparator" w:id="0">
    <w:p w14:paraId="6F6312F1" w14:textId="77777777" w:rsidR="007D7E6D" w:rsidRDefault="007D7E6D" w:rsidP="00962258">
      <w:r>
        <w:continuationSeparator/>
      </w:r>
    </w:p>
  </w:endnote>
  <w:endnote w:type="continuationNotice" w:id="1">
    <w:p w14:paraId="4D6268DC" w14:textId="77777777" w:rsidR="007D7E6D" w:rsidRDefault="007D7E6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3DA965A2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033F0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6246F8B2" w:rsidR="00FB2C4A" w:rsidRPr="003462EB" w:rsidRDefault="00000000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B86095">
                <w:t>„RS5 Hradec Králové – Jaroměř“</w:t>
              </w:r>
            </w:sdtContent>
          </w:sdt>
        </w:p>
        <w:p w14:paraId="21CEEE40" w14:textId="328C7EF8" w:rsidR="00FB2C4A" w:rsidRPr="00B435A5" w:rsidRDefault="00000000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6D2DACA9" w:rsidR="00653FBC" w:rsidRPr="003462EB" w:rsidRDefault="00000000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B86095">
                <w:t>„RS5 Hradec Králové – Jaroměř“</w:t>
              </w:r>
            </w:sdtContent>
          </w:sdt>
        </w:p>
        <w:p w14:paraId="21F2540B" w14:textId="2E323143" w:rsidR="00653FBC" w:rsidRPr="003462EB" w:rsidRDefault="00000000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4BFE671D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033F0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4AEEF4FB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="00DE79CA">
      <w:rPr>
        <w:sz w:val="22"/>
        <w:szCs w:val="22"/>
      </w:rPr>
      <w:tab/>
      <w:t>28.11.2024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0FAC5" w14:textId="77777777" w:rsidR="007D7E6D" w:rsidRDefault="007D7E6D" w:rsidP="00962258">
      <w:r>
        <w:separator/>
      </w:r>
    </w:p>
  </w:footnote>
  <w:footnote w:type="continuationSeparator" w:id="0">
    <w:p w14:paraId="2C520C1B" w14:textId="77777777" w:rsidR="007D7E6D" w:rsidRDefault="007D7E6D" w:rsidP="00962258">
      <w:r>
        <w:continuationSeparator/>
      </w:r>
    </w:p>
  </w:footnote>
  <w:footnote w:type="continuationNotice" w:id="1">
    <w:p w14:paraId="428631E5" w14:textId="77777777" w:rsidR="007D7E6D" w:rsidRDefault="007D7E6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725918258" name="Obrázek 725918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681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537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44A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D7E6D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3F0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0DBA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4DEB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095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13B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E79CA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BCACBEE7AB7B4ED8A476D79257160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D9F18-02E0-4184-A8B1-BDDF436E79A3}"/>
      </w:docPartPr>
      <w:docPartBody>
        <w:p w:rsidR="00F47F34" w:rsidRDefault="00F47F34" w:rsidP="00F47F34">
          <w:pPr>
            <w:pStyle w:val="BCACBEE7AB7B4ED8A476D7925716057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B6537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E4DEB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CE713B"/>
    <w:rsid w:val="00D90A23"/>
    <w:rsid w:val="00D93A8B"/>
    <w:rsid w:val="00DA6641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47F34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7F34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BCACBEE7AB7B4ED8A476D7925716057E">
    <w:name w:val="BCACBEE7AB7B4ED8A476D7925716057E"/>
    <w:rsid w:val="00F47F3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4294961628</TotalTime>
  <Pages>22</Pages>
  <Words>2708</Words>
  <Characters>15984</Characters>
  <Application>Microsoft Office Word</Application>
  <DocSecurity>2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„RS5 Hradec Králové – Jaroměř“</dc:subject>
  <dc:creator>Správa železnic</dc:creator>
  <cp:keywords>2024-10</cp:keywords>
  <cp:lastModifiedBy>Vitvar Prokop, Ing.</cp:lastModifiedBy>
  <cp:revision>5</cp:revision>
  <cp:lastPrinted>2021-08-24T14:31:00Z</cp:lastPrinted>
  <dcterms:created xsi:type="dcterms:W3CDTF">2024-10-18T14:00:00Z</dcterms:created>
  <dcterms:modified xsi:type="dcterms:W3CDTF">2024-11-29T13:49:00Z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