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4CB572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77112C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040C9153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7112C">
        <w:rPr>
          <w:rFonts w:eastAsia="Times New Roman" w:cs="Times New Roman"/>
          <w:lang w:eastAsia="cs-CZ"/>
        </w:rPr>
        <w:t>na</w:t>
      </w:r>
      <w:r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1"/>
      <w:r w:rsidR="00EA4DBA">
        <w:rPr>
          <w:rFonts w:eastAsia="Times New Roman" w:cs="Times New Roman"/>
          <w:b/>
          <w:lang w:eastAsia="cs-CZ"/>
        </w:rPr>
        <w:t>Dřevěné příčné pražce</w:t>
      </w:r>
      <w:r w:rsidR="0077112C" w:rsidRPr="0077112C">
        <w:rPr>
          <w:rStyle w:val="Tun"/>
          <w:rFonts w:eastAsiaTheme="minorHAnsi"/>
        </w:rPr>
        <w:t xml:space="preserve"> 2024</w:t>
      </w:r>
      <w:r w:rsidRPr="0077112C">
        <w:t>“</w:t>
      </w:r>
      <w:r w:rsidRPr="0077112C">
        <w:rPr>
          <w:rFonts w:eastAsia="Times New Roman" w:cs="Times New Roman"/>
          <w:bCs/>
          <w:lang w:eastAsia="cs-CZ"/>
        </w:rPr>
        <w:t>,</w:t>
      </w:r>
      <w:r w:rsidRPr="0077112C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77112C">
        <w:rPr>
          <w:rFonts w:eastAsia="Times New Roman" w:cs="Times New Roman"/>
          <w:lang w:eastAsia="cs-CZ"/>
        </w:rPr>
        <w:t>realizoval minimálně</w:t>
      </w:r>
      <w:r w:rsidRPr="0077112C">
        <w:rPr>
          <w:rFonts w:eastAsia="Times New Roman" w:cs="Times New Roman"/>
          <w:lang w:eastAsia="cs-CZ"/>
        </w:rPr>
        <w:t xml:space="preserve"> </w:t>
      </w:r>
      <w:r w:rsidR="00DB4961" w:rsidRPr="0077112C">
        <w:rPr>
          <w:rFonts w:eastAsia="Times New Roman" w:cs="Times New Roman"/>
          <w:lang w:eastAsia="cs-CZ"/>
        </w:rPr>
        <w:t xml:space="preserve">níže </w:t>
      </w:r>
      <w:r w:rsidR="00FA2614" w:rsidRPr="0077112C">
        <w:rPr>
          <w:rFonts w:eastAsia="Times New Roman" w:cs="Times New Roman"/>
          <w:lang w:eastAsia="cs-CZ"/>
        </w:rPr>
        <w:t>specifikované</w:t>
      </w:r>
      <w:r w:rsidRPr="0077112C">
        <w:rPr>
          <w:rFonts w:eastAsia="Times New Roman" w:cs="Times New Roman"/>
          <w:lang w:eastAsia="cs-CZ"/>
        </w:rPr>
        <w:t xml:space="preserve"> významn</w:t>
      </w:r>
      <w:r w:rsidR="00DB4961" w:rsidRPr="0077112C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B49443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CE3E04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E54699A" w:rsidR="003C4FBB" w:rsidRPr="00057842" w:rsidRDefault="00DB4961" w:rsidP="0077112C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7112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4BFFCC8" w:rsidR="003C4FBB" w:rsidRPr="00057842" w:rsidRDefault="003C4FBB" w:rsidP="0077112C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BE4253" w14:paraId="1EC2A695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40EAFA" w14:textId="27BC3D5A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E833D14" w14:textId="7B8A732B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BCB144F" w14:textId="097131C9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80D" w14:textId="568F948E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3EDEB" w16cex:dateUtc="2023-08-13T22:03:00Z"/>
  <w16cex:commentExtensible w16cex:durableId="0EC55CD5" w16cex:dateUtc="2024-01-12T11:54:00Z"/>
  <w16cex:commentExtensible w16cex:durableId="2883EDFB" w16cex:dateUtc="2023-08-13T22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1ED50" w14:textId="77777777" w:rsidR="00013F39" w:rsidRDefault="00013F39" w:rsidP="00962258">
      <w:pPr>
        <w:spacing w:after="0" w:line="240" w:lineRule="auto"/>
      </w:pPr>
      <w:r>
        <w:separator/>
      </w:r>
    </w:p>
  </w:endnote>
  <w:endnote w:type="continuationSeparator" w:id="0">
    <w:p w14:paraId="72E7B262" w14:textId="77777777" w:rsidR="00013F39" w:rsidRDefault="00013F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F0B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C65A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769632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3186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C46DD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7AC28" w14:textId="77777777" w:rsidR="00013F39" w:rsidRDefault="00013F39" w:rsidP="00962258">
      <w:pPr>
        <w:spacing w:after="0" w:line="240" w:lineRule="auto"/>
      </w:pPr>
      <w:r>
        <w:separator/>
      </w:r>
    </w:p>
  </w:footnote>
  <w:footnote w:type="continuationSeparator" w:id="0">
    <w:p w14:paraId="75FAAA08" w14:textId="77777777" w:rsidR="00013F39" w:rsidRDefault="00013F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13F39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37188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73704"/>
    <w:rsid w:val="003956C6"/>
    <w:rsid w:val="003C4FBB"/>
    <w:rsid w:val="004251D5"/>
    <w:rsid w:val="00441430"/>
    <w:rsid w:val="00450F07"/>
    <w:rsid w:val="004511E1"/>
    <w:rsid w:val="00453CD3"/>
    <w:rsid w:val="00460660"/>
    <w:rsid w:val="004831A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112C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BE4253"/>
    <w:rsid w:val="00C02D0A"/>
    <w:rsid w:val="00C03A6E"/>
    <w:rsid w:val="00C44F6A"/>
    <w:rsid w:val="00C47AE3"/>
    <w:rsid w:val="00CD1FC4"/>
    <w:rsid w:val="00CE3E0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A4DBA"/>
    <w:rsid w:val="00EB104F"/>
    <w:rsid w:val="00ED14BD"/>
    <w:rsid w:val="00EE7118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6566D9-1C9D-4D10-81DD-AEF1931B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171</Words>
  <Characters>1011</Characters>
  <Application>Microsoft Office Word</Application>
  <DocSecurity>4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2</cp:revision>
  <cp:lastPrinted>2017-11-28T17:18:00Z</cp:lastPrinted>
  <dcterms:created xsi:type="dcterms:W3CDTF">2024-10-02T10:37:00Z</dcterms:created>
  <dcterms:modified xsi:type="dcterms:W3CDTF">2024-10-02T10:37:00Z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