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479A90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A34CDA">
        <w:rPr>
          <w:b/>
          <w:color w:val="FF5200" w:themeColor="accent2"/>
          <w:sz w:val="36"/>
          <w:szCs w:val="36"/>
        </w:rPr>
        <w:t>„</w:t>
      </w:r>
      <w:r w:rsidR="00A34CDA" w:rsidRPr="00A34CDA">
        <w:rPr>
          <w:b/>
          <w:color w:val="FF5200" w:themeColor="accent2"/>
          <w:sz w:val="36"/>
          <w:szCs w:val="36"/>
        </w:rPr>
        <w:t>Konferenční sál Olomouc</w:t>
      </w:r>
      <w:r w:rsidR="0031280B" w:rsidRPr="00A34CD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5A6B5D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5A6B5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A6B5D" w:rsidRPr="005A6B5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82171/2024-SŽ-GŘ-O8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E69CE23" w14:textId="1D8CC563" w:rsidR="002D322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2384375" w:history="1">
            <w:r w:rsidR="002D3221" w:rsidRPr="00325366">
              <w:rPr>
                <w:rStyle w:val="Hypertextovodkaz"/>
                <w:noProof/>
              </w:rPr>
              <w:t>Kapitola 1.</w:t>
            </w:r>
            <w:r w:rsidR="002D322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3221" w:rsidRPr="00325366">
              <w:rPr>
                <w:rStyle w:val="Hypertextovodkaz"/>
                <w:noProof/>
              </w:rPr>
              <w:t>Základní údaje k nabídce</w:t>
            </w:r>
            <w:r w:rsidR="002D3221">
              <w:rPr>
                <w:noProof/>
                <w:webHidden/>
              </w:rPr>
              <w:tab/>
            </w:r>
            <w:r w:rsidR="002D3221">
              <w:rPr>
                <w:noProof/>
                <w:webHidden/>
              </w:rPr>
              <w:fldChar w:fldCharType="begin"/>
            </w:r>
            <w:r w:rsidR="002D3221">
              <w:rPr>
                <w:noProof/>
                <w:webHidden/>
              </w:rPr>
              <w:instrText xml:space="preserve"> PAGEREF _Toc182384375 \h </w:instrText>
            </w:r>
            <w:r w:rsidR="002D3221">
              <w:rPr>
                <w:noProof/>
                <w:webHidden/>
              </w:rPr>
            </w:r>
            <w:r w:rsidR="002D3221">
              <w:rPr>
                <w:noProof/>
                <w:webHidden/>
              </w:rPr>
              <w:fldChar w:fldCharType="separate"/>
            </w:r>
            <w:r w:rsidR="002D3221">
              <w:rPr>
                <w:noProof/>
                <w:webHidden/>
              </w:rPr>
              <w:t>2</w:t>
            </w:r>
            <w:r w:rsidR="002D3221">
              <w:rPr>
                <w:noProof/>
                <w:webHidden/>
              </w:rPr>
              <w:fldChar w:fldCharType="end"/>
            </w:r>
          </w:hyperlink>
        </w:p>
        <w:p w14:paraId="2C15EC28" w14:textId="13BEB593" w:rsidR="002D3221" w:rsidRDefault="002D322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384376" w:history="1">
            <w:r w:rsidRPr="0032536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5366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_Toc182384376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19365" w14:textId="1BE7E557" w:rsidR="002D3221" w:rsidRDefault="002D322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384377" w:history="1">
            <w:r w:rsidRPr="0032536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536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_Toc182384377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073DE" w14:textId="7674EE4F" w:rsidR="002D3221" w:rsidRDefault="002D322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384378" w:history="1">
            <w:r w:rsidRPr="0032536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536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_Toc182384378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9CDE3" w14:textId="3C09BDF7" w:rsidR="002D3221" w:rsidRDefault="002D322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384379" w:history="1">
            <w:r w:rsidRPr="0032536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536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_Toc182384379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C46D3" w14:textId="00D8E97C" w:rsidR="002D3221" w:rsidRDefault="002D322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384380" w:history="1">
            <w:r w:rsidRPr="00325366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5366">
              <w:rPr>
                <w:rStyle w:val="Hypertextovodkaz"/>
                <w:noProof/>
              </w:rPr>
              <w:t>Čestné</w:t>
            </w:r>
            <w:r w:rsidRPr="0032536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_Toc182384380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5B975" w14:textId="4090D174" w:rsidR="002D3221" w:rsidRDefault="002D322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384381" w:history="1">
            <w:r w:rsidRPr="0032536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2536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_Toc182384381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0F8AF2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238437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701362E1" w:rsidR="00A93A74" w:rsidRDefault="00A93A74" w:rsidP="00A134A1">
      <w:pPr>
        <w:spacing w:before="360"/>
      </w:pPr>
      <w:r>
        <w:t>Účastník pr</w:t>
      </w:r>
      <w:r w:rsidRPr="00A34CDA">
        <w:t xml:space="preserve">ohlašuje, že veškeré údaje uvedené v tomto krycím listu, který je přílohou č. </w:t>
      </w:r>
      <w:r w:rsidR="00B87D91" w:rsidRPr="00A34CDA">
        <w:t xml:space="preserve">1 </w:t>
      </w:r>
      <w:r w:rsidRPr="00A34CDA">
        <w:t>Výzvy k podání nabíd</w:t>
      </w:r>
      <w:r w:rsidR="004C76E9" w:rsidRPr="00A34CDA">
        <w:t>ky</w:t>
      </w:r>
      <w:r w:rsidRPr="00A34CDA">
        <w:t xml:space="preserve"> na veřejnou zakázku zadávanou</w:t>
      </w:r>
      <w:r w:rsidR="004C76E9" w:rsidRPr="00A34CDA">
        <w:t xml:space="preserve"> jako </w:t>
      </w:r>
      <w:r w:rsidR="000128D4" w:rsidRPr="00A34CDA">
        <w:rPr>
          <w:rFonts w:eastAsia="Times New Roman" w:cs="Times New Roman"/>
          <w:lang w:eastAsia="cs-CZ"/>
        </w:rPr>
        <w:t>podlimitní sektorovou veřejnou zakázku</w:t>
      </w:r>
      <w:r w:rsidRPr="00A34CDA">
        <w:t>, jsou pravdivé</w:t>
      </w:r>
      <w:r w:rsidR="009771C9" w:rsidRPr="00A34CDA">
        <w:t>, úplné a odpovídají skutečnosti</w:t>
      </w:r>
      <w:r w:rsidRPr="00A34CDA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511D5E" w:rsidRDefault="00B66A3E" w:rsidP="00471B29">
      <w:pPr>
        <w:pStyle w:val="Nadpis2"/>
      </w:pPr>
      <w:bookmarkStart w:id="1" w:name="_Toc182384376"/>
      <w:r w:rsidRPr="00511D5E">
        <w:lastRenderedPageBreak/>
        <w:t>Ceník</w:t>
      </w:r>
      <w:bookmarkEnd w:id="1"/>
    </w:p>
    <w:p w14:paraId="3E5E9B0F" w14:textId="70079472" w:rsidR="007E5951" w:rsidRPr="002072A0" w:rsidRDefault="002072A0" w:rsidP="007E5951">
      <w:pPr>
        <w:rPr>
          <w:rStyle w:val="Siln"/>
          <w:b w:val="0"/>
          <w:bCs w:val="0"/>
        </w:rPr>
      </w:pPr>
      <w:r w:rsidRPr="00511D5E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511D5E">
        <w:rPr>
          <w:rStyle w:val="Siln"/>
          <w:b w:val="0"/>
          <w:bCs w:val="0"/>
        </w:rPr>
        <w:t>2</w:t>
      </w:r>
      <w:r w:rsidRPr="00511D5E">
        <w:rPr>
          <w:rStyle w:val="Siln"/>
          <w:b w:val="0"/>
          <w:bCs w:val="0"/>
        </w:rPr>
        <w:t xml:space="preserve"> </w:t>
      </w:r>
      <w:r w:rsidRPr="00511D5E">
        <w:rPr>
          <w:rStyle w:val="Siln"/>
          <w:b w:val="0"/>
          <w:bCs w:val="0"/>
          <w:i/>
          <w:iCs/>
        </w:rPr>
        <w:t xml:space="preserve">Závazného vzoru </w:t>
      </w:r>
      <w:r w:rsidR="00511D5E" w:rsidRPr="00511D5E">
        <w:rPr>
          <w:rStyle w:val="Siln"/>
          <w:b w:val="0"/>
          <w:bCs w:val="0"/>
          <w:i/>
          <w:iCs/>
        </w:rPr>
        <w:t xml:space="preserve">Kupní </w:t>
      </w:r>
      <w:r w:rsidRPr="00511D5E">
        <w:rPr>
          <w:rStyle w:val="Siln"/>
          <w:b w:val="0"/>
          <w:bCs w:val="0"/>
          <w:i/>
          <w:iCs/>
        </w:rPr>
        <w:t>smlouvy</w:t>
      </w:r>
      <w:r w:rsidR="00511D5E" w:rsidRPr="00511D5E">
        <w:rPr>
          <w:rStyle w:val="Siln"/>
          <w:b w:val="0"/>
          <w:bCs w:val="0"/>
          <w:i/>
          <w:iCs/>
        </w:rPr>
        <w:t>, který je přílohou č. 3</w:t>
      </w:r>
      <w:r w:rsidRPr="00511D5E">
        <w:rPr>
          <w:rStyle w:val="Siln"/>
          <w:b w:val="0"/>
          <w:bCs w:val="0"/>
        </w:rPr>
        <w:t xml:space="preserve"> Výzvy k</w:t>
      </w:r>
      <w:r w:rsidRPr="002072A0">
        <w:rPr>
          <w:rStyle w:val="Siln"/>
          <w:b w:val="0"/>
          <w:bCs w:val="0"/>
        </w:rPr>
        <w:t>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238437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238437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238437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238438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654C19F" w14:textId="77777777" w:rsidR="005A6B5D" w:rsidRDefault="005A6B5D">
      <w:pPr>
        <w:rPr>
          <w:rFonts w:eastAsia="Times New Roman" w:cs="Times New Roman"/>
          <w:lang w:eastAsia="cs-CZ"/>
        </w:rPr>
      </w:pPr>
    </w:p>
    <w:p w14:paraId="439D6293" w14:textId="77777777" w:rsidR="005A6B5D" w:rsidRDefault="005A6B5D">
      <w:pPr>
        <w:rPr>
          <w:rFonts w:eastAsia="Times New Roman" w:cs="Times New Roman"/>
          <w:lang w:eastAsia="cs-CZ"/>
        </w:rPr>
      </w:pPr>
    </w:p>
    <w:p w14:paraId="08EBB885" w14:textId="77777777" w:rsidR="005A6B5D" w:rsidRDefault="005A6B5D">
      <w:pPr>
        <w:rPr>
          <w:rFonts w:eastAsia="Times New Roman" w:cs="Times New Roman"/>
          <w:lang w:eastAsia="cs-CZ"/>
        </w:rPr>
      </w:pPr>
    </w:p>
    <w:p w14:paraId="1E24CEEE" w14:textId="77777777" w:rsidR="005A6B5D" w:rsidRDefault="005A6B5D">
      <w:pPr>
        <w:rPr>
          <w:rFonts w:eastAsia="Times New Roman" w:cs="Times New Roman"/>
          <w:lang w:eastAsia="cs-CZ"/>
        </w:rPr>
      </w:pPr>
    </w:p>
    <w:p w14:paraId="330DAA0A" w14:textId="77777777" w:rsidR="005A6B5D" w:rsidRDefault="005A6B5D">
      <w:pPr>
        <w:rPr>
          <w:rFonts w:eastAsia="Times New Roman" w:cs="Times New Roman"/>
          <w:lang w:eastAsia="cs-CZ"/>
        </w:rPr>
      </w:pPr>
    </w:p>
    <w:p w14:paraId="13AAD86A" w14:textId="77777777" w:rsidR="005A6B5D" w:rsidRDefault="005A6B5D">
      <w:pPr>
        <w:rPr>
          <w:rFonts w:eastAsia="Times New Roman" w:cs="Times New Roman"/>
          <w:lang w:eastAsia="cs-CZ"/>
        </w:rPr>
      </w:pPr>
    </w:p>
    <w:p w14:paraId="70310CFB" w14:textId="77777777" w:rsidR="005A6B5D" w:rsidRDefault="005A6B5D">
      <w:pPr>
        <w:rPr>
          <w:rFonts w:eastAsia="Times New Roman" w:cs="Times New Roman"/>
          <w:lang w:eastAsia="cs-CZ"/>
        </w:rPr>
      </w:pPr>
    </w:p>
    <w:p w14:paraId="3C9BE5C9" w14:textId="77777777" w:rsidR="005A6B5D" w:rsidRDefault="005A6B5D">
      <w:pPr>
        <w:rPr>
          <w:rFonts w:eastAsia="Times New Roman" w:cs="Times New Roman"/>
          <w:lang w:eastAsia="cs-CZ"/>
        </w:rPr>
      </w:pPr>
    </w:p>
    <w:p w14:paraId="60A4F609" w14:textId="77777777" w:rsidR="005A6B5D" w:rsidRDefault="005A6B5D">
      <w:pPr>
        <w:rPr>
          <w:rFonts w:eastAsia="Times New Roman" w:cs="Times New Roman"/>
          <w:lang w:eastAsia="cs-CZ"/>
        </w:rPr>
      </w:pPr>
    </w:p>
    <w:p w14:paraId="44415F0E" w14:textId="77777777" w:rsidR="005A6B5D" w:rsidRDefault="005A6B5D">
      <w:pPr>
        <w:rPr>
          <w:rFonts w:eastAsia="Times New Roman" w:cs="Times New Roman"/>
          <w:lang w:eastAsia="cs-CZ"/>
        </w:rPr>
      </w:pPr>
    </w:p>
    <w:p w14:paraId="1635C897" w14:textId="77777777" w:rsidR="005A6B5D" w:rsidRPr="00E85D44" w:rsidRDefault="005A6B5D" w:rsidP="005A6B5D">
      <w:pPr>
        <w:pStyle w:val="Nadpis2"/>
      </w:pPr>
      <w:bookmarkStart w:id="6" w:name="_Toc182384381"/>
      <w:r w:rsidRPr="00E85D44">
        <w:lastRenderedPageBreak/>
        <w:t>Čestné prohlášení o splnění technické kvalifikace</w:t>
      </w:r>
      <w:bookmarkEnd w:id="6"/>
    </w:p>
    <w:p w14:paraId="285D08B2" w14:textId="1E093472" w:rsidR="005A6B5D" w:rsidRDefault="005A6B5D" w:rsidP="005A6B5D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</w:t>
      </w:r>
      <w:r w:rsidRPr="002D3221">
        <w:rPr>
          <w:lang w:eastAsia="cs-CZ"/>
        </w:rPr>
        <w:t xml:space="preserve">poskytoval alespoň </w:t>
      </w:r>
      <w:r w:rsidR="002D3221" w:rsidRPr="002D3221">
        <w:rPr>
          <w:lang w:eastAsia="cs-CZ"/>
        </w:rPr>
        <w:t>3</w:t>
      </w:r>
      <w:r w:rsidRPr="002D3221">
        <w:rPr>
          <w:lang w:eastAsia="cs-CZ"/>
        </w:rPr>
        <w:t xml:space="preserve"> významn</w:t>
      </w:r>
      <w:r w:rsidR="002D3221" w:rsidRPr="002D3221">
        <w:rPr>
          <w:lang w:eastAsia="cs-CZ"/>
        </w:rPr>
        <w:t>é</w:t>
      </w:r>
      <w:r w:rsidRPr="002D3221">
        <w:rPr>
          <w:lang w:eastAsia="cs-CZ"/>
        </w:rPr>
        <w:t xml:space="preserve"> dodáv</w:t>
      </w:r>
      <w:r w:rsidR="002D3221" w:rsidRPr="002D3221">
        <w:rPr>
          <w:lang w:eastAsia="cs-CZ"/>
        </w:rPr>
        <w:t>ky</w:t>
      </w:r>
      <w:r w:rsidRPr="002D3221">
        <w:rPr>
          <w:lang w:eastAsia="cs-CZ"/>
        </w:rPr>
        <w:t xml:space="preserve"> definovan</w:t>
      </w:r>
      <w:r w:rsidR="002D3221" w:rsidRPr="002D3221">
        <w:rPr>
          <w:lang w:eastAsia="cs-CZ"/>
        </w:rPr>
        <w:t>é</w:t>
      </w:r>
      <w:r w:rsidRPr="002D3221">
        <w:rPr>
          <w:lang w:eastAsia="cs-CZ"/>
        </w:rPr>
        <w:t xml:space="preserve"> v čl. 9.5 Výzvy k podání nabídky v celkové hodnotě </w:t>
      </w:r>
      <w:r w:rsidR="001C05E7">
        <w:rPr>
          <w:lang w:eastAsia="cs-CZ"/>
        </w:rPr>
        <w:t>1</w:t>
      </w:r>
      <w:r w:rsidR="002D3221" w:rsidRPr="002D3221">
        <w:rPr>
          <w:lang w:eastAsia="cs-CZ"/>
        </w:rPr>
        <w:t> 000 000</w:t>
      </w:r>
      <w:r w:rsidRPr="002D3221">
        <w:rPr>
          <w:lang w:eastAsia="cs-CZ"/>
        </w:rPr>
        <w:t xml:space="preserve"> Kč bez DPH.</w:t>
      </w:r>
    </w:p>
    <w:p w14:paraId="14236537" w14:textId="77777777" w:rsidR="005A6B5D" w:rsidRDefault="005A6B5D" w:rsidP="005A6B5D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21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256"/>
        <w:gridCol w:w="2545"/>
        <w:gridCol w:w="2116"/>
        <w:gridCol w:w="2294"/>
      </w:tblGrid>
      <w:tr w:rsidR="005A6B5D" w14:paraId="3DB61CD3" w14:textId="77777777" w:rsidTr="005A6B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2CEEAC93" w14:textId="6B8EC0BA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B5F42B7" w14:textId="649F53CC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545" w:type="dxa"/>
            <w:tcBorders>
              <w:bottom w:val="single" w:sz="2" w:space="0" w:color="auto"/>
            </w:tcBorders>
          </w:tcPr>
          <w:p w14:paraId="708F52F9" w14:textId="6EF9A34C" w:rsidR="005A6B5D" w:rsidRPr="00471B29" w:rsidRDefault="005A6B5D" w:rsidP="005A6B5D">
            <w:pPr>
              <w:tabs>
                <w:tab w:val="left" w:pos="923"/>
              </w:tabs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456F1B42" w14:textId="77777777" w:rsidR="005A6B5D" w:rsidRDefault="005A6B5D" w:rsidP="00564C6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16" w:type="dxa"/>
            <w:tcBorders>
              <w:bottom w:val="single" w:sz="2" w:space="0" w:color="auto"/>
            </w:tcBorders>
            <w:hideMark/>
          </w:tcPr>
          <w:p w14:paraId="5275961B" w14:textId="59DC17ED" w:rsidR="005A6B5D" w:rsidRPr="00471B29" w:rsidRDefault="005A6B5D" w:rsidP="00564C6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94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40C6F91" w14:textId="013C7B34" w:rsidR="005A6B5D" w:rsidRPr="005A6B5D" w:rsidRDefault="005A6B5D" w:rsidP="00564C6D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5A6B5D">
              <w:rPr>
                <w:rStyle w:val="Siln"/>
                <w:b/>
                <w:bCs w:val="0"/>
              </w:rPr>
              <w:t xml:space="preserve">Doba realizace </w:t>
            </w:r>
          </w:p>
          <w:p w14:paraId="6C20B469" w14:textId="77777777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5A6B5D" w14:paraId="0970FACD" w14:textId="77777777" w:rsidTr="005A6B5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AE16" w14:textId="77777777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F36E4" w14:textId="77777777" w:rsidR="005A6B5D" w:rsidRDefault="005A6B5D" w:rsidP="00564C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59ABD0" w14:textId="77777777" w:rsidR="005A6B5D" w:rsidRDefault="005A6B5D" w:rsidP="00564C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FC04" w14:textId="5FFF6728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A6B5D" w14:paraId="2E75B321" w14:textId="77777777" w:rsidTr="002D322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E5239AD" w14:textId="77777777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37B8C52" w14:textId="77777777" w:rsidR="005A6B5D" w:rsidRDefault="005A6B5D" w:rsidP="00564C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5C303E5" w14:textId="77777777" w:rsidR="005A6B5D" w:rsidRDefault="005A6B5D" w:rsidP="00564C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9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5796DCA" w14:textId="07C2709E" w:rsidR="005A6B5D" w:rsidRDefault="005A6B5D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D3221" w14:paraId="1710BF1D" w14:textId="77777777" w:rsidTr="002D32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A240A1" w14:textId="77777777" w:rsidR="002D3221" w:rsidRDefault="002D3221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9610E5" w14:textId="77777777" w:rsidR="002D3221" w:rsidRDefault="002D3221" w:rsidP="00564C6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1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12E1B5" w14:textId="77777777" w:rsidR="002D3221" w:rsidRDefault="002D3221" w:rsidP="00564C6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9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699F4A" w14:textId="77777777" w:rsidR="002D3221" w:rsidRDefault="002D3221" w:rsidP="00564C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465BD2C" w14:textId="77777777" w:rsidR="005A6B5D" w:rsidRDefault="005A6B5D" w:rsidP="005A6B5D">
      <w:pPr>
        <w:ind w:right="76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0E18F36" w14:textId="77777777" w:rsidR="005A6B5D" w:rsidRDefault="005A6B5D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142A3" w14:textId="77777777" w:rsidR="00466B7D" w:rsidRDefault="00466B7D" w:rsidP="00962258">
      <w:pPr>
        <w:spacing w:after="0" w:line="240" w:lineRule="auto"/>
      </w:pPr>
      <w:r>
        <w:separator/>
      </w:r>
    </w:p>
  </w:endnote>
  <w:endnote w:type="continuationSeparator" w:id="0">
    <w:p w14:paraId="24D02224" w14:textId="77777777" w:rsidR="00466B7D" w:rsidRDefault="00466B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0016C" w14:textId="77777777" w:rsidR="00466B7D" w:rsidRDefault="00466B7D" w:rsidP="00962258">
      <w:pPr>
        <w:spacing w:after="0" w:line="240" w:lineRule="auto"/>
      </w:pPr>
      <w:r>
        <w:separator/>
      </w:r>
    </w:p>
  </w:footnote>
  <w:footnote w:type="continuationSeparator" w:id="0">
    <w:p w14:paraId="2CB1998A" w14:textId="77777777" w:rsidR="00466B7D" w:rsidRDefault="00466B7D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1AB5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14F2F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05E7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3221"/>
    <w:rsid w:val="002E0CD7"/>
    <w:rsid w:val="002F50CD"/>
    <w:rsid w:val="00304B06"/>
    <w:rsid w:val="0031030C"/>
    <w:rsid w:val="0031280B"/>
    <w:rsid w:val="00321D98"/>
    <w:rsid w:val="003221F2"/>
    <w:rsid w:val="00333B12"/>
    <w:rsid w:val="00341DCF"/>
    <w:rsid w:val="00354C5C"/>
    <w:rsid w:val="00357BC6"/>
    <w:rsid w:val="0036634F"/>
    <w:rsid w:val="00375D95"/>
    <w:rsid w:val="003843BD"/>
    <w:rsid w:val="003956C6"/>
    <w:rsid w:val="003B596F"/>
    <w:rsid w:val="003D7E31"/>
    <w:rsid w:val="003E2FB9"/>
    <w:rsid w:val="00415A9D"/>
    <w:rsid w:val="00427650"/>
    <w:rsid w:val="00441430"/>
    <w:rsid w:val="00450F07"/>
    <w:rsid w:val="00453CD3"/>
    <w:rsid w:val="00460660"/>
    <w:rsid w:val="00466B7D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1D5E"/>
    <w:rsid w:val="00512183"/>
    <w:rsid w:val="00523EA7"/>
    <w:rsid w:val="00553375"/>
    <w:rsid w:val="00557C28"/>
    <w:rsid w:val="005736B7"/>
    <w:rsid w:val="00575E5A"/>
    <w:rsid w:val="005930C5"/>
    <w:rsid w:val="005A2912"/>
    <w:rsid w:val="005A6B5D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329C3"/>
    <w:rsid w:val="00A34CDA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41FC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1245</Words>
  <Characters>7347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Zadina Ondřej, Mgr.</cp:lastModifiedBy>
  <cp:revision>38</cp:revision>
  <cp:lastPrinted>2023-10-05T09:40:00Z</cp:lastPrinted>
  <dcterms:created xsi:type="dcterms:W3CDTF">2023-08-21T11:49:00Z</dcterms:created>
  <dcterms:modified xsi:type="dcterms:W3CDTF">2024-11-18T10:09:00Z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