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450F" w14:textId="210A9E81" w:rsidR="009B6D48" w:rsidRPr="003B231B" w:rsidRDefault="002845DF" w:rsidP="009B6D48">
      <w:bookmarkStart w:id="0" w:name="_Toc157504217"/>
      <w:bookmarkStart w:id="1" w:name="_GoBack"/>
      <w:bookmarkEnd w:id="1"/>
      <w:r w:rsidRPr="003B231B">
        <w:t xml:space="preserve">Příloha č. 2 Výzvy k podání nabídky a </w:t>
      </w:r>
      <w:r w:rsidR="009B6D48" w:rsidRPr="003B231B">
        <w:t xml:space="preserve">Příloha č. </w:t>
      </w:r>
      <w:r w:rsidR="003B231B" w:rsidRPr="003B231B">
        <w:t xml:space="preserve">4 </w:t>
      </w:r>
      <w:r w:rsidR="009B6D48" w:rsidRPr="003B231B">
        <w:t>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DD706F">
        <w:t>Ceník</w:t>
      </w:r>
      <w:bookmarkStart w:id="2" w:name="_Toc157504218"/>
      <w:bookmarkEnd w:id="2"/>
    </w:p>
    <w:bookmarkStart w:id="3" w:name="_MON_1758008806"/>
    <w:bookmarkEnd w:id="3"/>
    <w:p w14:paraId="7CE324D9" w14:textId="7EF27355" w:rsidR="005E71DC" w:rsidRDefault="00C9716E" w:rsidP="005E71DC">
      <w:pPr>
        <w:rPr>
          <w:rStyle w:val="Siln"/>
        </w:rPr>
      </w:pPr>
      <w:r>
        <w:rPr>
          <w:rStyle w:val="Siln"/>
        </w:rPr>
        <w:object w:dxaOrig="11913" w:dyaOrig="3887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194.25pt" o:ole="">
            <v:imagedata r:id="rId9" o:title=""/>
          </v:shape>
          <o:OLEObject Type="Embed" ProgID="Excel.Sheet.12" ShapeID="_x0000_i1025" DrawAspect="Content" ObjectID="_1787454396" r:id="rId10"/>
        </w:object>
      </w:r>
    </w:p>
    <w:p w14:paraId="36FBD763" w14:textId="77777777" w:rsidR="003727EC" w:rsidRDefault="003727EC" w:rsidP="00866BDE"/>
    <w:sectPr w:rsidR="003727EC" w:rsidSect="00866BDE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B72C5" w14:textId="77777777" w:rsidR="006A225F" w:rsidRDefault="006A225F" w:rsidP="00E83903">
      <w:pPr>
        <w:spacing w:before="0" w:after="0" w:line="240" w:lineRule="auto"/>
      </w:pPr>
      <w:r>
        <w:separator/>
      </w:r>
    </w:p>
  </w:endnote>
  <w:endnote w:type="continuationSeparator" w:id="0">
    <w:p w14:paraId="039D3268" w14:textId="77777777" w:rsidR="006A225F" w:rsidRDefault="006A22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3715F663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14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8F99F1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017A8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3FFFC" w14:textId="77777777" w:rsidR="006A225F" w:rsidRDefault="006A22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16E70095" w14:textId="77777777" w:rsidR="006A225F" w:rsidRDefault="006A225F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F0"/>
    <w:rsid w:val="00127826"/>
    <w:rsid w:val="00161A31"/>
    <w:rsid w:val="00167B39"/>
    <w:rsid w:val="00174AC7"/>
    <w:rsid w:val="0024682D"/>
    <w:rsid w:val="002845DF"/>
    <w:rsid w:val="002D412B"/>
    <w:rsid w:val="0033621C"/>
    <w:rsid w:val="003727EC"/>
    <w:rsid w:val="003960F5"/>
    <w:rsid w:val="003B231B"/>
    <w:rsid w:val="005E71DC"/>
    <w:rsid w:val="006A225F"/>
    <w:rsid w:val="007272E2"/>
    <w:rsid w:val="0080301E"/>
    <w:rsid w:val="00866BDE"/>
    <w:rsid w:val="00884487"/>
    <w:rsid w:val="008F34F0"/>
    <w:rsid w:val="009B6D48"/>
    <w:rsid w:val="009C14EF"/>
    <w:rsid w:val="00A3100F"/>
    <w:rsid w:val="00B52E45"/>
    <w:rsid w:val="00BF6A6B"/>
    <w:rsid w:val="00C42629"/>
    <w:rsid w:val="00C9716E"/>
    <w:rsid w:val="00CC4587"/>
    <w:rsid w:val="00DD706F"/>
    <w:rsid w:val="00E0399D"/>
    <w:rsid w:val="00E77993"/>
    <w:rsid w:val="00E83903"/>
    <w:rsid w:val="00E9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List_aplikace_Microsoft_Excel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Smeták Stanislav</cp:lastModifiedBy>
  <cp:revision>3</cp:revision>
  <cp:lastPrinted>2024-09-10T04:20:00Z</cp:lastPrinted>
  <dcterms:created xsi:type="dcterms:W3CDTF">2024-09-10T04:20:00Z</dcterms:created>
  <dcterms:modified xsi:type="dcterms:W3CDTF">2024-09-10T04:20:00Z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