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7CCE6" w14:textId="6F01E975" w:rsidR="00A06F27" w:rsidRPr="00FE2951" w:rsidRDefault="00E2017F" w:rsidP="007662E6">
      <w:pPr>
        <w:ind w:left="4678"/>
        <w:jc w:val="right"/>
        <w:rPr>
          <w:rFonts w:ascii="Verdana" w:hAnsi="Verdana" w:cs="Arial"/>
        </w:rPr>
      </w:pPr>
      <w:r w:rsidRPr="00FE2951">
        <w:rPr>
          <w:rFonts w:ascii="Verdana" w:hAnsi="Verdana" w:cs="Arial"/>
        </w:rPr>
        <w:t xml:space="preserve">Příloha č. </w:t>
      </w:r>
      <w:r w:rsidR="008C352D" w:rsidRPr="00FE2951">
        <w:rPr>
          <w:rFonts w:ascii="Verdana" w:hAnsi="Verdana" w:cs="Arial"/>
        </w:rPr>
        <w:t>9</w:t>
      </w:r>
      <w:r w:rsidRPr="00FE2951">
        <w:rPr>
          <w:rFonts w:ascii="Verdana" w:hAnsi="Verdana" w:cs="Arial"/>
        </w:rPr>
        <w:t xml:space="preserve"> </w:t>
      </w:r>
      <w:r w:rsidR="008C352D" w:rsidRPr="00FE2951">
        <w:rPr>
          <w:rFonts w:ascii="Verdana" w:hAnsi="Verdana" w:cs="Arial"/>
        </w:rPr>
        <w:t>Technická zpráva</w:t>
      </w:r>
      <w:r w:rsidR="007662E6">
        <w:rPr>
          <w:rFonts w:ascii="Verdana" w:hAnsi="Verdana" w:cs="Arial"/>
        </w:rPr>
        <w:t xml:space="preserve"> 2024 HKR</w:t>
      </w:r>
    </w:p>
    <w:p w14:paraId="66CC5172" w14:textId="17C5E579" w:rsidR="008C352D" w:rsidRPr="00FE2951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FE2951">
        <w:rPr>
          <w:rFonts w:ascii="Verdana" w:hAnsi="Verdana" w:cs="Arial"/>
          <w:b/>
          <w:sz w:val="28"/>
          <w:szCs w:val="28"/>
        </w:rPr>
        <w:t>Technická zpráva</w:t>
      </w:r>
      <w:r w:rsidR="007662E6">
        <w:rPr>
          <w:rFonts w:ascii="Verdana" w:hAnsi="Verdana" w:cs="Arial"/>
          <w:b/>
          <w:sz w:val="28"/>
          <w:szCs w:val="28"/>
        </w:rPr>
        <w:t xml:space="preserve"> 2024 HKR</w:t>
      </w:r>
    </w:p>
    <w:p w14:paraId="475D5D9A" w14:textId="6D179223" w:rsidR="00E2017F" w:rsidRPr="00FE2951" w:rsidRDefault="00A06F27" w:rsidP="00A06F27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FE2951">
        <w:rPr>
          <w:rFonts w:ascii="Verdana" w:hAnsi="Verdana" w:cs="Arial"/>
          <w:b/>
          <w:sz w:val="24"/>
          <w:szCs w:val="24"/>
          <w:u w:val="single"/>
        </w:rPr>
        <w:t xml:space="preserve">Základní požadavky na provedení </w:t>
      </w:r>
      <w:r w:rsidR="004966E1">
        <w:rPr>
          <w:rFonts w:ascii="Verdana" w:hAnsi="Verdana" w:cs="Arial"/>
          <w:b/>
          <w:sz w:val="24"/>
          <w:szCs w:val="24"/>
          <w:u w:val="single"/>
        </w:rPr>
        <w:t>přepočtu</w:t>
      </w:r>
      <w:r w:rsidR="00E2017F" w:rsidRPr="00FE2951">
        <w:rPr>
          <w:rFonts w:ascii="Verdana" w:hAnsi="Verdana" w:cs="Arial"/>
          <w:b/>
          <w:sz w:val="24"/>
          <w:szCs w:val="24"/>
          <w:u w:val="single"/>
        </w:rPr>
        <w:t xml:space="preserve"> mostů s</w:t>
      </w:r>
      <w:r w:rsidR="00331CC8" w:rsidRPr="00FE2951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FE2951" w:rsidRDefault="00AB5DF6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ZAJIŠTĚNÍ </w:t>
      </w:r>
      <w:r w:rsidR="0071368A" w:rsidRPr="00FE2951">
        <w:rPr>
          <w:rFonts w:ascii="Verdana" w:hAnsi="Verdana" w:cs="Arial"/>
          <w:b/>
        </w:rPr>
        <w:t>DOSTUPNÝCH PODKLADŮ K MOSTNÍMU OBJEKTU</w:t>
      </w:r>
    </w:p>
    <w:p w14:paraId="25B06AF1" w14:textId="1CDBC6ED" w:rsidR="0071368A" w:rsidRPr="00FE2951" w:rsidRDefault="0071368A" w:rsidP="0071368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FE2951">
        <w:rPr>
          <w:rFonts w:ascii="Verdana" w:hAnsi="Verdana" w:cs="Arial"/>
          <w:sz w:val="20"/>
          <w:szCs w:val="20"/>
        </w:rPr>
        <w:t>se správcem objektu (příslušné SŽ OŘ – SMT)</w:t>
      </w:r>
      <w:r w:rsidRPr="00FE2951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77777777" w:rsidR="00281E8C" w:rsidRPr="00FE2951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</w:t>
      </w:r>
      <w:r w:rsidR="00281E8C" w:rsidRPr="00FE2951">
        <w:rPr>
          <w:rFonts w:ascii="Verdana" w:hAnsi="Verdana" w:cs="Arial"/>
          <w:sz w:val="20"/>
          <w:szCs w:val="20"/>
        </w:rPr>
        <w:t xml:space="preserve"> mostu</w:t>
      </w:r>
    </w:p>
    <w:p w14:paraId="2B99EB68" w14:textId="77777777" w:rsidR="00281E8C" w:rsidRPr="00D171F6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objekt</w:t>
      </w:r>
      <w:r w:rsidR="00895C65" w:rsidRPr="00D171F6">
        <w:rPr>
          <w:rFonts w:ascii="Verdana" w:hAnsi="Verdana" w:cs="Arial"/>
          <w:sz w:val="20"/>
          <w:szCs w:val="20"/>
        </w:rPr>
        <w:t>ů</w:t>
      </w:r>
    </w:p>
    <w:p w14:paraId="4AE8CD92" w14:textId="77777777" w:rsidR="0071368A" w:rsidRPr="00D171F6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případných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průzkumů</w:t>
      </w:r>
      <w:r w:rsidR="00015815" w:rsidRPr="00D171F6">
        <w:rPr>
          <w:rFonts w:ascii="Verdana" w:hAnsi="Verdana" w:cs="Arial"/>
          <w:sz w:val="20"/>
          <w:szCs w:val="20"/>
        </w:rPr>
        <w:t xml:space="preserve"> (diagnostika, stavebně-technický průzkum) </w:t>
      </w:r>
    </w:p>
    <w:p w14:paraId="60233D3E" w14:textId="77777777" w:rsidR="00281E8C" w:rsidRPr="00FE2951" w:rsidRDefault="00804401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případná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 </w:t>
      </w:r>
      <w:r w:rsidRPr="00D171F6">
        <w:rPr>
          <w:rFonts w:ascii="Verdana" w:hAnsi="Verdana" w:cs="Arial"/>
          <w:sz w:val="20"/>
          <w:szCs w:val="20"/>
        </w:rPr>
        <w:t xml:space="preserve">statická posouzení </w:t>
      </w:r>
    </w:p>
    <w:p w14:paraId="42F1603F" w14:textId="77777777" w:rsidR="0071368A" w:rsidRPr="00FE2951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FE2951" w:rsidRDefault="0071368A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PROVEDENÍ </w:t>
      </w:r>
      <w:r w:rsidR="00804401" w:rsidRPr="00FE2951">
        <w:rPr>
          <w:rFonts w:ascii="Verdana" w:hAnsi="Verdana" w:cs="Arial"/>
          <w:b/>
        </w:rPr>
        <w:t xml:space="preserve">PODROBNÉ </w:t>
      </w:r>
      <w:r w:rsidRPr="00FE2951">
        <w:rPr>
          <w:rFonts w:ascii="Verdana" w:hAnsi="Verdana" w:cs="Arial"/>
          <w:b/>
        </w:rPr>
        <w:t>VIZ</w:t>
      </w:r>
      <w:r w:rsidR="00804401" w:rsidRPr="00FE2951">
        <w:rPr>
          <w:rFonts w:ascii="Verdana" w:hAnsi="Verdana" w:cs="Arial"/>
          <w:b/>
        </w:rPr>
        <w:t>UÁLNÍ KONTROLY KONSTRUKCE MOSTU</w:t>
      </w:r>
    </w:p>
    <w:p w14:paraId="221B3058" w14:textId="77777777" w:rsidR="00EE1F9C" w:rsidRPr="00FE2951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Návrhu d</w:t>
      </w:r>
      <w:r w:rsidR="0071368A" w:rsidRPr="00FE2951">
        <w:rPr>
          <w:rFonts w:ascii="Verdana" w:hAnsi="Verdana" w:cs="Arial"/>
          <w:sz w:val="20"/>
          <w:szCs w:val="20"/>
        </w:rPr>
        <w:t>iagnosti</w:t>
      </w:r>
      <w:r w:rsidRPr="00FE2951">
        <w:rPr>
          <w:rFonts w:ascii="Verdana" w:hAnsi="Verdana" w:cs="Arial"/>
          <w:sz w:val="20"/>
          <w:szCs w:val="20"/>
        </w:rPr>
        <w:t>ky</w:t>
      </w:r>
      <w:r w:rsidR="0071368A" w:rsidRPr="00FE2951">
        <w:rPr>
          <w:rFonts w:ascii="Verdana" w:hAnsi="Verdana" w:cs="Arial"/>
          <w:sz w:val="20"/>
          <w:szCs w:val="20"/>
        </w:rPr>
        <w:t xml:space="preserve"> </w:t>
      </w:r>
      <w:r w:rsidR="00514360" w:rsidRPr="00FE2951">
        <w:rPr>
          <w:rFonts w:ascii="Verdana" w:hAnsi="Verdana" w:cs="Arial"/>
          <w:sz w:val="20"/>
          <w:szCs w:val="20"/>
        </w:rPr>
        <w:t xml:space="preserve">nosné </w:t>
      </w:r>
      <w:r w:rsidR="0071368A" w:rsidRPr="00FE2951">
        <w:rPr>
          <w:rFonts w:ascii="Verdana" w:hAnsi="Verdana" w:cs="Arial"/>
          <w:sz w:val="20"/>
          <w:szCs w:val="20"/>
        </w:rPr>
        <w:t>konstrukce</w:t>
      </w:r>
      <w:r w:rsidR="00514360" w:rsidRPr="00FE2951">
        <w:rPr>
          <w:rFonts w:ascii="Verdana" w:hAnsi="Verdana" w:cs="Arial"/>
          <w:sz w:val="20"/>
          <w:szCs w:val="20"/>
        </w:rPr>
        <w:t xml:space="preserve"> </w:t>
      </w:r>
      <w:r w:rsidR="0071368A" w:rsidRPr="00FE2951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FE2951">
        <w:rPr>
          <w:rFonts w:ascii="Verdana" w:hAnsi="Verdana" w:cs="Arial"/>
          <w:b/>
          <w:sz w:val="20"/>
          <w:szCs w:val="20"/>
        </w:rPr>
        <w:t xml:space="preserve"> mostu </w:t>
      </w:r>
      <w:r w:rsidR="00514360" w:rsidRPr="00FE2951">
        <w:rPr>
          <w:rFonts w:ascii="Verdana" w:hAnsi="Verdana" w:cs="Arial"/>
          <w:sz w:val="20"/>
          <w:szCs w:val="20"/>
        </w:rPr>
        <w:t xml:space="preserve">(NK, SS). </w:t>
      </w:r>
      <w:r w:rsidR="006C0DE5" w:rsidRPr="00FE2951">
        <w:rPr>
          <w:rFonts w:ascii="Verdana" w:hAnsi="Verdana" w:cs="Arial"/>
          <w:sz w:val="20"/>
          <w:szCs w:val="20"/>
        </w:rPr>
        <w:t xml:space="preserve"> O termínu podrobné vizuální prohlídce bude vždy informován zástupce objednatele (správce) s dostatečným předstihem</w:t>
      </w:r>
      <w:r w:rsidR="00A06F27" w:rsidRPr="00FE2951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FE2951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FE2951" w:rsidRDefault="00514360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</w:t>
      </w:r>
      <w:r w:rsidR="00EE1F9C" w:rsidRPr="00FE2951">
        <w:rPr>
          <w:rFonts w:ascii="Verdana" w:hAnsi="Verdana" w:cs="Arial"/>
          <w:sz w:val="20"/>
          <w:szCs w:val="20"/>
        </w:rPr>
        <w:t>:</w:t>
      </w:r>
    </w:p>
    <w:p w14:paraId="75E8E39C" w14:textId="77777777" w:rsidR="00804401" w:rsidRPr="00FE2951" w:rsidRDefault="00EE1F9C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základní</w:t>
      </w:r>
      <w:r w:rsidRPr="00FE2951">
        <w:rPr>
          <w:rFonts w:ascii="Verdana" w:hAnsi="Verdana" w:cs="Arial"/>
          <w:sz w:val="20"/>
          <w:szCs w:val="20"/>
        </w:rPr>
        <w:t>ch</w:t>
      </w:r>
      <w:r w:rsidR="0071368A" w:rsidRPr="00FE2951">
        <w:rPr>
          <w:rFonts w:ascii="Verdana" w:hAnsi="Verdana" w:cs="Arial"/>
          <w:sz w:val="20"/>
          <w:szCs w:val="20"/>
        </w:rPr>
        <w:t xml:space="preserve"> rozměr</w:t>
      </w:r>
      <w:r w:rsidR="00461594" w:rsidRPr="00FE2951">
        <w:rPr>
          <w:rFonts w:ascii="Verdana" w:hAnsi="Verdana" w:cs="Arial"/>
          <w:sz w:val="20"/>
          <w:szCs w:val="20"/>
        </w:rPr>
        <w:t>ů konstrukce mostu</w:t>
      </w:r>
      <w:r w:rsidR="00804401" w:rsidRPr="00FE2951">
        <w:rPr>
          <w:rFonts w:ascii="Verdana" w:hAnsi="Verdana" w:cs="Arial"/>
          <w:sz w:val="20"/>
          <w:szCs w:val="20"/>
        </w:rPr>
        <w:t xml:space="preserve"> </w:t>
      </w:r>
    </w:p>
    <w:p w14:paraId="0270BC88" w14:textId="77777777" w:rsidR="003E1A1A" w:rsidRPr="00FE2951" w:rsidRDefault="003E1A1A" w:rsidP="003E1A1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9FD4D67" w14:textId="77777777" w:rsidR="00FC1640" w:rsidRPr="00FE2951" w:rsidRDefault="0071368A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 xml:space="preserve">-  lokalizace, četnost; </w:t>
      </w:r>
      <w:r w:rsidR="00804401" w:rsidRPr="00FE2951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</w:p>
    <w:p w14:paraId="458F3167" w14:textId="77777777" w:rsidR="00EE1F9C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stav</w:t>
      </w:r>
      <w:r w:rsidRPr="00FE2951">
        <w:rPr>
          <w:rFonts w:ascii="Verdana" w:hAnsi="Verdana" w:cs="Arial"/>
          <w:sz w:val="20"/>
          <w:szCs w:val="20"/>
        </w:rPr>
        <w:t>u</w:t>
      </w:r>
      <w:r w:rsidR="0071368A" w:rsidRPr="00FE2951">
        <w:rPr>
          <w:rFonts w:ascii="Verdana" w:hAnsi="Verdana" w:cs="Arial"/>
          <w:sz w:val="20"/>
          <w:szCs w:val="20"/>
        </w:rPr>
        <w:t xml:space="preserve"> uložení </w:t>
      </w:r>
    </w:p>
    <w:p w14:paraId="216703C0" w14:textId="77777777" w:rsidR="00FC1640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FC1640" w:rsidRPr="00FE2951">
        <w:rPr>
          <w:rFonts w:ascii="Verdana" w:hAnsi="Verdana" w:cs="Arial"/>
          <w:sz w:val="20"/>
          <w:szCs w:val="20"/>
        </w:rPr>
        <w:t>stav</w:t>
      </w:r>
      <w:r w:rsidR="00306EE8" w:rsidRPr="00FE2951">
        <w:rPr>
          <w:rFonts w:ascii="Verdana" w:hAnsi="Verdana" w:cs="Arial"/>
          <w:sz w:val="20"/>
          <w:szCs w:val="20"/>
        </w:rPr>
        <w:t>u</w:t>
      </w:r>
      <w:r w:rsidR="00FC1640" w:rsidRPr="00FE2951">
        <w:rPr>
          <w:rFonts w:ascii="Verdana" w:hAnsi="Verdana" w:cs="Arial"/>
          <w:sz w:val="20"/>
          <w:szCs w:val="20"/>
        </w:rPr>
        <w:t xml:space="preserve"> přechodů mezi NK a SS</w:t>
      </w:r>
      <w:r w:rsidRPr="00FE2951">
        <w:rPr>
          <w:rFonts w:ascii="Verdana" w:hAnsi="Verdana" w:cs="Arial"/>
          <w:sz w:val="20"/>
          <w:szCs w:val="20"/>
        </w:rPr>
        <w:t xml:space="preserve"> (NK a NK)</w:t>
      </w:r>
    </w:p>
    <w:p w14:paraId="0807B398" w14:textId="77777777" w:rsidR="00FC1640" w:rsidRPr="00FE2951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FE2951">
        <w:rPr>
          <w:rFonts w:ascii="Verdana" w:hAnsi="Verdana" w:cs="Arial"/>
          <w:sz w:val="20"/>
          <w:szCs w:val="20"/>
        </w:rPr>
        <w:t>stávajícího stavu</w:t>
      </w:r>
      <w:r w:rsidRPr="00FE2951">
        <w:rPr>
          <w:rFonts w:ascii="Verdana" w:hAnsi="Verdana" w:cs="Arial"/>
          <w:sz w:val="20"/>
          <w:szCs w:val="20"/>
        </w:rPr>
        <w:t> objektu</w:t>
      </w:r>
    </w:p>
    <w:p w14:paraId="2A8195B4" w14:textId="77777777" w:rsidR="00FC1640" w:rsidRPr="00FE2951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FE2951">
        <w:rPr>
          <w:rFonts w:ascii="Verdana" w:hAnsi="Verdana" w:cs="Arial"/>
          <w:sz w:val="20"/>
          <w:szCs w:val="20"/>
        </w:rPr>
        <w:t>zpráva</w:t>
      </w:r>
      <w:r w:rsidRPr="00FE2951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FE2951">
        <w:rPr>
          <w:rFonts w:ascii="Verdana" w:hAnsi="Verdana" w:cs="Arial"/>
          <w:sz w:val="20"/>
          <w:szCs w:val="20"/>
        </w:rPr>
        <w:t>á</w:t>
      </w:r>
      <w:r w:rsidRPr="00FE2951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FE2951">
        <w:rPr>
          <w:rFonts w:ascii="Verdana" w:hAnsi="Verdana" w:cs="Arial"/>
          <w:sz w:val="20"/>
          <w:szCs w:val="20"/>
        </w:rPr>
        <w:t>í</w:t>
      </w:r>
      <w:r w:rsidR="006C0DE5" w:rsidRPr="00FE2951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FE2951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FE2951">
        <w:rPr>
          <w:rFonts w:ascii="Verdana" w:hAnsi="Verdana" w:cs="Arial"/>
          <w:sz w:val="20"/>
          <w:szCs w:val="20"/>
        </w:rPr>
        <w:t>objednatelem (správcem).</w:t>
      </w:r>
      <w:r w:rsidR="00830569" w:rsidRPr="00FE2951">
        <w:rPr>
          <w:rFonts w:ascii="Verdana" w:hAnsi="Verdana" w:cs="Arial"/>
          <w:sz w:val="20"/>
          <w:szCs w:val="20"/>
        </w:rPr>
        <w:t xml:space="preserve"> </w:t>
      </w:r>
    </w:p>
    <w:p w14:paraId="13823C71" w14:textId="6FA1DD23" w:rsidR="008C352D" w:rsidRPr="0053151E" w:rsidRDefault="00C17788" w:rsidP="007F0030">
      <w:pPr>
        <w:pStyle w:val="Odstavecseseznamem"/>
        <w:numPr>
          <w:ilvl w:val="0"/>
          <w:numId w:val="19"/>
        </w:numPr>
        <w:spacing w:line="360" w:lineRule="auto"/>
        <w:ind w:left="1134" w:hanging="357"/>
        <w:jc w:val="both"/>
        <w:rPr>
          <w:rFonts w:ascii="Verdana" w:hAnsi="Verdana" w:cs="Arial"/>
        </w:rPr>
      </w:pPr>
      <w:r w:rsidRPr="0053151E">
        <w:rPr>
          <w:rFonts w:ascii="Verdana" w:hAnsi="Verdana" w:cs="Arial"/>
          <w:sz w:val="20"/>
          <w:szCs w:val="20"/>
        </w:rPr>
        <w:t xml:space="preserve">správce objektu OŘ-SMT </w:t>
      </w:r>
      <w:r w:rsidR="0053151E" w:rsidRPr="0053151E">
        <w:rPr>
          <w:rFonts w:ascii="Verdana" w:hAnsi="Verdana" w:cs="Arial"/>
          <w:sz w:val="20"/>
          <w:szCs w:val="20"/>
        </w:rPr>
        <w:t xml:space="preserve">– Ing. </w:t>
      </w:r>
      <w:r w:rsidR="007F0030">
        <w:rPr>
          <w:rFonts w:ascii="Verdana" w:hAnsi="Verdana" w:cs="Arial"/>
          <w:sz w:val="20"/>
          <w:szCs w:val="20"/>
        </w:rPr>
        <w:t>Pavel Novák, mail:novakpa</w:t>
      </w:r>
      <w:r w:rsidR="007F0030" w:rsidRPr="00FE2951">
        <w:rPr>
          <w:rFonts w:ascii="Verdana" w:hAnsi="Verdana" w:cs="Arial"/>
          <w:sz w:val="20"/>
          <w:szCs w:val="20"/>
        </w:rPr>
        <w:t>@spravazeleznic.cz</w:t>
      </w:r>
    </w:p>
    <w:p w14:paraId="3F97585B" w14:textId="77777777" w:rsidR="0053151E" w:rsidRPr="0053151E" w:rsidRDefault="0053151E" w:rsidP="0053151E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FE2951" w:rsidRDefault="00830569" w:rsidP="00830569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</w:t>
      </w:r>
      <w:r w:rsidR="00B24B7D" w:rsidRPr="00FE2951">
        <w:rPr>
          <w:rFonts w:ascii="Verdana" w:hAnsi="Verdana" w:cs="Arial"/>
          <w:b/>
        </w:rPr>
        <w:t xml:space="preserve"> </w:t>
      </w:r>
    </w:p>
    <w:p w14:paraId="183E6E8B" w14:textId="77777777" w:rsidR="00830569" w:rsidRPr="00FE2951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FE2951">
        <w:rPr>
          <w:rFonts w:ascii="Verdana" w:hAnsi="Verdana" w:cs="Arial"/>
          <w:sz w:val="20"/>
          <w:szCs w:val="20"/>
        </w:rPr>
        <w:t>uspořádání,.</w:t>
      </w:r>
      <w:r w:rsidR="00B24B7D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>.</w:t>
      </w:r>
      <w:proofErr w:type="gramEnd"/>
      <w:r w:rsidRPr="00FE2951">
        <w:rPr>
          <w:rFonts w:ascii="Verdana" w:hAnsi="Verdana" w:cs="Arial"/>
          <w:sz w:val="20"/>
          <w:szCs w:val="20"/>
        </w:rPr>
        <w:t>) nebo SS. Předpokládá se, že za rozhodující NK nebo SS bude vybrána NK nebo SS v nejhorším stavebně technickém, tedy ta u které se předpokládá nejnižší zatížitelnost.</w:t>
      </w:r>
    </w:p>
    <w:p w14:paraId="2E2386D1" w14:textId="77777777" w:rsidR="006C0DE5" w:rsidRPr="00FE2951" w:rsidRDefault="00A033A7" w:rsidP="00A033A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</w:t>
      </w:r>
      <w:r w:rsidR="006C0DE5" w:rsidRPr="00FE2951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FE2951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FE2951">
        <w:rPr>
          <w:rFonts w:ascii="Verdana" w:hAnsi="Verdana" w:cs="Arial"/>
          <w:sz w:val="20"/>
          <w:szCs w:val="20"/>
        </w:rPr>
        <w:t>Příloha I „Doporučení pro provádění diagnostického průzkumu ocelových mostů“</w:t>
      </w:r>
    </w:p>
    <w:p w14:paraId="23F7BBDF" w14:textId="77777777" w:rsidR="00A033A7" w:rsidRPr="00FE2951" w:rsidRDefault="006C0DE5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FE2951">
        <w:rPr>
          <w:rFonts w:ascii="Verdana" w:hAnsi="Verdana" w:cs="Arial"/>
          <w:sz w:val="20"/>
          <w:szCs w:val="20"/>
        </w:rPr>
        <w:t>ou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 xml:space="preserve">odebrány vždy 3ks vzorků pro tahovou zkoušku (plech, úhelník, pásovina) a bude provedeno </w:t>
      </w:r>
      <w:proofErr w:type="spellStart"/>
      <w:r w:rsidR="00A033A7" w:rsidRPr="00FE2951">
        <w:rPr>
          <w:rFonts w:ascii="Verdana" w:hAnsi="Verdana" w:cs="Arial"/>
          <w:sz w:val="20"/>
          <w:szCs w:val="20"/>
        </w:rPr>
        <w:t>tvrdoměrné</w:t>
      </w:r>
      <w:proofErr w:type="spellEnd"/>
      <w:r w:rsidR="00A033A7" w:rsidRPr="00FE2951">
        <w:rPr>
          <w:rFonts w:ascii="Verdana" w:hAnsi="Verdana" w:cs="Arial"/>
          <w:sz w:val="20"/>
          <w:szCs w:val="20"/>
        </w:rPr>
        <w:t xml:space="preserve"> měření ocelové konstrukce</w:t>
      </w:r>
    </w:p>
    <w:p w14:paraId="71EF1979" w14:textId="77777777" w:rsidR="006C0DE5" w:rsidRPr="00FE2951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FE2951">
        <w:rPr>
          <w:rFonts w:ascii="Verdana" w:hAnsi="Verdana" w:cs="Arial"/>
          <w:sz w:val="20"/>
          <w:szCs w:val="20"/>
        </w:rPr>
        <w:t xml:space="preserve"> </w:t>
      </w:r>
    </w:p>
    <w:p w14:paraId="31730AB7" w14:textId="77777777" w:rsidR="0053151E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odběry vzorků a materiálové zkoušky budou provedeny na prověřovaných nosných konstrukcích bez ohledu na rok výstavby a rozpětí</w:t>
      </w:r>
    </w:p>
    <w:p w14:paraId="052C2E3B" w14:textId="0AF64FD3" w:rsidR="0053151E" w:rsidRPr="00874BB9" w:rsidRDefault="0053151E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874BB9">
        <w:rPr>
          <w:rFonts w:ascii="Verdana" w:hAnsi="Verdana" w:cs="Arial"/>
          <w:sz w:val="20"/>
          <w:szCs w:val="20"/>
        </w:rPr>
        <w:t xml:space="preserve">místa a rozsah odebíraných vzorků volit pokud možno tak, aby oslabení NK nebylo nutno sanovat </w:t>
      </w:r>
    </w:p>
    <w:p w14:paraId="7CB13163" w14:textId="6C0FE080" w:rsidR="00A033A7" w:rsidRPr="00874BB9" w:rsidRDefault="0053151E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874BB9">
        <w:rPr>
          <w:rFonts w:ascii="Verdana" w:hAnsi="Verdana" w:cs="Arial"/>
          <w:sz w:val="20"/>
          <w:szCs w:val="20"/>
        </w:rPr>
        <w:t>hrany řezů budou zabroušeny na R2 a plochy řezů ošetřeny min jednou vrstvou základního nátěru</w:t>
      </w:r>
      <w:r w:rsidR="00A033A7" w:rsidRPr="00874BB9">
        <w:rPr>
          <w:rFonts w:ascii="Verdana" w:hAnsi="Verdana" w:cs="Arial"/>
          <w:sz w:val="20"/>
          <w:szCs w:val="20"/>
        </w:rPr>
        <w:t xml:space="preserve"> </w:t>
      </w:r>
    </w:p>
    <w:p w14:paraId="34C09BAD" w14:textId="77777777" w:rsidR="007C01A8" w:rsidRPr="00FE2951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FE2951" w:rsidRDefault="007C01A8" w:rsidP="007C01A8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7A21EB70" w14:textId="77777777" w:rsidR="005C1BBB" w:rsidRPr="00FE2951" w:rsidRDefault="00B24B7D" w:rsidP="00172EBA">
      <w:pPr>
        <w:ind w:right="-142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>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0252190F" w14:textId="5406F32A" w:rsidR="005C1BBB" w:rsidRPr="00FE2951" w:rsidRDefault="005C1BBB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</w:t>
      </w:r>
      <w:r w:rsidR="00A033A7" w:rsidRPr="00FE2951">
        <w:rPr>
          <w:rFonts w:ascii="Verdana" w:hAnsi="Verdana" w:cs="Arial"/>
          <w:sz w:val="20"/>
          <w:szCs w:val="20"/>
        </w:rPr>
        <w:t xml:space="preserve"> </w:t>
      </w:r>
      <w:r w:rsidR="0053151E">
        <w:rPr>
          <w:rFonts w:ascii="Verdana" w:hAnsi="Verdana" w:cs="Arial"/>
          <w:sz w:val="20"/>
          <w:szCs w:val="20"/>
        </w:rPr>
        <w:t xml:space="preserve">(Ing. </w:t>
      </w:r>
      <w:r w:rsidR="007F0030">
        <w:rPr>
          <w:rFonts w:ascii="Verdana" w:hAnsi="Verdana" w:cs="Arial"/>
          <w:sz w:val="20"/>
          <w:szCs w:val="20"/>
        </w:rPr>
        <w:t>Pavel Novák</w:t>
      </w:r>
      <w:r w:rsidR="0053151E">
        <w:rPr>
          <w:rFonts w:ascii="Verdana" w:hAnsi="Verdana" w:cs="Arial"/>
          <w:sz w:val="20"/>
          <w:szCs w:val="20"/>
        </w:rPr>
        <w:t xml:space="preserve">, mail: </w:t>
      </w:r>
      <w:r w:rsidR="007F0030">
        <w:rPr>
          <w:rFonts w:ascii="Verdana" w:hAnsi="Verdana" w:cs="Arial"/>
          <w:sz w:val="20"/>
          <w:szCs w:val="20"/>
        </w:rPr>
        <w:t>Novakpa</w:t>
      </w:r>
      <w:r w:rsidR="00172EBA" w:rsidRPr="00FE2951">
        <w:rPr>
          <w:rFonts w:ascii="Verdana" w:hAnsi="Verdana" w:cs="Arial"/>
          <w:sz w:val="20"/>
          <w:szCs w:val="20"/>
        </w:rPr>
        <w:t>@spravazeleznic.cz</w:t>
      </w:r>
      <w:r w:rsidR="00A033A7" w:rsidRPr="00FE2951">
        <w:rPr>
          <w:rFonts w:ascii="Verdana" w:hAnsi="Verdana" w:cs="Arial"/>
          <w:sz w:val="20"/>
          <w:szCs w:val="20"/>
        </w:rPr>
        <w:t>)</w:t>
      </w:r>
    </w:p>
    <w:p w14:paraId="2298012F" w14:textId="77777777" w:rsidR="00BF5E05" w:rsidRPr="00FE2951" w:rsidRDefault="00A033A7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</w:t>
      </w:r>
      <w:r w:rsidR="005C1BBB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m</w:t>
      </w:r>
      <w:r w:rsidR="008A0908" w:rsidRPr="00FE2951">
        <w:rPr>
          <w:rFonts w:ascii="Verdana" w:hAnsi="Verdana" w:cs="Arial"/>
          <w:sz w:val="20"/>
          <w:szCs w:val="20"/>
        </w:rPr>
        <w:t>a</w:t>
      </w:r>
      <w:r w:rsidR="00A95B3A" w:rsidRPr="00FE2951">
        <w:rPr>
          <w:rFonts w:ascii="Verdana" w:hAnsi="Verdana" w:cs="Arial"/>
          <w:sz w:val="20"/>
          <w:szCs w:val="20"/>
        </w:rPr>
        <w:t xml:space="preserve">il: </w:t>
      </w:r>
      <w:r w:rsidRPr="00FE2951">
        <w:rPr>
          <w:rFonts w:ascii="Verdana" w:hAnsi="Verdana" w:cs="Arial"/>
          <w:sz w:val="20"/>
          <w:szCs w:val="20"/>
        </w:rPr>
        <w:t>teichman@spravazeleznic.cz)</w:t>
      </w:r>
    </w:p>
    <w:p w14:paraId="3C722C69" w14:textId="77777777" w:rsidR="00BF5E05" w:rsidRPr="00FE2951" w:rsidRDefault="005C1BBB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</w:t>
      </w:r>
      <w:r w:rsidR="00A033A7" w:rsidRPr="00FE2951">
        <w:rPr>
          <w:rFonts w:ascii="Verdana" w:hAnsi="Verdana" w:cs="Arial"/>
          <w:sz w:val="20"/>
          <w:szCs w:val="20"/>
        </w:rPr>
        <w:t xml:space="preserve">CTD </w:t>
      </w:r>
      <w:r w:rsidR="00BF5E05" w:rsidRPr="00FE2951">
        <w:rPr>
          <w:rFonts w:ascii="Verdana" w:hAnsi="Verdana" w:cs="Arial"/>
          <w:sz w:val="20"/>
          <w:szCs w:val="20"/>
        </w:rPr>
        <w:t>(</w:t>
      </w:r>
      <w:r w:rsidRPr="00FE2951">
        <w:rPr>
          <w:rFonts w:ascii="Verdana" w:hAnsi="Verdana" w:cs="Arial"/>
          <w:sz w:val="20"/>
          <w:szCs w:val="20"/>
        </w:rPr>
        <w:t>Ing.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Luboš Dejmek</w:t>
      </w:r>
      <w:r w:rsidR="00BF5E05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m</w:t>
      </w:r>
      <w:r w:rsidR="008A0908" w:rsidRPr="00FE2951">
        <w:rPr>
          <w:rFonts w:ascii="Verdana" w:hAnsi="Verdana" w:cs="Arial"/>
          <w:sz w:val="20"/>
          <w:szCs w:val="20"/>
        </w:rPr>
        <w:t>a</w:t>
      </w:r>
      <w:r w:rsidR="00A95B3A" w:rsidRPr="00FE2951">
        <w:rPr>
          <w:rFonts w:ascii="Verdana" w:hAnsi="Verdana" w:cs="Arial"/>
          <w:sz w:val="20"/>
          <w:szCs w:val="20"/>
        </w:rPr>
        <w:t>il: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dejmek@spravazeleznic.cz</w:t>
      </w:r>
    </w:p>
    <w:p w14:paraId="031E9BCE" w14:textId="77777777" w:rsidR="00E56B62" w:rsidRPr="00FE2951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FE2951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</w:t>
      </w:r>
      <w:r w:rsidR="002636B3" w:rsidRPr="00FE2951">
        <w:rPr>
          <w:rFonts w:ascii="Verdana" w:hAnsi="Verdana" w:cs="Arial"/>
          <w:b/>
        </w:rPr>
        <w:t>,</w:t>
      </w:r>
      <w:r w:rsidRPr="00FE2951">
        <w:rPr>
          <w:rFonts w:ascii="Verdana" w:hAnsi="Verdana" w:cs="Arial"/>
          <w:b/>
        </w:rPr>
        <w:t xml:space="preserve"> PŘECHODNOSTI MOSTU</w:t>
      </w:r>
      <w:r w:rsidR="002636B3" w:rsidRPr="00FE2951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FE2951" w:rsidRDefault="007E4BFF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</w:t>
      </w:r>
      <w:r w:rsidR="00DB0F5D" w:rsidRPr="00FE2951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FE2951">
        <w:rPr>
          <w:rFonts w:ascii="Verdana" w:hAnsi="Verdana" w:cs="Arial"/>
          <w:sz w:val="20"/>
          <w:szCs w:val="20"/>
        </w:rPr>
        <w:t xml:space="preserve">bude provedeno </w:t>
      </w:r>
      <w:r w:rsidR="00DB0F5D" w:rsidRPr="00FE2951">
        <w:rPr>
          <w:rFonts w:ascii="Verdana" w:hAnsi="Verdana" w:cs="Arial"/>
          <w:sz w:val="20"/>
          <w:szCs w:val="20"/>
        </w:rPr>
        <w:t xml:space="preserve">dle </w:t>
      </w:r>
      <w:r w:rsidR="00A033A7" w:rsidRPr="00FE2951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FE2951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FE2951" w:rsidRDefault="00B24B7D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3E468F11" w14:textId="77777777" w:rsidR="00E56B62" w:rsidRPr="00FE2951" w:rsidRDefault="00C17788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1D50F7" w:rsidRPr="00FE2951">
        <w:rPr>
          <w:rFonts w:ascii="Verdana" w:hAnsi="Verdana" w:cs="Arial"/>
          <w:sz w:val="20"/>
          <w:szCs w:val="20"/>
        </w:rPr>
        <w:t xml:space="preserve">(SS) </w:t>
      </w:r>
      <w:r w:rsidRPr="00FE2951">
        <w:rPr>
          <w:rFonts w:ascii="Verdana" w:hAnsi="Verdana" w:cs="Arial"/>
          <w:sz w:val="20"/>
          <w:szCs w:val="20"/>
        </w:rPr>
        <w:t xml:space="preserve">nebude stanovována, bude pouze potvrzeno, že stavební a konstrukční stav SS v době podrobné vizuální prohlídky mostu není limitní pro </w:t>
      </w:r>
      <w:r w:rsidR="001D50F7" w:rsidRPr="00FE2951">
        <w:rPr>
          <w:rFonts w:ascii="Verdana" w:hAnsi="Verdana" w:cs="Arial"/>
          <w:sz w:val="20"/>
          <w:szCs w:val="20"/>
        </w:rPr>
        <w:t>zatížitelnost a přechodnost mostu</w:t>
      </w:r>
      <w:r w:rsidR="00895C65">
        <w:rPr>
          <w:rFonts w:ascii="Verdana" w:hAnsi="Verdana" w:cs="Arial"/>
          <w:sz w:val="20"/>
          <w:szCs w:val="20"/>
        </w:rPr>
        <w:t>. V</w:t>
      </w:r>
      <w:r w:rsidR="001D50F7" w:rsidRPr="00FE2951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77777777" w:rsidR="00DB0F5D" w:rsidRPr="00FE2951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Poznámka: Zatížitelnost</w:t>
      </w:r>
      <w:r w:rsidR="00397E19" w:rsidRPr="00FE2951">
        <w:rPr>
          <w:rFonts w:ascii="Verdana" w:hAnsi="Verdana" w:cs="Arial"/>
          <w:sz w:val="20"/>
          <w:szCs w:val="20"/>
        </w:rPr>
        <w:t xml:space="preserve"> vypočtená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DE2C95" w:rsidRPr="00FE2951">
        <w:rPr>
          <w:rFonts w:ascii="Verdana" w:hAnsi="Verdana" w:cs="Arial"/>
          <w:sz w:val="20"/>
          <w:szCs w:val="20"/>
        </w:rPr>
        <w:t>pro</w:t>
      </w:r>
      <w:r w:rsidRPr="00FE2951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FE2951">
        <w:rPr>
          <w:rFonts w:ascii="Verdana" w:hAnsi="Verdana" w:cs="Arial"/>
          <w:sz w:val="20"/>
          <w:szCs w:val="20"/>
        </w:rPr>
        <w:t>uvažována</w:t>
      </w:r>
      <w:r w:rsidRPr="00FE2951">
        <w:rPr>
          <w:rFonts w:ascii="Verdana" w:hAnsi="Verdana" w:cs="Arial"/>
          <w:sz w:val="20"/>
          <w:szCs w:val="20"/>
        </w:rPr>
        <w:t xml:space="preserve"> i na </w:t>
      </w:r>
      <w:r w:rsidR="00D041AA" w:rsidRPr="00FE2951">
        <w:rPr>
          <w:rFonts w:ascii="Verdana" w:hAnsi="Verdana" w:cs="Arial"/>
          <w:sz w:val="20"/>
          <w:szCs w:val="20"/>
        </w:rPr>
        <w:t xml:space="preserve">ostatní </w:t>
      </w:r>
      <w:r w:rsidRPr="00FE2951">
        <w:rPr>
          <w:rFonts w:ascii="Verdana" w:hAnsi="Verdana" w:cs="Arial"/>
          <w:sz w:val="20"/>
          <w:szCs w:val="20"/>
        </w:rPr>
        <w:t>NK</w:t>
      </w:r>
      <w:r w:rsidR="00DE2C95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7E4BFF" w:rsidRPr="00FE2951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FE2951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FE2951">
        <w:rPr>
          <w:rFonts w:ascii="Verdana" w:hAnsi="Verdana" w:cs="Arial"/>
          <w:sz w:val="20"/>
          <w:szCs w:val="20"/>
        </w:rPr>
        <w:t xml:space="preserve">. </w:t>
      </w:r>
    </w:p>
    <w:p w14:paraId="687A8C56" w14:textId="77777777" w:rsidR="00DB0F5D" w:rsidRPr="00FE2951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Stanovení přechodnosti provozního zatížení </w:t>
      </w:r>
      <w:r w:rsidR="007E4BFF" w:rsidRPr="00FE2951">
        <w:rPr>
          <w:rFonts w:ascii="Verdana" w:hAnsi="Verdana" w:cs="Arial"/>
          <w:sz w:val="20"/>
          <w:szCs w:val="20"/>
        </w:rPr>
        <w:t xml:space="preserve">(traťová třída zatížení (TTZ)) </w:t>
      </w:r>
      <w:r w:rsidRPr="00FE2951">
        <w:rPr>
          <w:rFonts w:ascii="Verdana" w:hAnsi="Verdana" w:cs="Arial"/>
          <w:sz w:val="20"/>
          <w:szCs w:val="20"/>
        </w:rPr>
        <w:t>mostu</w:t>
      </w:r>
      <w:r w:rsidR="00C26B02" w:rsidRPr="00FE2951">
        <w:rPr>
          <w:rFonts w:ascii="Verdana" w:hAnsi="Verdana" w:cs="Arial"/>
          <w:sz w:val="20"/>
          <w:szCs w:val="20"/>
        </w:rPr>
        <w:t xml:space="preserve"> </w:t>
      </w:r>
      <w:r w:rsidR="006756E5" w:rsidRPr="00FE2951">
        <w:rPr>
          <w:rFonts w:ascii="Verdana" w:hAnsi="Verdana" w:cs="Arial"/>
          <w:sz w:val="20"/>
          <w:szCs w:val="20"/>
        </w:rPr>
        <w:t xml:space="preserve">bude provedeno </w:t>
      </w:r>
      <w:r w:rsidR="00C26B02" w:rsidRPr="00FE2951">
        <w:rPr>
          <w:rFonts w:ascii="Verdana" w:hAnsi="Verdana" w:cs="Arial"/>
          <w:sz w:val="20"/>
          <w:szCs w:val="20"/>
        </w:rPr>
        <w:t xml:space="preserve">dle </w:t>
      </w:r>
      <w:r w:rsidR="007E4BFF" w:rsidRPr="00FE2951">
        <w:rPr>
          <w:rFonts w:ascii="Verdana" w:hAnsi="Verdana" w:cs="Arial"/>
          <w:sz w:val="20"/>
          <w:szCs w:val="20"/>
        </w:rPr>
        <w:t>předpisu SŽ S5/1</w:t>
      </w:r>
      <w:r w:rsidR="00B24B7D" w:rsidRPr="00FE2951">
        <w:rPr>
          <w:rFonts w:ascii="Verdana" w:hAnsi="Verdana" w:cs="Arial"/>
          <w:sz w:val="20"/>
          <w:szCs w:val="20"/>
        </w:rPr>
        <w:t>. Bu</w:t>
      </w:r>
      <w:r w:rsidR="00FF2B91" w:rsidRPr="00FE2951">
        <w:rPr>
          <w:rFonts w:ascii="Verdana" w:hAnsi="Verdana" w:cs="Arial"/>
          <w:sz w:val="20"/>
          <w:szCs w:val="20"/>
        </w:rPr>
        <w:t>de vždy prověřena stávající TTZ s přidruženou rychlostí a TTZ D4-120 km/h</w:t>
      </w:r>
      <w:r w:rsidR="00B24B7D" w:rsidRPr="00FE2951">
        <w:rPr>
          <w:rFonts w:ascii="Verdana" w:hAnsi="Verdana" w:cs="Arial"/>
          <w:sz w:val="20"/>
          <w:szCs w:val="20"/>
        </w:rPr>
        <w:t xml:space="preserve">. V případě, že TTZ D4-120 km/h nevyhoví bude prověřena (stanovena) </w:t>
      </w:r>
      <w:r w:rsidR="00BB06D8" w:rsidRPr="00FE2951">
        <w:rPr>
          <w:rFonts w:ascii="Verdana" w:hAnsi="Verdana" w:cs="Arial"/>
          <w:sz w:val="20"/>
          <w:szCs w:val="20"/>
        </w:rPr>
        <w:t>maximální TTZ s přidrženou rychlostí a stávající TTZ s maximální přidruženou rychlostí</w:t>
      </w:r>
    </w:p>
    <w:p w14:paraId="4066AE49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 xml:space="preserve">Posouzení ocelových nosných konstrukcí na 3D výpočetním modelu, tuhost styčníků bude stanovena podrobným výpočtem a bude následně zohledněna jejich nelinearita v globálním modelu </w:t>
      </w:r>
    </w:p>
    <w:p w14:paraId="3E3907B4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ocelových nosných konstrukcí s horní mostovkou bude vždy zajištěno provedení výpočtu rychlosti větru v lokalitě od ČHMÚ se zohledněním tvaru a drsnosti terénu, nadmořské výšky a směru větru (předpis SŽ S5/1 příloha G)</w:t>
      </w:r>
    </w:p>
    <w:p w14:paraId="2CE94E6C" w14:textId="77777777" w:rsidR="00BB2FD4" w:rsidRPr="00FE2951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FE2951" w:rsidRDefault="00BB2FD4" w:rsidP="00BB2FD4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749CD144" w14:textId="77777777" w:rsidR="00895C65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</w:t>
      </w:r>
      <w:r w:rsidRPr="003F3D76">
        <w:rPr>
          <w:rFonts w:ascii="Verdana" w:hAnsi="Verdana" w:cs="Arial"/>
          <w:sz w:val="20"/>
          <w:szCs w:val="20"/>
        </w:rPr>
        <w:t xml:space="preserve">shrnutí (viz příloha </w:t>
      </w:r>
      <w:r w:rsidR="008C352D" w:rsidRPr="003F3D76">
        <w:rPr>
          <w:rFonts w:ascii="Verdana" w:hAnsi="Verdana" w:cs="Arial"/>
          <w:sz w:val="20"/>
          <w:szCs w:val="20"/>
        </w:rPr>
        <w:t>9a Manažerské shrnutí</w:t>
      </w:r>
      <w:r w:rsidRPr="003F3D76">
        <w:rPr>
          <w:rFonts w:ascii="Verdana" w:hAnsi="Verdana" w:cs="Arial"/>
          <w:sz w:val="20"/>
          <w:szCs w:val="20"/>
        </w:rPr>
        <w:t>).</w:t>
      </w:r>
      <w:r w:rsidRPr="00FE2951">
        <w:rPr>
          <w:rFonts w:ascii="Verdana" w:hAnsi="Verdana" w:cs="Arial"/>
          <w:sz w:val="20"/>
          <w:szCs w:val="20"/>
        </w:rPr>
        <w:t xml:space="preserve"> </w:t>
      </w:r>
    </w:p>
    <w:p w14:paraId="3F150FF8" w14:textId="77777777" w:rsidR="00895C65" w:rsidRPr="00D171F6" w:rsidRDefault="00895C65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26127716" w14:textId="77777777" w:rsidR="00BB06D8" w:rsidRPr="00FE2951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4F65A7DE" w:rsidR="00BB06D8" w:rsidRPr="00FE2951" w:rsidRDefault="00BB06D8" w:rsidP="007F0030">
      <w:pPr>
        <w:pStyle w:val="Odstavecseseznamem"/>
        <w:numPr>
          <w:ilvl w:val="1"/>
          <w:numId w:val="15"/>
        </w:numPr>
        <w:ind w:left="297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7F0030">
        <w:rPr>
          <w:rFonts w:ascii="Verdana" w:hAnsi="Verdana" w:cs="Arial"/>
          <w:sz w:val="20"/>
          <w:szCs w:val="20"/>
        </w:rPr>
        <w:t>Ing. Pavel Novák, mail: Novakpa</w:t>
      </w:r>
      <w:r w:rsidR="007F0030" w:rsidRPr="00FE2951">
        <w:rPr>
          <w:rFonts w:ascii="Verdana" w:hAnsi="Verdana" w:cs="Arial"/>
          <w:sz w:val="20"/>
          <w:szCs w:val="20"/>
        </w:rPr>
        <w:t>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000354F" w14:textId="77777777" w:rsidR="00BB06D8" w:rsidRDefault="00BB06D8" w:rsidP="007F0030">
      <w:pPr>
        <w:pStyle w:val="Odstavecseseznamem"/>
        <w:numPr>
          <w:ilvl w:val="1"/>
          <w:numId w:val="15"/>
        </w:numPr>
        <w:ind w:left="297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mail: </w:t>
      </w:r>
      <w:hyperlink r:id="rId8" w:history="1">
        <w:r w:rsidR="00547ECA" w:rsidRPr="00FE2951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  <w:r w:rsidRPr="00FE2951">
        <w:rPr>
          <w:rFonts w:ascii="Verdana" w:hAnsi="Verdana" w:cs="Arial"/>
          <w:sz w:val="20"/>
          <w:szCs w:val="20"/>
        </w:rPr>
        <w:t>)</w:t>
      </w:r>
    </w:p>
    <w:p w14:paraId="4309E6AC" w14:textId="77777777" w:rsidR="00FE2951" w:rsidRDefault="00FE295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89755E6" w14:textId="77777777" w:rsidR="00B26CF7" w:rsidRPr="00FE2951" w:rsidRDefault="00AB28C3" w:rsidP="00AB28C3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t>B) Z</w:t>
      </w:r>
      <w:r w:rsidR="00B26CF7" w:rsidRPr="00FE2951">
        <w:rPr>
          <w:rFonts w:ascii="Verdana" w:hAnsi="Verdana" w:cs="Arial"/>
          <w:b/>
          <w:sz w:val="24"/>
          <w:szCs w:val="24"/>
          <w:u w:val="single"/>
        </w:rPr>
        <w:t>ákladní požadavky na provedení diagnostiky a statického posouzení mostů se zděnou nosnou konstrukcí</w:t>
      </w:r>
    </w:p>
    <w:p w14:paraId="00C709DD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6ED20453" w14:textId="77777777" w:rsidR="00B26CF7" w:rsidRPr="00FE2951" w:rsidRDefault="00B26CF7" w:rsidP="00A874DA">
      <w:pPr>
        <w:pStyle w:val="Odstavecseseznamem"/>
        <w:numPr>
          <w:ilvl w:val="0"/>
          <w:numId w:val="44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9FCE855" w14:textId="366B3310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4669AD6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5F2E9F9C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1AAE174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</w:t>
      </w:r>
    </w:p>
    <w:p w14:paraId="23C02FC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EF59A1F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F264CE9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0B616296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320FC319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21BC6F2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5501C3B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FBD864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a spodní stavbě -  lokalizace, četnost; především zjištění trhlin, degradace zdících prvků a spár</w:t>
      </w:r>
    </w:p>
    <w:p w14:paraId="64D4A92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4D6B38AE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256A456D" w14:textId="739FAF77" w:rsidR="00B26CF7" w:rsidRPr="007F0030" w:rsidRDefault="00B26CF7" w:rsidP="00B26CF7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7F0030">
        <w:rPr>
          <w:rFonts w:ascii="Verdana" w:hAnsi="Verdana" w:cs="Arial"/>
          <w:sz w:val="20"/>
          <w:szCs w:val="20"/>
        </w:rPr>
        <w:t>správce objektu OŘ-SMT (</w:t>
      </w:r>
      <w:r w:rsidR="007F0030" w:rsidRPr="007F0030">
        <w:rPr>
          <w:rFonts w:ascii="Verdana" w:hAnsi="Verdana" w:cs="Arial"/>
          <w:sz w:val="20"/>
          <w:szCs w:val="20"/>
        </w:rPr>
        <w:t>Ing. Pavel Novák, mail: Novakpa@spravazeleznic.cz</w:t>
      </w:r>
      <w:r w:rsidRPr="007F0030">
        <w:rPr>
          <w:rFonts w:ascii="Verdana" w:hAnsi="Verdana" w:cs="Arial"/>
          <w:sz w:val="20"/>
          <w:szCs w:val="20"/>
        </w:rPr>
        <w:t>)</w:t>
      </w:r>
    </w:p>
    <w:p w14:paraId="78F634BF" w14:textId="77777777" w:rsidR="00A874DA" w:rsidRPr="00FE2951" w:rsidRDefault="00A874DA" w:rsidP="00A874DA">
      <w:pPr>
        <w:jc w:val="both"/>
        <w:rPr>
          <w:rFonts w:ascii="Verdana" w:hAnsi="Verdana" w:cs="Arial"/>
        </w:rPr>
      </w:pPr>
    </w:p>
    <w:p w14:paraId="18526E89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 A PROVEDENÍ DIAGNOSTIKY</w:t>
      </w:r>
    </w:p>
    <w:p w14:paraId="2D674E0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FE2951">
        <w:rPr>
          <w:rFonts w:ascii="Verdana" w:hAnsi="Verdana" w:cs="Arial"/>
          <w:sz w:val="20"/>
          <w:szCs w:val="20"/>
        </w:rPr>
        <w:t>uspořádání,...</w:t>
      </w:r>
      <w:proofErr w:type="gramEnd"/>
      <w:r w:rsidRPr="00FE2951">
        <w:rPr>
          <w:rFonts w:ascii="Verdana" w:hAnsi="Verdana" w:cs="Arial"/>
          <w:sz w:val="20"/>
          <w:szCs w:val="20"/>
        </w:rPr>
        <w:t>) nebo SS. Předpokládá se, že za rozhodující NK nebo SS bude vybrána NK nebo SS v nejhorším stavebně technickém, tedy ta u které se předpokládá nejnižší zatížitelnost.</w:t>
      </w:r>
    </w:p>
    <w:p w14:paraId="6F28DD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diagnostika bude provedena ve smyslu předpisu S5/1 Diagnostika, zatížitelnost a přechodnost železničních mostních objektů příloha H „Doporučení pro provádění diagnostického průzkumu – obecná část“ a příloha K „Doporučení pro provádění diagnostického průzkumu zděných mostních objektů“</w:t>
      </w:r>
    </w:p>
    <w:p w14:paraId="0DD5905B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nosné konstrukci</w:t>
      </w:r>
    </w:p>
    <w:p w14:paraId="550FB7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5709C9B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nosné konstrukce budou odebrány vždy 3ks vzorků (jádrový vývrt profilu cca 80 mm), dva vývrty budou do klenby a jeden vývrt do čelní zdi. Délka vývrtu bude na předpokládanou tloušťku zdiva uvedené v projektové dokumentaci. Vývrty budou opraveny PPV maltou</w:t>
      </w:r>
    </w:p>
    <w:p w14:paraId="2D8B964B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6ks</w:t>
      </w:r>
    </w:p>
    <w:p w14:paraId="5F1192E9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10ks</w:t>
      </w:r>
    </w:p>
    <w:p w14:paraId="403DE26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nasákavosti kamene gravimetricky pro zhodnocení rizik poškození kamene vlivem působení mrazu a pro výpočtové pevnosti zdiva</w:t>
      </w:r>
    </w:p>
    <w:p w14:paraId="2123DA5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případě, že nosná konstrukce bude opatřena torkretem, bude v místech pravděpodobného poškození NK odstraněn (1m x 1m) a prohlédnuta stav pod torkretem</w:t>
      </w:r>
    </w:p>
    <w:p w14:paraId="777B3F2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4E3279F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017D8E3D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spodní stavbě</w:t>
      </w:r>
    </w:p>
    <w:p w14:paraId="48C672A8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00296F3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spodní stavby budou odebrány vždy 2ks vzorků (jádrový vývrt profilu cca 80 mm). Délka vývrtu bude na předpokládanou tloušťku zdiva uvedené v projektové dokumentaci. Vývrty budou opraveny PPV maltou.</w:t>
      </w:r>
    </w:p>
    <w:p w14:paraId="509CBA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4ks</w:t>
      </w:r>
    </w:p>
    <w:p w14:paraId="27BE819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6ks</w:t>
      </w:r>
    </w:p>
    <w:p w14:paraId="527E1B2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zkouška nasákavosti kamene gravimetricky pro zhodnocení rizik poškození kamene vlivem působení mrazu a pro výpočtové pevnosti zdiva</w:t>
      </w:r>
    </w:p>
    <w:p w14:paraId="4AE481D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3B5599FA" w14:textId="77777777" w:rsidR="00B26CF7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5E00DE3D" w14:textId="77777777" w:rsidR="00C0607B" w:rsidRPr="00FE2951" w:rsidRDefault="00C0607B" w:rsidP="00C0607B">
      <w:pPr>
        <w:pStyle w:val="Odstavecseseznamem"/>
        <w:jc w:val="both"/>
        <w:rPr>
          <w:rFonts w:ascii="Verdana" w:hAnsi="Verdana" w:cs="Arial"/>
          <w:sz w:val="20"/>
          <w:szCs w:val="20"/>
        </w:rPr>
      </w:pPr>
    </w:p>
    <w:p w14:paraId="625AC2DE" w14:textId="77777777" w:rsidR="000549C9" w:rsidRPr="00FE2951" w:rsidRDefault="000549C9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4EF2B064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4F65BBD4" w14:textId="43D00BD8" w:rsidR="000549C9" w:rsidRPr="00FE2951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správce objektu OŘ-SMT </w:t>
      </w:r>
      <w:r w:rsidRPr="007F0030">
        <w:rPr>
          <w:rFonts w:ascii="Verdana" w:hAnsi="Verdana" w:cs="Arial"/>
          <w:sz w:val="20"/>
          <w:szCs w:val="20"/>
        </w:rPr>
        <w:t>(</w:t>
      </w:r>
      <w:r w:rsidR="007F0030" w:rsidRPr="007F0030">
        <w:rPr>
          <w:rFonts w:ascii="Verdana" w:hAnsi="Verdana" w:cs="Arial"/>
          <w:sz w:val="20"/>
          <w:szCs w:val="20"/>
        </w:rPr>
        <w:t>Ing.</w:t>
      </w:r>
      <w:r w:rsidR="007F0030">
        <w:rPr>
          <w:rFonts w:ascii="Verdana" w:hAnsi="Verdana" w:cs="Arial"/>
          <w:sz w:val="20"/>
          <w:szCs w:val="20"/>
        </w:rPr>
        <w:t xml:space="preserve"> Pavel Novák, mail: Novakpa</w:t>
      </w:r>
      <w:r w:rsidR="007F0030" w:rsidRPr="00FE2951">
        <w:rPr>
          <w:rFonts w:ascii="Verdana" w:hAnsi="Verdana" w:cs="Arial"/>
          <w:sz w:val="20"/>
          <w:szCs w:val="20"/>
        </w:rPr>
        <w:t>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0CE38325" w14:textId="77777777" w:rsidR="000549C9" w:rsidRPr="00FE2951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Teichman, mail: teichman@spravazeleznic.cz)</w:t>
      </w:r>
    </w:p>
    <w:p w14:paraId="0F2ACEBA" w14:textId="77777777" w:rsidR="000549C9" w:rsidRPr="00FE2951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CTD (Ing. Luboš Dejmek, mail: dejmek@spravazeleznic.cz</w:t>
      </w:r>
    </w:p>
    <w:p w14:paraId="78497675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5524BE2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ZATÍŽITELNOSTI, PŘECHODNOSTI MOSTU A NÁVRH OPATŘENÍ</w:t>
      </w:r>
    </w:p>
    <w:p w14:paraId="3135EDCD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bude provedeno dle předpisu SŽ S5/1 Diagnostika, zatížitelnost a přechodnost železničních mostních objektů:</w:t>
      </w:r>
    </w:p>
    <w:p w14:paraId="7CF09CF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 a spodní stavby</w:t>
      </w:r>
      <w:r w:rsidRPr="00FE2951">
        <w:rPr>
          <w:rFonts w:ascii="Verdana" w:hAnsi="Verdana" w:cs="Arial"/>
          <w:sz w:val="20"/>
          <w:szCs w:val="20"/>
        </w:rPr>
        <w:t xml:space="preserve"> a bude stanovená v kategorii „C“ (zatížitelnost stanovená přepočtem)</w:t>
      </w:r>
    </w:p>
    <w:p w14:paraId="35C3E670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zbylé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376C1DA5" w14:textId="77777777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</w:t>
      </w:r>
      <w:r w:rsidR="006F62FE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bude prověřena (stanovena) maximální TTZ s přidrženou rychlostí a stávající TTZ s maximální přidruženou rychlostí</w:t>
      </w:r>
    </w:p>
    <w:p w14:paraId="49BA1D4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  <w:sz w:val="20"/>
          <w:szCs w:val="20"/>
        </w:rPr>
      </w:pPr>
    </w:p>
    <w:p w14:paraId="0403156D" w14:textId="77777777" w:rsidR="00B26CF7" w:rsidRPr="00FE2951" w:rsidRDefault="00B26CF7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b/>
          <w:sz w:val="20"/>
          <w:szCs w:val="20"/>
        </w:rPr>
        <w:t>VYHODNOCENÍ, NÁVRH OPATŘENÍ, MANAŽERSKÉ SHRNUTÍ</w:t>
      </w:r>
    </w:p>
    <w:p w14:paraId="0559B325" w14:textId="77777777" w:rsidR="00895C65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</w:t>
      </w:r>
      <w:r w:rsidR="008C352D" w:rsidRPr="00FE2951">
        <w:rPr>
          <w:rFonts w:ascii="Verdana" w:hAnsi="Verdana" w:cs="Arial"/>
          <w:sz w:val="20"/>
          <w:szCs w:val="20"/>
        </w:rPr>
        <w:t>9a Manažerské shrnutí)</w:t>
      </w:r>
      <w:r w:rsidRPr="00FE2951">
        <w:rPr>
          <w:rFonts w:ascii="Verdana" w:hAnsi="Verdana" w:cs="Arial"/>
          <w:sz w:val="20"/>
          <w:szCs w:val="20"/>
        </w:rPr>
        <w:t xml:space="preserve">. </w:t>
      </w:r>
    </w:p>
    <w:p w14:paraId="5D3A3CED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NK.</w:t>
      </w:r>
    </w:p>
    <w:p w14:paraId="1E402990" w14:textId="77777777" w:rsidR="00B26CF7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1E874E82" w14:textId="5ADB1B1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7F0030">
        <w:rPr>
          <w:rFonts w:ascii="Verdana" w:hAnsi="Verdana" w:cs="Arial"/>
          <w:sz w:val="20"/>
          <w:szCs w:val="20"/>
        </w:rPr>
        <w:t>Ing. Pavel Novák, mail: Novakpa</w:t>
      </w:r>
      <w:r w:rsidR="007F0030" w:rsidRPr="00FE2951">
        <w:rPr>
          <w:rFonts w:ascii="Verdana" w:hAnsi="Verdana" w:cs="Arial"/>
          <w:sz w:val="20"/>
          <w:szCs w:val="20"/>
        </w:rPr>
        <w:t>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47DB98DC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Teichman, mail: teichman@spravazeleznic.cz)</w:t>
      </w:r>
    </w:p>
    <w:p w14:paraId="4E83FC46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871E6CB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04AFB9AA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4725FE9" w14:textId="77777777" w:rsidR="00B26CF7" w:rsidRPr="00FE2951" w:rsidRDefault="00B26CF7" w:rsidP="00AB28C3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lastRenderedPageBreak/>
        <w:t>Základní požadavky na provedení diagnostiky a statického posouzení mostů s železobetonovou nosnou konstrukcí</w:t>
      </w:r>
    </w:p>
    <w:p w14:paraId="12D64D7B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4267275F" w14:textId="77777777" w:rsidR="00B26CF7" w:rsidRPr="00FE2951" w:rsidRDefault="00B26CF7" w:rsidP="00A874DA">
      <w:pPr>
        <w:pStyle w:val="Odstavecseseznamem"/>
        <w:numPr>
          <w:ilvl w:val="0"/>
          <w:numId w:val="46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A5E507D" w14:textId="4992B2CC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5F42913E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17CADC74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5C781B51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 již provedených v rámci přípravy investičních akcí.</w:t>
      </w:r>
    </w:p>
    <w:p w14:paraId="06BCCFB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479586E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0E42293D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1B34C242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520D2130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5CBF05A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2748C1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2D46FD7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-  lokalizace, četnost; především zjištění trhlin, degradace betonu, případně obnaženou výztuž</w:t>
      </w:r>
    </w:p>
    <w:p w14:paraId="1775E5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stavu uložení </w:t>
      </w:r>
    </w:p>
    <w:p w14:paraId="21012FC0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přechodů mezi NK a SS (NK a NK)</w:t>
      </w:r>
    </w:p>
    <w:p w14:paraId="45919D0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7E4141C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28851FEC" w14:textId="1A2DB41B" w:rsidR="00B26CF7" w:rsidRPr="00FE2951" w:rsidRDefault="00B26CF7" w:rsidP="00B26CF7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7F0030">
        <w:rPr>
          <w:rFonts w:ascii="Verdana" w:hAnsi="Verdana" w:cs="Arial"/>
          <w:sz w:val="20"/>
          <w:szCs w:val="20"/>
        </w:rPr>
        <w:t>Ing. Pavel Novák, mail: Novakpa</w:t>
      </w:r>
      <w:r w:rsidR="007F0030" w:rsidRPr="00FE2951">
        <w:rPr>
          <w:rFonts w:ascii="Verdana" w:hAnsi="Verdana" w:cs="Arial"/>
          <w:sz w:val="20"/>
          <w:szCs w:val="20"/>
        </w:rPr>
        <w:t>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1626763B" w14:textId="77777777" w:rsidR="00B26CF7" w:rsidRPr="00FE2951" w:rsidRDefault="00B26CF7" w:rsidP="00B26CF7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5C927293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NÁVRH DIAGNOSTIKY </w:t>
      </w:r>
    </w:p>
    <w:p w14:paraId="794253A1" w14:textId="77777777" w:rsidR="00B26CF7" w:rsidRPr="00FE2951" w:rsidRDefault="00B26CF7" w:rsidP="00B26CF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FE2951">
        <w:rPr>
          <w:rFonts w:ascii="Verdana" w:hAnsi="Verdana" w:cs="Arial"/>
          <w:sz w:val="20"/>
          <w:szCs w:val="20"/>
        </w:rPr>
        <w:t>uspořádání,...</w:t>
      </w:r>
      <w:proofErr w:type="gramEnd"/>
      <w:r w:rsidRPr="00FE2951">
        <w:rPr>
          <w:rFonts w:ascii="Verdana" w:hAnsi="Verdana" w:cs="Arial"/>
          <w:sz w:val="20"/>
          <w:szCs w:val="20"/>
        </w:rPr>
        <w:t>) nebo SS. Předpokládá se, že za rozhodující NK nebo SS bude vybrána NK nebo SS v nejhorším stavebně technickém, tedy ta u které se předpokládá nejnižší zatížitelnost.</w:t>
      </w:r>
    </w:p>
    <w:p w14:paraId="008F4CB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diagnostika bude provedena ve smyslu předpisu S5/1 Diagnostika, zatížitelnost a přechodnost železničních mostních objektů příloha H „Doporučení pro provádění diagnostického průzkumu – obecná část“ a příloha J „Doporučení pro provádění diagnostického průzkumu betonových mostních objektů (betonových, železobetonových, a předpjatých)“</w:t>
      </w:r>
    </w:p>
    <w:p w14:paraId="147EBA7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pevnost betonu v tlaku destruktivně – 3x na rozhodující části NK, na vývrtech o průměru cca 80 až 100 mm. Doporučuje se vývrty odebírat z boční strany nosné konstrukce přibližně uprostřed rozpětí. U konstrukcí s vnitřními dutinami (komorových apod.) se otvory využijí i pro kontrolu vnitřního prostoru dutin. U rámových konstrukcí ověřit jádrovým vývrtem pevnost betonu v tlaku stojek. </w:t>
      </w:r>
    </w:p>
    <w:p w14:paraId="5CC3FA4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Během zkoušky betonu v tlaku se zaměří celý pracovní diagram, který bude předán zpracovateli přepočtu graficky i v excelové tabulce</w:t>
      </w:r>
    </w:p>
    <w:p w14:paraId="6564C6EC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 xml:space="preserve">pevnost betonu v tlaku nedestruktivně </w:t>
      </w:r>
      <w:proofErr w:type="spellStart"/>
      <w:r w:rsidRPr="00FE2951">
        <w:rPr>
          <w:rFonts w:ascii="Verdana" w:hAnsi="Verdana"/>
          <w:color w:val="000000" w:themeColor="text1"/>
          <w:sz w:val="20"/>
          <w:szCs w:val="20"/>
        </w:rPr>
        <w:t>tvrdoměrnou</w:t>
      </w:r>
      <w:proofErr w:type="spellEnd"/>
      <w:r w:rsidRPr="00FE2951">
        <w:rPr>
          <w:rFonts w:ascii="Verdana" w:hAnsi="Verdana"/>
          <w:color w:val="000000" w:themeColor="text1"/>
          <w:sz w:val="20"/>
          <w:szCs w:val="20"/>
        </w:rPr>
        <w:t xml:space="preserve"> metodou – na třech místech, vždy v okolí vývrtů odebraných podle bodu 1. Minimální rozměry každé plochy jsou 0,5 x 0,5 m, minimální počet zkoušek na každé ploše je 10 ks (úderů).</w:t>
      </w:r>
    </w:p>
    <w:p w14:paraId="6630478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>zařazení betonu do pevnostní třídy podle ČSN EN 13791, ČSN EN 1992, resp.</w:t>
      </w:r>
      <w:r w:rsidRPr="00FE2951">
        <w:rPr>
          <w:rFonts w:ascii="Verdana" w:hAnsi="Verdana"/>
          <w:color w:val="000000" w:themeColor="text1"/>
          <w:sz w:val="20"/>
          <w:szCs w:val="20"/>
        </w:rPr>
        <w:br/>
        <w:t>ČSN EN 206+A1.</w:t>
      </w:r>
    </w:p>
    <w:p w14:paraId="65346F7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 xml:space="preserve">Hloubka </w:t>
      </w:r>
      <w:proofErr w:type="spellStart"/>
      <w:r w:rsidRPr="00FE2951">
        <w:rPr>
          <w:rFonts w:ascii="Verdana" w:hAnsi="Verdana"/>
          <w:color w:val="000000" w:themeColor="text1"/>
          <w:sz w:val="20"/>
          <w:szCs w:val="20"/>
        </w:rPr>
        <w:t>karbonatace</w:t>
      </w:r>
      <w:proofErr w:type="spellEnd"/>
      <w:r w:rsidRPr="00FE2951">
        <w:rPr>
          <w:rFonts w:ascii="Verdana" w:hAnsi="Verdana"/>
          <w:color w:val="000000" w:themeColor="text1"/>
          <w:sz w:val="20"/>
          <w:szCs w:val="20"/>
        </w:rPr>
        <w:t xml:space="preserve"> – </w:t>
      </w:r>
      <w:proofErr w:type="spellStart"/>
      <w:r w:rsidRPr="00FE2951">
        <w:rPr>
          <w:rFonts w:ascii="Verdana" w:hAnsi="Verdana"/>
          <w:color w:val="000000" w:themeColor="text1"/>
          <w:sz w:val="20"/>
          <w:szCs w:val="20"/>
        </w:rPr>
        <w:t>3x</w:t>
      </w:r>
      <w:proofErr w:type="spellEnd"/>
      <w:r w:rsidRPr="00FE2951">
        <w:rPr>
          <w:rFonts w:ascii="Verdana" w:hAnsi="Verdana"/>
          <w:color w:val="000000" w:themeColor="text1"/>
          <w:sz w:val="20"/>
          <w:szCs w:val="20"/>
        </w:rPr>
        <w:t xml:space="preserve"> (využijí se vývrty pro zkoušení pevnosti v tlaku), dále pak minimálně 5x zkouškou vrtaného prachu příklepovým vrtání, ve vybraných polohách.</w:t>
      </w:r>
    </w:p>
    <w:p w14:paraId="27A5F4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ověření polohy, typu a počtu výztuže a porovnání s dokumentací</w:t>
      </w:r>
    </w:p>
    <w:p w14:paraId="24ABBB5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částí konstrukcí, které jsou v kontaktu s pozemní komunikací ověřit kontaminaci chloridy.</w:t>
      </w:r>
    </w:p>
    <w:p w14:paraId="6B3E3AD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 diagnostiky spodní stavby (SS) – pilíř opěra bude postupováno ve smyslu přílohy J část J.4. předpisu SŽ S 5/1.</w:t>
      </w:r>
    </w:p>
    <w:p w14:paraId="4D6516B6" w14:textId="77777777" w:rsidR="000549C9" w:rsidRPr="00FE2951" w:rsidRDefault="000549C9" w:rsidP="000549C9">
      <w:pPr>
        <w:jc w:val="both"/>
        <w:rPr>
          <w:rFonts w:ascii="Verdana" w:hAnsi="Verdana" w:cs="Arial"/>
        </w:rPr>
      </w:pPr>
    </w:p>
    <w:p w14:paraId="3A2529A5" w14:textId="77777777" w:rsidR="000549C9" w:rsidRPr="00FE2951" w:rsidRDefault="000549C9" w:rsidP="000549C9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3EBB7D80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39CA7A2E" w14:textId="4CDCFD48" w:rsidR="000549C9" w:rsidRPr="007F0030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7F0030">
        <w:rPr>
          <w:rFonts w:ascii="Verdana" w:hAnsi="Verdana" w:cs="Arial"/>
          <w:sz w:val="20"/>
          <w:szCs w:val="20"/>
        </w:rPr>
        <w:t>správce objektu OŘ-SMT (</w:t>
      </w:r>
      <w:r w:rsidR="007F0030" w:rsidRPr="007F0030">
        <w:rPr>
          <w:rFonts w:ascii="Verdana" w:hAnsi="Verdana" w:cs="Arial"/>
          <w:sz w:val="20"/>
          <w:szCs w:val="20"/>
        </w:rPr>
        <w:t>Ing. Pavel Novák, mail: Novakpa@spravazeleznic.cz</w:t>
      </w:r>
      <w:r w:rsidRPr="007F0030">
        <w:rPr>
          <w:rFonts w:ascii="Verdana" w:hAnsi="Verdana" w:cs="Arial"/>
          <w:sz w:val="20"/>
          <w:szCs w:val="20"/>
        </w:rPr>
        <w:t>)</w:t>
      </w:r>
    </w:p>
    <w:p w14:paraId="27BE1905" w14:textId="77777777" w:rsidR="000549C9" w:rsidRPr="00FE2951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Teichman, mail: teichman@spravazeleznic.cz)</w:t>
      </w:r>
    </w:p>
    <w:p w14:paraId="42D29448" w14:textId="77777777" w:rsidR="000549C9" w:rsidRPr="00FE2951" w:rsidRDefault="000549C9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CTD (Ing. Luboš Dejmek, mail: dejmek@spravazeleznic.cz</w:t>
      </w:r>
    </w:p>
    <w:p w14:paraId="238F623A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4EB81D44" w14:textId="3669B9C7" w:rsidR="00B26CF7" w:rsidRPr="00FE2951" w:rsidRDefault="00B26CF7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7F0030" w:rsidRPr="007F0030">
        <w:rPr>
          <w:rFonts w:ascii="Verdana" w:hAnsi="Verdana" w:cs="Arial"/>
          <w:sz w:val="20"/>
          <w:szCs w:val="20"/>
        </w:rPr>
        <w:t>Ing.</w:t>
      </w:r>
      <w:r w:rsidR="007F0030">
        <w:rPr>
          <w:rFonts w:ascii="Verdana" w:hAnsi="Verdana" w:cs="Arial"/>
          <w:sz w:val="20"/>
          <w:szCs w:val="20"/>
        </w:rPr>
        <w:t xml:space="preserve"> Pavel Novák, mail: Novakpa</w:t>
      </w:r>
      <w:r w:rsidR="007F0030" w:rsidRPr="00FE2951">
        <w:rPr>
          <w:rFonts w:ascii="Verdana" w:hAnsi="Verdana" w:cs="Arial"/>
          <w:sz w:val="20"/>
          <w:szCs w:val="20"/>
        </w:rPr>
        <w:t>@</w:t>
      </w:r>
      <w:r w:rsidR="007F0030" w:rsidRPr="007F0030">
        <w:rPr>
          <w:rFonts w:ascii="Verdana" w:hAnsi="Verdana" w:cs="Arial"/>
          <w:sz w:val="20"/>
          <w:szCs w:val="20"/>
        </w:rPr>
        <w:t>spravazeleznic.cz</w:t>
      </w:r>
      <w:r w:rsidRPr="007F0030">
        <w:rPr>
          <w:rFonts w:ascii="Verdana" w:hAnsi="Verdana" w:cs="Arial"/>
          <w:sz w:val="20"/>
          <w:szCs w:val="20"/>
        </w:rPr>
        <w:t>)</w:t>
      </w:r>
    </w:p>
    <w:p w14:paraId="08479D83" w14:textId="77777777" w:rsidR="00B26CF7" w:rsidRPr="00FE2951" w:rsidRDefault="00B26CF7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Teichman, mail: teichman@spravazeleznic.cz)</w:t>
      </w:r>
    </w:p>
    <w:p w14:paraId="3E725BF8" w14:textId="77777777" w:rsidR="00B26CF7" w:rsidRPr="00FE2951" w:rsidRDefault="00B26CF7" w:rsidP="007F0030">
      <w:pPr>
        <w:pStyle w:val="Odstavecseseznamem"/>
        <w:numPr>
          <w:ilvl w:val="0"/>
          <w:numId w:val="19"/>
        </w:numPr>
        <w:spacing w:line="360" w:lineRule="auto"/>
        <w:ind w:left="851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CTD (Ing. Luboš Dejmek, mail: dejmek@spravazeleznic.cz</w:t>
      </w:r>
    </w:p>
    <w:p w14:paraId="443F0778" w14:textId="25A43E46" w:rsidR="00B26CF7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28F5D34E" w14:textId="79B822EF" w:rsidR="007F0030" w:rsidRDefault="007F0030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28213598" w14:textId="1D11CAFB" w:rsidR="007F0030" w:rsidRDefault="007F0030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EA4D2F4" w14:textId="243DB754" w:rsidR="007F0030" w:rsidRDefault="007F0030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EAEDF70" w14:textId="77777777" w:rsidR="007F0030" w:rsidRPr="00FE2951" w:rsidRDefault="007F0030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10E6048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lastRenderedPageBreak/>
        <w:t>STANOVENÍ ZATÍŽITELNOSTI, PŘECHODNOSTI MOSTU A NÁVRH OPATŘENÍ</w:t>
      </w:r>
    </w:p>
    <w:p w14:paraId="5F909441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dle předpisu SŽ S5/1 Diagnostika, zatížitelnost a přechodnost železničních mostních objektů:</w:t>
      </w:r>
    </w:p>
    <w:p w14:paraId="4894633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7FB0355C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(SS) nebude stanovována, bude pouze potvrzeno, že stavební a konstrukční stav SS v době podrobné vizuální prohlídky mostu není limitní pro zatížitelnost a přechodnost mostu, v případě, že SS bude limitní pro zatížitelnost a přechodnost mostu bude stanovena v kategorii „C“ včetně nezbytných průzkumů </w:t>
      </w:r>
    </w:p>
    <w:p w14:paraId="25FC0395" w14:textId="77777777" w:rsidR="00B26CF7" w:rsidRPr="00E417B7" w:rsidRDefault="00B26CF7" w:rsidP="00B26CF7">
      <w:pPr>
        <w:pStyle w:val="Odstavecseseznamem"/>
        <w:ind w:left="2160"/>
        <w:jc w:val="both"/>
        <w:rPr>
          <w:rFonts w:ascii="Verdana" w:hAnsi="Verdana" w:cs="Arial"/>
          <w:sz w:val="16"/>
          <w:szCs w:val="16"/>
        </w:rPr>
      </w:pPr>
    </w:p>
    <w:p w14:paraId="50223A07" w14:textId="77777777" w:rsidR="00B26CF7" w:rsidRPr="00FE2951" w:rsidRDefault="00B26CF7" w:rsidP="00B26CF7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ostatní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4C1902A6" w14:textId="77777777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 bude prověřena (stanovena) maximální TTZ s přidrženou rychlostí a stávající TTZ s maximální přidruženou rychlostí</w:t>
      </w:r>
    </w:p>
    <w:p w14:paraId="7687678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39C96D7" w14:textId="77777777" w:rsidR="00B26CF7" w:rsidRPr="00FE2951" w:rsidRDefault="00B26CF7" w:rsidP="00A874DA">
      <w:pPr>
        <w:numPr>
          <w:ilvl w:val="0"/>
          <w:numId w:val="47"/>
        </w:numPr>
        <w:contextualSpacing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69539171" w14:textId="77777777" w:rsidR="00895C65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</w:t>
      </w:r>
      <w:r w:rsidR="008C352D" w:rsidRPr="00FE2951">
        <w:rPr>
          <w:rFonts w:ascii="Verdana" w:hAnsi="Verdana" w:cs="Arial"/>
          <w:sz w:val="20"/>
          <w:szCs w:val="20"/>
        </w:rPr>
        <w:t>9a manažerské shrnutí</w:t>
      </w:r>
      <w:r w:rsidRPr="00FE2951">
        <w:rPr>
          <w:rFonts w:ascii="Verdana" w:hAnsi="Verdana" w:cs="Arial"/>
          <w:sz w:val="20"/>
          <w:szCs w:val="20"/>
        </w:rPr>
        <w:t xml:space="preserve">). </w:t>
      </w:r>
    </w:p>
    <w:p w14:paraId="45FF8600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76C481B1" w14:textId="77777777" w:rsidR="00B26CF7" w:rsidRPr="00D171F6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>
        <w:rPr>
          <w:rFonts w:ascii="Verdana" w:hAnsi="Verdana" w:cs="Arial"/>
          <w:sz w:val="20"/>
          <w:szCs w:val="20"/>
        </w:rPr>
        <w:t xml:space="preserve">a </w:t>
      </w:r>
      <w:r w:rsidR="00895C65" w:rsidRPr="00D171F6">
        <w:rPr>
          <w:rFonts w:ascii="Verdana" w:hAnsi="Verdana" w:cs="Arial"/>
          <w:sz w:val="20"/>
          <w:szCs w:val="20"/>
        </w:rPr>
        <w:t xml:space="preserve">odsouhlaseno </w:t>
      </w:r>
      <w:r w:rsidRPr="00D171F6">
        <w:rPr>
          <w:rFonts w:ascii="Verdana" w:hAnsi="Verdana" w:cs="Arial"/>
          <w:sz w:val="20"/>
          <w:szCs w:val="20"/>
        </w:rPr>
        <w:t xml:space="preserve">se zástupci SŽ. </w:t>
      </w:r>
    </w:p>
    <w:p w14:paraId="6BB05F61" w14:textId="710BABE5" w:rsidR="00B26CF7" w:rsidRPr="00FE2951" w:rsidRDefault="00B26CF7" w:rsidP="00B26CF7">
      <w:pPr>
        <w:numPr>
          <w:ilvl w:val="1"/>
          <w:numId w:val="15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správce objektu OŘ-SMT (</w:t>
      </w:r>
      <w:r w:rsidR="009E5AF4" w:rsidRPr="007F0030">
        <w:rPr>
          <w:rFonts w:ascii="Verdana" w:hAnsi="Verdana" w:cs="Arial"/>
          <w:sz w:val="20"/>
          <w:szCs w:val="20"/>
        </w:rPr>
        <w:t>Ing.</w:t>
      </w:r>
      <w:r w:rsidR="009E5AF4">
        <w:rPr>
          <w:rFonts w:ascii="Verdana" w:hAnsi="Verdana" w:cs="Arial"/>
          <w:sz w:val="20"/>
          <w:szCs w:val="20"/>
        </w:rPr>
        <w:t xml:space="preserve"> Pavel Novák, mail: Novakpa</w:t>
      </w:r>
      <w:r w:rsidR="009E5AF4" w:rsidRPr="00FE2951">
        <w:rPr>
          <w:rFonts w:ascii="Verdana" w:hAnsi="Verdana" w:cs="Arial"/>
          <w:sz w:val="20"/>
          <w:szCs w:val="20"/>
        </w:rPr>
        <w:t>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684804A5" w14:textId="77777777" w:rsidR="00B26CF7" w:rsidRPr="00FE2951" w:rsidRDefault="00B26CF7" w:rsidP="00B26CF7">
      <w:pPr>
        <w:numPr>
          <w:ilvl w:val="1"/>
          <w:numId w:val="15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mail: </w:t>
      </w:r>
      <w:hyperlink r:id="rId9" w:history="1">
        <w:r w:rsidR="00AB28C3" w:rsidRPr="00FE2951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  <w:r w:rsidRPr="00FE2951">
        <w:rPr>
          <w:rFonts w:ascii="Verdana" w:hAnsi="Verdana" w:cs="Arial"/>
          <w:sz w:val="20"/>
          <w:szCs w:val="20"/>
        </w:rPr>
        <w:t>)</w:t>
      </w:r>
    </w:p>
    <w:p w14:paraId="4DB6969C" w14:textId="77777777" w:rsidR="00FE2951" w:rsidRPr="00FE2951" w:rsidRDefault="00FE2951" w:rsidP="00AB28C3">
      <w:pPr>
        <w:contextualSpacing/>
        <w:jc w:val="both"/>
        <w:rPr>
          <w:rFonts w:ascii="Verdana" w:hAnsi="Verdana" w:cs="Arial"/>
        </w:rPr>
      </w:pPr>
    </w:p>
    <w:p w14:paraId="70BCBFC7" w14:textId="77777777" w:rsidR="007D34A9" w:rsidRPr="00F65C74" w:rsidRDefault="007D34A9" w:rsidP="007D34A9">
      <w:pPr>
        <w:pStyle w:val="Odstavecseseznamem"/>
        <w:numPr>
          <w:ilvl w:val="0"/>
          <w:numId w:val="48"/>
        </w:numPr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F65C74">
        <w:rPr>
          <w:rFonts w:ascii="Verdana" w:hAnsi="Verdana" w:cs="Arial"/>
          <w:b/>
          <w:sz w:val="24"/>
          <w:szCs w:val="24"/>
          <w:u w:val="single"/>
        </w:rPr>
        <w:t>Specifikace prací (diagnostika, přepočty) na konkrétních mostech</w:t>
      </w:r>
    </w:p>
    <w:p w14:paraId="14161EB8" w14:textId="77777777" w:rsidR="007D34A9" w:rsidRPr="00E417B7" w:rsidRDefault="007D34A9" w:rsidP="007D34A9">
      <w:pPr>
        <w:pStyle w:val="Odstavecseseznamem"/>
        <w:jc w:val="both"/>
        <w:rPr>
          <w:rFonts w:ascii="Verdana" w:hAnsi="Verdana" w:cs="Arial"/>
          <w:b/>
          <w:sz w:val="16"/>
          <w:szCs w:val="16"/>
        </w:rPr>
      </w:pPr>
    </w:p>
    <w:p w14:paraId="3CEBF143" w14:textId="7C660379" w:rsidR="004D6B19" w:rsidRPr="000D6C90" w:rsidRDefault="004D6B19" w:rsidP="004D6B19">
      <w:pPr>
        <w:jc w:val="both"/>
        <w:rPr>
          <w:rFonts w:ascii="Verdana" w:hAnsi="Verdana" w:cs="Arial"/>
          <w:b/>
        </w:rPr>
      </w:pPr>
      <w:r w:rsidRPr="000D6C90">
        <w:rPr>
          <w:rFonts w:ascii="Verdana" w:hAnsi="Verdana" w:cs="Arial"/>
          <w:b/>
        </w:rPr>
        <w:t xml:space="preserve">Objekt č. 1 most v km </w:t>
      </w:r>
      <w:proofErr w:type="gramStart"/>
      <w:r>
        <w:rPr>
          <w:rFonts w:ascii="Verdana" w:hAnsi="Verdana" w:cs="Arial"/>
          <w:b/>
        </w:rPr>
        <w:t>1</w:t>
      </w:r>
      <w:r w:rsidR="00801DA8">
        <w:rPr>
          <w:rFonts w:ascii="Verdana" w:hAnsi="Verdana" w:cs="Arial"/>
          <w:b/>
        </w:rPr>
        <w:t>23,909</w:t>
      </w:r>
      <w:r w:rsidRPr="000D6C90">
        <w:rPr>
          <w:rFonts w:ascii="Verdana" w:hAnsi="Verdana" w:cs="Arial"/>
          <w:b/>
        </w:rPr>
        <w:t xml:space="preserve"> </w:t>
      </w:r>
      <w:r w:rsidR="00202DB6">
        <w:rPr>
          <w:rFonts w:ascii="Verdana" w:hAnsi="Verdana" w:cs="Arial"/>
          <w:b/>
        </w:rPr>
        <w:t xml:space="preserve"> </w:t>
      </w:r>
      <w:r w:rsidRPr="000D6C90">
        <w:rPr>
          <w:rFonts w:ascii="Verdana" w:hAnsi="Verdana" w:cs="Arial"/>
          <w:b/>
        </w:rPr>
        <w:t>TU</w:t>
      </w:r>
      <w:proofErr w:type="gramEnd"/>
      <w:r w:rsidR="00202DB6">
        <w:rPr>
          <w:rFonts w:ascii="Verdana" w:hAnsi="Verdana" w:cs="Arial"/>
          <w:b/>
        </w:rPr>
        <w:t xml:space="preserve"> </w:t>
      </w:r>
      <w:r w:rsidRPr="000D6C90">
        <w:rPr>
          <w:rFonts w:ascii="Verdana" w:hAnsi="Verdana" w:cs="Arial"/>
          <w:b/>
        </w:rPr>
        <w:t xml:space="preserve">DU </w:t>
      </w:r>
      <w:r w:rsidR="00801DA8">
        <w:rPr>
          <w:rFonts w:ascii="Verdana" w:hAnsi="Verdana" w:cs="Arial"/>
          <w:b/>
        </w:rPr>
        <w:t>1401</w:t>
      </w:r>
      <w:r w:rsidR="00202DB6">
        <w:rPr>
          <w:rFonts w:ascii="Verdana" w:hAnsi="Verdana" w:cs="Arial"/>
          <w:b/>
        </w:rPr>
        <w:t xml:space="preserve"> </w:t>
      </w:r>
      <w:r w:rsidR="00801DA8">
        <w:rPr>
          <w:rFonts w:ascii="Verdana" w:hAnsi="Verdana" w:cs="Arial"/>
          <w:b/>
        </w:rPr>
        <w:t>28</w:t>
      </w:r>
    </w:p>
    <w:p w14:paraId="42936A83" w14:textId="77777777" w:rsidR="004D6B19" w:rsidRPr="000D6C90" w:rsidRDefault="004D6B19" w:rsidP="004D6B19">
      <w:pPr>
        <w:rPr>
          <w:rFonts w:ascii="Verdana" w:hAnsi="Verdana" w:cs="Calibri"/>
          <w:sz w:val="20"/>
          <w:szCs w:val="20"/>
        </w:rPr>
      </w:pPr>
      <w:r w:rsidRPr="000D6C90">
        <w:rPr>
          <w:rFonts w:ascii="Verdana" w:hAnsi="Verdana" w:cs="Calibri"/>
          <w:b/>
          <w:sz w:val="20"/>
          <w:szCs w:val="20"/>
        </w:rPr>
        <w:t>Diagnostika: jedna</w:t>
      </w:r>
      <w:r w:rsidRPr="000D6C90">
        <w:rPr>
          <w:rFonts w:ascii="Verdana" w:hAnsi="Verdana" w:cs="Calibri"/>
          <w:sz w:val="20"/>
          <w:szCs w:val="20"/>
        </w:rPr>
        <w:t xml:space="preserve"> </w:t>
      </w:r>
      <w:r w:rsidRPr="000D6C90">
        <w:rPr>
          <w:rFonts w:ascii="Verdana" w:hAnsi="Verdana" w:cs="Calibri"/>
          <w:b/>
          <w:sz w:val="20"/>
          <w:szCs w:val="20"/>
        </w:rPr>
        <w:t>NK</w:t>
      </w:r>
      <w:r w:rsidRPr="000D6C90">
        <w:rPr>
          <w:rFonts w:ascii="Verdana" w:hAnsi="Verdana" w:cs="Calibri"/>
          <w:sz w:val="20"/>
          <w:szCs w:val="20"/>
        </w:rPr>
        <w:t xml:space="preserve"> (ocel)</w:t>
      </w:r>
    </w:p>
    <w:p w14:paraId="2C69EEE5" w14:textId="141E1466" w:rsidR="004D6B19" w:rsidRPr="000D6C90" w:rsidRDefault="004D6B19" w:rsidP="004D6B19">
      <w:pPr>
        <w:rPr>
          <w:rFonts w:ascii="Verdana" w:hAnsi="Verdana" w:cs="Calibri"/>
          <w:sz w:val="20"/>
          <w:szCs w:val="20"/>
        </w:rPr>
      </w:pPr>
      <w:r w:rsidRPr="000D6C90">
        <w:rPr>
          <w:rFonts w:ascii="Verdana" w:hAnsi="Verdana" w:cs="Calibri"/>
          <w:b/>
          <w:sz w:val="20"/>
          <w:szCs w:val="20"/>
        </w:rPr>
        <w:t xml:space="preserve">Přepočet: </w:t>
      </w:r>
      <w:r>
        <w:rPr>
          <w:rFonts w:ascii="Verdana" w:hAnsi="Verdana" w:cs="Calibri"/>
          <w:b/>
          <w:sz w:val="20"/>
          <w:szCs w:val="20"/>
        </w:rPr>
        <w:t xml:space="preserve">jedna </w:t>
      </w:r>
      <w:r w:rsidRPr="000D6C90">
        <w:rPr>
          <w:rFonts w:ascii="Verdana" w:hAnsi="Verdana" w:cs="Calibri"/>
          <w:b/>
          <w:sz w:val="20"/>
          <w:szCs w:val="20"/>
        </w:rPr>
        <w:t>NK</w:t>
      </w:r>
      <w:r w:rsidRPr="000D6C90">
        <w:rPr>
          <w:rFonts w:ascii="Verdana" w:hAnsi="Verdana" w:cs="Calibri"/>
          <w:sz w:val="20"/>
          <w:szCs w:val="20"/>
        </w:rPr>
        <w:t xml:space="preserve"> (</w:t>
      </w:r>
      <w:r w:rsidRPr="000F3D65">
        <w:rPr>
          <w:rFonts w:ascii="Verdana" w:hAnsi="Verdana" w:cs="Calibri"/>
          <w:sz w:val="20"/>
          <w:szCs w:val="20"/>
        </w:rPr>
        <w:t>ocel-</w:t>
      </w:r>
      <w:r w:rsidR="008D710A" w:rsidRPr="000F3D65">
        <w:rPr>
          <w:rFonts w:ascii="Verdana" w:hAnsi="Verdana" w:cs="Calibri"/>
          <w:sz w:val="20"/>
          <w:szCs w:val="20"/>
        </w:rPr>
        <w:t>příhradová</w:t>
      </w:r>
      <w:r w:rsidR="00E36DF1" w:rsidRPr="000F3D65">
        <w:rPr>
          <w:rFonts w:ascii="Verdana" w:hAnsi="Verdana" w:cs="Calibri"/>
          <w:sz w:val="20"/>
          <w:szCs w:val="20"/>
        </w:rPr>
        <w:t xml:space="preserve"> s dolní mostovkou</w:t>
      </w:r>
      <w:r w:rsidRPr="000F3D65">
        <w:rPr>
          <w:rFonts w:ascii="Verdana" w:hAnsi="Verdana" w:cs="Calibri"/>
          <w:sz w:val="20"/>
          <w:szCs w:val="20"/>
        </w:rPr>
        <w:t>)</w:t>
      </w:r>
    </w:p>
    <w:p w14:paraId="76FE8FB8" w14:textId="77777777" w:rsidR="004D6B19" w:rsidRPr="004B4330" w:rsidRDefault="004D6B19" w:rsidP="004D6B19">
      <w:pPr>
        <w:rPr>
          <w:rFonts w:ascii="Verdana" w:hAnsi="Verdana" w:cs="Calibri"/>
          <w:sz w:val="20"/>
          <w:szCs w:val="20"/>
        </w:rPr>
      </w:pPr>
      <w:r w:rsidRPr="007D24F3">
        <w:rPr>
          <w:rFonts w:ascii="Verdana" w:hAnsi="Verdana" w:cs="Calibri"/>
          <w:sz w:val="20"/>
          <w:szCs w:val="20"/>
        </w:rPr>
        <w:t>Protokol o podrobné prohlídce je v příloze 9b</w:t>
      </w:r>
    </w:p>
    <w:p w14:paraId="1EDC7F74" w14:textId="77777777" w:rsidR="004D6B19" w:rsidRPr="004B4330" w:rsidRDefault="004D6B19" w:rsidP="004D6B19">
      <w:pPr>
        <w:rPr>
          <w:rFonts w:ascii="Verdana" w:hAnsi="Verdana" w:cs="Calibri"/>
          <w:sz w:val="20"/>
          <w:szCs w:val="20"/>
        </w:rPr>
      </w:pPr>
    </w:p>
    <w:p w14:paraId="0C12577E" w14:textId="70A04419" w:rsidR="004D6B19" w:rsidRPr="004B4330" w:rsidRDefault="004D6B19" w:rsidP="004D6B19">
      <w:pPr>
        <w:jc w:val="both"/>
        <w:rPr>
          <w:rFonts w:ascii="Verdana" w:hAnsi="Verdana" w:cs="Arial"/>
          <w:b/>
        </w:rPr>
      </w:pPr>
      <w:r w:rsidRPr="004B4330">
        <w:rPr>
          <w:rFonts w:ascii="Verdana" w:hAnsi="Verdana" w:cs="Arial"/>
          <w:b/>
        </w:rPr>
        <w:t xml:space="preserve">Objekt č. 2 most v km </w:t>
      </w:r>
      <w:proofErr w:type="gramStart"/>
      <w:r w:rsidR="00801DA8">
        <w:rPr>
          <w:rFonts w:ascii="Verdana" w:hAnsi="Verdana" w:cs="Arial"/>
          <w:b/>
        </w:rPr>
        <w:t>123,</w:t>
      </w:r>
      <w:r w:rsidR="00202DB6">
        <w:rPr>
          <w:rFonts w:ascii="Verdana" w:hAnsi="Verdana" w:cs="Arial"/>
          <w:b/>
        </w:rPr>
        <w:t xml:space="preserve">938 </w:t>
      </w:r>
      <w:r w:rsidRPr="004B4330">
        <w:rPr>
          <w:rFonts w:ascii="Verdana" w:hAnsi="Verdana" w:cs="Arial"/>
          <w:b/>
        </w:rPr>
        <w:t xml:space="preserve"> TU</w:t>
      </w:r>
      <w:proofErr w:type="gramEnd"/>
      <w:r w:rsidR="00202DB6">
        <w:rPr>
          <w:rFonts w:ascii="Verdana" w:hAnsi="Verdana" w:cs="Arial"/>
          <w:b/>
        </w:rPr>
        <w:t xml:space="preserve"> </w:t>
      </w:r>
      <w:r w:rsidRPr="004B4330">
        <w:rPr>
          <w:rFonts w:ascii="Verdana" w:hAnsi="Verdana" w:cs="Arial"/>
          <w:b/>
        </w:rPr>
        <w:t xml:space="preserve">DU </w:t>
      </w:r>
      <w:r w:rsidR="00202DB6">
        <w:rPr>
          <w:rFonts w:ascii="Verdana" w:hAnsi="Verdana" w:cs="Arial"/>
          <w:b/>
        </w:rPr>
        <w:t>1401 28</w:t>
      </w:r>
      <w:r w:rsidRPr="004B4330">
        <w:rPr>
          <w:rFonts w:ascii="Verdana" w:hAnsi="Verdana" w:cs="Arial"/>
          <w:b/>
        </w:rPr>
        <w:t xml:space="preserve"> </w:t>
      </w:r>
    </w:p>
    <w:p w14:paraId="36B321CA" w14:textId="5ACBFF9B" w:rsidR="004D6B19" w:rsidRPr="004B4330" w:rsidRDefault="004D6B19" w:rsidP="004D6B19">
      <w:pPr>
        <w:rPr>
          <w:rFonts w:ascii="Verdana" w:hAnsi="Verdana" w:cs="Calibri"/>
          <w:sz w:val="20"/>
          <w:szCs w:val="20"/>
        </w:rPr>
      </w:pPr>
      <w:r w:rsidRPr="004B4330">
        <w:rPr>
          <w:rFonts w:ascii="Verdana" w:hAnsi="Verdana" w:cs="Calibri"/>
          <w:b/>
          <w:sz w:val="20"/>
          <w:szCs w:val="20"/>
        </w:rPr>
        <w:t xml:space="preserve">Diagnostika: </w:t>
      </w:r>
      <w:r w:rsidR="008D710A">
        <w:rPr>
          <w:rFonts w:ascii="Verdana" w:hAnsi="Verdana" w:cs="Calibri"/>
          <w:b/>
          <w:sz w:val="20"/>
          <w:szCs w:val="20"/>
        </w:rPr>
        <w:t>jedna</w:t>
      </w:r>
      <w:r w:rsidRPr="004B4330">
        <w:rPr>
          <w:rFonts w:ascii="Verdana" w:hAnsi="Verdana" w:cs="Calibri"/>
          <w:b/>
          <w:sz w:val="20"/>
          <w:szCs w:val="20"/>
        </w:rPr>
        <w:t xml:space="preserve"> NK</w:t>
      </w:r>
      <w:r w:rsidRPr="004B4330">
        <w:rPr>
          <w:rFonts w:ascii="Verdana" w:hAnsi="Verdana" w:cs="Calibri"/>
          <w:sz w:val="20"/>
          <w:szCs w:val="20"/>
        </w:rPr>
        <w:t xml:space="preserve"> (ocel</w:t>
      </w:r>
      <w:r w:rsidRPr="004660D0">
        <w:rPr>
          <w:rFonts w:ascii="Verdana" w:hAnsi="Verdana" w:cs="Calibri"/>
          <w:sz w:val="20"/>
          <w:szCs w:val="20"/>
        </w:rPr>
        <w:t>)</w:t>
      </w:r>
    </w:p>
    <w:p w14:paraId="112411E3" w14:textId="5F19D5DE" w:rsidR="004D6B19" w:rsidRPr="000F3D65" w:rsidRDefault="004D6B19" w:rsidP="004D6B19">
      <w:pPr>
        <w:rPr>
          <w:rFonts w:ascii="Verdana" w:hAnsi="Verdana" w:cs="Calibri"/>
          <w:sz w:val="20"/>
          <w:szCs w:val="20"/>
        </w:rPr>
      </w:pPr>
      <w:r w:rsidRPr="004B4330">
        <w:rPr>
          <w:rFonts w:ascii="Verdana" w:hAnsi="Verdana" w:cs="Calibri"/>
          <w:b/>
          <w:sz w:val="20"/>
          <w:szCs w:val="20"/>
        </w:rPr>
        <w:t xml:space="preserve">Přepočet: </w:t>
      </w:r>
      <w:r w:rsidR="000B2E6A">
        <w:rPr>
          <w:rFonts w:ascii="Verdana" w:hAnsi="Verdana" w:cs="Calibri"/>
          <w:b/>
          <w:sz w:val="20"/>
          <w:szCs w:val="20"/>
        </w:rPr>
        <w:t>jedna</w:t>
      </w:r>
      <w:r w:rsidRPr="004B4330">
        <w:rPr>
          <w:rFonts w:ascii="Verdana" w:hAnsi="Verdana" w:cs="Calibri"/>
          <w:b/>
          <w:sz w:val="20"/>
          <w:szCs w:val="20"/>
        </w:rPr>
        <w:t xml:space="preserve"> NK </w:t>
      </w:r>
      <w:r w:rsidRPr="004B4330">
        <w:rPr>
          <w:rFonts w:ascii="Verdana" w:hAnsi="Verdana" w:cs="Calibri"/>
          <w:sz w:val="20"/>
          <w:szCs w:val="20"/>
        </w:rPr>
        <w:t>(</w:t>
      </w:r>
      <w:r w:rsidR="000B2E6A" w:rsidRPr="004B4330">
        <w:rPr>
          <w:rFonts w:ascii="Verdana" w:hAnsi="Verdana" w:cs="Calibri"/>
          <w:sz w:val="20"/>
          <w:szCs w:val="20"/>
        </w:rPr>
        <w:t xml:space="preserve">ocel </w:t>
      </w:r>
      <w:r w:rsidR="000B2E6A" w:rsidRPr="004660D0">
        <w:rPr>
          <w:rFonts w:ascii="Verdana" w:hAnsi="Verdana" w:cs="Calibri"/>
          <w:sz w:val="20"/>
          <w:szCs w:val="20"/>
        </w:rPr>
        <w:t>– p</w:t>
      </w:r>
      <w:r w:rsidR="000B2E6A">
        <w:rPr>
          <w:rFonts w:ascii="Verdana" w:hAnsi="Verdana" w:cs="Calibri"/>
          <w:sz w:val="20"/>
          <w:szCs w:val="20"/>
        </w:rPr>
        <w:t>lnostěnná s</w:t>
      </w:r>
      <w:r w:rsidR="000F3D65">
        <w:rPr>
          <w:rFonts w:ascii="Verdana" w:hAnsi="Verdana" w:cs="Calibri"/>
          <w:sz w:val="20"/>
          <w:szCs w:val="20"/>
        </w:rPr>
        <w:t xml:space="preserve"> dolní</w:t>
      </w:r>
      <w:r w:rsidR="000B2E6A">
        <w:rPr>
          <w:rFonts w:ascii="Verdana" w:hAnsi="Verdana" w:cs="Calibri"/>
          <w:sz w:val="20"/>
          <w:szCs w:val="20"/>
        </w:rPr>
        <w:t xml:space="preserve"> mostovkou</w:t>
      </w:r>
      <w:r w:rsidR="000B2E6A" w:rsidRPr="004660D0">
        <w:rPr>
          <w:rFonts w:ascii="Verdana" w:hAnsi="Verdana" w:cs="Calibri"/>
          <w:sz w:val="20"/>
          <w:szCs w:val="20"/>
        </w:rPr>
        <w:t>)</w:t>
      </w:r>
    </w:p>
    <w:p w14:paraId="2FCEDA3A" w14:textId="3FCEDE16" w:rsidR="004D6B19" w:rsidRPr="00FE2951" w:rsidRDefault="004D6B19" w:rsidP="004D6B19">
      <w:pPr>
        <w:rPr>
          <w:rFonts w:ascii="Verdana" w:hAnsi="Verdana" w:cs="Calibri"/>
          <w:sz w:val="20"/>
          <w:szCs w:val="20"/>
        </w:rPr>
      </w:pPr>
      <w:r w:rsidRPr="007D24F3">
        <w:rPr>
          <w:rFonts w:ascii="Verdana" w:hAnsi="Verdana" w:cs="Calibri"/>
          <w:sz w:val="20"/>
          <w:szCs w:val="20"/>
        </w:rPr>
        <w:t>Protokol o podrobné prohlídce je v příloze 9</w:t>
      </w:r>
      <w:r w:rsidR="007D24F3" w:rsidRPr="007D24F3">
        <w:rPr>
          <w:rFonts w:ascii="Verdana" w:hAnsi="Verdana" w:cs="Calibri"/>
          <w:sz w:val="20"/>
          <w:szCs w:val="20"/>
        </w:rPr>
        <w:t>c</w:t>
      </w:r>
    </w:p>
    <w:p w14:paraId="2DE75A55" w14:textId="652B7C07" w:rsidR="00AB28C3" w:rsidRPr="00FE2951" w:rsidRDefault="00AB28C3" w:rsidP="000549C9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t>Požadavky na organizaci projektu (harmonogram, plnění díla) a závěrečné vyhodnocení celého projektu včetně publikace a prezentace výsledků na jednodenní konferenci</w:t>
      </w:r>
    </w:p>
    <w:p w14:paraId="1F8130D1" w14:textId="77777777" w:rsidR="00AB28C3" w:rsidRPr="00852F3D" w:rsidRDefault="00AB28C3" w:rsidP="00AB28C3">
      <w:pPr>
        <w:ind w:left="1500"/>
        <w:contextualSpacing/>
        <w:jc w:val="both"/>
        <w:rPr>
          <w:rFonts w:ascii="Verdana" w:hAnsi="Verdana" w:cs="Arial"/>
          <w:sz w:val="10"/>
          <w:szCs w:val="10"/>
        </w:rPr>
      </w:pPr>
    </w:p>
    <w:p w14:paraId="3A3A95C5" w14:textId="77777777" w:rsidR="00AB28C3" w:rsidRPr="00FE2951" w:rsidRDefault="00AB28C3" w:rsidP="000549C9">
      <w:pPr>
        <w:pStyle w:val="Odstavecseseznamem"/>
        <w:numPr>
          <w:ilvl w:val="0"/>
          <w:numId w:val="49"/>
        </w:numPr>
        <w:rPr>
          <w:rFonts w:ascii="Verdana" w:hAnsi="Verdana" w:cs="Arial"/>
          <w:b/>
          <w:sz w:val="24"/>
          <w:szCs w:val="24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Práce budou </w:t>
      </w:r>
      <w:r w:rsidRPr="00D171F6">
        <w:rPr>
          <w:rFonts w:ascii="Verdana" w:hAnsi="Verdana" w:cs="Arial"/>
          <w:sz w:val="20"/>
          <w:szCs w:val="20"/>
        </w:rPr>
        <w:t xml:space="preserve">provedeny ve dvou </w:t>
      </w:r>
      <w:r w:rsidR="00895C65" w:rsidRPr="00D171F6">
        <w:rPr>
          <w:rFonts w:ascii="Verdana" w:hAnsi="Verdana" w:cs="Arial"/>
          <w:sz w:val="20"/>
          <w:szCs w:val="20"/>
        </w:rPr>
        <w:t>fázích</w:t>
      </w:r>
      <w:r w:rsidRPr="00D171F6">
        <w:rPr>
          <w:rFonts w:ascii="Verdana" w:hAnsi="Verdana" w:cs="Arial"/>
          <w:sz w:val="20"/>
          <w:szCs w:val="20"/>
        </w:rPr>
        <w:t>.</w:t>
      </w:r>
      <w:r w:rsidR="00C0607B" w:rsidRPr="00D171F6">
        <w:rPr>
          <w:rFonts w:ascii="Verdana" w:hAnsi="Verdana" w:cs="Arial"/>
          <w:sz w:val="20"/>
          <w:szCs w:val="20"/>
        </w:rPr>
        <w:t xml:space="preserve"> V první fázi</w:t>
      </w:r>
      <w:r w:rsidRPr="00D171F6">
        <w:rPr>
          <w:rFonts w:ascii="Verdana" w:hAnsi="Verdana" w:cs="Arial"/>
          <w:sz w:val="20"/>
          <w:szCs w:val="20"/>
        </w:rPr>
        <w:t xml:space="preserve"> bude provedena diagnostika (body I.-IV.) mostů, ve druhé </w:t>
      </w:r>
      <w:r w:rsidR="00C0607B" w:rsidRPr="00D171F6">
        <w:rPr>
          <w:rFonts w:ascii="Verdana" w:hAnsi="Verdana" w:cs="Arial"/>
          <w:sz w:val="20"/>
          <w:szCs w:val="20"/>
        </w:rPr>
        <w:t>fázi</w:t>
      </w:r>
      <w:r w:rsidRPr="00D171F6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68137682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D171F6">
        <w:rPr>
          <w:rFonts w:ascii="Verdana" w:hAnsi="Verdana" w:cs="Arial"/>
          <w:b/>
          <w:sz w:val="20"/>
          <w:szCs w:val="20"/>
        </w:rPr>
        <w:t xml:space="preserve">Práce v první </w:t>
      </w:r>
      <w:r w:rsidR="00895C65" w:rsidRPr="00D171F6">
        <w:rPr>
          <w:rFonts w:ascii="Verdana" w:hAnsi="Verdana" w:cs="Arial"/>
          <w:b/>
          <w:sz w:val="20"/>
          <w:szCs w:val="20"/>
        </w:rPr>
        <w:t>fázi</w:t>
      </w:r>
      <w:r w:rsidRPr="00D171F6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(bod I.) budou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zahájeny ihned po nabytí účinnosti Smlouvy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SoD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). </w:t>
      </w:r>
    </w:p>
    <w:p w14:paraId="6718E810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16F1F432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do 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30. 11. 202</w:t>
      </w:r>
      <w:r w:rsidR="00874BB9" w:rsidRPr="00AA59C0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ED68DC6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druhé </w:t>
      </w:r>
      <w:r w:rsidR="00895C65"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–VI.) budou zahájeny ihned po ukončení 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10 pracovních dnů před termínem odevzdání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127A3A7C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do </w:t>
      </w:r>
      <w:r w:rsidR="00444F40" w:rsidRPr="00AA59C0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="00AA59C0" w:rsidRPr="00AA59C0">
        <w:rPr>
          <w:rFonts w:ascii="Verdana" w:eastAsia="Times New Roman" w:hAnsi="Verdana" w:cs="Times New Roman"/>
          <w:sz w:val="20"/>
          <w:szCs w:val="20"/>
          <w:lang w:eastAsia="cs-CZ"/>
        </w:rPr>
        <w:t>0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AA59C0" w:rsidRPr="00AA59C0">
        <w:rPr>
          <w:rFonts w:ascii="Verdana" w:eastAsia="Times New Roman" w:hAnsi="Verdana" w:cs="Times New Roman"/>
          <w:sz w:val="20"/>
          <w:szCs w:val="20"/>
          <w:lang w:eastAsia="cs-CZ"/>
        </w:rPr>
        <w:t>6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874BB9" w:rsidRPr="00AA59C0">
        <w:rPr>
          <w:rFonts w:ascii="Verdana" w:eastAsia="Times New Roman" w:hAnsi="Verdana" w:cs="Times New Roman"/>
          <w:sz w:val="20"/>
          <w:szCs w:val="20"/>
          <w:lang w:eastAsia="cs-CZ"/>
        </w:rPr>
        <w:t>5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24043300" w14:textId="77777777" w:rsidR="00AB28C3" w:rsidRPr="00852F3D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10"/>
          <w:szCs w:val="10"/>
          <w:lang w:eastAsia="cs-CZ"/>
        </w:rPr>
      </w:pPr>
    </w:p>
    <w:p w14:paraId="502554C6" w14:textId="77777777" w:rsidR="00AB28C3" w:rsidRPr="00FE2951" w:rsidRDefault="00AB28C3" w:rsidP="000549C9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213FAD5D" w:rsidR="00AB28C3" w:rsidRPr="00AA59C0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I.-IV.) budou předány do 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30. 11. 202</w:t>
      </w:r>
      <w:r w:rsidR="00874BB9" w:rsidRPr="00AA59C0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6CC6A727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Objednatele, finální podoba odevzdaných řešení bude upřesněná na jednáních ve 2 vyhotoveních;</w:t>
      </w:r>
    </w:p>
    <w:p w14:paraId="1C076CE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dohodnutou adresu (elektronicky ke stažení)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8179E24" w14:textId="0BF48982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do 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="00AA59C0" w:rsidRPr="00AA59C0">
        <w:rPr>
          <w:rFonts w:ascii="Verdana" w:eastAsia="Times New Roman" w:hAnsi="Verdana" w:cs="Times New Roman"/>
          <w:sz w:val="20"/>
          <w:szCs w:val="20"/>
          <w:lang w:eastAsia="cs-CZ"/>
        </w:rPr>
        <w:t>0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AA59C0" w:rsidRPr="00AA59C0">
        <w:rPr>
          <w:rFonts w:ascii="Verdana" w:eastAsia="Times New Roman" w:hAnsi="Verdana" w:cs="Times New Roman"/>
          <w:sz w:val="20"/>
          <w:szCs w:val="20"/>
          <w:lang w:eastAsia="cs-CZ"/>
        </w:rPr>
        <w:t>6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874BB9" w:rsidRPr="00AA59C0">
        <w:rPr>
          <w:rFonts w:ascii="Verdana" w:eastAsia="Times New Roman" w:hAnsi="Verdana" w:cs="Times New Roman"/>
          <w:sz w:val="20"/>
          <w:szCs w:val="20"/>
          <w:lang w:eastAsia="cs-CZ"/>
        </w:rPr>
        <w:t>5</w:t>
      </w:r>
      <w:r w:rsidRPr="00AA59C0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D1A718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(formát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falsh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77777777" w:rsidR="00AB28C3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11A494ED" w14:textId="77777777" w:rsidR="002F5705" w:rsidRPr="00FE2951" w:rsidRDefault="002F5705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634E6092" w14:textId="6E666461" w:rsidR="00AB28C3" w:rsidRPr="00FE2951" w:rsidRDefault="00AB28C3" w:rsidP="000549C9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>Závěrečné vyhodnocení projektu včetně publikace a</w:t>
      </w:r>
      <w:r w:rsidR="002F5705">
        <w:rPr>
          <w:rFonts w:ascii="Verdana" w:eastAsia="Times New Roman" w:hAnsi="Verdana" w:cs="Times New Roman"/>
          <w:b/>
          <w:sz w:val="24"/>
          <w:szCs w:val="24"/>
          <w:lang w:eastAsia="cs-CZ"/>
        </w:rPr>
        <w:t> </w:t>
      </w: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jednodenní konference </w:t>
      </w:r>
    </w:p>
    <w:p w14:paraId="50DBAC7C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u w:val="single"/>
          <w:lang w:eastAsia="cs-CZ"/>
        </w:rPr>
      </w:pPr>
    </w:p>
    <w:p w14:paraId="1674FD0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Dodavatel zobecní zkušenosti získané při realizaci zakázky</w:t>
      </w:r>
    </w:p>
    <w:p w14:paraId="211B78D8" w14:textId="77777777" w:rsidR="00AB28C3" w:rsidRPr="00FE2951" w:rsidRDefault="00AB28C3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zkušenost při 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diagnostice mostů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dle předpisu S 5/1 včetně návrhu případných úprav</w:t>
      </w:r>
    </w:p>
    <w:p w14:paraId="35F7A9A5" w14:textId="77777777" w:rsidR="008C352D" w:rsidRPr="00FE2951" w:rsidRDefault="008C352D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zkušenosti při přepočtu mostů dle předpisu S 5/1 včetně návrhu případných úprav</w:t>
      </w:r>
    </w:p>
    <w:p w14:paraId="7933FB1A" w14:textId="77777777" w:rsidR="00AB28C3" w:rsidRPr="00FE2951" w:rsidRDefault="00AB28C3" w:rsidP="00AB28C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možné stavební zásahy (zesílení) posuzovaných mostů</w:t>
      </w:r>
    </w:p>
    <w:p w14:paraId="5A34FE51" w14:textId="77777777" w:rsidR="00AB28C3" w:rsidRPr="00D171F6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Dodavatel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průběžně </w:t>
      </w: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zajistí podklady pro plánovanou technickou zprávu z celého projektu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DPSP </w:t>
      </w: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a plánovanou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publikaci. Jedná se především o technická data a kvalitní a vypovídající fotografie</w:t>
      </w:r>
      <w:r w:rsidR="00FE2951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 to jak detailů, tak celých mostů (</w:t>
      </w:r>
      <w:r w:rsidR="00450E0D">
        <w:rPr>
          <w:rFonts w:ascii="Verdana" w:eastAsia="Times New Roman" w:hAnsi="Verdana" w:cs="Times New Roman"/>
          <w:sz w:val="20"/>
          <w:szCs w:val="20"/>
          <w:lang w:eastAsia="cs-CZ"/>
        </w:rPr>
        <w:t>např. s využitím dronů)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3E0D5C97" w14:textId="77777777" w:rsidR="00AB28C3" w:rsidRPr="00D171F6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Dodavatel zajistí podklady </w:t>
      </w:r>
      <w:r w:rsidR="00450E0D" w:rsidRPr="00D171F6">
        <w:rPr>
          <w:rFonts w:ascii="Verdana" w:eastAsia="Times New Roman" w:hAnsi="Verdana" w:cs="Times New Roman"/>
          <w:sz w:val="20"/>
          <w:szCs w:val="20"/>
          <w:lang w:eastAsia="cs-CZ"/>
        </w:rPr>
        <w:t>a poskytne potřebnou spolupráci v rámci závěrečné prezentace projektu před odbornou veřejností aktivní účastí a případné přednášky.</w:t>
      </w:r>
    </w:p>
    <w:p w14:paraId="219B8020" w14:textId="77777777" w:rsidR="009725C2" w:rsidRDefault="009725C2" w:rsidP="00E613B6">
      <w:pPr>
        <w:jc w:val="both"/>
        <w:rPr>
          <w:rFonts w:ascii="Verdana" w:hAnsi="Verdana" w:cs="Arial"/>
        </w:rPr>
      </w:pPr>
    </w:p>
    <w:p w14:paraId="64CA9076" w14:textId="5F0A1A30" w:rsidR="00B26CF7" w:rsidRPr="00FE2951" w:rsidRDefault="00E613B6" w:rsidP="00E613B6">
      <w:p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</w:rPr>
        <w:t>Součástí přílohy 9 Výzvy k podání nabídky je vzor Manažerského shrnutí (příloha</w:t>
      </w:r>
      <w:r w:rsidR="007D24F3">
        <w:rPr>
          <w:rFonts w:ascii="Verdana" w:hAnsi="Verdana" w:cs="Arial"/>
        </w:rPr>
        <w:t> </w:t>
      </w:r>
      <w:proofErr w:type="gramStart"/>
      <w:r w:rsidRPr="007D24F3">
        <w:rPr>
          <w:rFonts w:ascii="Verdana" w:hAnsi="Verdana" w:cs="Arial"/>
        </w:rPr>
        <w:t>9a</w:t>
      </w:r>
      <w:proofErr w:type="gramEnd"/>
      <w:r w:rsidRPr="007D24F3">
        <w:rPr>
          <w:rFonts w:ascii="Verdana" w:hAnsi="Verdana" w:cs="Arial"/>
        </w:rPr>
        <w:t xml:space="preserve">) </w:t>
      </w:r>
      <w:r w:rsidRPr="00FE2951">
        <w:rPr>
          <w:rFonts w:ascii="Verdana" w:hAnsi="Verdana" w:cs="Arial"/>
        </w:rPr>
        <w:t xml:space="preserve">a Protokoly o podrobných prohlídkách </w:t>
      </w:r>
      <w:r w:rsidRPr="00AA59C0">
        <w:rPr>
          <w:rFonts w:ascii="Verdana" w:hAnsi="Verdana" w:cs="Arial"/>
        </w:rPr>
        <w:t xml:space="preserve">(příloha </w:t>
      </w:r>
      <w:proofErr w:type="spellStart"/>
      <w:r w:rsidRPr="00AA59C0">
        <w:rPr>
          <w:rFonts w:ascii="Verdana" w:hAnsi="Verdana" w:cs="Arial"/>
        </w:rPr>
        <w:t>9b</w:t>
      </w:r>
      <w:proofErr w:type="spellEnd"/>
      <w:r w:rsidRPr="00AA59C0">
        <w:rPr>
          <w:rFonts w:ascii="Verdana" w:hAnsi="Verdana" w:cs="Arial"/>
        </w:rPr>
        <w:t>, 9c)</w:t>
      </w:r>
    </w:p>
    <w:sectPr w:rsidR="00B26CF7" w:rsidRPr="00FE2951" w:rsidSect="00172EBA">
      <w:headerReference w:type="even" r:id="rId10"/>
      <w:footerReference w:type="default" r:id="rId11"/>
      <w:headerReference w:type="first" r:id="rId12"/>
      <w:pgSz w:w="11906" w:h="16838"/>
      <w:pgMar w:top="1417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02559" w14:textId="77777777" w:rsidR="005379CA" w:rsidRDefault="005379CA" w:rsidP="00DD10F9">
      <w:pPr>
        <w:spacing w:after="0" w:line="240" w:lineRule="auto"/>
      </w:pPr>
      <w:r>
        <w:separator/>
      </w:r>
    </w:p>
  </w:endnote>
  <w:endnote w:type="continuationSeparator" w:id="0">
    <w:p w14:paraId="4ECF526D" w14:textId="77777777" w:rsidR="005379CA" w:rsidRDefault="005379CA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153648"/>
      <w:docPartObj>
        <w:docPartGallery w:val="Page Numbers (Bottom of Page)"/>
        <w:docPartUnique/>
      </w:docPartObj>
    </w:sdtPr>
    <w:sdtEndPr/>
    <w:sdtContent>
      <w:p w14:paraId="33BD94CB" w14:textId="09B08A06"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920">
          <w:rPr>
            <w:noProof/>
          </w:rPr>
          <w:t>4</w:t>
        </w:r>
        <w:r>
          <w:fldChar w:fldCharType="end"/>
        </w:r>
      </w:p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646BE" w14:textId="77777777" w:rsidR="005379CA" w:rsidRDefault="005379CA" w:rsidP="00DD10F9">
      <w:pPr>
        <w:spacing w:after="0" w:line="240" w:lineRule="auto"/>
      </w:pPr>
      <w:r>
        <w:separator/>
      </w:r>
    </w:p>
  </w:footnote>
  <w:footnote w:type="continuationSeparator" w:id="0">
    <w:p w14:paraId="3707FAC0" w14:textId="77777777" w:rsidR="005379CA" w:rsidRDefault="005379CA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D3DFC" w14:textId="77777777" w:rsidR="004D0DE8" w:rsidRDefault="002F5705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027DA" w14:textId="77777777" w:rsidR="004D0DE8" w:rsidRDefault="002F5705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904A1"/>
    <w:multiLevelType w:val="hybridMultilevel"/>
    <w:tmpl w:val="A7747F0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5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171108">
    <w:abstractNumId w:val="40"/>
  </w:num>
  <w:num w:numId="2" w16cid:durableId="423459550">
    <w:abstractNumId w:val="36"/>
  </w:num>
  <w:num w:numId="3" w16cid:durableId="1775325107">
    <w:abstractNumId w:val="25"/>
  </w:num>
  <w:num w:numId="4" w16cid:durableId="1998269192">
    <w:abstractNumId w:val="26"/>
  </w:num>
  <w:num w:numId="5" w16cid:durableId="1147093952">
    <w:abstractNumId w:val="15"/>
  </w:num>
  <w:num w:numId="6" w16cid:durableId="2105612738">
    <w:abstractNumId w:val="1"/>
  </w:num>
  <w:num w:numId="7" w16cid:durableId="446197289">
    <w:abstractNumId w:val="34"/>
  </w:num>
  <w:num w:numId="8" w16cid:durableId="1398479757">
    <w:abstractNumId w:val="42"/>
  </w:num>
  <w:num w:numId="9" w16cid:durableId="1009137094">
    <w:abstractNumId w:val="48"/>
  </w:num>
  <w:num w:numId="10" w16cid:durableId="1328246257">
    <w:abstractNumId w:val="19"/>
  </w:num>
  <w:num w:numId="11" w16cid:durableId="913704202">
    <w:abstractNumId w:val="32"/>
  </w:num>
  <w:num w:numId="12" w16cid:durableId="1034577203">
    <w:abstractNumId w:val="17"/>
  </w:num>
  <w:num w:numId="13" w16cid:durableId="1521622573">
    <w:abstractNumId w:val="47"/>
  </w:num>
  <w:num w:numId="14" w16cid:durableId="783696396">
    <w:abstractNumId w:val="35"/>
  </w:num>
  <w:num w:numId="15" w16cid:durableId="14623591">
    <w:abstractNumId w:val="6"/>
  </w:num>
  <w:num w:numId="16" w16cid:durableId="1219785143">
    <w:abstractNumId w:val="10"/>
  </w:num>
  <w:num w:numId="17" w16cid:durableId="1061488460">
    <w:abstractNumId w:val="18"/>
  </w:num>
  <w:num w:numId="18" w16cid:durableId="644117907">
    <w:abstractNumId w:val="44"/>
  </w:num>
  <w:num w:numId="19" w16cid:durableId="1251425476">
    <w:abstractNumId w:val="5"/>
  </w:num>
  <w:num w:numId="20" w16cid:durableId="1759323674">
    <w:abstractNumId w:val="23"/>
  </w:num>
  <w:num w:numId="21" w16cid:durableId="1242909947">
    <w:abstractNumId w:val="21"/>
  </w:num>
  <w:num w:numId="22" w16cid:durableId="1472671712">
    <w:abstractNumId w:val="12"/>
  </w:num>
  <w:num w:numId="23" w16cid:durableId="468985168">
    <w:abstractNumId w:val="30"/>
  </w:num>
  <w:num w:numId="24" w16cid:durableId="407729552">
    <w:abstractNumId w:val="13"/>
  </w:num>
  <w:num w:numId="25" w16cid:durableId="292369023">
    <w:abstractNumId w:val="7"/>
  </w:num>
  <w:num w:numId="26" w16cid:durableId="1079404431">
    <w:abstractNumId w:val="41"/>
  </w:num>
  <w:num w:numId="27" w16cid:durableId="1184905776">
    <w:abstractNumId w:val="39"/>
  </w:num>
  <w:num w:numId="28" w16cid:durableId="2101832751">
    <w:abstractNumId w:val="38"/>
  </w:num>
  <w:num w:numId="29" w16cid:durableId="1793094812">
    <w:abstractNumId w:val="37"/>
  </w:num>
  <w:num w:numId="30" w16cid:durableId="267542561">
    <w:abstractNumId w:val="9"/>
  </w:num>
  <w:num w:numId="31" w16cid:durableId="822508862">
    <w:abstractNumId w:val="0"/>
  </w:num>
  <w:num w:numId="32" w16cid:durableId="455638227">
    <w:abstractNumId w:val="2"/>
  </w:num>
  <w:num w:numId="33" w16cid:durableId="772633022">
    <w:abstractNumId w:val="22"/>
  </w:num>
  <w:num w:numId="34" w16cid:durableId="1103233905">
    <w:abstractNumId w:val="8"/>
  </w:num>
  <w:num w:numId="35" w16cid:durableId="912199041">
    <w:abstractNumId w:val="3"/>
  </w:num>
  <w:num w:numId="36" w16cid:durableId="1587423009">
    <w:abstractNumId w:val="14"/>
  </w:num>
  <w:num w:numId="37" w16cid:durableId="1360668541">
    <w:abstractNumId w:val="31"/>
  </w:num>
  <w:num w:numId="38" w16cid:durableId="1750345420">
    <w:abstractNumId w:val="29"/>
  </w:num>
  <w:num w:numId="39" w16cid:durableId="169369345">
    <w:abstractNumId w:val="24"/>
  </w:num>
  <w:num w:numId="40" w16cid:durableId="1546795531">
    <w:abstractNumId w:val="33"/>
  </w:num>
  <w:num w:numId="41" w16cid:durableId="1558004051">
    <w:abstractNumId w:val="45"/>
  </w:num>
  <w:num w:numId="42" w16cid:durableId="935862571">
    <w:abstractNumId w:val="4"/>
  </w:num>
  <w:num w:numId="43" w16cid:durableId="2112507361">
    <w:abstractNumId w:val="16"/>
  </w:num>
  <w:num w:numId="44" w16cid:durableId="1626110117">
    <w:abstractNumId w:val="11"/>
  </w:num>
  <w:num w:numId="45" w16cid:durableId="1700547627">
    <w:abstractNumId w:val="20"/>
  </w:num>
  <w:num w:numId="46" w16cid:durableId="1812940215">
    <w:abstractNumId w:val="43"/>
  </w:num>
  <w:num w:numId="47" w16cid:durableId="1982268576">
    <w:abstractNumId w:val="27"/>
  </w:num>
  <w:num w:numId="48" w16cid:durableId="541016329">
    <w:abstractNumId w:val="28"/>
  </w:num>
  <w:num w:numId="49" w16cid:durableId="2080244144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237F"/>
    <w:rsid w:val="000419E0"/>
    <w:rsid w:val="00053000"/>
    <w:rsid w:val="000549C9"/>
    <w:rsid w:val="000604FF"/>
    <w:rsid w:val="00063CAC"/>
    <w:rsid w:val="000662B3"/>
    <w:rsid w:val="00071D6B"/>
    <w:rsid w:val="00084FC3"/>
    <w:rsid w:val="0008783E"/>
    <w:rsid w:val="00090FA2"/>
    <w:rsid w:val="00094DCD"/>
    <w:rsid w:val="000A05F7"/>
    <w:rsid w:val="000A25A9"/>
    <w:rsid w:val="000A5F8F"/>
    <w:rsid w:val="000A7001"/>
    <w:rsid w:val="000B0541"/>
    <w:rsid w:val="000B2E6A"/>
    <w:rsid w:val="000B4E2A"/>
    <w:rsid w:val="000D3131"/>
    <w:rsid w:val="000D4F1C"/>
    <w:rsid w:val="000E0908"/>
    <w:rsid w:val="000E30E5"/>
    <w:rsid w:val="000E6EF1"/>
    <w:rsid w:val="000F2EA4"/>
    <w:rsid w:val="000F3D65"/>
    <w:rsid w:val="0011759E"/>
    <w:rsid w:val="00126FA0"/>
    <w:rsid w:val="00137C74"/>
    <w:rsid w:val="00161788"/>
    <w:rsid w:val="00162FD7"/>
    <w:rsid w:val="00164E42"/>
    <w:rsid w:val="00172EBA"/>
    <w:rsid w:val="00174A39"/>
    <w:rsid w:val="00187840"/>
    <w:rsid w:val="00191B0D"/>
    <w:rsid w:val="00191B30"/>
    <w:rsid w:val="001B1237"/>
    <w:rsid w:val="001B254B"/>
    <w:rsid w:val="001B3E04"/>
    <w:rsid w:val="001D1D7C"/>
    <w:rsid w:val="001D50F7"/>
    <w:rsid w:val="001D73AD"/>
    <w:rsid w:val="001E1D16"/>
    <w:rsid w:val="001F0273"/>
    <w:rsid w:val="001F407D"/>
    <w:rsid w:val="00202DB6"/>
    <w:rsid w:val="00206433"/>
    <w:rsid w:val="00210A7D"/>
    <w:rsid w:val="002178B6"/>
    <w:rsid w:val="00224806"/>
    <w:rsid w:val="002323C2"/>
    <w:rsid w:val="00235212"/>
    <w:rsid w:val="00241E3D"/>
    <w:rsid w:val="00245C42"/>
    <w:rsid w:val="0025087B"/>
    <w:rsid w:val="00255282"/>
    <w:rsid w:val="00260F47"/>
    <w:rsid w:val="002636B3"/>
    <w:rsid w:val="00270A79"/>
    <w:rsid w:val="002726EA"/>
    <w:rsid w:val="00274D56"/>
    <w:rsid w:val="00281E8C"/>
    <w:rsid w:val="00291E19"/>
    <w:rsid w:val="00291F60"/>
    <w:rsid w:val="002A0ADB"/>
    <w:rsid w:val="002E2ED6"/>
    <w:rsid w:val="002E32BB"/>
    <w:rsid w:val="002E5D7E"/>
    <w:rsid w:val="002F3F82"/>
    <w:rsid w:val="002F5705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1CC8"/>
    <w:rsid w:val="00334515"/>
    <w:rsid w:val="00347309"/>
    <w:rsid w:val="003551B3"/>
    <w:rsid w:val="0036594F"/>
    <w:rsid w:val="003930D2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F3D76"/>
    <w:rsid w:val="003F5C1C"/>
    <w:rsid w:val="004018F3"/>
    <w:rsid w:val="00405648"/>
    <w:rsid w:val="004130D8"/>
    <w:rsid w:val="0041390E"/>
    <w:rsid w:val="00414BF0"/>
    <w:rsid w:val="00415381"/>
    <w:rsid w:val="0042196F"/>
    <w:rsid w:val="00430306"/>
    <w:rsid w:val="0043377C"/>
    <w:rsid w:val="00443B69"/>
    <w:rsid w:val="00444F40"/>
    <w:rsid w:val="0044691A"/>
    <w:rsid w:val="00450E0D"/>
    <w:rsid w:val="00453123"/>
    <w:rsid w:val="00461594"/>
    <w:rsid w:val="004660D0"/>
    <w:rsid w:val="00474917"/>
    <w:rsid w:val="00484298"/>
    <w:rsid w:val="00490343"/>
    <w:rsid w:val="00495622"/>
    <w:rsid w:val="004966E1"/>
    <w:rsid w:val="004B35C7"/>
    <w:rsid w:val="004C7105"/>
    <w:rsid w:val="004D0AFD"/>
    <w:rsid w:val="004D0DE8"/>
    <w:rsid w:val="004D6B19"/>
    <w:rsid w:val="004F0021"/>
    <w:rsid w:val="00501BD8"/>
    <w:rsid w:val="00514360"/>
    <w:rsid w:val="005151F8"/>
    <w:rsid w:val="005177E8"/>
    <w:rsid w:val="00525980"/>
    <w:rsid w:val="0053151E"/>
    <w:rsid w:val="00535E8D"/>
    <w:rsid w:val="005379CA"/>
    <w:rsid w:val="00541029"/>
    <w:rsid w:val="00541AB6"/>
    <w:rsid w:val="00543163"/>
    <w:rsid w:val="0054461D"/>
    <w:rsid w:val="00547ECA"/>
    <w:rsid w:val="00571ECB"/>
    <w:rsid w:val="00572BD0"/>
    <w:rsid w:val="00582DA1"/>
    <w:rsid w:val="00596FDE"/>
    <w:rsid w:val="005C1666"/>
    <w:rsid w:val="005C1BBB"/>
    <w:rsid w:val="005E5366"/>
    <w:rsid w:val="005F3A0D"/>
    <w:rsid w:val="00600CB5"/>
    <w:rsid w:val="0060271F"/>
    <w:rsid w:val="00604C68"/>
    <w:rsid w:val="00606963"/>
    <w:rsid w:val="0060715F"/>
    <w:rsid w:val="00610587"/>
    <w:rsid w:val="00616D7E"/>
    <w:rsid w:val="00622F41"/>
    <w:rsid w:val="00644144"/>
    <w:rsid w:val="00653C43"/>
    <w:rsid w:val="00653F1E"/>
    <w:rsid w:val="00662AD9"/>
    <w:rsid w:val="00663413"/>
    <w:rsid w:val="006648D7"/>
    <w:rsid w:val="00670CB6"/>
    <w:rsid w:val="00672D5A"/>
    <w:rsid w:val="006756E5"/>
    <w:rsid w:val="00676012"/>
    <w:rsid w:val="006933D9"/>
    <w:rsid w:val="006A19E2"/>
    <w:rsid w:val="006A1E79"/>
    <w:rsid w:val="006A49EA"/>
    <w:rsid w:val="006A7433"/>
    <w:rsid w:val="006B1F1B"/>
    <w:rsid w:val="006C0DE5"/>
    <w:rsid w:val="006D6144"/>
    <w:rsid w:val="006D73A9"/>
    <w:rsid w:val="006E0BD6"/>
    <w:rsid w:val="006E7ADA"/>
    <w:rsid w:val="006F2A19"/>
    <w:rsid w:val="006F62FE"/>
    <w:rsid w:val="007107F2"/>
    <w:rsid w:val="0071368A"/>
    <w:rsid w:val="00715920"/>
    <w:rsid w:val="00717BBC"/>
    <w:rsid w:val="0073201E"/>
    <w:rsid w:val="00735911"/>
    <w:rsid w:val="00745B3A"/>
    <w:rsid w:val="007626BF"/>
    <w:rsid w:val="007662E6"/>
    <w:rsid w:val="007A412E"/>
    <w:rsid w:val="007B40EE"/>
    <w:rsid w:val="007C01A8"/>
    <w:rsid w:val="007C27B6"/>
    <w:rsid w:val="007D24F3"/>
    <w:rsid w:val="007D34A9"/>
    <w:rsid w:val="007E4BFF"/>
    <w:rsid w:val="007F0030"/>
    <w:rsid w:val="007F12AF"/>
    <w:rsid w:val="00801DA8"/>
    <w:rsid w:val="00804401"/>
    <w:rsid w:val="0080616A"/>
    <w:rsid w:val="008067C6"/>
    <w:rsid w:val="008140D2"/>
    <w:rsid w:val="008154EB"/>
    <w:rsid w:val="00830569"/>
    <w:rsid w:val="00834AEC"/>
    <w:rsid w:val="00841E72"/>
    <w:rsid w:val="008479FC"/>
    <w:rsid w:val="008500DF"/>
    <w:rsid w:val="00850D9A"/>
    <w:rsid w:val="00852F3D"/>
    <w:rsid w:val="00853AA9"/>
    <w:rsid w:val="00854132"/>
    <w:rsid w:val="0086350D"/>
    <w:rsid w:val="00867FD1"/>
    <w:rsid w:val="00874BB9"/>
    <w:rsid w:val="00884BFA"/>
    <w:rsid w:val="00885546"/>
    <w:rsid w:val="00895C65"/>
    <w:rsid w:val="008A0908"/>
    <w:rsid w:val="008C0C86"/>
    <w:rsid w:val="008C352D"/>
    <w:rsid w:val="008C4224"/>
    <w:rsid w:val="008C4308"/>
    <w:rsid w:val="008C5AFE"/>
    <w:rsid w:val="008D710A"/>
    <w:rsid w:val="008F2BAC"/>
    <w:rsid w:val="008F6325"/>
    <w:rsid w:val="00900E05"/>
    <w:rsid w:val="00901198"/>
    <w:rsid w:val="0090204E"/>
    <w:rsid w:val="00902B5C"/>
    <w:rsid w:val="00907104"/>
    <w:rsid w:val="00913908"/>
    <w:rsid w:val="0093238D"/>
    <w:rsid w:val="009401C3"/>
    <w:rsid w:val="00952330"/>
    <w:rsid w:val="009626B6"/>
    <w:rsid w:val="00967CFB"/>
    <w:rsid w:val="00967F72"/>
    <w:rsid w:val="00971443"/>
    <w:rsid w:val="009721BE"/>
    <w:rsid w:val="009725C2"/>
    <w:rsid w:val="00972DDC"/>
    <w:rsid w:val="00975543"/>
    <w:rsid w:val="00975C23"/>
    <w:rsid w:val="00975C3C"/>
    <w:rsid w:val="009A3523"/>
    <w:rsid w:val="009B244B"/>
    <w:rsid w:val="009B2AFA"/>
    <w:rsid w:val="009B6B1D"/>
    <w:rsid w:val="009C26F0"/>
    <w:rsid w:val="009C5891"/>
    <w:rsid w:val="009C5E78"/>
    <w:rsid w:val="009D1410"/>
    <w:rsid w:val="009D596C"/>
    <w:rsid w:val="009E541D"/>
    <w:rsid w:val="009E5AF4"/>
    <w:rsid w:val="009E68EA"/>
    <w:rsid w:val="009F2F4E"/>
    <w:rsid w:val="009F7046"/>
    <w:rsid w:val="00A015BC"/>
    <w:rsid w:val="00A033A7"/>
    <w:rsid w:val="00A05FF2"/>
    <w:rsid w:val="00A06F27"/>
    <w:rsid w:val="00A278DD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59C0"/>
    <w:rsid w:val="00AA749C"/>
    <w:rsid w:val="00AB273E"/>
    <w:rsid w:val="00AB28C3"/>
    <w:rsid w:val="00AB37D5"/>
    <w:rsid w:val="00AB5DF6"/>
    <w:rsid w:val="00AC3C98"/>
    <w:rsid w:val="00AC5D1B"/>
    <w:rsid w:val="00AE6EED"/>
    <w:rsid w:val="00B07D9B"/>
    <w:rsid w:val="00B1656E"/>
    <w:rsid w:val="00B221A1"/>
    <w:rsid w:val="00B24B7D"/>
    <w:rsid w:val="00B252A8"/>
    <w:rsid w:val="00B26CF7"/>
    <w:rsid w:val="00B35D5D"/>
    <w:rsid w:val="00B53B54"/>
    <w:rsid w:val="00B571EF"/>
    <w:rsid w:val="00B60DBF"/>
    <w:rsid w:val="00B611E2"/>
    <w:rsid w:val="00B76F90"/>
    <w:rsid w:val="00B80B95"/>
    <w:rsid w:val="00B95760"/>
    <w:rsid w:val="00BA1D86"/>
    <w:rsid w:val="00BB06D8"/>
    <w:rsid w:val="00BB17D1"/>
    <w:rsid w:val="00BB2FD4"/>
    <w:rsid w:val="00BD0089"/>
    <w:rsid w:val="00BD0A99"/>
    <w:rsid w:val="00BF0A34"/>
    <w:rsid w:val="00BF5E05"/>
    <w:rsid w:val="00C015EB"/>
    <w:rsid w:val="00C0607B"/>
    <w:rsid w:val="00C1161A"/>
    <w:rsid w:val="00C11ADD"/>
    <w:rsid w:val="00C15683"/>
    <w:rsid w:val="00C17788"/>
    <w:rsid w:val="00C25F05"/>
    <w:rsid w:val="00C26B02"/>
    <w:rsid w:val="00C36259"/>
    <w:rsid w:val="00C363F7"/>
    <w:rsid w:val="00C401E7"/>
    <w:rsid w:val="00C43AF2"/>
    <w:rsid w:val="00C57F4F"/>
    <w:rsid w:val="00C616C5"/>
    <w:rsid w:val="00C663E3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021D9"/>
    <w:rsid w:val="00D041AA"/>
    <w:rsid w:val="00D171F6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C6038"/>
    <w:rsid w:val="00DD10F9"/>
    <w:rsid w:val="00DE2C95"/>
    <w:rsid w:val="00DE4710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36DF1"/>
    <w:rsid w:val="00E4057B"/>
    <w:rsid w:val="00E417B7"/>
    <w:rsid w:val="00E50B8E"/>
    <w:rsid w:val="00E5137D"/>
    <w:rsid w:val="00E517FE"/>
    <w:rsid w:val="00E56B62"/>
    <w:rsid w:val="00E60115"/>
    <w:rsid w:val="00E613B6"/>
    <w:rsid w:val="00E67230"/>
    <w:rsid w:val="00E836C3"/>
    <w:rsid w:val="00E839BB"/>
    <w:rsid w:val="00E920C7"/>
    <w:rsid w:val="00EA0CE8"/>
    <w:rsid w:val="00EB5F74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84712"/>
    <w:rsid w:val="00FA1CD8"/>
    <w:rsid w:val="00FB0E22"/>
    <w:rsid w:val="00FC1640"/>
    <w:rsid w:val="00FC1A8F"/>
    <w:rsid w:val="00FD0E1B"/>
    <w:rsid w:val="00FD28ED"/>
    <w:rsid w:val="00FE1837"/>
    <w:rsid w:val="00FE2951"/>
    <w:rsid w:val="00FE63CD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662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chman@spravazelezni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ichman@spravazeleznic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30A89-7674-468C-BE6C-E47B9F13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3426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Löwová Monika, Bc.</cp:lastModifiedBy>
  <cp:revision>4</cp:revision>
  <cp:lastPrinted>2024-07-04T06:41:00Z</cp:lastPrinted>
  <dcterms:created xsi:type="dcterms:W3CDTF">2024-08-14T12:07:00Z</dcterms:created>
  <dcterms:modified xsi:type="dcterms:W3CDTF">2024-08-16T09:30:00Z</dcterms:modified>
</cp:coreProperties>
</file>