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228930D8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AB27A5">
        <w:rPr>
          <w:lang w:eastAsia="cs-CZ"/>
        </w:rPr>
        <w:t>50857</w:t>
      </w:r>
      <w:r w:rsidR="0055232B" w:rsidRPr="0055232B">
        <w:rPr>
          <w:lang w:eastAsia="cs-CZ"/>
        </w:rPr>
        <w:t>/202</w:t>
      </w:r>
      <w:r w:rsidR="00C6422F">
        <w:rPr>
          <w:lang w:eastAsia="cs-CZ"/>
        </w:rPr>
        <w:t>4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29DE8ED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D350C" w:rsidRPr="009D0970">
        <w:rPr>
          <w:rFonts w:eastAsia="Times New Roman" w:cs="Times New Roman"/>
          <w:b/>
          <w:lang w:eastAsia="cs-CZ"/>
        </w:rPr>
        <w:t>3</w:t>
      </w:r>
      <w:r w:rsidR="00AB27A5">
        <w:rPr>
          <w:rFonts w:eastAsia="Times New Roman" w:cs="Times New Roman"/>
          <w:b/>
          <w:lang w:eastAsia="cs-CZ"/>
        </w:rPr>
        <w:t>9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AB27A5">
        <w:rPr>
          <w:rFonts w:eastAsia="Times New Roman" w:cs="Times New Roman"/>
          <w:lang w:eastAsia="cs-CZ"/>
        </w:rPr>
        <w:t>50857</w:t>
      </w:r>
      <w:r w:rsidR="0055232B">
        <w:rPr>
          <w:rFonts w:eastAsia="Times New Roman" w:cs="Times New Roman"/>
          <w:lang w:eastAsia="cs-CZ"/>
        </w:rPr>
        <w:t>/202</w:t>
      </w:r>
      <w:r w:rsidR="00C6422F">
        <w:rPr>
          <w:rFonts w:eastAsia="Times New Roman" w:cs="Times New Roman"/>
          <w:lang w:eastAsia="cs-CZ"/>
        </w:rPr>
        <w:t>4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3F2B1" w14:textId="77777777" w:rsidR="00FF1B38" w:rsidRDefault="00FF1B38" w:rsidP="00962258">
      <w:pPr>
        <w:spacing w:after="0" w:line="240" w:lineRule="auto"/>
      </w:pPr>
      <w:r>
        <w:separator/>
      </w:r>
    </w:p>
  </w:endnote>
  <w:endnote w:type="continuationSeparator" w:id="0">
    <w:p w14:paraId="41D6A082" w14:textId="77777777" w:rsidR="00FF1B38" w:rsidRDefault="00FF1B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B10F0" w14:textId="77777777" w:rsidR="00FF1B38" w:rsidRDefault="00FF1B38" w:rsidP="00962258">
      <w:pPr>
        <w:spacing w:after="0" w:line="240" w:lineRule="auto"/>
      </w:pPr>
      <w:r>
        <w:separator/>
      </w:r>
    </w:p>
  </w:footnote>
  <w:footnote w:type="continuationSeparator" w:id="0">
    <w:p w14:paraId="6A8F4AA9" w14:textId="77777777" w:rsidR="00FF1B38" w:rsidRDefault="00FF1B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16D6B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D0970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B27A5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D21061"/>
    <w:rsid w:val="00D37CD5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20B7"/>
    <w:rsid w:val="00E36C4A"/>
    <w:rsid w:val="00E76F88"/>
    <w:rsid w:val="00E77D54"/>
    <w:rsid w:val="00EA051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F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00C3C9-B3E2-4E61-B765-327AD240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28</cp:revision>
  <cp:lastPrinted>2024-08-06T11:54:00Z</cp:lastPrinted>
  <dcterms:created xsi:type="dcterms:W3CDTF">2023-03-24T15:27:00Z</dcterms:created>
  <dcterms:modified xsi:type="dcterms:W3CDTF">2024-08-06T11:54:00Z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