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4FF240BA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05813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</w:t>
      </w:r>
      <w:proofErr w:type="gramStart"/>
      <w:r w:rsidR="001B06A7" w:rsidRPr="00AF5100">
        <w:rPr>
          <w:rFonts w:asciiTheme="majorHAnsi" w:eastAsia="Times New Roman" w:hAnsiTheme="majorHAnsi" w:cs="Times New Roman"/>
          <w:lang w:eastAsia="cs-CZ"/>
        </w:rPr>
        <w:t>dohody</w:t>
      </w:r>
      <w:r w:rsidR="00DF257E">
        <w:rPr>
          <w:rFonts w:asciiTheme="majorHAnsi" w:eastAsia="Times New Roman" w:hAnsiTheme="majorHAnsi" w:cs="Times New Roman"/>
          <w:lang w:eastAsia="cs-CZ"/>
        </w:rPr>
        <w:t xml:space="preserve"> - Poddodavatelé</w:t>
      </w:r>
      <w:proofErr w:type="gramEnd"/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2A1C8C24" w:rsidR="00DD29C3" w:rsidRPr="001B629E" w:rsidRDefault="009F14A0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3901F223" w:rsidR="00DD29C3" w:rsidRPr="001B629E" w:rsidRDefault="009F14A0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5F05E3C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9F14A0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528D1E6B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9F14A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258344E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9F14A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01FA4A6D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9F14A0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9F14A0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E96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AF1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B2D1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D322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2781A"/>
    <w:rsid w:val="001451A4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23D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218"/>
    <w:rsid w:val="00505813"/>
    <w:rsid w:val="00511AB9"/>
    <w:rsid w:val="00523EA7"/>
    <w:rsid w:val="00553375"/>
    <w:rsid w:val="00557C28"/>
    <w:rsid w:val="005736B7"/>
    <w:rsid w:val="00575E5A"/>
    <w:rsid w:val="005F1404"/>
    <w:rsid w:val="00602016"/>
    <w:rsid w:val="0060497B"/>
    <w:rsid w:val="0061068E"/>
    <w:rsid w:val="00660AD3"/>
    <w:rsid w:val="006669C4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B68E3"/>
    <w:rsid w:val="008D03B9"/>
    <w:rsid w:val="008D397A"/>
    <w:rsid w:val="008F18D6"/>
    <w:rsid w:val="00904780"/>
    <w:rsid w:val="00922385"/>
    <w:rsid w:val="009223DF"/>
    <w:rsid w:val="00923DE9"/>
    <w:rsid w:val="00936091"/>
    <w:rsid w:val="00940D8A"/>
    <w:rsid w:val="00945047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14A0"/>
    <w:rsid w:val="009F392E"/>
    <w:rsid w:val="00A6177B"/>
    <w:rsid w:val="00A66136"/>
    <w:rsid w:val="00A8472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14E2"/>
    <w:rsid w:val="00CA1A29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DF257E"/>
    <w:rsid w:val="00E36C4A"/>
    <w:rsid w:val="00E4667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2024-08-01T10:46:00Z</dcterms:created>
  <dcterms:modified xsi:type="dcterms:W3CDTF">2024-08-01T10:46:00Z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