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33F9C970" w:rsidR="00EB46E5" w:rsidRPr="00BF54FE" w:rsidRDefault="00B204E3" w:rsidP="00BF54FE">
      <w:pPr>
        <w:pStyle w:val="Titul2"/>
      </w:pPr>
      <w:r>
        <w:t xml:space="preserve">Název zakázky: </w:t>
      </w:r>
      <w:r w:rsidR="00A36311">
        <w:t>„</w:t>
      </w:r>
      <w:r w:rsidR="00A36311" w:rsidRPr="00A36311">
        <w:t xml:space="preserve">Optimalizace traťového úseku Čelákovice (mimo) - </w:t>
      </w:r>
      <w:proofErr w:type="spellStart"/>
      <w:r w:rsidR="00A36311" w:rsidRPr="00A36311">
        <w:t>Mstětice</w:t>
      </w:r>
      <w:proofErr w:type="spellEnd"/>
      <w:r w:rsidR="00A36311" w:rsidRPr="00A36311">
        <w:t xml:space="preserve"> (včetně) – úprava dokumentace – náhrada přejezdu P2725 – I. etapa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2A12D662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A36311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7F21B0A" w14:textId="2076E2B0" w:rsidR="00633882" w:rsidRPr="00A36311" w:rsidRDefault="00A5674E" w:rsidP="00633882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5551F" w14:textId="77777777" w:rsidR="00DA5AFB" w:rsidRDefault="00DA5AFB" w:rsidP="00962258">
      <w:pPr>
        <w:spacing w:after="0" w:line="240" w:lineRule="auto"/>
      </w:pPr>
      <w:r>
        <w:separator/>
      </w:r>
    </w:p>
  </w:endnote>
  <w:endnote w:type="continuationSeparator" w:id="0">
    <w:p w14:paraId="39B32C37" w14:textId="77777777" w:rsidR="00DA5AFB" w:rsidRDefault="00DA5A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30" w14:textId="5F874070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ED62B" w14:textId="77777777" w:rsidR="00DA5AFB" w:rsidRDefault="00DA5AFB" w:rsidP="00962258">
      <w:pPr>
        <w:spacing w:after="0" w:line="240" w:lineRule="auto"/>
      </w:pPr>
      <w:r>
        <w:separator/>
      </w:r>
    </w:p>
  </w:footnote>
  <w:footnote w:type="continuationSeparator" w:id="0">
    <w:p w14:paraId="3053C676" w14:textId="77777777" w:rsidR="00DA5AFB" w:rsidRDefault="00DA5A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5510">
    <w:abstractNumId w:val="5"/>
  </w:num>
  <w:num w:numId="2" w16cid:durableId="1708484311">
    <w:abstractNumId w:val="4"/>
  </w:num>
  <w:num w:numId="3" w16cid:durableId="1336611308">
    <w:abstractNumId w:val="2"/>
  </w:num>
  <w:num w:numId="4" w16cid:durableId="486826688">
    <w:abstractNumId w:val="0"/>
  </w:num>
  <w:num w:numId="5" w16cid:durableId="1773162344">
    <w:abstractNumId w:val="6"/>
  </w:num>
  <w:num w:numId="6" w16cid:durableId="161315737">
    <w:abstractNumId w:val="7"/>
  </w:num>
  <w:num w:numId="7" w16cid:durableId="663555302">
    <w:abstractNumId w:val="8"/>
  </w:num>
  <w:num w:numId="8" w16cid:durableId="1528056494">
    <w:abstractNumId w:val="1"/>
  </w:num>
  <w:num w:numId="9" w16cid:durableId="559099959">
    <w:abstractNumId w:val="3"/>
  </w:num>
  <w:num w:numId="10" w16cid:durableId="56067336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25443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36311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818AE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A5AFB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5</TotalTime>
  <Pages>2</Pages>
  <Words>412</Words>
  <Characters>2432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Jungová Kateřina</cp:lastModifiedBy>
  <cp:revision>5</cp:revision>
  <cp:lastPrinted>2019-03-07T14:42:00Z</cp:lastPrinted>
  <dcterms:created xsi:type="dcterms:W3CDTF">2024-01-24T09:35:00Z</dcterms:created>
  <dcterms:modified xsi:type="dcterms:W3CDTF">2024-07-25T11:50:00Z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