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75FA4" w14:textId="77777777" w:rsidR="006965DE" w:rsidRDefault="006965DE" w:rsidP="006965DE">
      <w:pPr>
        <w:pStyle w:val="Nadpis1"/>
        <w:jc w:val="center"/>
        <w:rPr>
          <w:noProof/>
        </w:rPr>
      </w:pPr>
      <w:r>
        <w:rPr>
          <w:noProof/>
        </w:rPr>
        <w:t xml:space="preserve">Technická </w:t>
      </w:r>
      <w:r w:rsidR="00FC4F4A">
        <w:rPr>
          <w:noProof/>
        </w:rPr>
        <w:t>specifikace díla</w:t>
      </w:r>
    </w:p>
    <w:p w14:paraId="3BBCD30C" w14:textId="77777777" w:rsidR="006965DE" w:rsidRPr="006965DE" w:rsidRDefault="006965DE" w:rsidP="006965DE">
      <w:pPr>
        <w:pStyle w:val="Nadpis3"/>
        <w:jc w:val="center"/>
      </w:pPr>
      <w:r w:rsidRPr="006965DE">
        <w:t xml:space="preserve">Cyklická </w:t>
      </w:r>
      <w:r w:rsidR="00BD6B93">
        <w:t>obnova</w:t>
      </w:r>
      <w:r w:rsidRPr="006965DE">
        <w:t xml:space="preserve"> trati v úseku Pardubice (mimo) - Kolín (mimo)</w:t>
      </w:r>
    </w:p>
    <w:p w14:paraId="55F93D3D" w14:textId="77777777" w:rsidR="006965DE" w:rsidRDefault="006965DE" w:rsidP="006965DE">
      <w:pPr>
        <w:pStyle w:val="Nadpis4"/>
        <w:rPr>
          <w:noProof/>
        </w:rPr>
      </w:pPr>
      <w:r>
        <w:rPr>
          <w:noProof/>
        </w:rPr>
        <w:t>Seznam stavebních objektů:</w:t>
      </w:r>
    </w:p>
    <w:p w14:paraId="55AF2ABF" w14:textId="77777777" w:rsidR="009F0365" w:rsidRDefault="009F0365" w:rsidP="00823D9F">
      <w:pPr>
        <w:pStyle w:val="Bezmezer"/>
      </w:pPr>
      <w:r>
        <w:t xml:space="preserve">PS 01 </w:t>
      </w:r>
      <w:r w:rsidR="00341DCB">
        <w:t xml:space="preserve">Práce na </w:t>
      </w:r>
      <w:r w:rsidR="008C3247">
        <w:t xml:space="preserve">zařízení </w:t>
      </w:r>
      <w:r w:rsidR="00341DCB">
        <w:t>SSZT</w:t>
      </w:r>
    </w:p>
    <w:p w14:paraId="3C07B635" w14:textId="77777777" w:rsidR="00060FF4" w:rsidRDefault="00060FF4" w:rsidP="00060FF4">
      <w:pPr>
        <w:pStyle w:val="Bezmezer"/>
      </w:pPr>
      <w:r>
        <w:t>SO 0</w:t>
      </w:r>
      <w:r w:rsidR="00BB4BC5">
        <w:t>1</w:t>
      </w:r>
      <w:r>
        <w:t xml:space="preserve"> </w:t>
      </w:r>
      <w:r w:rsidR="00AE5592">
        <w:t>Práce na</w:t>
      </w:r>
      <w:r>
        <w:t xml:space="preserve"> žel</w:t>
      </w:r>
      <w:r w:rsidR="00AE5592">
        <w:t>.</w:t>
      </w:r>
      <w:r>
        <w:t xml:space="preserve"> svršku </w:t>
      </w:r>
      <w:r w:rsidR="00AE5592">
        <w:t xml:space="preserve">v TÚ </w:t>
      </w:r>
      <w:r w:rsidR="00BB4BC5">
        <w:t>Pardubice - Přelouč</w:t>
      </w:r>
    </w:p>
    <w:p w14:paraId="0EE5DA69" w14:textId="77777777" w:rsidR="00060FF4" w:rsidRDefault="00060FF4" w:rsidP="00060FF4">
      <w:pPr>
        <w:pStyle w:val="Bezmezer"/>
      </w:pPr>
      <w:r>
        <w:t>SO 0</w:t>
      </w:r>
      <w:r w:rsidR="00BB4BC5">
        <w:t>2</w:t>
      </w:r>
      <w:r>
        <w:t xml:space="preserve">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Přelouč</w:t>
      </w:r>
    </w:p>
    <w:p w14:paraId="22F8A8BE" w14:textId="77777777" w:rsidR="00060FF4" w:rsidRDefault="00060FF4" w:rsidP="00060FF4">
      <w:pPr>
        <w:pStyle w:val="Bezmezer"/>
      </w:pPr>
      <w:r>
        <w:t>SO 0</w:t>
      </w:r>
      <w:r w:rsidR="00BB4BC5">
        <w:t>3</w:t>
      </w:r>
      <w:r>
        <w:t xml:space="preserve"> </w:t>
      </w:r>
      <w:r w:rsidR="00AE5592">
        <w:t>Práce na žel. svršku v TÚ</w:t>
      </w:r>
      <w:r>
        <w:t xml:space="preserve"> </w:t>
      </w:r>
      <w:r w:rsidR="00BB4BC5">
        <w:t>Přelouč - Řečany nad Labem</w:t>
      </w:r>
    </w:p>
    <w:p w14:paraId="386E3626" w14:textId="77777777" w:rsidR="00BB4BC5" w:rsidRDefault="00BB4BC5" w:rsidP="00BB4BC5">
      <w:pPr>
        <w:pStyle w:val="Bezmezer"/>
      </w:pPr>
      <w:r>
        <w:t xml:space="preserve">SO 04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Řečany nad Labem</w:t>
      </w:r>
    </w:p>
    <w:p w14:paraId="77202153" w14:textId="77777777" w:rsidR="00BB4BC5" w:rsidRDefault="00BB4BC5" w:rsidP="00BB4BC5">
      <w:pPr>
        <w:pStyle w:val="Bezmezer"/>
      </w:pPr>
      <w:r>
        <w:t xml:space="preserve">SO 05 </w:t>
      </w:r>
      <w:r w:rsidR="00AE5592">
        <w:t>Práce na žel. svršku v TÚ</w:t>
      </w:r>
      <w:r>
        <w:t xml:space="preserve"> Řečany nad Labem - Záboří nad Labem</w:t>
      </w:r>
    </w:p>
    <w:p w14:paraId="26AB5EF8" w14:textId="77777777" w:rsidR="00BB4BC5" w:rsidRDefault="00BB4BC5" w:rsidP="00BB4BC5">
      <w:pPr>
        <w:pStyle w:val="Bezmezer"/>
      </w:pPr>
      <w:r>
        <w:t xml:space="preserve">SO 06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Záboří nad Labem</w:t>
      </w:r>
    </w:p>
    <w:p w14:paraId="176726A4" w14:textId="77777777" w:rsidR="00823D9F" w:rsidRDefault="00823D9F" w:rsidP="00823D9F">
      <w:pPr>
        <w:pStyle w:val="Bezmezer"/>
      </w:pPr>
      <w:r>
        <w:t>SO 0</w:t>
      </w:r>
      <w:r w:rsidR="00BB4BC5">
        <w:t>7</w:t>
      </w:r>
      <w:r>
        <w:t xml:space="preserve"> </w:t>
      </w:r>
      <w:r w:rsidR="00AE5592">
        <w:t>Práce na žel. svršku v TÚ</w:t>
      </w:r>
      <w:r w:rsidR="00AE011F">
        <w:t xml:space="preserve"> </w:t>
      </w:r>
      <w:r w:rsidR="00BB4BC5">
        <w:t>Záboří nad Labem - Kolín</w:t>
      </w:r>
    </w:p>
    <w:p w14:paraId="6B420D2F" w14:textId="77777777" w:rsidR="00AE5592" w:rsidRDefault="009F0365" w:rsidP="00823D9F">
      <w:pPr>
        <w:pStyle w:val="Bezmezer"/>
      </w:pPr>
      <w:r>
        <w:t xml:space="preserve">SO 08 </w:t>
      </w:r>
      <w:r w:rsidR="00AE5592">
        <w:t>Rekonstrukce žel. přejezdu P4906 v km 312,103</w:t>
      </w:r>
    </w:p>
    <w:p w14:paraId="6000B956" w14:textId="77777777" w:rsidR="009F0365" w:rsidRDefault="009F0365" w:rsidP="00823D9F">
      <w:pPr>
        <w:pStyle w:val="Bezmezer"/>
      </w:pPr>
      <w:r>
        <w:t xml:space="preserve">SO 09 </w:t>
      </w:r>
      <w:r w:rsidR="00AE5592">
        <w:t>Rekonstrukce žel. přejezdu</w:t>
      </w:r>
      <w:r w:rsidRPr="009F0365">
        <w:t xml:space="preserve"> P4</w:t>
      </w:r>
      <w:r w:rsidR="00AE5592">
        <w:t>913 v km 328,440</w:t>
      </w:r>
    </w:p>
    <w:p w14:paraId="16D2FC6D" w14:textId="77777777" w:rsidR="009F0365" w:rsidRDefault="009F0365" w:rsidP="00823D9F">
      <w:pPr>
        <w:pStyle w:val="Bezmezer"/>
      </w:pPr>
      <w:r>
        <w:t xml:space="preserve">SO 10 </w:t>
      </w:r>
      <w:r w:rsidR="00AE5592">
        <w:t>Rekonstrukce žel. přejezdu</w:t>
      </w:r>
      <w:r w:rsidRPr="009F0365">
        <w:t xml:space="preserve"> P4920 v km 343,291</w:t>
      </w:r>
    </w:p>
    <w:p w14:paraId="372A8F74" w14:textId="77777777" w:rsidR="0006705B" w:rsidRDefault="0006705B" w:rsidP="00823D9F">
      <w:pPr>
        <w:pStyle w:val="Bezmezer"/>
      </w:pPr>
      <w:r>
        <w:t>SO 11 Materiál objednatele</w:t>
      </w:r>
    </w:p>
    <w:p w14:paraId="76CE3545" w14:textId="77777777" w:rsidR="007D22BC" w:rsidRDefault="007D22BC" w:rsidP="007D22BC">
      <w:pPr>
        <w:pStyle w:val="Nadpis2"/>
      </w:pPr>
      <w:r w:rsidRPr="007D22BC">
        <w:t>PS 01 Obnova traťového zabezpečovacího zařízení Pardubice - Kolín</w:t>
      </w:r>
    </w:p>
    <w:p w14:paraId="5FDE99FE" w14:textId="77777777" w:rsidR="007D22BC" w:rsidRDefault="00847BF4" w:rsidP="00847BF4">
      <w:pPr>
        <w:pStyle w:val="Podnadpis"/>
      </w:pPr>
      <w:r>
        <w:t>Traťové zabezpečovací zařízení Pardubice - Přelouč</w:t>
      </w:r>
    </w:p>
    <w:p w14:paraId="79C67DE9" w14:textId="77777777" w:rsidR="007D22BC" w:rsidRDefault="007D22BC" w:rsidP="007D22BC">
      <w:pPr>
        <w:pStyle w:val="Nadpis4"/>
      </w:pPr>
      <w:r>
        <w:t>Stávající stav</w:t>
      </w:r>
    </w:p>
    <w:p w14:paraId="4ED94F47" w14:textId="77777777" w:rsidR="007D22BC" w:rsidRDefault="00847BF4" w:rsidP="007D22BC">
      <w:pPr>
        <w:pStyle w:val="Bezmezer"/>
      </w:pPr>
      <w:r w:rsidRPr="00847BF4">
        <w:t>V traťovém úseku Pardubice – Přelouč je instalováno traťové zabezpečovací zařízení typu AB3-88, s centralizovanou výstrojí, aktivované v roce 2000. Pro zjišťování volnosti jsou použity kolejové obvody typu 3110 s přijímači EFCP a 6301 s přijímači TCR. Stykové transformátory jsou použity DT075F s připojením do koleje ocelovými lany nestejné délky s kolíkovým uchycením.</w:t>
      </w:r>
    </w:p>
    <w:p w14:paraId="01C3258C" w14:textId="77777777" w:rsidR="007D22BC" w:rsidRDefault="007D22BC" w:rsidP="007D22BC">
      <w:pPr>
        <w:pStyle w:val="Nadpis4"/>
      </w:pPr>
      <w:r>
        <w:t>Nový stav - technické požadavky</w:t>
      </w:r>
    </w:p>
    <w:p w14:paraId="36841BAA" w14:textId="77777777" w:rsidR="007D22BC" w:rsidRDefault="00847BF4" w:rsidP="007D22BC">
      <w:pPr>
        <w:pStyle w:val="Bezmezer"/>
      </w:pPr>
      <w:r w:rsidRPr="00847BF4">
        <w:t>Kolejové obvody včetně stykových transformátorů budou ponechány původní, lanová propojení budou nahrazena lany stejné délky s uchycením do koleje typu CEMBRE.</w:t>
      </w:r>
      <w:r>
        <w:t xml:space="preserve"> Po výměně lan bude provedena kontrola, případně nastavení kolejových obvodů DLZT.</w:t>
      </w:r>
    </w:p>
    <w:p w14:paraId="05261E42" w14:textId="77777777" w:rsidR="00847BF4" w:rsidRDefault="00847BF4" w:rsidP="00847BF4">
      <w:pPr>
        <w:pStyle w:val="Podnadpis"/>
      </w:pPr>
    </w:p>
    <w:p w14:paraId="226377C3" w14:textId="77777777" w:rsidR="00847BF4" w:rsidRDefault="00847BF4" w:rsidP="00847BF4">
      <w:pPr>
        <w:pStyle w:val="Podnadpis"/>
      </w:pPr>
      <w:r>
        <w:t>Traťové zabezpečovací zařízení Přelouč - Řečany nad Labem</w:t>
      </w:r>
    </w:p>
    <w:p w14:paraId="5CF626A4" w14:textId="77777777" w:rsidR="00847BF4" w:rsidRDefault="00847BF4" w:rsidP="00847BF4">
      <w:pPr>
        <w:pStyle w:val="Nadpis4"/>
      </w:pPr>
      <w:r>
        <w:t>Stávající stav</w:t>
      </w:r>
    </w:p>
    <w:p w14:paraId="6A354142" w14:textId="77777777" w:rsidR="00847BF4" w:rsidRDefault="00847BF4" w:rsidP="00847BF4">
      <w:pPr>
        <w:pStyle w:val="Bezmezer"/>
      </w:pPr>
      <w:r w:rsidRPr="00847BF4">
        <w:t>V traťovém úseku Přelouč – Řečany nad Labem je instalováno traťové zabezpečovací zařízení typu ABE1, s centralizovanou výstrojí, aktivované v roce 2013. Pro zjišťování volnosti jsou použity kolejové obvody 6301 s přijímači TCR. Stykové transformátory jsou použity DT075E s připojením do koleje ocelovými lany nestejné délky s kolíkovým uchycením.</w:t>
      </w:r>
    </w:p>
    <w:p w14:paraId="18157F75" w14:textId="77777777" w:rsidR="00847BF4" w:rsidRDefault="00847BF4" w:rsidP="00847BF4">
      <w:pPr>
        <w:pStyle w:val="Nadpis4"/>
      </w:pPr>
      <w:r>
        <w:t>Nový stav - technické požadavky</w:t>
      </w:r>
    </w:p>
    <w:p w14:paraId="0BC7765C" w14:textId="77777777" w:rsidR="00847BF4" w:rsidRDefault="00847BF4" w:rsidP="00847BF4">
      <w:pPr>
        <w:pStyle w:val="Bezmezer"/>
      </w:pPr>
      <w:r w:rsidRPr="00847BF4">
        <w:t>Stykové transformátory DT075E budou nahrazeny DT075F, lanová propojení budou nahrazena lany stejné délky s uchycením do koleje typu CEMBRE.</w:t>
      </w:r>
      <w:r>
        <w:t xml:space="preserve"> </w:t>
      </w:r>
      <w:r w:rsidRPr="00847BF4">
        <w:t>Po výměně bude provedena kontrola a nastavení kolejových obvodů DLZT.</w:t>
      </w:r>
    </w:p>
    <w:p w14:paraId="7E146C81" w14:textId="77777777" w:rsidR="00847BF4" w:rsidRDefault="00847BF4" w:rsidP="00847BF4">
      <w:pPr>
        <w:pStyle w:val="Podnadpis"/>
      </w:pPr>
    </w:p>
    <w:p w14:paraId="70937CD5" w14:textId="77777777" w:rsidR="00847BF4" w:rsidRDefault="00847BF4" w:rsidP="00847BF4">
      <w:pPr>
        <w:pStyle w:val="Podnadpis"/>
      </w:pPr>
      <w:r>
        <w:t>Traťové zabezpečovací zařízení Řečany nad Labem - Záboří nad Labem</w:t>
      </w:r>
    </w:p>
    <w:p w14:paraId="6528EDD7" w14:textId="77777777" w:rsidR="00847BF4" w:rsidRDefault="00847BF4" w:rsidP="00847BF4">
      <w:pPr>
        <w:pStyle w:val="Nadpis4"/>
      </w:pPr>
      <w:r>
        <w:t>Stávající stav</w:t>
      </w:r>
    </w:p>
    <w:p w14:paraId="6E3931AF" w14:textId="77777777" w:rsidR="00847BF4" w:rsidRDefault="00847BF4" w:rsidP="00847BF4">
      <w:pPr>
        <w:pStyle w:val="Bezmezer"/>
      </w:pPr>
      <w:r w:rsidRPr="00847BF4">
        <w:t>V traťovém úseku Řečany nad Labem – Záboří nad Labem je instalováno traťové zabezpečovací zařízení typu ABE1, s centralizovanou výstrojí, aktivované v roce 2013. Pro zjišťování volnosti jsou použity kolejové obvody 6301 s přijímači TCR. Stykové transformátory jsou použity DT075E s připojením do koleje ocelovými lany nestejné délky s kolíkovým uchycením.</w:t>
      </w:r>
    </w:p>
    <w:p w14:paraId="23340BF3" w14:textId="77777777" w:rsidR="00847BF4" w:rsidRDefault="00847BF4" w:rsidP="00847BF4">
      <w:pPr>
        <w:pStyle w:val="Nadpis4"/>
      </w:pPr>
      <w:r>
        <w:t>Nový stav - technické požadavky</w:t>
      </w:r>
    </w:p>
    <w:p w14:paraId="1EBB290B" w14:textId="77777777" w:rsidR="00847BF4" w:rsidRDefault="00847BF4" w:rsidP="00847BF4">
      <w:pPr>
        <w:pStyle w:val="Bezmezer"/>
      </w:pPr>
      <w:r>
        <w:t>Stykové transformátory DT075E budou nahrazeny DT075F, lanová propojení budou nahrazena lany stejné délky s uchycením do koleje typu CEMBRE. Po výměně bude provedena kontrola a nastavení kolejových obvodů DLZT.</w:t>
      </w:r>
    </w:p>
    <w:p w14:paraId="0D225494" w14:textId="77777777" w:rsidR="00847BF4" w:rsidRDefault="00847BF4" w:rsidP="007D22BC">
      <w:pPr>
        <w:pStyle w:val="Bezmezer"/>
      </w:pPr>
    </w:p>
    <w:p w14:paraId="79137379" w14:textId="77777777" w:rsidR="00847BF4" w:rsidRDefault="00847BF4" w:rsidP="00847BF4">
      <w:pPr>
        <w:pStyle w:val="Podnadpis"/>
      </w:pPr>
      <w:r>
        <w:t>Traťové zabezpečovací zařízení Záboří nad Labem - Kolín</w:t>
      </w:r>
    </w:p>
    <w:p w14:paraId="7A41F49F" w14:textId="77777777" w:rsidR="00847BF4" w:rsidRDefault="00847BF4" w:rsidP="00847BF4">
      <w:pPr>
        <w:pStyle w:val="Nadpis4"/>
      </w:pPr>
      <w:r>
        <w:t>Stávající stav</w:t>
      </w:r>
    </w:p>
    <w:p w14:paraId="4F5267C7" w14:textId="77777777" w:rsidR="00847BF4" w:rsidRDefault="00847BF4" w:rsidP="00847BF4">
      <w:pPr>
        <w:pStyle w:val="Bezmezer"/>
      </w:pPr>
      <w:r w:rsidRPr="00847BF4">
        <w:t>V traťovém úseku Záboří nad Labem – Kolín je instalováno traťové zabezpečovací zařízení typu AB3-88, s centralizovanou výstrojí, aktivované v roce 2000. Pro zjišťování volnosti jsou použity kolejové obvody 3110 s přijímači EFCP. Stykové transformátory jsou použity DT075E s připojením do koleje ocelovými lany nestejné délky s kolíkovým uchycením.</w:t>
      </w:r>
    </w:p>
    <w:p w14:paraId="27642C6A" w14:textId="77777777" w:rsidR="00847BF4" w:rsidRDefault="00847BF4" w:rsidP="00847BF4">
      <w:pPr>
        <w:pStyle w:val="Nadpis4"/>
      </w:pPr>
      <w:r>
        <w:t>Nový stav - technické požadavky</w:t>
      </w:r>
    </w:p>
    <w:p w14:paraId="4908A04B" w14:textId="77777777" w:rsidR="00847BF4" w:rsidRDefault="00847BF4" w:rsidP="00847BF4">
      <w:pPr>
        <w:pStyle w:val="Bezmezer"/>
      </w:pPr>
      <w:r>
        <w:t>Stykové transformátory DT075E budou nahrazeny DT075F, lanová propojení budou nahrazena lany stejné délky s uchycením do koleje typu CEMBRE. Po výměně bude provedena kontrola a nastavení kolejových obvodů DLZT.</w:t>
      </w:r>
    </w:p>
    <w:p w14:paraId="6AFA4984" w14:textId="77777777" w:rsidR="00752D82" w:rsidRDefault="00752D82" w:rsidP="00752D82">
      <w:pPr>
        <w:pStyle w:val="Nadpis2"/>
        <w:rPr>
          <w:noProof/>
        </w:rPr>
      </w:pPr>
      <w:r w:rsidRPr="002261CD">
        <w:rPr>
          <w:noProof/>
        </w:rPr>
        <w:t>SO 0</w:t>
      </w:r>
      <w:r>
        <w:rPr>
          <w:noProof/>
        </w:rPr>
        <w:t>1</w:t>
      </w:r>
      <w:r w:rsidRPr="002261CD">
        <w:rPr>
          <w:noProof/>
        </w:rPr>
        <w:t xml:space="preserve"> </w:t>
      </w:r>
      <w:r w:rsidR="00AE5592">
        <w:rPr>
          <w:noProof/>
        </w:rPr>
        <w:t>Práce na žel. svršku v TÚ</w:t>
      </w:r>
      <w:r w:rsidRPr="002261CD">
        <w:rPr>
          <w:noProof/>
        </w:rPr>
        <w:t xml:space="preserve"> </w:t>
      </w:r>
      <w:r>
        <w:rPr>
          <w:noProof/>
        </w:rPr>
        <w:t>Pardubice - Přelouč</w:t>
      </w:r>
    </w:p>
    <w:p w14:paraId="1EE338DA" w14:textId="77777777" w:rsidR="00752D82" w:rsidRDefault="00752D82" w:rsidP="00752D82">
      <w:pPr>
        <w:pStyle w:val="Nadpis4"/>
      </w:pPr>
      <w:r>
        <w:t>Předmět práce</w:t>
      </w:r>
    </w:p>
    <w:p w14:paraId="0E08CC41" w14:textId="77777777" w:rsidR="00752D82" w:rsidRDefault="00752D82" w:rsidP="00752D82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029090EA" w14:textId="77777777" w:rsidR="00752D82" w:rsidRDefault="00752D82" w:rsidP="00752D82">
      <w:pPr>
        <w:pStyle w:val="Bezmezer"/>
      </w:pPr>
      <w:r>
        <w:t>- broušení kolejnic</w:t>
      </w:r>
    </w:p>
    <w:p w14:paraId="7F14166E" w14:textId="77777777" w:rsidR="00752D82" w:rsidRDefault="00752D82" w:rsidP="00752D82">
      <w:pPr>
        <w:pStyle w:val="Bezmezer"/>
      </w:pPr>
      <w:r>
        <w:t>- GPK + doplnění ŠL; následné GPK</w:t>
      </w:r>
    </w:p>
    <w:p w14:paraId="40AD675C" w14:textId="77777777" w:rsidR="00752D82" w:rsidRDefault="00752D82" w:rsidP="00752D82">
      <w:pPr>
        <w:pStyle w:val="Nadpis4"/>
      </w:pPr>
      <w:r>
        <w:t>Stávající stav</w:t>
      </w:r>
    </w:p>
    <w:p w14:paraId="57630678" w14:textId="77777777" w:rsidR="00752D82" w:rsidRDefault="00752D82" w:rsidP="00752D82">
      <w:pPr>
        <w:pStyle w:val="Bezmezer"/>
      </w:pPr>
      <w:r>
        <w:t xml:space="preserve">km 306,700 - 317,046; Kolejnice UIC60, </w:t>
      </w:r>
      <w:proofErr w:type="spellStart"/>
      <w:r>
        <w:t>bezpodkladnicové</w:t>
      </w:r>
      <w:proofErr w:type="spellEnd"/>
      <w:r>
        <w:t xml:space="preserve"> upevnění s upevněním W14 na betonových pražcích B91S/1. Přejezdy betonové konstrukce </w:t>
      </w:r>
      <w:proofErr w:type="spellStart"/>
      <w:r>
        <w:t>brens</w:t>
      </w:r>
      <w:proofErr w:type="spellEnd"/>
      <w:r>
        <w:t>.</w:t>
      </w:r>
    </w:p>
    <w:p w14:paraId="0CFBFF77" w14:textId="77777777" w:rsidR="00752D82" w:rsidRDefault="0049067B" w:rsidP="00752D82">
      <w:pPr>
        <w:pStyle w:val="Nadpis4"/>
      </w:pPr>
      <w:r>
        <w:t>Nový stav - technické požadavky</w:t>
      </w:r>
    </w:p>
    <w:p w14:paraId="3A8431DA" w14:textId="77777777" w:rsidR="00752D82" w:rsidRDefault="00752D82" w:rsidP="00752D82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 do hloubky 0,3 m pod úložnou plochu pražce; šířka 0,4 m za hlavami pražců</w:t>
      </w:r>
    </w:p>
    <w:p w14:paraId="7C7945D1" w14:textId="77777777" w:rsidR="00752D82" w:rsidRDefault="00752D82" w:rsidP="00752D82">
      <w:pPr>
        <w:pStyle w:val="Bezmezer"/>
      </w:pPr>
      <w:r>
        <w:t>- na vybraných místech výměna kolejového roštu a výměna štěrkového lože do hloubky 0,3 m pod úložnou plochu pražce; šířka 0,4 m za hlavami pražců</w:t>
      </w:r>
    </w:p>
    <w:p w14:paraId="53786A05" w14:textId="77777777" w:rsidR="00752D82" w:rsidRDefault="00752D82" w:rsidP="00752D82">
      <w:pPr>
        <w:pStyle w:val="Bezmezer"/>
      </w:pPr>
      <w:r>
        <w:t>- při výměně ŠL vytvořenou pláň ž. spodku spádovat ve sklon 2% a hutnit</w:t>
      </w:r>
    </w:p>
    <w:p w14:paraId="4D882ED6" w14:textId="77777777" w:rsidR="00752D82" w:rsidRDefault="00752D82" w:rsidP="00752D82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7C79AC98" w14:textId="77777777" w:rsidR="00752D82" w:rsidRDefault="00752D82" w:rsidP="00752D82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 prostorech kolejnice odbočné větve může být hutněno jiným zařízením</w:t>
      </w:r>
      <w:r w:rsidR="004A0F34">
        <w:t>)</w:t>
      </w:r>
    </w:p>
    <w:p w14:paraId="62DF2FCA" w14:textId="77777777" w:rsidR="004B6E0A" w:rsidRDefault="00752D82" w:rsidP="00752D82">
      <w:pPr>
        <w:pStyle w:val="Bezmezer"/>
      </w:pPr>
      <w:r>
        <w:t xml:space="preserve">- u vybraných LIS pouze čištění </w:t>
      </w:r>
      <w:proofErr w:type="spellStart"/>
      <w:r>
        <w:t>mezipražcově</w:t>
      </w:r>
      <w:proofErr w:type="spellEnd"/>
      <w:r>
        <w:t xml:space="preserve"> do hloubky 0,3 m pod úložnou plochu pražce; doplnění </w:t>
      </w:r>
      <w:r w:rsidR="00DA44C2">
        <w:t>ŠL; hutnění ŠL ve dvou vrstvách</w:t>
      </w:r>
    </w:p>
    <w:p w14:paraId="273939DE" w14:textId="77777777" w:rsidR="00DA44C2" w:rsidRDefault="00DA44C2" w:rsidP="00752D82">
      <w:pPr>
        <w:pStyle w:val="Bezmezer"/>
      </w:pPr>
      <w:r>
        <w:t>- vzorkování vyzískaného materiálu</w:t>
      </w:r>
    </w:p>
    <w:p w14:paraId="596DB930" w14:textId="77777777" w:rsidR="004A0F34" w:rsidRDefault="004A0F34" w:rsidP="00752D82">
      <w:pPr>
        <w:pStyle w:val="Bezmezer"/>
      </w:pPr>
      <w:r>
        <w:t>- ojedinělá výměna pražců bez snesení kolejového roštu</w:t>
      </w:r>
    </w:p>
    <w:p w14:paraId="61664179" w14:textId="77777777" w:rsidR="00752D82" w:rsidRDefault="00752D82" w:rsidP="00752D82">
      <w:pPr>
        <w:pStyle w:val="Bezmezer"/>
      </w:pPr>
      <w:r>
        <w:t>- strojní podbíjení kolejí přesnou metodou</w:t>
      </w:r>
    </w:p>
    <w:p w14:paraId="2AEAB366" w14:textId="77777777" w:rsidR="00752D82" w:rsidRDefault="00752D82" w:rsidP="00752D82">
      <w:pPr>
        <w:pStyle w:val="Bezmezer"/>
      </w:pPr>
      <w:r>
        <w:t>- hutnění stabilizátorem kolejového lože; v místech, kde se zasahovalo do kolejového lože nejdříve neřízenou stabilizací; po kontinuálním podbíjení provést řízenou stabilizaci v celém úseku</w:t>
      </w:r>
    </w:p>
    <w:p w14:paraId="08F10DE0" w14:textId="77777777" w:rsidR="00752D82" w:rsidRDefault="00752D82" w:rsidP="00752D82">
      <w:pPr>
        <w:pStyle w:val="Bezmezer"/>
      </w:pPr>
      <w:r>
        <w:t>- doplnění a úprava štěrkového lože</w:t>
      </w:r>
    </w:p>
    <w:p w14:paraId="22ADF83C" w14:textId="77777777" w:rsidR="00752D82" w:rsidRDefault="00752D82" w:rsidP="00752D82">
      <w:pPr>
        <w:pStyle w:val="Bezmezer"/>
      </w:pPr>
      <w:r>
        <w:lastRenderedPageBreak/>
        <w:t xml:space="preserve">- následné podbití v koleji pouze na měněných pražcích a </w:t>
      </w:r>
      <w:proofErr w:type="spellStart"/>
      <w:r>
        <w:t>mezipražcového</w:t>
      </w:r>
      <w:proofErr w:type="spellEnd"/>
      <w:r>
        <w:t xml:space="preserve"> čištění + 1 přilehlý z každé strany</w:t>
      </w:r>
      <w:r w:rsidR="004B6E0A">
        <w:t>; další následné podbíjení v určených místech</w:t>
      </w:r>
    </w:p>
    <w:p w14:paraId="0718CF92" w14:textId="77777777" w:rsidR="004B6E0A" w:rsidRDefault="004B6E0A" w:rsidP="004B6E0A">
      <w:pPr>
        <w:pStyle w:val="Bezmezer"/>
      </w:pPr>
      <w:r w:rsidRPr="00A0184D">
        <w:t>- hutnění stabilizátorem kolejového</w:t>
      </w:r>
      <w:r>
        <w:t xml:space="preserve"> lože v místech následného podbíjení řízenou metodou</w:t>
      </w:r>
    </w:p>
    <w:p w14:paraId="5DDFC93D" w14:textId="77777777" w:rsidR="00752D82" w:rsidRDefault="00752D82" w:rsidP="00752D82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ukolejnění</w:t>
      </w:r>
    </w:p>
    <w:p w14:paraId="6D3801A6" w14:textId="77777777" w:rsidR="00752D82" w:rsidRDefault="00752D82" w:rsidP="00752D82">
      <w:pPr>
        <w:pStyle w:val="Bezmezer"/>
      </w:pPr>
      <w:r>
        <w:t>- demontáž a montáž přejezdů</w:t>
      </w:r>
    </w:p>
    <w:p w14:paraId="18A42B01" w14:textId="77777777" w:rsidR="00752D82" w:rsidRDefault="00752D82" w:rsidP="00752D82">
      <w:pPr>
        <w:pStyle w:val="Bezmezer"/>
      </w:pPr>
      <w:r>
        <w:t>- dopravní uzávěra přejezdů</w:t>
      </w:r>
    </w:p>
    <w:p w14:paraId="6D1275D7" w14:textId="77777777" w:rsidR="00752D82" w:rsidRDefault="00752D82" w:rsidP="00752D82">
      <w:pPr>
        <w:pStyle w:val="Bezmezer"/>
      </w:pPr>
      <w:r>
        <w:t>- svařování a zřízení bezstykové koleje</w:t>
      </w:r>
    </w:p>
    <w:p w14:paraId="783FA6F2" w14:textId="77777777" w:rsidR="00752D82" w:rsidRDefault="00752D82" w:rsidP="00752D82">
      <w:pPr>
        <w:pStyle w:val="Bezmezer"/>
      </w:pPr>
      <w:r>
        <w:t>- souvislé strojní broušení kolejnic</w:t>
      </w:r>
    </w:p>
    <w:p w14:paraId="3CF49D35" w14:textId="77777777" w:rsidR="0049067B" w:rsidRDefault="0049067B" w:rsidP="0049067B">
      <w:pPr>
        <w:pStyle w:val="Bezmezer"/>
      </w:pPr>
      <w:r>
        <w:t>- zpracování a realizace KSÚ a TP pro jednotlivé etapy</w:t>
      </w:r>
    </w:p>
    <w:p w14:paraId="0F3FC782" w14:textId="77777777" w:rsidR="0049067B" w:rsidRDefault="0049067B" w:rsidP="0049067B">
      <w:pPr>
        <w:pStyle w:val="Bezmezer"/>
      </w:pPr>
      <w:r>
        <w:t>- vytyčení inženýrských sítí</w:t>
      </w:r>
    </w:p>
    <w:p w14:paraId="1CD5841F" w14:textId="77777777" w:rsidR="00865F3C" w:rsidRDefault="00865F3C" w:rsidP="00865F3C">
      <w:pPr>
        <w:pStyle w:val="Bezmezer"/>
      </w:pPr>
      <w:r w:rsidRPr="00A0184D">
        <w:t xml:space="preserve">- skládání materiálu zhotovitele v </w:t>
      </w:r>
      <w:proofErr w:type="spellStart"/>
      <w:r w:rsidRPr="00A0184D">
        <w:t>žst</w:t>
      </w:r>
      <w:proofErr w:type="spellEnd"/>
      <w:r w:rsidRPr="00A0184D">
        <w:t xml:space="preserve"> Přelouč v etapách (zvláště ocelové součásti výhybek, výhybkové pražce, příčné pražce); s tím související nájezdy mechanizace</w:t>
      </w:r>
    </w:p>
    <w:p w14:paraId="463A4E16" w14:textId="77777777" w:rsidR="00865F3C" w:rsidRDefault="00865F3C" w:rsidP="00865F3C">
      <w:pPr>
        <w:pStyle w:val="Bezmezer"/>
      </w:pPr>
      <w:r>
        <w:t>- naložení a přeprava materiálu ze zařízení staveniště k místu montáže</w:t>
      </w:r>
    </w:p>
    <w:p w14:paraId="45D27E01" w14:textId="77777777" w:rsidR="00865F3C" w:rsidRDefault="00865F3C" w:rsidP="00865F3C">
      <w:pPr>
        <w:pStyle w:val="Bezmezer"/>
      </w:pPr>
      <w:r>
        <w:t>- naložení přeprava a přeprava užitého ocelového materiálu na zařízení staveniště</w:t>
      </w:r>
    </w:p>
    <w:p w14:paraId="3738C84D" w14:textId="77777777" w:rsidR="00865F3C" w:rsidRDefault="00865F3C" w:rsidP="0049067B">
      <w:pPr>
        <w:pStyle w:val="Bezmezer"/>
      </w:pPr>
      <w:r>
        <w:t>- likvidace betonových a plastových prvků</w:t>
      </w:r>
    </w:p>
    <w:p w14:paraId="186906F2" w14:textId="77777777" w:rsidR="00752D82" w:rsidRDefault="00752D82" w:rsidP="00752D82">
      <w:pPr>
        <w:pStyle w:val="Nadpis4"/>
      </w:pPr>
      <w:r>
        <w:t>Technická specifikace</w:t>
      </w:r>
    </w:p>
    <w:p w14:paraId="103C24A5" w14:textId="77777777" w:rsidR="00752D82" w:rsidRDefault="00752D82" w:rsidP="00752D82">
      <w:pPr>
        <w:pStyle w:val="Bezmezer"/>
      </w:pPr>
      <w:r>
        <w:t xml:space="preserve">GPK </w:t>
      </w:r>
      <w:r>
        <w:tab/>
        <w:t>1. kolej – 10,</w:t>
      </w:r>
      <w:r w:rsidR="00EA0639">
        <w:t>3</w:t>
      </w:r>
      <w:r>
        <w:t>4</w:t>
      </w:r>
      <w:r w:rsidR="00EA0639">
        <w:t>6</w:t>
      </w:r>
      <w:r>
        <w:t xml:space="preserve"> km</w:t>
      </w:r>
    </w:p>
    <w:p w14:paraId="6E56804A" w14:textId="77777777" w:rsidR="00EA0639" w:rsidRDefault="00752D82" w:rsidP="00752D82">
      <w:pPr>
        <w:pStyle w:val="Bezmezer"/>
      </w:pPr>
      <w:r>
        <w:tab/>
        <w:t>2. kolej  - 10,</w:t>
      </w:r>
      <w:r w:rsidR="00EA0639">
        <w:t>3</w:t>
      </w:r>
      <w:r>
        <w:t>4</w:t>
      </w:r>
      <w:r w:rsidR="00EA0639">
        <w:t>6</w:t>
      </w:r>
      <w:r>
        <w:t xml:space="preserve"> km</w:t>
      </w:r>
    </w:p>
    <w:p w14:paraId="0784997D" w14:textId="77777777" w:rsidR="00752D82" w:rsidRDefault="00752D82" w:rsidP="00752D82">
      <w:pPr>
        <w:pStyle w:val="Bezmezer"/>
      </w:pPr>
    </w:p>
    <w:p w14:paraId="0500F49B" w14:textId="77777777" w:rsidR="00752D82" w:rsidRDefault="00752D82" w:rsidP="00752D82">
      <w:pPr>
        <w:pStyle w:val="Bezmezer"/>
      </w:pPr>
      <w:r>
        <w:t>Řízená stabilizace</w:t>
      </w:r>
    </w:p>
    <w:p w14:paraId="10B48786" w14:textId="77777777" w:rsidR="00752D82" w:rsidRDefault="00752D82" w:rsidP="00752D82">
      <w:pPr>
        <w:pStyle w:val="Bezmezer"/>
      </w:pPr>
      <w:r>
        <w:t>10,</w:t>
      </w:r>
      <w:r w:rsidR="00EA0639">
        <w:t>3</w:t>
      </w:r>
      <w:r>
        <w:t>4 + 10,</w:t>
      </w:r>
      <w:r w:rsidR="00EA0639">
        <w:t>3</w:t>
      </w:r>
      <w:r>
        <w:t>4 km</w:t>
      </w:r>
    </w:p>
    <w:p w14:paraId="78BFCF68" w14:textId="77777777" w:rsidR="00752D82" w:rsidRDefault="00752D82" w:rsidP="00752D82">
      <w:pPr>
        <w:pStyle w:val="Bezmezer"/>
      </w:pPr>
    </w:p>
    <w:p w14:paraId="7184BDAB" w14:textId="77777777" w:rsidR="00752D82" w:rsidRDefault="00752D82" w:rsidP="00752D82">
      <w:pPr>
        <w:pStyle w:val="Bezmezer"/>
      </w:pPr>
      <w:r>
        <w:t xml:space="preserve">Výměna LIS </w:t>
      </w:r>
    </w:p>
    <w:p w14:paraId="0C6D30C0" w14:textId="77777777" w:rsidR="00752D82" w:rsidRDefault="003455B8" w:rsidP="00752D82">
      <w:pPr>
        <w:pStyle w:val="Bezmezer"/>
      </w:pPr>
      <w:r>
        <w:t>1.TK - 15 ks</w:t>
      </w:r>
    </w:p>
    <w:p w14:paraId="53F3F151" w14:textId="77777777" w:rsidR="00752D82" w:rsidRDefault="003455B8" w:rsidP="00752D82">
      <w:pPr>
        <w:pStyle w:val="Bezmezer"/>
      </w:pPr>
      <w:r>
        <w:t>2. TK – 17 ks</w:t>
      </w:r>
    </w:p>
    <w:p w14:paraId="507D99C6" w14:textId="77777777" w:rsidR="00752D82" w:rsidRDefault="00752D82" w:rsidP="00752D82">
      <w:pPr>
        <w:pStyle w:val="Bezmezer"/>
      </w:pPr>
      <w:r>
        <w:tab/>
        <w:t xml:space="preserve">    </w:t>
      </w:r>
      <w:r>
        <w:tab/>
      </w:r>
    </w:p>
    <w:p w14:paraId="7D81299A" w14:textId="77777777" w:rsidR="00752D82" w:rsidRDefault="00752D82" w:rsidP="00752D82">
      <w:pPr>
        <w:pStyle w:val="Bezmezer"/>
      </w:pPr>
      <w:r>
        <w:t>Výměna KR (kolejnice, pražce, ŠL), hutnění ŠL po vrstvách 15 cm</w:t>
      </w:r>
    </w:p>
    <w:p w14:paraId="5F25EFA1" w14:textId="77777777" w:rsidR="00752D82" w:rsidRDefault="00752D82" w:rsidP="00752D82">
      <w:pPr>
        <w:pStyle w:val="Bezmezer"/>
      </w:pPr>
      <w:r>
        <w:t>1.TK – 45 m (5xlis + 308,485-308,510)</w:t>
      </w:r>
    </w:p>
    <w:p w14:paraId="4D66E8E7" w14:textId="77777777" w:rsidR="00752D82" w:rsidRDefault="00752D82" w:rsidP="00752D82">
      <w:pPr>
        <w:pStyle w:val="Bezmezer"/>
      </w:pPr>
      <w:r>
        <w:t xml:space="preserve">2.TK – 150 m (7xlis + </w:t>
      </w:r>
      <w:r w:rsidR="00161FA6">
        <w:t>+311,320-311,350; 315,125-315,150; 314,880 -314,905; 315,260-315,285)</w:t>
      </w:r>
    </w:p>
    <w:p w14:paraId="0001B19A" w14:textId="77777777" w:rsidR="00752D82" w:rsidRDefault="00752D82" w:rsidP="00752D82">
      <w:pPr>
        <w:pStyle w:val="Bezmezer"/>
      </w:pPr>
    </w:p>
    <w:p w14:paraId="5C06FF97" w14:textId="77777777" w:rsidR="00752D82" w:rsidRDefault="00752D82" w:rsidP="00752D82">
      <w:pPr>
        <w:pStyle w:val="Bezmezer"/>
      </w:pPr>
      <w:r>
        <w:t>Výměna pražců s KR</w:t>
      </w:r>
    </w:p>
    <w:p w14:paraId="138828DD" w14:textId="77777777" w:rsidR="00752D82" w:rsidRDefault="00752D82" w:rsidP="00752D82">
      <w:pPr>
        <w:pStyle w:val="Bezmezer"/>
      </w:pPr>
      <w:r>
        <w:t>1.TK – 72ks (5x6lis + 308,485-308,510)</w:t>
      </w:r>
    </w:p>
    <w:p w14:paraId="699461ED" w14:textId="77777777" w:rsidR="00752D82" w:rsidRDefault="00752D82" w:rsidP="00752D82">
      <w:pPr>
        <w:pStyle w:val="Bezmezer"/>
      </w:pPr>
      <w:r>
        <w:t>2.TK – 257ks (7x6lis +311,320-311,350; 315,</w:t>
      </w:r>
      <w:r w:rsidR="00161FA6">
        <w:t>125</w:t>
      </w:r>
      <w:r>
        <w:t>-315,</w:t>
      </w:r>
      <w:r w:rsidR="00161FA6">
        <w:t>150</w:t>
      </w:r>
      <w:r>
        <w:t>; 314,880 -314,905; 315,260-315,285)</w:t>
      </w:r>
    </w:p>
    <w:p w14:paraId="7C7DB169" w14:textId="77777777" w:rsidR="00EA0639" w:rsidRDefault="00EA0639" w:rsidP="00752D82">
      <w:pPr>
        <w:pStyle w:val="Bezmezer"/>
      </w:pPr>
    </w:p>
    <w:p w14:paraId="7D0C140F" w14:textId="77777777" w:rsidR="00EA0639" w:rsidRDefault="00EA0639" w:rsidP="00EA0639">
      <w:pPr>
        <w:pStyle w:val="Bezmezer"/>
      </w:pPr>
      <w:r>
        <w:t>Neřízená stabilizace</w:t>
      </w:r>
    </w:p>
    <w:p w14:paraId="536A7AA9" w14:textId="77777777" w:rsidR="00EA0639" w:rsidRDefault="00EA0639" w:rsidP="00EA0639">
      <w:pPr>
        <w:pStyle w:val="Bezmezer"/>
      </w:pPr>
      <w:r>
        <w:t>500 + 500 m</w:t>
      </w:r>
    </w:p>
    <w:p w14:paraId="36F07EEF" w14:textId="77777777" w:rsidR="00752D82" w:rsidRDefault="00752D82" w:rsidP="00752D82">
      <w:pPr>
        <w:pStyle w:val="Bezmezer"/>
      </w:pPr>
    </w:p>
    <w:p w14:paraId="434272FC" w14:textId="77777777" w:rsidR="00752D82" w:rsidRDefault="00752D82" w:rsidP="00752D82">
      <w:pPr>
        <w:pStyle w:val="Bezmezer"/>
      </w:pPr>
      <w:r>
        <w:t xml:space="preserve">broušení </w:t>
      </w:r>
      <w:r w:rsidR="004B6E0A">
        <w:t>kolejnic</w:t>
      </w:r>
    </w:p>
    <w:p w14:paraId="6742176B" w14:textId="77777777" w:rsidR="004B6E0A" w:rsidRDefault="00752D82" w:rsidP="00752D82">
      <w:pPr>
        <w:pStyle w:val="Bezmezer"/>
      </w:pPr>
      <w:r>
        <w:t xml:space="preserve">1.TK – </w:t>
      </w:r>
      <w:r w:rsidR="004B6E0A">
        <w:t>10,346</w:t>
      </w:r>
      <w:r>
        <w:t xml:space="preserve"> </w:t>
      </w:r>
      <w:r w:rsidR="004B6E0A">
        <w:t>k</w:t>
      </w:r>
      <w:r>
        <w:t xml:space="preserve">m </w:t>
      </w:r>
    </w:p>
    <w:p w14:paraId="6D8956F5" w14:textId="77777777" w:rsidR="00752D82" w:rsidRDefault="004B6E0A" w:rsidP="00752D82">
      <w:pPr>
        <w:pStyle w:val="Bezmezer"/>
      </w:pPr>
      <w:r>
        <w:t>2.TK – 10,346 km</w:t>
      </w:r>
    </w:p>
    <w:p w14:paraId="48D9F535" w14:textId="77777777" w:rsidR="00EA0639" w:rsidRDefault="00EA0639" w:rsidP="00752D82">
      <w:pPr>
        <w:pStyle w:val="Bezmezer"/>
      </w:pPr>
    </w:p>
    <w:p w14:paraId="6CA0C400" w14:textId="77777777" w:rsidR="00752D82" w:rsidRDefault="00752D82" w:rsidP="00752D82">
      <w:pPr>
        <w:pStyle w:val="Bezmezer"/>
      </w:pPr>
      <w:r>
        <w:t xml:space="preserve">Výměna ŠL </w:t>
      </w:r>
      <w:proofErr w:type="spellStart"/>
      <w:r>
        <w:t>mezipražcově</w:t>
      </w:r>
      <w:proofErr w:type="spellEnd"/>
      <w:r>
        <w:t xml:space="preserve"> </w:t>
      </w:r>
    </w:p>
    <w:p w14:paraId="6E8C145B" w14:textId="77777777" w:rsidR="00752D82" w:rsidRDefault="00752D82" w:rsidP="00752D82">
      <w:pPr>
        <w:pStyle w:val="Bezmezer"/>
      </w:pPr>
      <w:r>
        <w:t>1.TK – 60 oken</w:t>
      </w:r>
    </w:p>
    <w:p w14:paraId="0EF5D7AE" w14:textId="77777777" w:rsidR="00752D82" w:rsidRDefault="00752D82" w:rsidP="00752D82">
      <w:pPr>
        <w:pStyle w:val="Bezmezer"/>
      </w:pPr>
      <w:r>
        <w:t>2.TK – 129 oken</w:t>
      </w:r>
    </w:p>
    <w:p w14:paraId="085FE1FD" w14:textId="77777777" w:rsidR="00752D82" w:rsidRDefault="00752D82" w:rsidP="00752D82">
      <w:pPr>
        <w:pStyle w:val="Bezmezer"/>
      </w:pPr>
    </w:p>
    <w:p w14:paraId="616D6E17" w14:textId="77777777" w:rsidR="00752D82" w:rsidRDefault="00752D82" w:rsidP="00752D82">
      <w:pPr>
        <w:pStyle w:val="Bezmezer"/>
      </w:pPr>
      <w:r>
        <w:t xml:space="preserve">Demontáž a montáž přejezdů - </w:t>
      </w:r>
      <w:proofErr w:type="spellStart"/>
      <w:r>
        <w:t>Brenz</w:t>
      </w:r>
      <w:proofErr w:type="spellEnd"/>
    </w:p>
    <w:p w14:paraId="3E2557A0" w14:textId="0FA3A093" w:rsidR="00752D82" w:rsidRDefault="00752D82" w:rsidP="00752D82">
      <w:pPr>
        <w:pStyle w:val="Bezmezer"/>
      </w:pPr>
      <w:r>
        <w:t xml:space="preserve">1.TK – 3,6m </w:t>
      </w:r>
      <w:r w:rsidR="001365D4">
        <w:t xml:space="preserve">+ </w:t>
      </w:r>
      <w:r w:rsidR="00C9793A">
        <w:t>7,2m</w:t>
      </w:r>
    </w:p>
    <w:p w14:paraId="399F64D9" w14:textId="77777777" w:rsidR="00752D82" w:rsidRDefault="00752D82" w:rsidP="00752D82">
      <w:pPr>
        <w:pStyle w:val="Bezmezer"/>
      </w:pPr>
      <w:r>
        <w:t xml:space="preserve">2.TK - 3,6m </w:t>
      </w:r>
      <w:r w:rsidR="00C9793A">
        <w:t>+ 7,2m</w:t>
      </w:r>
    </w:p>
    <w:p w14:paraId="32ECBCDD" w14:textId="77777777" w:rsidR="00752D82" w:rsidRDefault="00752D82" w:rsidP="00752D82">
      <w:pPr>
        <w:pStyle w:val="Bezmezer"/>
      </w:pPr>
    </w:p>
    <w:p w14:paraId="3F163091" w14:textId="77777777" w:rsidR="00752D82" w:rsidRDefault="00752D82" w:rsidP="00752D82">
      <w:pPr>
        <w:pStyle w:val="Bezmezer"/>
      </w:pPr>
      <w:r>
        <w:t xml:space="preserve">Následné GPK </w:t>
      </w:r>
    </w:p>
    <w:p w14:paraId="5152130D" w14:textId="77777777" w:rsidR="00752D82" w:rsidRDefault="00752D82" w:rsidP="00752D82">
      <w:pPr>
        <w:pStyle w:val="Bezmezer"/>
      </w:pPr>
      <w:r>
        <w:t xml:space="preserve">1.TK – </w:t>
      </w:r>
      <w:r w:rsidR="00EA0639">
        <w:t>500 m</w:t>
      </w:r>
      <w:r>
        <w:t xml:space="preserve"> </w:t>
      </w:r>
      <w:r w:rsidR="00483BC4">
        <w:t>(místa s úpravou ŠL + rezerva)</w:t>
      </w:r>
    </w:p>
    <w:p w14:paraId="54B1B489" w14:textId="77777777" w:rsidR="00752D82" w:rsidRDefault="006142E8" w:rsidP="00752D82">
      <w:pPr>
        <w:pStyle w:val="Bezmezer"/>
      </w:pPr>
      <w:r>
        <w:t xml:space="preserve">2.TK – </w:t>
      </w:r>
      <w:r w:rsidR="00EA0639">
        <w:t>500</w:t>
      </w:r>
      <w:r w:rsidR="00483BC4">
        <w:t xml:space="preserve"> m (místa s úpravou ŠL + rezerva)</w:t>
      </w:r>
    </w:p>
    <w:p w14:paraId="4067CB4E" w14:textId="77777777" w:rsidR="00752D82" w:rsidRDefault="00752D82" w:rsidP="00752D82">
      <w:pPr>
        <w:pStyle w:val="Bezmezer"/>
      </w:pPr>
    </w:p>
    <w:p w14:paraId="68EF3983" w14:textId="77777777" w:rsidR="00752D82" w:rsidRDefault="00752D82" w:rsidP="00752D82">
      <w:pPr>
        <w:pStyle w:val="Bezmezer"/>
      </w:pPr>
      <w:r>
        <w:t>Neřízená stabilizace</w:t>
      </w:r>
      <w:r w:rsidR="00EA0639">
        <w:t xml:space="preserve"> po následném GPK</w:t>
      </w:r>
    </w:p>
    <w:p w14:paraId="3C7E500D" w14:textId="77777777" w:rsidR="00752D82" w:rsidRDefault="00EA0639" w:rsidP="00752D82">
      <w:pPr>
        <w:pStyle w:val="Bezmezer"/>
      </w:pPr>
      <w:r>
        <w:t>500</w:t>
      </w:r>
      <w:r w:rsidR="00752D82">
        <w:t xml:space="preserve"> + </w:t>
      </w:r>
      <w:r>
        <w:t>5</w:t>
      </w:r>
      <w:r w:rsidR="00752D82">
        <w:t>00 m</w:t>
      </w:r>
    </w:p>
    <w:p w14:paraId="54D1C70E" w14:textId="77777777" w:rsidR="006142E8" w:rsidRDefault="006142E8" w:rsidP="006142E8">
      <w:pPr>
        <w:pStyle w:val="Nadpis2"/>
        <w:rPr>
          <w:strike/>
        </w:rPr>
      </w:pPr>
      <w:r>
        <w:lastRenderedPageBreak/>
        <w:t xml:space="preserve">SO 02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Přelouč</w:t>
      </w:r>
      <w:r w:rsidRPr="00397032">
        <w:rPr>
          <w:strike/>
        </w:rPr>
        <w:t xml:space="preserve"> </w:t>
      </w:r>
    </w:p>
    <w:p w14:paraId="0ECE571B" w14:textId="77777777" w:rsidR="006142E8" w:rsidRDefault="006142E8" w:rsidP="006142E8">
      <w:pPr>
        <w:pStyle w:val="Nadpis4"/>
      </w:pPr>
      <w:r>
        <w:t>Předmět práce</w:t>
      </w:r>
    </w:p>
    <w:p w14:paraId="1CF05352" w14:textId="77777777" w:rsidR="0049067B" w:rsidRDefault="0049067B" w:rsidP="0049067B">
      <w:pPr>
        <w:pStyle w:val="Bezmezer"/>
      </w:pPr>
      <w:r>
        <w:t xml:space="preserve">- </w:t>
      </w:r>
      <w:proofErr w:type="spellStart"/>
      <w:r>
        <w:t>v.č</w:t>
      </w:r>
      <w:proofErr w:type="spellEnd"/>
      <w:r>
        <w:t xml:space="preserve">. </w:t>
      </w:r>
      <w:r w:rsidR="00865F3C" w:rsidRPr="00865F3C">
        <w:t>101,</w:t>
      </w:r>
      <w:r w:rsidR="00865F3C">
        <w:t xml:space="preserve"> </w:t>
      </w:r>
      <w:r w:rsidR="00865F3C" w:rsidRPr="00865F3C">
        <w:t>105,</w:t>
      </w:r>
      <w:r w:rsidR="00865F3C">
        <w:t xml:space="preserve"> </w:t>
      </w:r>
      <w:r w:rsidR="00865F3C" w:rsidRPr="00865F3C">
        <w:t>106,</w:t>
      </w:r>
      <w:r w:rsidR="00865F3C">
        <w:t xml:space="preserve"> </w:t>
      </w:r>
      <w:r w:rsidR="00865F3C" w:rsidRPr="00865F3C">
        <w:t>102,</w:t>
      </w:r>
      <w:r w:rsidR="00865F3C">
        <w:t xml:space="preserve"> </w:t>
      </w:r>
      <w:r w:rsidR="00865F3C" w:rsidRPr="00865F3C">
        <w:t>103,</w:t>
      </w:r>
      <w:r w:rsidR="00865F3C">
        <w:t xml:space="preserve"> </w:t>
      </w:r>
      <w:r w:rsidR="00865F3C" w:rsidRPr="00865F3C">
        <w:t>104,</w:t>
      </w:r>
      <w:r w:rsidR="00865F3C">
        <w:t xml:space="preserve"> </w:t>
      </w:r>
      <w:r w:rsidR="00865F3C" w:rsidRPr="00865F3C">
        <w:t>3,</w:t>
      </w:r>
      <w:r w:rsidR="00865F3C">
        <w:t xml:space="preserve"> </w:t>
      </w:r>
      <w:r w:rsidR="00865F3C" w:rsidRPr="00865F3C">
        <w:t>4,</w:t>
      </w:r>
      <w:r w:rsidR="00865F3C">
        <w:t xml:space="preserve"> </w:t>
      </w:r>
      <w:r w:rsidR="00865F3C" w:rsidRPr="00865F3C">
        <w:t>5,</w:t>
      </w:r>
      <w:r w:rsidR="00865F3C">
        <w:t xml:space="preserve"> </w:t>
      </w:r>
      <w:r w:rsidR="00865F3C" w:rsidRPr="00865F3C">
        <w:t>6,</w:t>
      </w:r>
      <w:r w:rsidR="00865F3C">
        <w:t xml:space="preserve"> </w:t>
      </w:r>
      <w:r w:rsidR="00865F3C" w:rsidRPr="00865F3C">
        <w:t>117,</w:t>
      </w:r>
      <w:r w:rsidR="00865F3C">
        <w:t xml:space="preserve"> </w:t>
      </w:r>
      <w:r w:rsidR="00865F3C" w:rsidRPr="00865F3C">
        <w:t>1,</w:t>
      </w:r>
      <w:r w:rsidR="00865F3C">
        <w:t xml:space="preserve"> </w:t>
      </w:r>
      <w:r w:rsidR="00865F3C" w:rsidRPr="00865F3C">
        <w:t>7,</w:t>
      </w:r>
      <w:r w:rsidR="00865F3C">
        <w:t xml:space="preserve"> </w:t>
      </w:r>
      <w:r w:rsidR="00865F3C" w:rsidRPr="00865F3C">
        <w:t>9,</w:t>
      </w:r>
      <w:r w:rsidR="00865F3C">
        <w:t xml:space="preserve"> </w:t>
      </w:r>
      <w:r w:rsidR="00865F3C" w:rsidRPr="00865F3C">
        <w:t>37,</w:t>
      </w:r>
      <w:r w:rsidR="00865F3C">
        <w:t xml:space="preserve"> </w:t>
      </w:r>
      <w:r w:rsidR="00865F3C" w:rsidRPr="00865F3C">
        <w:t>39,</w:t>
      </w:r>
      <w:r w:rsidR="00865F3C">
        <w:t xml:space="preserve"> </w:t>
      </w:r>
      <w:r w:rsidR="00865F3C" w:rsidRPr="00865F3C">
        <w:t>42,</w:t>
      </w:r>
      <w:r w:rsidR="00865F3C">
        <w:t xml:space="preserve"> </w:t>
      </w:r>
      <w:r w:rsidR="00865F3C" w:rsidRPr="00865F3C">
        <w:t>38,</w:t>
      </w:r>
      <w:r w:rsidR="00865F3C">
        <w:t xml:space="preserve"> </w:t>
      </w:r>
      <w:r w:rsidR="00865F3C" w:rsidRPr="00865F3C">
        <w:t>40,</w:t>
      </w:r>
      <w:r w:rsidR="00865F3C">
        <w:t xml:space="preserve"> </w:t>
      </w:r>
      <w:proofErr w:type="gramStart"/>
      <w:r w:rsidR="00865F3C" w:rsidRPr="00865F3C">
        <w:t xml:space="preserve">41 </w:t>
      </w:r>
      <w:r>
        <w:t xml:space="preserve"> </w:t>
      </w:r>
      <w:r w:rsidR="005C384E">
        <w:t>-</w:t>
      </w:r>
      <w:proofErr w:type="gramEnd"/>
      <w:r w:rsidR="005C384E">
        <w:t xml:space="preserve"> obnovovací práce na výhybkách</w:t>
      </w:r>
    </w:p>
    <w:p w14:paraId="4AB92038" w14:textId="77777777" w:rsidR="0049067B" w:rsidRDefault="0049067B" w:rsidP="0049067B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3B15DD5C" w14:textId="77777777" w:rsidR="0049067B" w:rsidRDefault="0049067B" w:rsidP="0049067B">
      <w:pPr>
        <w:pStyle w:val="Bezmezer"/>
      </w:pPr>
      <w:r>
        <w:t>- GPK + doplnění ŠL; následné GPK</w:t>
      </w:r>
    </w:p>
    <w:p w14:paraId="50D9E42B" w14:textId="77777777" w:rsidR="006142E8" w:rsidRDefault="006142E8" w:rsidP="006142E8">
      <w:pPr>
        <w:pStyle w:val="Nadpis4"/>
      </w:pPr>
      <w:r>
        <w:t>Stávající stav</w:t>
      </w:r>
    </w:p>
    <w:p w14:paraId="521325FA" w14:textId="77777777" w:rsidR="006142E8" w:rsidRDefault="006142E8" w:rsidP="006142E8">
      <w:pPr>
        <w:pStyle w:val="Bezmezer"/>
      </w:pPr>
      <w:r>
        <w:t xml:space="preserve">km 317,046 - 319,552;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Výhybky soustavy UIC druhé generace na betonových pražcích. Stěrkové lože za kameniva frakce 31,5/63 mm. Výhybky a koleje jsou svařeny do bezstykové koleje.</w:t>
      </w:r>
      <w:r w:rsidR="008E7D91">
        <w:t xml:space="preserve"> Kromě uvedených jsou výhybky se žlabovými pražci</w:t>
      </w:r>
      <w:r w:rsidR="00016F54">
        <w:t>.</w:t>
      </w:r>
    </w:p>
    <w:p w14:paraId="43A4D84A" w14:textId="77777777" w:rsidR="006142E8" w:rsidRDefault="0049067B" w:rsidP="006142E8">
      <w:pPr>
        <w:pStyle w:val="Nadpis4"/>
      </w:pPr>
      <w:r>
        <w:t>Nový stav - technické požadavky</w:t>
      </w:r>
    </w:p>
    <w:p w14:paraId="260A5B03" w14:textId="77777777" w:rsidR="0049067B" w:rsidRDefault="0049067B" w:rsidP="0049067B">
      <w:pPr>
        <w:pStyle w:val="Bezmezer"/>
      </w:pPr>
      <w:r>
        <w:t>- výměna vybraných ocelových součástí výhybek obsahuje:</w:t>
      </w:r>
    </w:p>
    <w:p w14:paraId="76524A8B" w14:textId="77777777" w:rsidR="0049067B" w:rsidRDefault="0049067B" w:rsidP="0049067B">
      <w:pPr>
        <w:pStyle w:val="Bezmezer"/>
      </w:pPr>
      <w:r>
        <w:tab/>
        <w:t>- dělení kolejnic</w:t>
      </w:r>
    </w:p>
    <w:p w14:paraId="4E02A923" w14:textId="77777777" w:rsidR="0049067B" w:rsidRDefault="0049067B" w:rsidP="0049067B">
      <w:pPr>
        <w:pStyle w:val="Bezmezer"/>
      </w:pPr>
      <w:r>
        <w:t>- výměna srdcovky, za KV v hlavním směru výměna kolejnice 10 m, ve vedlejším směru výměna středu JKS (zpravidla s LIS)</w:t>
      </w:r>
    </w:p>
    <w:p w14:paraId="571F7A42" w14:textId="77777777" w:rsidR="0049067B" w:rsidRDefault="0049067B" w:rsidP="0049067B">
      <w:pPr>
        <w:pStyle w:val="Bezmezer"/>
      </w:pPr>
      <w:r>
        <w:t>- demontáž a montáž přídržnice v hlavním směru výhybky v místech měnění pražců na srdcovkách</w:t>
      </w:r>
    </w:p>
    <w:p w14:paraId="6DA207F2" w14:textId="77777777" w:rsidR="0049067B" w:rsidRDefault="0049067B" w:rsidP="0049067B">
      <w:pPr>
        <w:pStyle w:val="Bezmezer"/>
      </w:pPr>
      <w:r>
        <w:t xml:space="preserve">- výměna </w:t>
      </w:r>
      <w:proofErr w:type="spellStart"/>
      <w:r>
        <w:t>LISu</w:t>
      </w:r>
      <w:proofErr w:type="spellEnd"/>
      <w:r>
        <w:t xml:space="preserve"> mezi srdcovkou a středovou kolejnicí a výměna </w:t>
      </w:r>
      <w:proofErr w:type="spellStart"/>
      <w:r>
        <w:t>LISů</w:t>
      </w:r>
      <w:proofErr w:type="spellEnd"/>
      <w:r>
        <w:t xml:space="preserve"> bezprostředně u výhybkové konstrukce</w:t>
      </w:r>
    </w:p>
    <w:p w14:paraId="7C17C42C" w14:textId="77777777" w:rsidR="0049067B" w:rsidRDefault="0049067B" w:rsidP="0049067B">
      <w:pPr>
        <w:pStyle w:val="Bezmezer"/>
      </w:pPr>
      <w:r>
        <w:t>- výměna středových kolejnic</w:t>
      </w:r>
    </w:p>
    <w:p w14:paraId="36CDD687" w14:textId="77777777" w:rsidR="0049067B" w:rsidRDefault="0049067B" w:rsidP="0049067B">
      <w:pPr>
        <w:pStyle w:val="Bezmezer"/>
      </w:pPr>
      <w:r>
        <w:t>- výměna jazyků a opornic</w:t>
      </w:r>
    </w:p>
    <w:p w14:paraId="11ABCD57" w14:textId="77777777" w:rsidR="0049067B" w:rsidRDefault="0049067B" w:rsidP="0049067B">
      <w:pPr>
        <w:pStyle w:val="Bezmezer"/>
      </w:pPr>
      <w:r>
        <w:t>- demontáž a montáž jazykových opěrek opornice</w:t>
      </w:r>
    </w:p>
    <w:p w14:paraId="06F14359" w14:textId="77777777" w:rsidR="0049067B" w:rsidRDefault="0049067B" w:rsidP="0049067B">
      <w:pPr>
        <w:pStyle w:val="Bezmezer"/>
      </w:pPr>
      <w:r>
        <w:t>- demontáž a montáž zámku proti putování jazyka</w:t>
      </w:r>
    </w:p>
    <w:p w14:paraId="70B15E68" w14:textId="77777777" w:rsidR="0049067B" w:rsidRDefault="0049067B" w:rsidP="0049067B">
      <w:pPr>
        <w:pStyle w:val="Bezmezer"/>
      </w:pPr>
      <w:r>
        <w:t>- svařování do BK (umožnění volné dilatace, seřízení jazyků, montážní a závěrné svary)</w:t>
      </w:r>
    </w:p>
    <w:p w14:paraId="5F7FBB02" w14:textId="77777777" w:rsidR="0049067B" w:rsidRDefault="0049067B" w:rsidP="0049067B">
      <w:pPr>
        <w:pStyle w:val="Bezmezer"/>
      </w:pPr>
      <w:r>
        <w:t xml:space="preserve">- demontáž a montáž </w:t>
      </w:r>
      <w:proofErr w:type="spellStart"/>
      <w:r>
        <w:t>ekoslidů</w:t>
      </w:r>
      <w:proofErr w:type="spellEnd"/>
      <w:r>
        <w:t xml:space="preserve"> a </w:t>
      </w:r>
      <w:proofErr w:type="spellStart"/>
      <w:r>
        <w:t>dotlačovačů</w:t>
      </w:r>
      <w:proofErr w:type="spellEnd"/>
      <w:r>
        <w:t xml:space="preserve"> jazyka</w:t>
      </w:r>
    </w:p>
    <w:p w14:paraId="4236260D" w14:textId="77777777" w:rsidR="0049067B" w:rsidRDefault="0049067B" w:rsidP="0049067B">
      <w:pPr>
        <w:pStyle w:val="Bezmezer"/>
      </w:pPr>
      <w:r>
        <w:t>- u měněných jazyků a opornic demontáž a montáž EOV, přestavníků a snímačů poloh jazyka</w:t>
      </w:r>
    </w:p>
    <w:p w14:paraId="325E90E6" w14:textId="77777777" w:rsidR="0049067B" w:rsidRDefault="0049067B" w:rsidP="0049067B">
      <w:pPr>
        <w:pStyle w:val="Bezmezer"/>
      </w:pPr>
      <w:r>
        <w:t xml:space="preserve">- u měněných jazyků a opornic základní broušení od 3 </w:t>
      </w:r>
      <w:proofErr w:type="spellStart"/>
      <w:r>
        <w:t>měs</w:t>
      </w:r>
      <w:proofErr w:type="spellEnd"/>
      <w:r>
        <w:t xml:space="preserve"> po uvedení do provozu</w:t>
      </w:r>
    </w:p>
    <w:p w14:paraId="70E988AA" w14:textId="77777777" w:rsidR="0049067B" w:rsidRDefault="0049067B" w:rsidP="0049067B">
      <w:pPr>
        <w:pStyle w:val="Bezmezer"/>
      </w:pPr>
      <w:r>
        <w:t>- navrtání otvorů pro lana, zádržné opěrky, snímače poloh, propojky, jazykové opěrky</w:t>
      </w:r>
    </w:p>
    <w:p w14:paraId="4A2CDC0A" w14:textId="77777777" w:rsidR="0049067B" w:rsidRDefault="0049067B" w:rsidP="0049067B">
      <w:pPr>
        <w:pStyle w:val="Bezmezer"/>
      </w:pPr>
      <w:r>
        <w:t>- výměna lanových propojení (jazyk opornice, vnější kolejnice u srdcovky)</w:t>
      </w:r>
    </w:p>
    <w:p w14:paraId="36025642" w14:textId="77777777" w:rsidR="0049067B" w:rsidRDefault="0049067B" w:rsidP="0049067B">
      <w:pPr>
        <w:pStyle w:val="Bezmezer"/>
      </w:pPr>
      <w:r>
        <w:t xml:space="preserve">- výměna součástí čelisťových závěrů (svorníky, </w:t>
      </w:r>
      <w:proofErr w:type="spellStart"/>
      <w:r>
        <w:t>závorovací</w:t>
      </w:r>
      <w:proofErr w:type="spellEnd"/>
      <w:r>
        <w:t xml:space="preserve"> tyče, háky </w:t>
      </w:r>
      <w:proofErr w:type="spellStart"/>
      <w:r>
        <w:t>čz</w:t>
      </w:r>
      <w:proofErr w:type="spellEnd"/>
      <w:r>
        <w:t xml:space="preserve">, čelisti </w:t>
      </w:r>
      <w:proofErr w:type="spellStart"/>
      <w:r>
        <w:t>čz</w:t>
      </w:r>
      <w:proofErr w:type="spellEnd"/>
      <w:r>
        <w:t xml:space="preserve">, páky </w:t>
      </w:r>
      <w:proofErr w:type="spellStart"/>
      <w:r>
        <w:t>čz</w:t>
      </w:r>
      <w:proofErr w:type="spellEnd"/>
      <w:r>
        <w:t>, táhla) včetně dodávky materiálu</w:t>
      </w:r>
    </w:p>
    <w:p w14:paraId="12B3E7AA" w14:textId="77777777" w:rsidR="0049067B" w:rsidRDefault="0049067B" w:rsidP="0049067B">
      <w:pPr>
        <w:pStyle w:val="Bezmezer"/>
      </w:pPr>
      <w:r>
        <w:t>- broušení součástí výhybek</w:t>
      </w:r>
    </w:p>
    <w:p w14:paraId="1ACB1564" w14:textId="77777777" w:rsidR="0049067B" w:rsidRDefault="0049067B" w:rsidP="0049067B">
      <w:pPr>
        <w:pStyle w:val="Bezmezer"/>
      </w:pPr>
      <w:r>
        <w:t xml:space="preserve">- základní broušení měněných součástí výhybky (jazyky, opornice, srdcovky, středové kolejnice) provedeny </w:t>
      </w:r>
      <w:r w:rsidR="008E3719">
        <w:t xml:space="preserve">po </w:t>
      </w:r>
      <w:r>
        <w:t>následném podbíjení</w:t>
      </w:r>
    </w:p>
    <w:p w14:paraId="7C004C61" w14:textId="77777777" w:rsidR="0049067B" w:rsidRDefault="0049067B" w:rsidP="0049067B">
      <w:pPr>
        <w:pStyle w:val="Bezmezer"/>
      </w:pPr>
      <w:r>
        <w:t xml:space="preserve">- </w:t>
      </w:r>
      <w:proofErr w:type="spellStart"/>
      <w:r>
        <w:t>nadvaření</w:t>
      </w:r>
      <w:proofErr w:type="spellEnd"/>
      <w:r>
        <w:t xml:space="preserve"> srdcovky</w:t>
      </w:r>
    </w:p>
    <w:p w14:paraId="327F2824" w14:textId="77777777" w:rsidR="0049067B" w:rsidRDefault="0049067B" w:rsidP="0049067B">
      <w:pPr>
        <w:pStyle w:val="Bezmezer"/>
      </w:pPr>
      <w:r>
        <w:t>- výměna podložek pod kolejnicemi a výhybkovými součástmi ve výhybkách</w:t>
      </w:r>
    </w:p>
    <w:p w14:paraId="5333AD24" w14:textId="77777777" w:rsidR="0049067B" w:rsidRDefault="0049067B" w:rsidP="0049067B">
      <w:pPr>
        <w:pStyle w:val="Bezmezer"/>
      </w:pPr>
      <w:r>
        <w:t>- výměna pražců pod srdcovkou při demontované srdcovce a kolejnice u přídržnice v hlavním směru</w:t>
      </w:r>
    </w:p>
    <w:p w14:paraId="00862389" w14:textId="77777777" w:rsidR="0049067B" w:rsidRDefault="0049067B" w:rsidP="0049067B">
      <w:pPr>
        <w:pStyle w:val="Bezmezer"/>
      </w:pPr>
      <w:r>
        <w:t>- výměna štěrkového lože pod srdcovkou v prostoru výměny pražců do hloubky 0,3 m pod úložnou plochu pražce; šířka 0,4 m za hlavy pražců směrem k ose os a 1,5 m směrem vně koleje</w:t>
      </w:r>
    </w:p>
    <w:p w14:paraId="350DF000" w14:textId="77777777" w:rsidR="0049067B" w:rsidRDefault="0049067B" w:rsidP="0049067B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lože, kde se mění pražce</w:t>
      </w:r>
    </w:p>
    <w:p w14:paraId="72BCF070" w14:textId="77777777" w:rsidR="0049067B" w:rsidRDefault="0049067B" w:rsidP="0049067B">
      <w:pPr>
        <w:pStyle w:val="Bezmezer"/>
      </w:pPr>
      <w:r>
        <w:t xml:space="preserve">- při výměně ŠL do hloubky 0,3 m pod úložnou plochou pražce; </w:t>
      </w:r>
      <w:proofErr w:type="spellStart"/>
      <w:r>
        <w:t>šírka</w:t>
      </w:r>
      <w:proofErr w:type="spellEnd"/>
      <w:r>
        <w:t xml:space="preserve"> 0,4m za hlavami pražců; vytvořenou pláň ž. spodku spádovat ve sklon 2% a hutnit</w:t>
      </w:r>
    </w:p>
    <w:p w14:paraId="5560E61F" w14:textId="77777777" w:rsidR="0049067B" w:rsidRDefault="0049067B" w:rsidP="0049067B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01690503" w14:textId="77777777" w:rsidR="0049067B" w:rsidRDefault="0049067B" w:rsidP="0049067B">
      <w:pPr>
        <w:pStyle w:val="Bezmezer"/>
      </w:pPr>
      <w:r>
        <w:t xml:space="preserve">- hutnění provedeno zařízením s odstředivou silou větší než 35 </w:t>
      </w:r>
      <w:proofErr w:type="spellStart"/>
      <w:r>
        <w:t>kN</w:t>
      </w:r>
      <w:proofErr w:type="spellEnd"/>
      <w:r>
        <w:t>, pouze nedostupné části (v prostorech kolejnice odbočné větve může být hutněno jiným zařízením</w:t>
      </w:r>
    </w:p>
    <w:p w14:paraId="34F1FE16" w14:textId="77777777" w:rsidR="0049067B" w:rsidRDefault="0049067B" w:rsidP="0049067B">
      <w:pPr>
        <w:pStyle w:val="Bezmezer"/>
      </w:pPr>
      <w:r>
        <w:t>- v rámci výměny pražců (příčných i výhybkových) budou pražce podbity strojně po výměně, následně podbity v rámci kontinuálního propracování</w:t>
      </w:r>
    </w:p>
    <w:p w14:paraId="42AD5C19" w14:textId="77777777" w:rsidR="0049067B" w:rsidRDefault="0049067B" w:rsidP="0049067B">
      <w:pPr>
        <w:pStyle w:val="Bezmezer"/>
      </w:pPr>
      <w:r>
        <w:t>- následné podbití ve výhybkách a v koleji pouze na měněných pražcích + 1 přilehlý z každé strany; to znamená, že vyměněný pražec bude na konci stavby minimálně 3x podbitý</w:t>
      </w:r>
    </w:p>
    <w:p w14:paraId="0FB302B7" w14:textId="77777777" w:rsidR="0049067B" w:rsidRDefault="0049067B" w:rsidP="0049067B">
      <w:pPr>
        <w:pStyle w:val="Bezmezer"/>
      </w:pPr>
      <w:r>
        <w:t xml:space="preserve">- čištění </w:t>
      </w:r>
      <w:proofErr w:type="spellStart"/>
      <w:r>
        <w:t>mezipražcově</w:t>
      </w:r>
      <w:proofErr w:type="spellEnd"/>
      <w:r>
        <w:t xml:space="preserve"> v prostoru zámku proti putování jazyka do hloubky 0,3 m pod úložnou plochu pražce; doplnění ŠL; hutnění ŠL ve dvou vrstvách</w:t>
      </w:r>
    </w:p>
    <w:p w14:paraId="617BD72F" w14:textId="77777777" w:rsidR="0049067B" w:rsidRDefault="0049067B" w:rsidP="0049067B">
      <w:pPr>
        <w:pStyle w:val="Bezmezer"/>
      </w:pPr>
      <w:r>
        <w:lastRenderedPageBreak/>
        <w:t>- čištění zásypového klíny pod stezkou v srdcovkové části výhybky po délce měněných pražců; prostor navazuje na výměnu štěrkového lože v koleji</w:t>
      </w:r>
    </w:p>
    <w:p w14:paraId="66FB0275" w14:textId="77777777" w:rsidR="0049067B" w:rsidRDefault="0049067B" w:rsidP="0049067B">
      <w:pPr>
        <w:pStyle w:val="Bezmezer"/>
      </w:pPr>
      <w:r>
        <w:t xml:space="preserve">- v km 336,336 (podchod) v SK 1,2 snesení kolejového roštu v dl. 12 m, výměna ŠL a instalace </w:t>
      </w:r>
      <w:proofErr w:type="spellStart"/>
      <w:r>
        <w:t>antivibračbí</w:t>
      </w:r>
      <w:proofErr w:type="spellEnd"/>
      <w:r>
        <w:t xml:space="preserve"> rohože na strop podchodu, výměna pražců a kolejnic, svaření do BK vč. umožnění volné dilatace</w:t>
      </w:r>
    </w:p>
    <w:p w14:paraId="469A4148" w14:textId="77777777" w:rsidR="0049067B" w:rsidRDefault="0049067B" w:rsidP="0049067B">
      <w:pPr>
        <w:pStyle w:val="Bezmezer"/>
      </w:pPr>
      <w:r>
        <w:t>- strojní podbíjení výhybek a kolejí přesnou metodou</w:t>
      </w:r>
    </w:p>
    <w:p w14:paraId="26C74DE3" w14:textId="77777777" w:rsidR="00865F3C" w:rsidRDefault="00865F3C" w:rsidP="00865F3C">
      <w:pPr>
        <w:pStyle w:val="Bezmezer"/>
      </w:pPr>
      <w:r>
        <w:t>- hutnění stabilizátorem kolejového lože; v místech, kde se zasahovalo do kolejového lože nejdříve neřízenou stabilizací; po kontinuálním podbíjení provést řízenou stabilizaci v celém úseku</w:t>
      </w:r>
    </w:p>
    <w:p w14:paraId="4703B210" w14:textId="77777777" w:rsidR="0049067B" w:rsidRDefault="0049067B" w:rsidP="0049067B">
      <w:pPr>
        <w:pStyle w:val="Bezmezer"/>
      </w:pPr>
      <w:r>
        <w:t>- doplnění a úprava štěrkového lože po propracování GPK</w:t>
      </w:r>
    </w:p>
    <w:p w14:paraId="73D2FD48" w14:textId="77777777" w:rsidR="0049067B" w:rsidRDefault="0049067B" w:rsidP="0049067B">
      <w:pPr>
        <w:pStyle w:val="Bezmezer"/>
      </w:pPr>
      <w:r>
        <w:t>- demontáž a montáž přejezdové konstrukce</w:t>
      </w:r>
    </w:p>
    <w:p w14:paraId="004B9B76" w14:textId="77777777" w:rsidR="0049067B" w:rsidRDefault="0049067B" w:rsidP="0049067B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ukolejnění, přechodů a přejezdů pro vozíky</w:t>
      </w:r>
    </w:p>
    <w:p w14:paraId="6F97AB59" w14:textId="77777777" w:rsidR="0049067B" w:rsidRDefault="0049067B" w:rsidP="0049067B">
      <w:pPr>
        <w:pStyle w:val="Bezmezer"/>
      </w:pPr>
      <w:r>
        <w:t xml:space="preserve">- v rámci obnovy krytu nezpevněných komunikací sejmutí ornice </w:t>
      </w:r>
      <w:proofErr w:type="spellStart"/>
      <w:r>
        <w:t>tl</w:t>
      </w:r>
      <w:proofErr w:type="spellEnd"/>
      <w:r>
        <w:t xml:space="preserve">. 0,2 m a </w:t>
      </w:r>
      <w:proofErr w:type="spellStart"/>
      <w:r>
        <w:t>rozplanění</w:t>
      </w:r>
      <w:proofErr w:type="spellEnd"/>
      <w:r>
        <w:t xml:space="preserve"> v okolí</w:t>
      </w:r>
    </w:p>
    <w:p w14:paraId="289558FD" w14:textId="77777777" w:rsidR="0049067B" w:rsidRDefault="0049067B" w:rsidP="0049067B">
      <w:pPr>
        <w:pStyle w:val="Bezmezer"/>
      </w:pPr>
      <w:r>
        <w:t>- hutnění zemní planě komunikace</w:t>
      </w:r>
    </w:p>
    <w:p w14:paraId="0483BA1B" w14:textId="77777777" w:rsidR="00DA44C2" w:rsidRDefault="00DA44C2" w:rsidP="0049067B">
      <w:pPr>
        <w:pStyle w:val="Bezmezer"/>
      </w:pPr>
      <w:r>
        <w:t>- vzorkování vyzískaného materiálu</w:t>
      </w:r>
    </w:p>
    <w:p w14:paraId="4C874944" w14:textId="77777777" w:rsidR="0049067B" w:rsidRDefault="0049067B" w:rsidP="0049067B">
      <w:pPr>
        <w:pStyle w:val="Bezmezer"/>
      </w:pPr>
      <w:r>
        <w:t xml:space="preserve">- zřízení nového krytu z vyzískaného materiálu </w:t>
      </w:r>
      <w:proofErr w:type="spellStart"/>
      <w:r>
        <w:t>tl</w:t>
      </w:r>
      <w:proofErr w:type="spellEnd"/>
      <w:r>
        <w:t>. 0,25 m a hutnění</w:t>
      </w:r>
    </w:p>
    <w:p w14:paraId="7D129D07" w14:textId="77777777" w:rsidR="0049067B" w:rsidRDefault="0049067B" w:rsidP="0049067B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</w:t>
      </w:r>
      <w:r w:rsidR="00865F3C">
        <w:t>Přelouč</w:t>
      </w:r>
      <w:r>
        <w:t xml:space="preserve"> v etapách (zvláště ocelové součásti výhybek, výhybkové pražce, příčné pražce); s tím související nájezdy mechanizace</w:t>
      </w:r>
    </w:p>
    <w:p w14:paraId="4E1F01E4" w14:textId="77777777" w:rsidR="0049067B" w:rsidRDefault="0049067B" w:rsidP="0049067B">
      <w:pPr>
        <w:pStyle w:val="Bezmezer"/>
      </w:pPr>
      <w:r>
        <w:t>- naložení a přeprava materiálu ze zařízení staveniště k místu montáže</w:t>
      </w:r>
    </w:p>
    <w:p w14:paraId="1698547C" w14:textId="77777777" w:rsidR="0049067B" w:rsidRDefault="0049067B" w:rsidP="0049067B">
      <w:pPr>
        <w:pStyle w:val="Bezmezer"/>
      </w:pPr>
      <w:r>
        <w:t>- naložení přeprava a přeprava užitého ocelového materiálu na zařízení staveniště</w:t>
      </w:r>
    </w:p>
    <w:p w14:paraId="6CEDC58D" w14:textId="77777777" w:rsidR="0049067B" w:rsidRDefault="0049067B" w:rsidP="0049067B">
      <w:pPr>
        <w:pStyle w:val="Bezmezer"/>
      </w:pPr>
      <w:r>
        <w:t>- likvidace betonových a plastových prvků</w:t>
      </w:r>
    </w:p>
    <w:p w14:paraId="78C0AE60" w14:textId="77777777" w:rsidR="0049067B" w:rsidRDefault="0049067B" w:rsidP="0049067B">
      <w:pPr>
        <w:pStyle w:val="Bezmezer"/>
      </w:pPr>
      <w:r>
        <w:t>- zpracování a realizace KSÚ a TP pro jednotlivé etapy</w:t>
      </w:r>
    </w:p>
    <w:p w14:paraId="12EE9855" w14:textId="77777777" w:rsidR="0049067B" w:rsidRDefault="0049067B" w:rsidP="0049067B">
      <w:pPr>
        <w:pStyle w:val="Bezmezer"/>
      </w:pPr>
      <w:r>
        <w:t>- vytyčení inženýrských sítí</w:t>
      </w:r>
    </w:p>
    <w:p w14:paraId="7249D8E8" w14:textId="77777777" w:rsidR="00421607" w:rsidRDefault="00421607" w:rsidP="00421607">
      <w:pPr>
        <w:pStyle w:val="Bezmezer"/>
      </w:pPr>
      <w:r>
        <w:t>- souvislé strojní broušení kolejnic</w:t>
      </w:r>
    </w:p>
    <w:p w14:paraId="1C332CC9" w14:textId="77777777" w:rsidR="00421607" w:rsidRDefault="00421607" w:rsidP="0049067B">
      <w:pPr>
        <w:pStyle w:val="Bezmezer"/>
      </w:pPr>
    </w:p>
    <w:p w14:paraId="6656A74E" w14:textId="77777777" w:rsidR="0049067B" w:rsidRDefault="0049067B" w:rsidP="0049067B">
      <w:pPr>
        <w:pStyle w:val="Nadpis4"/>
      </w:pPr>
      <w:r>
        <w:t>Technická specifikace</w:t>
      </w:r>
    </w:p>
    <w:p w14:paraId="255D3E8B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42</w:t>
      </w:r>
      <w:r>
        <w:tab/>
        <w:t>J 60-1:14-760 L</w:t>
      </w:r>
    </w:p>
    <w:p w14:paraId="053520DC" w14:textId="77777777" w:rsidR="00610AF2" w:rsidRDefault="00610AF2" w:rsidP="00610AF2">
      <w:pPr>
        <w:pStyle w:val="Bezmezer"/>
      </w:pPr>
      <w:r>
        <w:t>Výměna srdcovky ANO</w:t>
      </w:r>
    </w:p>
    <w:p w14:paraId="623A3A89" w14:textId="77777777" w:rsidR="00610AF2" w:rsidRDefault="00610AF2" w:rsidP="00610AF2">
      <w:pPr>
        <w:pStyle w:val="Bezmezer"/>
      </w:pPr>
      <w:r>
        <w:t>Výměna pražců ve výhybce 6ks (2x3,75; 2x3,80; 2x3,90)</w:t>
      </w:r>
    </w:p>
    <w:p w14:paraId="6EE496D3" w14:textId="77777777" w:rsidR="00610AF2" w:rsidRDefault="00610AF2" w:rsidP="00610AF2">
      <w:pPr>
        <w:pStyle w:val="Bezmezer"/>
      </w:pPr>
      <w:r>
        <w:t>Výměna pražců pod LIS za KV 6 ks B91</w:t>
      </w:r>
    </w:p>
    <w:p w14:paraId="527AFC8F" w14:textId="77777777" w:rsidR="00610AF2" w:rsidRDefault="00610AF2" w:rsidP="00610AF2">
      <w:pPr>
        <w:pStyle w:val="Bezmezer"/>
      </w:pPr>
    </w:p>
    <w:p w14:paraId="5337E6F8" w14:textId="77777777" w:rsidR="00610AF2" w:rsidRDefault="00610AF2" w:rsidP="00610AF2">
      <w:pPr>
        <w:pStyle w:val="Bezmezer"/>
      </w:pPr>
      <w:r>
        <w:t>Výměna kolejnic u přídržného plechu v přímé 1 x 12,5m</w:t>
      </w:r>
    </w:p>
    <w:p w14:paraId="22A49CF3" w14:textId="77777777" w:rsidR="00610AF2" w:rsidRDefault="00610AF2" w:rsidP="00610AF2">
      <w:pPr>
        <w:pStyle w:val="Bezmezer"/>
      </w:pPr>
      <w:r>
        <w:t>Výměna kolejnic u přídržného plechu v odbočce 1 x 12,5m</w:t>
      </w:r>
    </w:p>
    <w:p w14:paraId="2025DC7D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67886274" w14:textId="77777777" w:rsidR="00610AF2" w:rsidRDefault="00610AF2" w:rsidP="00610AF2">
      <w:pPr>
        <w:pStyle w:val="Bezmezer"/>
      </w:pPr>
      <w:r>
        <w:t>Výměna kolejnice středová část 1*24m</w:t>
      </w:r>
    </w:p>
    <w:p w14:paraId="7635DB12" w14:textId="77777777" w:rsidR="00610AF2" w:rsidRDefault="00610AF2" w:rsidP="00610AF2">
      <w:pPr>
        <w:pStyle w:val="Bezmezer"/>
      </w:pPr>
      <w:r>
        <w:t xml:space="preserve">Výměna LIS ve výhybce 4 ks (ZV, KV 4*4m)   </w:t>
      </w:r>
    </w:p>
    <w:p w14:paraId="0B224711" w14:textId="77777777" w:rsidR="00610AF2" w:rsidRDefault="00610AF2" w:rsidP="00610AF2">
      <w:pPr>
        <w:pStyle w:val="Bezmezer"/>
      </w:pPr>
      <w:r>
        <w:t>Výměna LIS ve spojce 42-41  2*14m</w:t>
      </w:r>
    </w:p>
    <w:p w14:paraId="3D0CFEAA" w14:textId="77777777" w:rsidR="00610AF2" w:rsidRDefault="00610AF2" w:rsidP="00610AF2">
      <w:pPr>
        <w:pStyle w:val="Bezmezer"/>
      </w:pPr>
      <w:r>
        <w:t xml:space="preserve">Výměna jazyků </w:t>
      </w:r>
    </w:p>
    <w:p w14:paraId="36928F08" w14:textId="77777777" w:rsidR="00610AF2" w:rsidRDefault="00610AF2" w:rsidP="00610AF2">
      <w:pPr>
        <w:pStyle w:val="Bezmezer"/>
      </w:pPr>
      <w:r>
        <w:t>Výměna opornic</w:t>
      </w:r>
    </w:p>
    <w:p w14:paraId="2F86067D" w14:textId="77777777" w:rsidR="00610AF2" w:rsidRDefault="00610AF2" w:rsidP="00610AF2">
      <w:pPr>
        <w:pStyle w:val="Bezmezer"/>
      </w:pPr>
      <w:r>
        <w:t>Výměna ŠL v srdcovce v místě výměny pražců – 7 oken (4,5*4,5*0,35)</w:t>
      </w:r>
    </w:p>
    <w:p w14:paraId="43B3C86B" w14:textId="77777777" w:rsidR="00610AF2" w:rsidRDefault="00610AF2" w:rsidP="00610AF2">
      <w:pPr>
        <w:pStyle w:val="Bezmezer"/>
      </w:pPr>
      <w:r>
        <w:t>Výměna ŠL pod LIS za KV (4*4*0,35)</w:t>
      </w:r>
    </w:p>
    <w:p w14:paraId="631C96FF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5AD9A494" w14:textId="77777777" w:rsidR="00610AF2" w:rsidRDefault="00610AF2" w:rsidP="00610AF2">
      <w:pPr>
        <w:pStyle w:val="Bezmezer"/>
      </w:pPr>
      <w:r>
        <w:t>Počty řezů 28</w:t>
      </w:r>
    </w:p>
    <w:p w14:paraId="6A8BA9D7" w14:textId="77777777" w:rsidR="00610AF2" w:rsidRDefault="00610AF2" w:rsidP="00610AF2">
      <w:pPr>
        <w:pStyle w:val="Bezmezer"/>
      </w:pPr>
      <w:r>
        <w:t>Počet svarů</w:t>
      </w:r>
      <w:r w:rsidR="00483BC4">
        <w:t xml:space="preserve"> </w:t>
      </w:r>
      <w:r>
        <w:t>28</w:t>
      </w:r>
    </w:p>
    <w:p w14:paraId="0AFF8269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73ABFCE" w14:textId="77777777" w:rsidR="00610AF2" w:rsidRDefault="00610AF2" w:rsidP="00610AF2">
      <w:pPr>
        <w:pStyle w:val="Bezmezer"/>
      </w:pPr>
    </w:p>
    <w:p w14:paraId="73DCE426" w14:textId="77777777" w:rsidR="00610AF2" w:rsidRDefault="00610AF2" w:rsidP="00610AF2">
      <w:pPr>
        <w:pStyle w:val="Bezmezer"/>
      </w:pPr>
      <w:r>
        <w:t xml:space="preserve">Výměna podložek </w:t>
      </w:r>
      <w:r w:rsidR="004D05BD">
        <w:t>ve výhybce</w:t>
      </w:r>
      <w:r>
        <w:t xml:space="preserve"> …448ks</w:t>
      </w:r>
    </w:p>
    <w:p w14:paraId="7C298D59" w14:textId="77777777" w:rsidR="00610AF2" w:rsidRDefault="00610AF2" w:rsidP="00610AF2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6 ks </w:t>
      </w:r>
    </w:p>
    <w:p w14:paraId="61207FCC" w14:textId="77777777" w:rsidR="00610AF2" w:rsidRDefault="00610AF2" w:rsidP="00610AF2">
      <w:pPr>
        <w:pStyle w:val="Bezmezer"/>
      </w:pPr>
      <w:r>
        <w:t>Výměna jazykových opěrek 2*9 ks</w:t>
      </w:r>
    </w:p>
    <w:p w14:paraId="36D3A7AD" w14:textId="77777777" w:rsidR="00610AF2" w:rsidRDefault="00610AF2" w:rsidP="00610AF2">
      <w:pPr>
        <w:pStyle w:val="Bezmezer"/>
      </w:pPr>
      <w:r>
        <w:t>Montáž, demontáž ohřevů</w:t>
      </w:r>
    </w:p>
    <w:p w14:paraId="70D46745" w14:textId="77777777" w:rsidR="00610AF2" w:rsidRDefault="00610AF2" w:rsidP="00610AF2">
      <w:pPr>
        <w:pStyle w:val="Bezmezer"/>
      </w:pPr>
      <w:r>
        <w:t>Výměn zámků proti putování 2 ks</w:t>
      </w:r>
    </w:p>
    <w:p w14:paraId="1F8AB097" w14:textId="77777777" w:rsidR="00610AF2" w:rsidRDefault="00610AF2" w:rsidP="00610AF2">
      <w:pPr>
        <w:pStyle w:val="Bezmezer"/>
      </w:pPr>
      <w:r>
        <w:t>Výměna čelisťových závěrů 3 ks</w:t>
      </w:r>
    </w:p>
    <w:p w14:paraId="26A54156" w14:textId="77777777" w:rsidR="00016F54" w:rsidRDefault="00016F54" w:rsidP="00016F54">
      <w:pPr>
        <w:pStyle w:val="Bezmezer"/>
      </w:pPr>
      <w:r>
        <w:t>Výhybka je bez žlabových pražců</w:t>
      </w:r>
    </w:p>
    <w:p w14:paraId="2CC847BA" w14:textId="77777777" w:rsidR="00610AF2" w:rsidRDefault="00610AF2" w:rsidP="00610AF2">
      <w:pPr>
        <w:pStyle w:val="Bezmezer"/>
      </w:pPr>
      <w:r>
        <w:t>Montáž a demontáž propojek 3 ks</w:t>
      </w:r>
    </w:p>
    <w:p w14:paraId="1A7468FD" w14:textId="77777777" w:rsidR="00610AF2" w:rsidRDefault="00610AF2" w:rsidP="00610AF2">
      <w:pPr>
        <w:pStyle w:val="Bezmezer"/>
      </w:pPr>
      <w:r>
        <w:tab/>
      </w:r>
      <w:r>
        <w:tab/>
      </w:r>
      <w:r>
        <w:tab/>
      </w:r>
    </w:p>
    <w:p w14:paraId="7EEC7125" w14:textId="77777777" w:rsidR="00610AF2" w:rsidRDefault="00610AF2" w:rsidP="00610AF2">
      <w:pPr>
        <w:pStyle w:val="Podnadpis"/>
      </w:pPr>
      <w:r>
        <w:lastRenderedPageBreak/>
        <w:t xml:space="preserve">Přelouč </w:t>
      </w:r>
      <w:proofErr w:type="spellStart"/>
      <w:r>
        <w:t>výh</w:t>
      </w:r>
      <w:proofErr w:type="spellEnd"/>
      <w:r>
        <w:t>. č. 41</w:t>
      </w:r>
      <w:r>
        <w:tab/>
        <w:t>J 60-1:14-760 L</w:t>
      </w:r>
    </w:p>
    <w:p w14:paraId="4FBDA455" w14:textId="77777777" w:rsidR="00610AF2" w:rsidRDefault="00610AF2" w:rsidP="00610AF2">
      <w:pPr>
        <w:pStyle w:val="Bezmezer"/>
      </w:pPr>
      <w:r>
        <w:t>Výměna srdcovky ANO</w:t>
      </w:r>
    </w:p>
    <w:p w14:paraId="39562F84" w14:textId="77777777" w:rsidR="00610AF2" w:rsidRDefault="00610AF2" w:rsidP="00610AF2">
      <w:pPr>
        <w:pStyle w:val="Bezmezer"/>
      </w:pPr>
      <w:r>
        <w:t>Výměna pražců ve výhybce 6ks (2x3,75; 2x3,80; 2x3,90)</w:t>
      </w:r>
    </w:p>
    <w:p w14:paraId="3A699E3D" w14:textId="77777777" w:rsidR="00610AF2" w:rsidRDefault="00610AF2" w:rsidP="00610AF2">
      <w:pPr>
        <w:pStyle w:val="Bezmezer"/>
      </w:pPr>
      <w:r>
        <w:t>Výměna pražců pod LIS za KV (Se26) 6 ks B91</w:t>
      </w:r>
    </w:p>
    <w:p w14:paraId="00E86859" w14:textId="77777777" w:rsidR="00610AF2" w:rsidRDefault="00610AF2" w:rsidP="00610AF2">
      <w:pPr>
        <w:pStyle w:val="Bezmezer"/>
      </w:pPr>
      <w:r>
        <w:t>Výměna kolejnic u přídržného plechu v přímé 1 x 12,5m</w:t>
      </w:r>
    </w:p>
    <w:p w14:paraId="6EF7DE2B" w14:textId="77777777" w:rsidR="00610AF2" w:rsidRDefault="00610AF2" w:rsidP="00610AF2">
      <w:pPr>
        <w:pStyle w:val="Bezmezer"/>
      </w:pPr>
      <w:r>
        <w:t>Výměna kolejnic u přídržného plechu v odbočce 1 x 12,5m</w:t>
      </w:r>
    </w:p>
    <w:p w14:paraId="36130E89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142166FA" w14:textId="77777777" w:rsidR="00610AF2" w:rsidRDefault="00610AF2" w:rsidP="00610AF2">
      <w:pPr>
        <w:pStyle w:val="Bezmezer"/>
      </w:pPr>
      <w:r>
        <w:t>Výměna kolejnice středová část 1*24m</w:t>
      </w:r>
    </w:p>
    <w:p w14:paraId="60784A0D" w14:textId="77777777" w:rsidR="00610AF2" w:rsidRDefault="00610AF2" w:rsidP="00610AF2">
      <w:pPr>
        <w:pStyle w:val="Bezmezer"/>
      </w:pPr>
      <w:r>
        <w:t xml:space="preserve">Výměna LIS ve výhybce 4 ks (ZV 2*6m, KV (Se26) 2*4m)  </w:t>
      </w:r>
    </w:p>
    <w:p w14:paraId="01BDCEA3" w14:textId="77777777" w:rsidR="00610AF2" w:rsidRDefault="00610AF2" w:rsidP="00610AF2">
      <w:pPr>
        <w:pStyle w:val="Bezmezer"/>
      </w:pPr>
      <w:r>
        <w:t>Výměna ŠL v srdcovce v místě výměny pražců – 7 oken (4,5*4,5*0,35)</w:t>
      </w:r>
    </w:p>
    <w:p w14:paraId="69ACE4A1" w14:textId="77777777" w:rsidR="00610AF2" w:rsidRDefault="00610AF2" w:rsidP="00610AF2">
      <w:pPr>
        <w:pStyle w:val="Bezmezer"/>
      </w:pPr>
      <w:r>
        <w:t>Výměna ŠL pod LIS za KV (4*4*0,35)</w:t>
      </w:r>
    </w:p>
    <w:p w14:paraId="28CBF525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3885233" w14:textId="77777777" w:rsidR="00610AF2" w:rsidRDefault="00610AF2" w:rsidP="00610AF2">
      <w:pPr>
        <w:pStyle w:val="Bezmezer"/>
      </w:pPr>
      <w:r>
        <w:t>Počty řezů 20</w:t>
      </w:r>
    </w:p>
    <w:p w14:paraId="0FC64C7E" w14:textId="77777777" w:rsidR="00610AF2" w:rsidRDefault="00610AF2" w:rsidP="00610AF2">
      <w:pPr>
        <w:pStyle w:val="Bezmezer"/>
      </w:pPr>
      <w:r>
        <w:t>Počet svarů 20</w:t>
      </w:r>
    </w:p>
    <w:p w14:paraId="457128B5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213384AB" w14:textId="77777777" w:rsidR="00610AF2" w:rsidRDefault="00610AF2" w:rsidP="00610AF2">
      <w:pPr>
        <w:pStyle w:val="Bezmezer"/>
      </w:pPr>
    </w:p>
    <w:p w14:paraId="50755096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…448ks</w:t>
      </w:r>
    </w:p>
    <w:p w14:paraId="3FA17ABC" w14:textId="77777777" w:rsidR="00610AF2" w:rsidRDefault="00610AF2" w:rsidP="00610AF2">
      <w:pPr>
        <w:pStyle w:val="Bezmezer"/>
      </w:pPr>
      <w:r>
        <w:t>Výměna čelisťových závěrů 3 ks</w:t>
      </w:r>
    </w:p>
    <w:p w14:paraId="30EE5BE2" w14:textId="77777777" w:rsidR="00016F54" w:rsidRDefault="00016F54" w:rsidP="00610AF2">
      <w:pPr>
        <w:pStyle w:val="Bezmezer"/>
      </w:pPr>
      <w:r>
        <w:t>Výhybka je bez žlabových pražců</w:t>
      </w:r>
    </w:p>
    <w:p w14:paraId="4347C1EC" w14:textId="77777777" w:rsidR="00610AF2" w:rsidRDefault="00610AF2" w:rsidP="00610AF2">
      <w:pPr>
        <w:pStyle w:val="Bezmezer"/>
      </w:pPr>
      <w:r>
        <w:t>Montáž a demontáž propojek 3 ks</w:t>
      </w:r>
    </w:p>
    <w:p w14:paraId="32E745E3" w14:textId="77777777" w:rsidR="00610AF2" w:rsidRDefault="00610AF2" w:rsidP="00610AF2">
      <w:pPr>
        <w:pStyle w:val="Bezmezer"/>
      </w:pPr>
      <w:r>
        <w:tab/>
      </w:r>
      <w:r>
        <w:tab/>
      </w:r>
      <w:r>
        <w:tab/>
      </w:r>
    </w:p>
    <w:p w14:paraId="6D70F66B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40</w:t>
      </w:r>
      <w:r>
        <w:tab/>
        <w:t>J 60-1:12-500 P</w:t>
      </w:r>
    </w:p>
    <w:p w14:paraId="21AA68B9" w14:textId="77777777" w:rsidR="00610AF2" w:rsidRDefault="00610AF2" w:rsidP="00610AF2">
      <w:pPr>
        <w:pStyle w:val="Bezmezer"/>
      </w:pPr>
      <w:r>
        <w:t>Výměna srdcovky ANO</w:t>
      </w:r>
    </w:p>
    <w:p w14:paraId="218052CE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52F57B42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2E866553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74E9EC87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4D23ECE8" w14:textId="77777777" w:rsidR="00610AF2" w:rsidRDefault="00610AF2" w:rsidP="00610AF2">
      <w:pPr>
        <w:pStyle w:val="Bezmezer"/>
      </w:pPr>
      <w:r>
        <w:t>Výměna kolejnice středová část 1*17,5m</w:t>
      </w:r>
    </w:p>
    <w:p w14:paraId="76444F7A" w14:textId="77777777" w:rsidR="00610AF2" w:rsidRDefault="00610AF2" w:rsidP="00610AF2">
      <w:pPr>
        <w:pStyle w:val="Bezmezer"/>
      </w:pPr>
      <w:r>
        <w:t xml:space="preserve">Výměna LIS ve spojce 40-39 2 ks (2*12m)   </w:t>
      </w:r>
    </w:p>
    <w:p w14:paraId="35A9FB4C" w14:textId="77777777" w:rsidR="00610AF2" w:rsidRDefault="00610AF2" w:rsidP="00610AF2">
      <w:pPr>
        <w:pStyle w:val="Bezmezer"/>
      </w:pPr>
    </w:p>
    <w:p w14:paraId="551A75BD" w14:textId="77777777" w:rsidR="00610AF2" w:rsidRDefault="00610AF2" w:rsidP="00610AF2">
      <w:pPr>
        <w:pStyle w:val="Bezmezer"/>
      </w:pPr>
      <w:r>
        <w:t>Výměna jazyka (pravý)</w:t>
      </w:r>
    </w:p>
    <w:p w14:paraId="7323B969" w14:textId="77777777" w:rsidR="00610AF2" w:rsidRDefault="00610AF2" w:rsidP="00610AF2">
      <w:pPr>
        <w:pStyle w:val="Bezmezer"/>
      </w:pPr>
      <w:r>
        <w:t>Výměna opornice (pravá)</w:t>
      </w:r>
    </w:p>
    <w:p w14:paraId="3C8CE49C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42B0B11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2544F37" w14:textId="77777777" w:rsidR="00610AF2" w:rsidRDefault="00610AF2" w:rsidP="00610AF2">
      <w:pPr>
        <w:pStyle w:val="Bezmezer"/>
      </w:pPr>
      <w:r>
        <w:t>Počty řezů 14</w:t>
      </w:r>
    </w:p>
    <w:p w14:paraId="776FA1C1" w14:textId="77777777" w:rsidR="00610AF2" w:rsidRDefault="00610AF2" w:rsidP="00610AF2">
      <w:pPr>
        <w:pStyle w:val="Bezmezer"/>
      </w:pPr>
      <w:r>
        <w:t>Počet svarů 14</w:t>
      </w:r>
    </w:p>
    <w:p w14:paraId="109D72D6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34B40C1" w14:textId="77777777" w:rsidR="00610AF2" w:rsidRDefault="00610AF2" w:rsidP="00610AF2">
      <w:pPr>
        <w:pStyle w:val="Bezmezer"/>
      </w:pPr>
    </w:p>
    <w:p w14:paraId="78FFEAC0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0CDDC243" w14:textId="77777777" w:rsidR="00610AF2" w:rsidRDefault="00610AF2" w:rsidP="00610AF2">
      <w:pPr>
        <w:pStyle w:val="Bezmezer"/>
      </w:pPr>
      <w:r>
        <w:t>Výměna čelisťových závěrů 2 ks</w:t>
      </w:r>
    </w:p>
    <w:p w14:paraId="32724E25" w14:textId="77777777" w:rsidR="00016F54" w:rsidRDefault="00016F54" w:rsidP="00610AF2">
      <w:pPr>
        <w:pStyle w:val="Bezmezer"/>
      </w:pPr>
      <w:r>
        <w:t>Výhybka je bez žlabových pražců</w:t>
      </w:r>
    </w:p>
    <w:p w14:paraId="662CB80E" w14:textId="77777777" w:rsidR="00610AF2" w:rsidRDefault="00610AF2" w:rsidP="00610AF2">
      <w:pPr>
        <w:pStyle w:val="Bezmezer"/>
      </w:pPr>
      <w:r>
        <w:t>Montáž a demontáž propojek 3 ks</w:t>
      </w:r>
    </w:p>
    <w:p w14:paraId="5C9DF063" w14:textId="77777777" w:rsidR="00610AF2" w:rsidRDefault="00610AF2" w:rsidP="00610AF2">
      <w:pPr>
        <w:pStyle w:val="Bezmezer"/>
      </w:pPr>
      <w:r>
        <w:tab/>
      </w:r>
    </w:p>
    <w:p w14:paraId="321BF71C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39</w:t>
      </w:r>
      <w:r>
        <w:tab/>
        <w:t>J 60-1:12-500 P</w:t>
      </w:r>
    </w:p>
    <w:p w14:paraId="75E3AB49" w14:textId="77777777" w:rsidR="00610AF2" w:rsidRDefault="00610AF2" w:rsidP="00610AF2">
      <w:pPr>
        <w:pStyle w:val="Bezmezer"/>
      </w:pPr>
      <w:r>
        <w:t>Výměna srdcovky ANO</w:t>
      </w:r>
    </w:p>
    <w:p w14:paraId="3A2EFF9D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3810F9AF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7E478BA2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19C4B69F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2A9EB37A" w14:textId="77777777" w:rsidR="00610AF2" w:rsidRDefault="00610AF2" w:rsidP="00610AF2">
      <w:pPr>
        <w:pStyle w:val="Bezmezer"/>
      </w:pPr>
      <w:r>
        <w:t>Výměna kolejnice středová část 1*17,5m</w:t>
      </w:r>
    </w:p>
    <w:p w14:paraId="25580E43" w14:textId="77777777" w:rsidR="00610AF2" w:rsidRDefault="00610AF2" w:rsidP="00610AF2">
      <w:pPr>
        <w:pStyle w:val="Bezmezer"/>
      </w:pPr>
      <w:r>
        <w:t xml:space="preserve">Výměna LIS ve výhybce 2 ks (ZV 2*4m)   </w:t>
      </w:r>
    </w:p>
    <w:p w14:paraId="3E27E9FF" w14:textId="77777777" w:rsidR="00610AF2" w:rsidRDefault="00610AF2" w:rsidP="00610AF2">
      <w:pPr>
        <w:pStyle w:val="Bezmezer"/>
      </w:pPr>
    </w:p>
    <w:p w14:paraId="1C48A452" w14:textId="77777777" w:rsidR="00610AF2" w:rsidRDefault="00610AF2" w:rsidP="00610AF2">
      <w:pPr>
        <w:pStyle w:val="Bezmezer"/>
      </w:pPr>
      <w:r>
        <w:t>Výměna jazyka (levý)</w:t>
      </w:r>
    </w:p>
    <w:p w14:paraId="29D4989C" w14:textId="77777777" w:rsidR="00610AF2" w:rsidRDefault="00610AF2" w:rsidP="00610AF2">
      <w:pPr>
        <w:pStyle w:val="Bezmezer"/>
      </w:pPr>
      <w:r>
        <w:t>Výměna opornice (levá)</w:t>
      </w:r>
    </w:p>
    <w:p w14:paraId="5BEF62B3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9AA588E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6713E5CC" w14:textId="77777777" w:rsidR="00610AF2" w:rsidRDefault="00610AF2" w:rsidP="00610AF2">
      <w:pPr>
        <w:pStyle w:val="Bezmezer"/>
      </w:pPr>
      <w:r>
        <w:lastRenderedPageBreak/>
        <w:t>Počty řezů 14</w:t>
      </w:r>
    </w:p>
    <w:p w14:paraId="0163B561" w14:textId="77777777" w:rsidR="00610AF2" w:rsidRDefault="00610AF2" w:rsidP="00610AF2">
      <w:pPr>
        <w:pStyle w:val="Bezmezer"/>
      </w:pPr>
      <w:r>
        <w:t>Počet svarů 14</w:t>
      </w:r>
    </w:p>
    <w:p w14:paraId="6931FDC9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3DE20706" w14:textId="77777777" w:rsidR="00610AF2" w:rsidRDefault="00610AF2" w:rsidP="00610AF2">
      <w:pPr>
        <w:pStyle w:val="Bezmezer"/>
      </w:pPr>
    </w:p>
    <w:p w14:paraId="233451EA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29374498" w14:textId="77777777" w:rsidR="00610AF2" w:rsidRDefault="00610AF2" w:rsidP="00610AF2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3 ks </w:t>
      </w:r>
    </w:p>
    <w:p w14:paraId="484F32BE" w14:textId="77777777" w:rsidR="00610AF2" w:rsidRDefault="00610AF2" w:rsidP="00610AF2">
      <w:pPr>
        <w:pStyle w:val="Bezmezer"/>
      </w:pPr>
      <w:r>
        <w:t>Výměna jazykových opěrek 10 ks</w:t>
      </w:r>
    </w:p>
    <w:p w14:paraId="215A6D5B" w14:textId="77777777" w:rsidR="00610AF2" w:rsidRDefault="00610AF2" w:rsidP="00610AF2">
      <w:pPr>
        <w:pStyle w:val="Bezmezer"/>
      </w:pPr>
      <w:r>
        <w:t>Montáž, demontáž ohřevů</w:t>
      </w:r>
    </w:p>
    <w:p w14:paraId="2521F6BB" w14:textId="77777777" w:rsidR="00610AF2" w:rsidRDefault="00610AF2" w:rsidP="00610AF2">
      <w:pPr>
        <w:pStyle w:val="Bezmezer"/>
      </w:pPr>
      <w:r>
        <w:t>Výměn zámků proti putování 1ks</w:t>
      </w:r>
    </w:p>
    <w:p w14:paraId="23032007" w14:textId="77777777" w:rsidR="00610AF2" w:rsidRDefault="00610AF2" w:rsidP="00610AF2">
      <w:pPr>
        <w:pStyle w:val="Bezmezer"/>
      </w:pPr>
      <w:r>
        <w:t>Výměna čelisťových závěrů 2 ks</w:t>
      </w:r>
    </w:p>
    <w:p w14:paraId="49F079F2" w14:textId="77777777" w:rsidR="00016F54" w:rsidRDefault="00016F54" w:rsidP="00610AF2">
      <w:pPr>
        <w:pStyle w:val="Bezmezer"/>
      </w:pPr>
      <w:r>
        <w:t>Výhybka je bez žlabových pražců</w:t>
      </w:r>
    </w:p>
    <w:p w14:paraId="298304BE" w14:textId="77777777" w:rsidR="00610AF2" w:rsidRDefault="00610AF2" w:rsidP="00610AF2">
      <w:pPr>
        <w:pStyle w:val="Bezmezer"/>
      </w:pPr>
      <w:r>
        <w:t>Montáž a demontáž propojek 3 ks</w:t>
      </w:r>
    </w:p>
    <w:p w14:paraId="2259BFF9" w14:textId="77777777" w:rsidR="00610AF2" w:rsidRDefault="00610AF2" w:rsidP="00610AF2">
      <w:pPr>
        <w:pStyle w:val="Bezmezer"/>
      </w:pPr>
      <w:r>
        <w:tab/>
      </w:r>
      <w:r>
        <w:tab/>
      </w:r>
    </w:p>
    <w:p w14:paraId="682669DA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37</w:t>
      </w:r>
      <w:r>
        <w:tab/>
        <w:t>J 60-1:12-500 P</w:t>
      </w:r>
    </w:p>
    <w:p w14:paraId="24B7CB74" w14:textId="77777777" w:rsidR="00610AF2" w:rsidRDefault="00610AF2" w:rsidP="00610AF2">
      <w:pPr>
        <w:pStyle w:val="Bezmezer"/>
      </w:pPr>
      <w:r>
        <w:t>Výměna srdcovky ANO</w:t>
      </w:r>
    </w:p>
    <w:p w14:paraId="3A04F343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6AF52E2C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5AF95035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2986F5C5" w14:textId="77777777" w:rsidR="00610AF2" w:rsidRDefault="00610AF2" w:rsidP="00610AF2">
      <w:pPr>
        <w:pStyle w:val="Bezmezer"/>
      </w:pPr>
      <w:r>
        <w:t xml:space="preserve">Výměna kolejnic za KV 2x10m, </w:t>
      </w:r>
    </w:p>
    <w:p w14:paraId="398F4B5A" w14:textId="77777777" w:rsidR="00610AF2" w:rsidRDefault="00610AF2" w:rsidP="00610AF2">
      <w:pPr>
        <w:pStyle w:val="Bezmezer"/>
      </w:pPr>
      <w:r>
        <w:t>Výměna kolejnice středová část 2*17,5m</w:t>
      </w:r>
    </w:p>
    <w:p w14:paraId="494A8BCB" w14:textId="77777777" w:rsidR="00610AF2" w:rsidRDefault="00610AF2" w:rsidP="00610AF2">
      <w:pPr>
        <w:pStyle w:val="Bezmezer"/>
      </w:pPr>
      <w:r>
        <w:t xml:space="preserve">Výměna jazyků </w:t>
      </w:r>
    </w:p>
    <w:p w14:paraId="4BE1CB41" w14:textId="77777777" w:rsidR="00610AF2" w:rsidRDefault="00610AF2" w:rsidP="00610AF2">
      <w:pPr>
        <w:pStyle w:val="Bezmezer"/>
      </w:pPr>
      <w:r>
        <w:t>Výměna opornic</w:t>
      </w:r>
    </w:p>
    <w:p w14:paraId="303F54A8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89F74EC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68552493" w14:textId="77777777" w:rsidR="00610AF2" w:rsidRDefault="00610AF2" w:rsidP="00610AF2">
      <w:pPr>
        <w:pStyle w:val="Bezmezer"/>
      </w:pPr>
      <w:r>
        <w:t>Počty řezů 12</w:t>
      </w:r>
    </w:p>
    <w:p w14:paraId="25690700" w14:textId="77777777" w:rsidR="00610AF2" w:rsidRDefault="00610AF2" w:rsidP="00610AF2">
      <w:pPr>
        <w:pStyle w:val="Bezmezer"/>
      </w:pPr>
      <w:r>
        <w:t>Počet svarů 12</w:t>
      </w:r>
    </w:p>
    <w:p w14:paraId="493E5E8B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78BDE8A3" w14:textId="77777777" w:rsidR="00610AF2" w:rsidRDefault="00610AF2" w:rsidP="00610AF2">
      <w:pPr>
        <w:pStyle w:val="Bezmezer"/>
      </w:pPr>
    </w:p>
    <w:p w14:paraId="2892B5DE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F57DAD8" w14:textId="77777777" w:rsidR="00610AF2" w:rsidRDefault="00610AF2" w:rsidP="00610AF2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6 ks </w:t>
      </w:r>
    </w:p>
    <w:p w14:paraId="0873581B" w14:textId="77777777" w:rsidR="00610AF2" w:rsidRDefault="00610AF2" w:rsidP="00610AF2">
      <w:pPr>
        <w:pStyle w:val="Bezmezer"/>
      </w:pPr>
      <w:r>
        <w:t>Výměna jazykových opěrek 2*10 ks</w:t>
      </w:r>
    </w:p>
    <w:p w14:paraId="4C07A9CC" w14:textId="77777777" w:rsidR="00610AF2" w:rsidRDefault="00610AF2" w:rsidP="00610AF2">
      <w:pPr>
        <w:pStyle w:val="Bezmezer"/>
      </w:pPr>
      <w:r>
        <w:t>Montáž, demontáž ohřevů</w:t>
      </w:r>
    </w:p>
    <w:p w14:paraId="5D09D478" w14:textId="77777777" w:rsidR="00610AF2" w:rsidRDefault="00610AF2" w:rsidP="00610AF2">
      <w:pPr>
        <w:pStyle w:val="Bezmezer"/>
      </w:pPr>
      <w:r>
        <w:t>Výměn zámků proti putování 2 ks</w:t>
      </w:r>
    </w:p>
    <w:p w14:paraId="5D28E5DF" w14:textId="77777777" w:rsidR="00610AF2" w:rsidRDefault="00610AF2" w:rsidP="00610AF2">
      <w:pPr>
        <w:pStyle w:val="Bezmezer"/>
      </w:pPr>
      <w:r>
        <w:t>Výměna čelisťových závěrů 2 ks</w:t>
      </w:r>
    </w:p>
    <w:p w14:paraId="05077388" w14:textId="77777777" w:rsidR="006C0208" w:rsidRDefault="006C0208" w:rsidP="00610AF2">
      <w:pPr>
        <w:pStyle w:val="Bezmezer"/>
      </w:pPr>
      <w:r>
        <w:t>Výhybka je bez žlabových pražců</w:t>
      </w:r>
    </w:p>
    <w:p w14:paraId="09E7E1E1" w14:textId="77777777" w:rsidR="00610AF2" w:rsidRDefault="00610AF2" w:rsidP="00610AF2">
      <w:pPr>
        <w:pStyle w:val="Bezmezer"/>
      </w:pPr>
      <w:r>
        <w:t>Montáž a demontáž propojek 3 ks</w:t>
      </w:r>
    </w:p>
    <w:p w14:paraId="1FD1346E" w14:textId="77777777" w:rsidR="00610AF2" w:rsidRDefault="00610AF2" w:rsidP="00610AF2">
      <w:pPr>
        <w:pStyle w:val="Bezmezer"/>
      </w:pPr>
      <w:r>
        <w:tab/>
      </w:r>
    </w:p>
    <w:p w14:paraId="37D52293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38</w:t>
      </w:r>
      <w:r>
        <w:tab/>
        <w:t>J 60-1:12-500 L</w:t>
      </w:r>
    </w:p>
    <w:p w14:paraId="069C273D" w14:textId="77777777" w:rsidR="00610AF2" w:rsidRDefault="00610AF2" w:rsidP="00610AF2">
      <w:pPr>
        <w:pStyle w:val="Bezmezer"/>
      </w:pPr>
      <w:r>
        <w:t>Výměna srdcovky NE</w:t>
      </w:r>
    </w:p>
    <w:p w14:paraId="2F9A0DBA" w14:textId="77777777" w:rsidR="00610AF2" w:rsidRDefault="00610AF2" w:rsidP="00610AF2">
      <w:pPr>
        <w:pStyle w:val="Bezmezer"/>
      </w:pPr>
      <w:r>
        <w:t>Výměna pražců pod LIS na ZV (Se26) 6 ks B91</w:t>
      </w:r>
    </w:p>
    <w:p w14:paraId="440D65BF" w14:textId="77777777" w:rsidR="00610AF2" w:rsidRDefault="00610AF2" w:rsidP="00610AF2">
      <w:pPr>
        <w:pStyle w:val="Bezmezer"/>
      </w:pPr>
      <w:r>
        <w:t xml:space="preserve">Výměna LIS ve výhybce na ZV (Se25)  2 ks (2*4m)   </w:t>
      </w:r>
    </w:p>
    <w:p w14:paraId="51052DAC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4EB5FECB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6FC8D62" w14:textId="77777777" w:rsidR="00610AF2" w:rsidRDefault="00610AF2" w:rsidP="00610AF2">
      <w:pPr>
        <w:pStyle w:val="Bezmezer"/>
      </w:pPr>
      <w:r>
        <w:t>Výměna ŠL pod LIS za KV (4*4*0,35)</w:t>
      </w:r>
    </w:p>
    <w:p w14:paraId="11C8C810" w14:textId="77777777" w:rsidR="00610AF2" w:rsidRDefault="00610AF2" w:rsidP="00610AF2">
      <w:pPr>
        <w:pStyle w:val="Bezmezer"/>
      </w:pPr>
      <w:r>
        <w:t>Počty řezů 4</w:t>
      </w:r>
    </w:p>
    <w:p w14:paraId="5EAFD106" w14:textId="77777777" w:rsidR="00610AF2" w:rsidRDefault="00610AF2" w:rsidP="00610AF2">
      <w:pPr>
        <w:pStyle w:val="Bezmezer"/>
      </w:pPr>
      <w:r>
        <w:t>Počet svarů 4</w:t>
      </w:r>
    </w:p>
    <w:p w14:paraId="19F2AA66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D7FCF05" w14:textId="77777777" w:rsidR="00610AF2" w:rsidRDefault="00610AF2" w:rsidP="00610AF2">
      <w:pPr>
        <w:pStyle w:val="Bezmezer"/>
      </w:pPr>
    </w:p>
    <w:p w14:paraId="7B359CA0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2C68D9A" w14:textId="77777777" w:rsidR="00610AF2" w:rsidRDefault="00610AF2" w:rsidP="00610AF2">
      <w:pPr>
        <w:pStyle w:val="Bezmezer"/>
      </w:pPr>
      <w:r>
        <w:t>Výměna čelisťových závěrů 2 ks</w:t>
      </w:r>
    </w:p>
    <w:p w14:paraId="263320F1" w14:textId="77777777" w:rsidR="00610AF2" w:rsidRDefault="00610AF2" w:rsidP="00610AF2">
      <w:pPr>
        <w:pStyle w:val="Bezmezer"/>
      </w:pPr>
    </w:p>
    <w:p w14:paraId="128388C8" w14:textId="77777777" w:rsidR="00610AF2" w:rsidRDefault="00610AF2" w:rsidP="00610AF2">
      <w:pPr>
        <w:pStyle w:val="Bezmezer"/>
      </w:pPr>
      <w:r>
        <w:t>Montáž a demontáž propojek 3 ks</w:t>
      </w:r>
    </w:p>
    <w:p w14:paraId="5B232238" w14:textId="77777777" w:rsidR="00610AF2" w:rsidRDefault="00610AF2" w:rsidP="00610AF2">
      <w:pPr>
        <w:pStyle w:val="Bezmezer"/>
      </w:pPr>
      <w:r>
        <w:tab/>
      </w:r>
      <w:r>
        <w:tab/>
      </w:r>
    </w:p>
    <w:p w14:paraId="6DE495B5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9</w:t>
      </w:r>
      <w:r>
        <w:tab/>
        <w:t>J 60-1:14-760 P</w:t>
      </w:r>
    </w:p>
    <w:p w14:paraId="75503903" w14:textId="77777777" w:rsidR="00610AF2" w:rsidRDefault="00610AF2" w:rsidP="00610AF2">
      <w:pPr>
        <w:pStyle w:val="Bezmezer"/>
      </w:pPr>
      <w:r>
        <w:t>Výměna srdcovky ANO</w:t>
      </w:r>
    </w:p>
    <w:p w14:paraId="21A81676" w14:textId="77777777" w:rsidR="00610AF2" w:rsidRDefault="00610AF2" w:rsidP="00610AF2">
      <w:pPr>
        <w:pStyle w:val="Bezmezer"/>
      </w:pPr>
      <w:r>
        <w:t>Výměna pražců ve výhybce 6ks (2x3,75; 2x3,80; 2x3,90)</w:t>
      </w:r>
    </w:p>
    <w:p w14:paraId="487275C6" w14:textId="77777777" w:rsidR="00610AF2" w:rsidRDefault="00610AF2" w:rsidP="00610AF2">
      <w:pPr>
        <w:pStyle w:val="Bezmezer"/>
      </w:pPr>
      <w:r>
        <w:lastRenderedPageBreak/>
        <w:t>Výměna kolejnic u přídržného plechu v přímé 1 x 12,5m</w:t>
      </w:r>
    </w:p>
    <w:p w14:paraId="6A1CFCA7" w14:textId="77777777" w:rsidR="00610AF2" w:rsidRDefault="00610AF2" w:rsidP="00610AF2">
      <w:pPr>
        <w:pStyle w:val="Bezmezer"/>
      </w:pPr>
      <w:r>
        <w:t>Výměna kolejnic u přídržného plechu v odbočce 1 x 12,5m</w:t>
      </w:r>
    </w:p>
    <w:p w14:paraId="751576B2" w14:textId="77777777" w:rsidR="00610AF2" w:rsidRDefault="00610AF2" w:rsidP="00610AF2">
      <w:pPr>
        <w:pStyle w:val="Bezmezer"/>
      </w:pPr>
      <w:r>
        <w:t xml:space="preserve">Výměna kolejnic za KV 2x10m, </w:t>
      </w:r>
    </w:p>
    <w:p w14:paraId="5377774F" w14:textId="77777777" w:rsidR="00610AF2" w:rsidRDefault="00610AF2" w:rsidP="00610AF2">
      <w:pPr>
        <w:pStyle w:val="Bezmezer"/>
      </w:pPr>
      <w:r>
        <w:t>Výměna kolejnice středová část 2*24m</w:t>
      </w:r>
    </w:p>
    <w:p w14:paraId="2928FA3A" w14:textId="77777777" w:rsidR="00610AF2" w:rsidRDefault="00610AF2" w:rsidP="00610AF2">
      <w:pPr>
        <w:pStyle w:val="Bezmezer"/>
      </w:pPr>
      <w:r>
        <w:t>Výměna ŠL v srdcovce v místě výměny pražců – 7 oken (4,5*4,5*0,35)</w:t>
      </w:r>
    </w:p>
    <w:p w14:paraId="24144575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8B970CC" w14:textId="77777777" w:rsidR="00610AF2" w:rsidRDefault="00610AF2" w:rsidP="00610AF2">
      <w:pPr>
        <w:pStyle w:val="Bezmezer"/>
      </w:pPr>
      <w:r>
        <w:t>Počty řezů 14</w:t>
      </w:r>
    </w:p>
    <w:p w14:paraId="3D290D0A" w14:textId="77777777" w:rsidR="00610AF2" w:rsidRDefault="00610AF2" w:rsidP="00610AF2">
      <w:pPr>
        <w:pStyle w:val="Bezmezer"/>
      </w:pPr>
      <w:r>
        <w:t>Počet svarů 14</w:t>
      </w:r>
    </w:p>
    <w:p w14:paraId="6AE604AF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154E956E" w14:textId="77777777" w:rsidR="00610AF2" w:rsidRDefault="00610AF2" w:rsidP="00610AF2">
      <w:pPr>
        <w:pStyle w:val="Bezmezer"/>
      </w:pPr>
    </w:p>
    <w:p w14:paraId="02C74726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…448ks</w:t>
      </w:r>
    </w:p>
    <w:p w14:paraId="32013A66" w14:textId="77777777" w:rsidR="00610AF2" w:rsidRDefault="00610AF2" w:rsidP="00610AF2">
      <w:pPr>
        <w:pStyle w:val="Bezmezer"/>
      </w:pPr>
      <w:r>
        <w:t>Výměna čelisťových závěrů 3 ks</w:t>
      </w:r>
    </w:p>
    <w:p w14:paraId="742A1A5E" w14:textId="77777777" w:rsidR="00610AF2" w:rsidRDefault="00610AF2" w:rsidP="00610AF2">
      <w:pPr>
        <w:pStyle w:val="Bezmezer"/>
      </w:pPr>
    </w:p>
    <w:p w14:paraId="0E428BA7" w14:textId="77777777" w:rsidR="00610AF2" w:rsidRDefault="00610AF2" w:rsidP="00610AF2">
      <w:pPr>
        <w:pStyle w:val="Bezmezer"/>
      </w:pPr>
      <w:r>
        <w:t>Montáž a demontáž propojek 3 ks</w:t>
      </w:r>
    </w:p>
    <w:p w14:paraId="29F430C1" w14:textId="77777777" w:rsidR="00610AF2" w:rsidRDefault="00610AF2" w:rsidP="00610AF2">
      <w:pPr>
        <w:pStyle w:val="Bezmezer"/>
      </w:pPr>
    </w:p>
    <w:p w14:paraId="17FF209A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7</w:t>
      </w:r>
      <w:r>
        <w:tab/>
        <w:t>J 60-1:11-300 P</w:t>
      </w:r>
    </w:p>
    <w:p w14:paraId="3192682C" w14:textId="77777777" w:rsidR="00610AF2" w:rsidRDefault="00610AF2" w:rsidP="00610AF2">
      <w:pPr>
        <w:pStyle w:val="Bezmezer"/>
      </w:pPr>
      <w:r>
        <w:t>Výměna srdcovky ANO</w:t>
      </w:r>
    </w:p>
    <w:p w14:paraId="58B32A9D" w14:textId="77777777" w:rsidR="00610AF2" w:rsidRDefault="00610AF2" w:rsidP="00610AF2">
      <w:pPr>
        <w:pStyle w:val="Bezmezer"/>
      </w:pPr>
      <w:r>
        <w:t>Výměna pražců ve výhybce 5 (2x3,75; 2x3,90; 1x4m)</w:t>
      </w:r>
    </w:p>
    <w:p w14:paraId="6C769F93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1DD4C2BD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063F9BB7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514560CB" w14:textId="77777777" w:rsidR="00610AF2" w:rsidRDefault="00610AF2" w:rsidP="00610AF2">
      <w:pPr>
        <w:pStyle w:val="Bezmezer"/>
      </w:pPr>
      <w:r>
        <w:t>Výměna kolejnice středová část 1*12,6m</w:t>
      </w:r>
    </w:p>
    <w:p w14:paraId="6D9F371E" w14:textId="77777777" w:rsidR="00610AF2" w:rsidRDefault="00610AF2" w:rsidP="00610AF2">
      <w:pPr>
        <w:pStyle w:val="Bezmezer"/>
      </w:pPr>
      <w:r>
        <w:t xml:space="preserve">Výměna LIS ve výhybce za KV 2 ks (2*4m) </w:t>
      </w:r>
    </w:p>
    <w:p w14:paraId="10125EE8" w14:textId="77777777" w:rsidR="00610AF2" w:rsidRDefault="00610AF2" w:rsidP="00610AF2">
      <w:pPr>
        <w:pStyle w:val="Bezmezer"/>
      </w:pPr>
      <w:r>
        <w:t>Výměna LIS ve spojce 7-5 (2*12m)</w:t>
      </w:r>
    </w:p>
    <w:p w14:paraId="2BCF9810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560976FA" w14:textId="77777777" w:rsidR="00610AF2" w:rsidRDefault="00610AF2" w:rsidP="00610AF2">
      <w:pPr>
        <w:pStyle w:val="Bezmezer"/>
      </w:pPr>
    </w:p>
    <w:p w14:paraId="44263481" w14:textId="77777777" w:rsidR="00610AF2" w:rsidRDefault="00610AF2" w:rsidP="00610AF2">
      <w:pPr>
        <w:pStyle w:val="Bezmezer"/>
      </w:pPr>
      <w:r>
        <w:t>Počty řezů 14</w:t>
      </w:r>
    </w:p>
    <w:p w14:paraId="08B910FC" w14:textId="77777777" w:rsidR="00610AF2" w:rsidRDefault="00610AF2" w:rsidP="00610AF2">
      <w:pPr>
        <w:pStyle w:val="Bezmezer"/>
      </w:pPr>
      <w:r>
        <w:t>Počet svarů 14</w:t>
      </w:r>
    </w:p>
    <w:p w14:paraId="3ECD380A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61EB9CB7" w14:textId="77777777" w:rsidR="00610AF2" w:rsidRDefault="00610AF2" w:rsidP="00610AF2">
      <w:pPr>
        <w:pStyle w:val="Bezmezer"/>
      </w:pPr>
    </w:p>
    <w:p w14:paraId="26E80474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2DFFA62A" w14:textId="77777777" w:rsidR="00610AF2" w:rsidRDefault="00610AF2" w:rsidP="00610AF2">
      <w:pPr>
        <w:pStyle w:val="Bezmezer"/>
      </w:pPr>
      <w:r>
        <w:t>Výměna čelisťových závěrů 2ks</w:t>
      </w:r>
    </w:p>
    <w:p w14:paraId="439672CC" w14:textId="77777777" w:rsidR="00610AF2" w:rsidRDefault="00610AF2" w:rsidP="00610AF2">
      <w:pPr>
        <w:pStyle w:val="Bezmezer"/>
      </w:pPr>
      <w:r>
        <w:t>Montáž a demontáž propojek 3 ks</w:t>
      </w:r>
    </w:p>
    <w:p w14:paraId="7DBED845" w14:textId="77777777" w:rsidR="00610AF2" w:rsidRDefault="00610AF2" w:rsidP="00610AF2">
      <w:pPr>
        <w:pStyle w:val="Bezmezer"/>
      </w:pPr>
      <w:r>
        <w:tab/>
      </w:r>
    </w:p>
    <w:p w14:paraId="1D7BB8F1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6</w:t>
      </w:r>
      <w:r>
        <w:tab/>
        <w:t>J 60-1:12-500 L</w:t>
      </w:r>
    </w:p>
    <w:p w14:paraId="2E72C25B" w14:textId="77777777" w:rsidR="00610AF2" w:rsidRDefault="00610AF2" w:rsidP="00610AF2">
      <w:pPr>
        <w:pStyle w:val="Bezmezer"/>
      </w:pPr>
      <w:r>
        <w:t>Výměna srdcovky ANO</w:t>
      </w:r>
    </w:p>
    <w:p w14:paraId="0396D782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4CD63D6A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51FEE545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3AAE7922" w14:textId="77777777" w:rsidR="00610AF2" w:rsidRDefault="00610AF2" w:rsidP="00610AF2">
      <w:pPr>
        <w:pStyle w:val="Bezmezer"/>
      </w:pPr>
      <w:r>
        <w:t xml:space="preserve">Výměna kolejnic za KV 2x10m, </w:t>
      </w:r>
    </w:p>
    <w:p w14:paraId="5269EADC" w14:textId="77777777" w:rsidR="00610AF2" w:rsidRDefault="00610AF2" w:rsidP="00610AF2">
      <w:pPr>
        <w:pStyle w:val="Bezmezer"/>
      </w:pPr>
      <w:r>
        <w:t>Výměna kolejnice středová část 2*17,5m</w:t>
      </w:r>
    </w:p>
    <w:p w14:paraId="4463EE23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48B383FD" w14:textId="77777777" w:rsidR="00610AF2" w:rsidRDefault="00610AF2" w:rsidP="00610AF2">
      <w:pPr>
        <w:pStyle w:val="Bezmezer"/>
      </w:pPr>
      <w:r>
        <w:t>Počty řezů 12</w:t>
      </w:r>
    </w:p>
    <w:p w14:paraId="29DB617F" w14:textId="77777777" w:rsidR="00610AF2" w:rsidRDefault="00610AF2" w:rsidP="00610AF2">
      <w:pPr>
        <w:pStyle w:val="Bezmezer"/>
      </w:pPr>
      <w:r>
        <w:t>Počet svarů 12</w:t>
      </w:r>
    </w:p>
    <w:p w14:paraId="6037FDC8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5F0FC7C8" w14:textId="77777777" w:rsidR="00610AF2" w:rsidRDefault="00610AF2" w:rsidP="00610AF2">
      <w:pPr>
        <w:pStyle w:val="Bezmezer"/>
      </w:pPr>
    </w:p>
    <w:p w14:paraId="7B703399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A785CA9" w14:textId="77777777" w:rsidR="00610AF2" w:rsidRDefault="00610AF2" w:rsidP="00610AF2">
      <w:pPr>
        <w:pStyle w:val="Bezmezer"/>
      </w:pPr>
      <w:r>
        <w:t>Výměna čelisťových závěrů 2 ks</w:t>
      </w:r>
    </w:p>
    <w:p w14:paraId="16877E69" w14:textId="77777777" w:rsidR="00610AF2" w:rsidRDefault="00610AF2" w:rsidP="00610AF2">
      <w:pPr>
        <w:pStyle w:val="Bezmezer"/>
      </w:pPr>
      <w:r>
        <w:t>Montáž a demontáž propojek 3 ks</w:t>
      </w:r>
    </w:p>
    <w:p w14:paraId="670952C4" w14:textId="77777777" w:rsidR="00610AF2" w:rsidRDefault="00610AF2" w:rsidP="00610AF2">
      <w:pPr>
        <w:pStyle w:val="Bezmezer"/>
      </w:pPr>
      <w:r>
        <w:tab/>
      </w:r>
      <w:r>
        <w:tab/>
      </w:r>
    </w:p>
    <w:p w14:paraId="6BB91420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5</w:t>
      </w:r>
      <w:r>
        <w:tab/>
        <w:t>J 60-1:11-300 P</w:t>
      </w:r>
    </w:p>
    <w:p w14:paraId="3645F12F" w14:textId="77777777" w:rsidR="00610AF2" w:rsidRDefault="00610AF2" w:rsidP="00610AF2">
      <w:pPr>
        <w:pStyle w:val="Bezmezer"/>
      </w:pPr>
      <w:r>
        <w:t>Výměna srdcovky ANO</w:t>
      </w:r>
    </w:p>
    <w:p w14:paraId="34425EBC" w14:textId="77777777" w:rsidR="00610AF2" w:rsidRDefault="00610AF2" w:rsidP="00610AF2">
      <w:pPr>
        <w:pStyle w:val="Bezmezer"/>
      </w:pPr>
      <w:r>
        <w:t>Výměna pražců ve výhybce 5 (2x3,75; 2x3,90; 1x4m)</w:t>
      </w:r>
    </w:p>
    <w:p w14:paraId="713910C9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3545DB97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54061156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07D3F626" w14:textId="77777777" w:rsidR="00610AF2" w:rsidRDefault="00610AF2" w:rsidP="00610AF2">
      <w:pPr>
        <w:pStyle w:val="Bezmezer"/>
      </w:pPr>
      <w:r>
        <w:lastRenderedPageBreak/>
        <w:t>Výměna kolejnice středová část 1*12,6m</w:t>
      </w:r>
    </w:p>
    <w:p w14:paraId="6996C47A" w14:textId="77777777" w:rsidR="00610AF2" w:rsidRDefault="00610AF2" w:rsidP="00610AF2">
      <w:pPr>
        <w:pStyle w:val="Bezmezer"/>
      </w:pPr>
      <w:r>
        <w:t xml:space="preserve">Výměna LIS ve výhybce na ZV (Se4) 2 ks (2*6m) </w:t>
      </w:r>
    </w:p>
    <w:p w14:paraId="57FC70C2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A7EA6A9" w14:textId="77777777" w:rsidR="00610AF2" w:rsidRDefault="00610AF2" w:rsidP="00610AF2">
      <w:pPr>
        <w:pStyle w:val="Bezmezer"/>
      </w:pPr>
      <w:r>
        <w:t>Počty řezů 14</w:t>
      </w:r>
    </w:p>
    <w:p w14:paraId="37CC4F40" w14:textId="77777777" w:rsidR="00610AF2" w:rsidRDefault="00610AF2" w:rsidP="00610AF2">
      <w:pPr>
        <w:pStyle w:val="Bezmezer"/>
      </w:pPr>
      <w:r>
        <w:t>Počet svarů 14</w:t>
      </w:r>
    </w:p>
    <w:p w14:paraId="34092A62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5EABCD2A" w14:textId="77777777" w:rsidR="00610AF2" w:rsidRDefault="00610AF2" w:rsidP="00610AF2">
      <w:pPr>
        <w:pStyle w:val="Bezmezer"/>
      </w:pPr>
    </w:p>
    <w:p w14:paraId="7FEA9CBF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668C3914" w14:textId="77777777" w:rsidR="00610AF2" w:rsidRDefault="00610AF2" w:rsidP="00610AF2">
      <w:pPr>
        <w:pStyle w:val="Bezmezer"/>
      </w:pPr>
      <w:r>
        <w:t>Výměna čelisťových závěrů 2ks</w:t>
      </w:r>
    </w:p>
    <w:p w14:paraId="2C76B179" w14:textId="77777777" w:rsidR="00610AF2" w:rsidRDefault="00610AF2" w:rsidP="00610AF2">
      <w:pPr>
        <w:pStyle w:val="Bezmezer"/>
      </w:pPr>
      <w:r>
        <w:t>Montáž a demontáž propojek 3 ks</w:t>
      </w:r>
    </w:p>
    <w:p w14:paraId="60833670" w14:textId="77777777" w:rsidR="00610AF2" w:rsidRDefault="00610AF2" w:rsidP="00610AF2">
      <w:pPr>
        <w:pStyle w:val="Bezmezer"/>
      </w:pPr>
      <w:r>
        <w:tab/>
      </w:r>
    </w:p>
    <w:p w14:paraId="24CC4B78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4</w:t>
      </w:r>
      <w:r>
        <w:tab/>
        <w:t>J 60-1:9-300 P</w:t>
      </w:r>
    </w:p>
    <w:p w14:paraId="4C77F9D5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31B845E8" w14:textId="77777777" w:rsidR="00610AF2" w:rsidRDefault="00610AF2" w:rsidP="00610AF2">
      <w:pPr>
        <w:pStyle w:val="Bezmezer"/>
      </w:pPr>
    </w:p>
    <w:p w14:paraId="055EB3D8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1D2621CA" w14:textId="77777777" w:rsidR="00610AF2" w:rsidRDefault="00610AF2" w:rsidP="00610AF2">
      <w:pPr>
        <w:pStyle w:val="Bezmezer"/>
      </w:pPr>
      <w:r>
        <w:t>Výměna čelisťových závěrů 2ks</w:t>
      </w:r>
    </w:p>
    <w:p w14:paraId="5AEAFE53" w14:textId="77777777" w:rsidR="00610AF2" w:rsidRDefault="00610AF2" w:rsidP="00610AF2">
      <w:pPr>
        <w:pStyle w:val="Bezmezer"/>
      </w:pPr>
      <w:r>
        <w:t>Montáž a demontáž propojek 3 ks</w:t>
      </w:r>
    </w:p>
    <w:p w14:paraId="042B9BFC" w14:textId="77777777" w:rsidR="00610AF2" w:rsidRDefault="00610AF2" w:rsidP="00610AF2">
      <w:pPr>
        <w:pStyle w:val="Bezmezer"/>
      </w:pPr>
    </w:p>
    <w:p w14:paraId="180BC042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3</w:t>
      </w:r>
      <w:r>
        <w:tab/>
        <w:t>J 60-1:11-300 L</w:t>
      </w:r>
    </w:p>
    <w:p w14:paraId="15DB4FD0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19919C02" w14:textId="77777777" w:rsidR="00610AF2" w:rsidRDefault="00610AF2" w:rsidP="00610AF2">
      <w:pPr>
        <w:pStyle w:val="Bezmezer"/>
      </w:pPr>
    </w:p>
    <w:p w14:paraId="021AAA1C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53FC9C2F" w14:textId="77777777" w:rsidR="00610AF2" w:rsidRDefault="00610AF2" w:rsidP="00610AF2">
      <w:pPr>
        <w:pStyle w:val="Bezmezer"/>
      </w:pPr>
      <w:r>
        <w:t>Výměna čelisťových závěrů 2ks</w:t>
      </w:r>
    </w:p>
    <w:p w14:paraId="1D0090C5" w14:textId="77777777" w:rsidR="00610AF2" w:rsidRDefault="00610AF2" w:rsidP="00610AF2">
      <w:pPr>
        <w:pStyle w:val="Bezmezer"/>
      </w:pPr>
      <w:r>
        <w:t>Montáž a demontáž propojek 3 ks</w:t>
      </w:r>
    </w:p>
    <w:p w14:paraId="39BE89F1" w14:textId="77777777" w:rsidR="00610AF2" w:rsidRDefault="00610AF2" w:rsidP="00610AF2">
      <w:pPr>
        <w:pStyle w:val="Bezmezer"/>
      </w:pPr>
      <w:r>
        <w:tab/>
      </w:r>
    </w:p>
    <w:p w14:paraId="5DBEBB1D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</w:t>
      </w:r>
      <w:r>
        <w:tab/>
        <w:t>J 60-1:11-300 L</w:t>
      </w:r>
    </w:p>
    <w:p w14:paraId="791D3C32" w14:textId="77777777" w:rsidR="00610AF2" w:rsidRDefault="00610AF2" w:rsidP="00610AF2">
      <w:pPr>
        <w:pStyle w:val="Bezmezer"/>
      </w:pPr>
      <w:r>
        <w:t xml:space="preserve">Výměna LIS ve výhybce 4 ks (ZV (Se01 2*4m, KV (Se02) 2*4m)  </w:t>
      </w:r>
    </w:p>
    <w:p w14:paraId="719B433F" w14:textId="77777777" w:rsidR="00610AF2" w:rsidRDefault="00610AF2" w:rsidP="00610AF2">
      <w:pPr>
        <w:pStyle w:val="Bezmezer"/>
      </w:pPr>
      <w:r>
        <w:t>Výměna pražců pod LIS na ZV; za KV 2*6ks B91</w:t>
      </w:r>
    </w:p>
    <w:p w14:paraId="6C6FB61B" w14:textId="77777777" w:rsidR="00610AF2" w:rsidRDefault="00610AF2" w:rsidP="00610AF2">
      <w:pPr>
        <w:pStyle w:val="Bezmezer"/>
      </w:pPr>
      <w:r>
        <w:t>Výměna ŠL pod LIS na VZ, za KV 2*(4*4*0,35)</w:t>
      </w:r>
    </w:p>
    <w:p w14:paraId="14AA0B25" w14:textId="77777777" w:rsidR="00610AF2" w:rsidRDefault="00610AF2" w:rsidP="00610AF2">
      <w:pPr>
        <w:pStyle w:val="Bezmezer"/>
      </w:pPr>
    </w:p>
    <w:p w14:paraId="5A7A3C1E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1E613526" w14:textId="77777777" w:rsidR="00610AF2" w:rsidRDefault="00610AF2" w:rsidP="00610AF2">
      <w:pPr>
        <w:pStyle w:val="Bezmezer"/>
      </w:pPr>
    </w:p>
    <w:p w14:paraId="1240BC03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58798453" w14:textId="77777777" w:rsidR="00610AF2" w:rsidRDefault="00610AF2" w:rsidP="00610AF2">
      <w:pPr>
        <w:pStyle w:val="Bezmezer"/>
      </w:pPr>
      <w:r>
        <w:t>Výměna čelisťových závěrů 2ks</w:t>
      </w:r>
    </w:p>
    <w:p w14:paraId="48D637B2" w14:textId="77777777" w:rsidR="00610AF2" w:rsidRDefault="00610AF2" w:rsidP="00610AF2">
      <w:pPr>
        <w:pStyle w:val="Bezmezer"/>
      </w:pPr>
    </w:p>
    <w:p w14:paraId="5D2395CF" w14:textId="77777777" w:rsidR="00610AF2" w:rsidRDefault="00610AF2" w:rsidP="00610AF2">
      <w:pPr>
        <w:pStyle w:val="Bezmezer"/>
      </w:pPr>
      <w:r>
        <w:t>Montáž a demontáž propojek 3 ks</w:t>
      </w:r>
    </w:p>
    <w:p w14:paraId="3937007D" w14:textId="77777777" w:rsidR="00610AF2" w:rsidRDefault="00610AF2" w:rsidP="00610AF2">
      <w:pPr>
        <w:pStyle w:val="Bezmezer"/>
      </w:pPr>
    </w:p>
    <w:p w14:paraId="0E1A9088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117</w:t>
      </w:r>
      <w:r>
        <w:tab/>
      </w:r>
      <w:proofErr w:type="spellStart"/>
      <w:r>
        <w:t>Obl</w:t>
      </w:r>
      <w:proofErr w:type="spellEnd"/>
      <w:r>
        <w:t>-j 60-1:14-760 L</w:t>
      </w:r>
    </w:p>
    <w:p w14:paraId="2C277212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04FED04" w14:textId="77777777" w:rsidR="00610AF2" w:rsidRDefault="00610AF2" w:rsidP="00610AF2">
      <w:pPr>
        <w:pStyle w:val="Bezmezer"/>
      </w:pPr>
    </w:p>
    <w:p w14:paraId="15446914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…448ks</w:t>
      </w:r>
    </w:p>
    <w:p w14:paraId="7C7FE7B3" w14:textId="77777777" w:rsidR="00610AF2" w:rsidRDefault="00610AF2" w:rsidP="00610AF2">
      <w:pPr>
        <w:pStyle w:val="Bezmezer"/>
      </w:pPr>
      <w:r>
        <w:t>Výměna čelisťových závěrů 3 ks</w:t>
      </w:r>
    </w:p>
    <w:p w14:paraId="51E8B884" w14:textId="77777777" w:rsidR="00610AF2" w:rsidRDefault="00610AF2" w:rsidP="00610AF2">
      <w:pPr>
        <w:pStyle w:val="Bezmezer"/>
      </w:pPr>
      <w:r>
        <w:t>Montáž a demontáž propojek 3 ks</w:t>
      </w:r>
    </w:p>
    <w:p w14:paraId="67FB80FC" w14:textId="77777777" w:rsidR="00610AF2" w:rsidRDefault="00610AF2" w:rsidP="00610AF2">
      <w:pPr>
        <w:pStyle w:val="Bezmezer"/>
      </w:pPr>
      <w:r>
        <w:tab/>
      </w:r>
    </w:p>
    <w:p w14:paraId="36902601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106</w:t>
      </w:r>
      <w:r>
        <w:tab/>
        <w:t>J 60-1:9-300 L</w:t>
      </w:r>
    </w:p>
    <w:p w14:paraId="530EC1C3" w14:textId="77777777" w:rsidR="00610AF2" w:rsidRDefault="00610AF2" w:rsidP="00610AF2">
      <w:pPr>
        <w:pStyle w:val="Bezmezer"/>
      </w:pPr>
      <w:r>
        <w:t>Výměna srdcovky ANO</w:t>
      </w:r>
    </w:p>
    <w:p w14:paraId="782C4807" w14:textId="77777777" w:rsidR="00610AF2" w:rsidRDefault="00610AF2" w:rsidP="00610AF2">
      <w:pPr>
        <w:pStyle w:val="Bezmezer"/>
      </w:pPr>
      <w:r>
        <w:t>Výměna pražců ve výhybce 5 (2x3,75; 2x3,90; 1x4m)</w:t>
      </w:r>
    </w:p>
    <w:p w14:paraId="55D42DDA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47EFE108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5898CBC4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78CE1290" w14:textId="77777777" w:rsidR="00610AF2" w:rsidRDefault="00610AF2" w:rsidP="00610AF2">
      <w:pPr>
        <w:pStyle w:val="Bezmezer"/>
      </w:pPr>
      <w:r>
        <w:t>Výměna kolejnice středová část 1*12,6m</w:t>
      </w:r>
    </w:p>
    <w:p w14:paraId="14AB21E4" w14:textId="77777777" w:rsidR="00610AF2" w:rsidRDefault="00610AF2" w:rsidP="00610AF2">
      <w:pPr>
        <w:pStyle w:val="Bezmezer"/>
      </w:pPr>
      <w:r>
        <w:t xml:space="preserve">Výměna LIS ve výhybce na ZV 2 ks (2*10m) </w:t>
      </w:r>
    </w:p>
    <w:p w14:paraId="043FD9CF" w14:textId="77777777" w:rsidR="00610AF2" w:rsidRDefault="00610AF2" w:rsidP="00610AF2">
      <w:pPr>
        <w:pStyle w:val="Bezmezer"/>
      </w:pPr>
      <w:r>
        <w:t xml:space="preserve">Výměna LIS ve spojce 106-107 2 ks (2*10m) </w:t>
      </w:r>
    </w:p>
    <w:p w14:paraId="20939399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58920D4D" w14:textId="77777777" w:rsidR="00610AF2" w:rsidRDefault="00610AF2" w:rsidP="00610AF2">
      <w:pPr>
        <w:pStyle w:val="Bezmezer"/>
      </w:pPr>
      <w:r>
        <w:lastRenderedPageBreak/>
        <w:t>Počty řezů 18</w:t>
      </w:r>
    </w:p>
    <w:p w14:paraId="76153011" w14:textId="77777777" w:rsidR="00610AF2" w:rsidRDefault="00610AF2" w:rsidP="00610AF2">
      <w:pPr>
        <w:pStyle w:val="Bezmezer"/>
      </w:pPr>
      <w:r>
        <w:t>Počet svarů 18</w:t>
      </w:r>
    </w:p>
    <w:p w14:paraId="25E1E800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668E0A29" w14:textId="77777777" w:rsidR="00610AF2" w:rsidRDefault="00610AF2" w:rsidP="00610AF2">
      <w:pPr>
        <w:pStyle w:val="Bezmezer"/>
      </w:pPr>
    </w:p>
    <w:p w14:paraId="7228AFA4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1DE7243C" w14:textId="77777777" w:rsidR="00610AF2" w:rsidRDefault="00610AF2" w:rsidP="00610AF2">
      <w:pPr>
        <w:pStyle w:val="Bezmezer"/>
      </w:pPr>
      <w:r>
        <w:t>Výměna čelisťových závěrů 2ks</w:t>
      </w:r>
    </w:p>
    <w:p w14:paraId="4765DCCD" w14:textId="77777777" w:rsidR="006C0208" w:rsidRDefault="006C0208" w:rsidP="00610AF2">
      <w:pPr>
        <w:pStyle w:val="Bezmezer"/>
      </w:pPr>
      <w:r>
        <w:t>Výhybka je bez žlabových pražců</w:t>
      </w:r>
    </w:p>
    <w:p w14:paraId="29D4777F" w14:textId="77777777" w:rsidR="00610AF2" w:rsidRDefault="00610AF2" w:rsidP="00610AF2">
      <w:pPr>
        <w:pStyle w:val="Bezmezer"/>
      </w:pPr>
      <w:r>
        <w:t>Montáž a demontáž propojek 3 ks</w:t>
      </w:r>
    </w:p>
    <w:p w14:paraId="56F90080" w14:textId="77777777" w:rsidR="00610AF2" w:rsidRDefault="00610AF2" w:rsidP="00610AF2">
      <w:pPr>
        <w:pStyle w:val="Bezmezer"/>
      </w:pPr>
      <w:r>
        <w:tab/>
      </w:r>
    </w:p>
    <w:p w14:paraId="299525A3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104</w:t>
      </w:r>
      <w:r>
        <w:tab/>
        <w:t>J 60-1:12-500 P</w:t>
      </w:r>
    </w:p>
    <w:p w14:paraId="59D1B0B6" w14:textId="77777777" w:rsidR="00610AF2" w:rsidRDefault="00610AF2" w:rsidP="00610AF2">
      <w:pPr>
        <w:pStyle w:val="Bezmezer"/>
      </w:pPr>
      <w:r>
        <w:t xml:space="preserve">Výměna LIS ve výhybce na ZV 2 ks (2*4m) </w:t>
      </w:r>
    </w:p>
    <w:p w14:paraId="5C750F6E" w14:textId="77777777" w:rsidR="00610AF2" w:rsidRDefault="00610AF2" w:rsidP="00610AF2">
      <w:pPr>
        <w:pStyle w:val="Bezmezer"/>
      </w:pPr>
      <w:r>
        <w:t>Počty řezů 4</w:t>
      </w:r>
    </w:p>
    <w:p w14:paraId="11DDDC96" w14:textId="77777777" w:rsidR="00610AF2" w:rsidRDefault="00610AF2" w:rsidP="00610AF2">
      <w:pPr>
        <w:pStyle w:val="Bezmezer"/>
      </w:pPr>
      <w:r>
        <w:t>Počet svarů 4</w:t>
      </w:r>
    </w:p>
    <w:p w14:paraId="07641002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24C6C1F8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80C0522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02DD27B" w14:textId="77777777" w:rsidR="00610AF2" w:rsidRDefault="00610AF2" w:rsidP="00610AF2">
      <w:pPr>
        <w:pStyle w:val="Bezmezer"/>
      </w:pPr>
    </w:p>
    <w:p w14:paraId="78F06629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398C3CEA" w14:textId="77777777" w:rsidR="00610AF2" w:rsidRDefault="00610AF2" w:rsidP="00610AF2">
      <w:pPr>
        <w:pStyle w:val="Bezmezer"/>
      </w:pPr>
      <w:r>
        <w:t>Výměna čelisťových závěrů 2 ks</w:t>
      </w:r>
    </w:p>
    <w:p w14:paraId="5409B533" w14:textId="77777777" w:rsidR="00610AF2" w:rsidRDefault="00610AF2" w:rsidP="00610AF2">
      <w:pPr>
        <w:pStyle w:val="Bezmezer"/>
      </w:pPr>
      <w:r>
        <w:t>Montáž a demontáž propojek 3 ks</w:t>
      </w:r>
    </w:p>
    <w:p w14:paraId="1379375A" w14:textId="77777777" w:rsidR="00610AF2" w:rsidRDefault="00610AF2" w:rsidP="00610AF2">
      <w:pPr>
        <w:pStyle w:val="Bezmezer"/>
      </w:pPr>
      <w:r>
        <w:tab/>
      </w:r>
    </w:p>
    <w:p w14:paraId="2C4D38A9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105</w:t>
      </w:r>
      <w:r>
        <w:tab/>
        <w:t>J 60-1:12-500 L</w:t>
      </w:r>
    </w:p>
    <w:p w14:paraId="29837161" w14:textId="77777777" w:rsidR="00610AF2" w:rsidRDefault="00610AF2" w:rsidP="00610AF2">
      <w:pPr>
        <w:pStyle w:val="Bezmezer"/>
      </w:pPr>
      <w:r>
        <w:t xml:space="preserve">Výměna LIS ve spojce 105-103 2 ks (2*12m) </w:t>
      </w:r>
    </w:p>
    <w:p w14:paraId="32A162BE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7455D7F4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1C4AB00B" w14:textId="77777777" w:rsidR="00610AF2" w:rsidRDefault="00610AF2" w:rsidP="00610AF2">
      <w:pPr>
        <w:pStyle w:val="Bezmezer"/>
      </w:pPr>
      <w:r>
        <w:t>Počty řezů 4</w:t>
      </w:r>
    </w:p>
    <w:p w14:paraId="785047F8" w14:textId="77777777" w:rsidR="00610AF2" w:rsidRDefault="00610AF2" w:rsidP="00610AF2">
      <w:pPr>
        <w:pStyle w:val="Bezmezer"/>
      </w:pPr>
      <w:r>
        <w:t>Počet svarů 4</w:t>
      </w:r>
    </w:p>
    <w:p w14:paraId="3AE5FB37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23E34C37" w14:textId="77777777" w:rsidR="00610AF2" w:rsidRDefault="00610AF2" w:rsidP="00610AF2">
      <w:pPr>
        <w:pStyle w:val="Bezmezer"/>
      </w:pPr>
    </w:p>
    <w:p w14:paraId="61EFAEA6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430BF9E2" w14:textId="77777777" w:rsidR="00610AF2" w:rsidRDefault="00610AF2" w:rsidP="00610AF2">
      <w:pPr>
        <w:pStyle w:val="Bezmezer"/>
      </w:pPr>
      <w:r>
        <w:t>Výměna čelisťových závěrů 2 ks</w:t>
      </w:r>
    </w:p>
    <w:p w14:paraId="3D7E3C4D" w14:textId="77777777" w:rsidR="00610AF2" w:rsidRDefault="006C0208" w:rsidP="00610AF2">
      <w:pPr>
        <w:pStyle w:val="Bezmezer"/>
      </w:pPr>
      <w:r>
        <w:t>Výhybka je bez žlabových pražců</w:t>
      </w:r>
    </w:p>
    <w:p w14:paraId="2EDC30B6" w14:textId="77777777" w:rsidR="00610AF2" w:rsidRDefault="00610AF2" w:rsidP="00610AF2">
      <w:pPr>
        <w:pStyle w:val="Bezmezer"/>
      </w:pPr>
      <w:r>
        <w:t>Montáž a demontáž propojek 3 ks</w:t>
      </w:r>
    </w:p>
    <w:p w14:paraId="50458EAF" w14:textId="77777777" w:rsidR="00610AF2" w:rsidRDefault="00610AF2" w:rsidP="00610AF2">
      <w:pPr>
        <w:pStyle w:val="Bezmezer"/>
      </w:pPr>
      <w:r>
        <w:tab/>
      </w:r>
    </w:p>
    <w:p w14:paraId="177F9DE1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103</w:t>
      </w:r>
      <w:r>
        <w:tab/>
        <w:t>J 60-1:12-500 L</w:t>
      </w:r>
    </w:p>
    <w:p w14:paraId="15D86D19" w14:textId="77777777" w:rsidR="00610AF2" w:rsidRDefault="00610AF2" w:rsidP="00610AF2">
      <w:pPr>
        <w:pStyle w:val="Bezmezer"/>
      </w:pPr>
      <w:r>
        <w:t>Výměna srdcovky ANO</w:t>
      </w:r>
    </w:p>
    <w:p w14:paraId="2ADE1FF1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267C1B72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0235B56A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617D648B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22871BD1" w14:textId="77777777" w:rsidR="00610AF2" w:rsidRDefault="00610AF2" w:rsidP="00610AF2">
      <w:pPr>
        <w:pStyle w:val="Bezmezer"/>
      </w:pPr>
      <w:r>
        <w:t>Výměna kolejnice středová část 1*17,5m</w:t>
      </w:r>
    </w:p>
    <w:p w14:paraId="3442D9F2" w14:textId="77777777" w:rsidR="00610AF2" w:rsidRDefault="00610AF2" w:rsidP="00610AF2">
      <w:pPr>
        <w:pStyle w:val="Bezmezer"/>
      </w:pPr>
      <w:r>
        <w:t xml:space="preserve">Výměna LIS ve výhybce na ZV 2 ks (2*10m) </w:t>
      </w:r>
    </w:p>
    <w:p w14:paraId="03AFFB86" w14:textId="77777777" w:rsidR="00610AF2" w:rsidRDefault="00610AF2" w:rsidP="00610AF2">
      <w:pPr>
        <w:pStyle w:val="Bezmezer"/>
      </w:pPr>
      <w:r>
        <w:t xml:space="preserve">Výměna jazyků </w:t>
      </w:r>
    </w:p>
    <w:p w14:paraId="1150F8A8" w14:textId="77777777" w:rsidR="00610AF2" w:rsidRDefault="00610AF2" w:rsidP="00610AF2">
      <w:pPr>
        <w:pStyle w:val="Bezmezer"/>
      </w:pPr>
      <w:r>
        <w:t>Výměna opornic</w:t>
      </w:r>
    </w:p>
    <w:p w14:paraId="6A60089D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1376919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45C79370" w14:textId="77777777" w:rsidR="00610AF2" w:rsidRDefault="00610AF2" w:rsidP="00610AF2">
      <w:pPr>
        <w:pStyle w:val="Bezmezer"/>
      </w:pPr>
      <w:r>
        <w:t>Počty řezů 18</w:t>
      </w:r>
    </w:p>
    <w:p w14:paraId="147001BD" w14:textId="77777777" w:rsidR="00610AF2" w:rsidRDefault="00610AF2" w:rsidP="00610AF2">
      <w:pPr>
        <w:pStyle w:val="Bezmezer"/>
      </w:pPr>
      <w:r>
        <w:t>Počet svarů 18</w:t>
      </w:r>
    </w:p>
    <w:p w14:paraId="27FF6AA1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CAA7A75" w14:textId="77777777" w:rsidR="00610AF2" w:rsidRDefault="00610AF2" w:rsidP="00610AF2">
      <w:pPr>
        <w:pStyle w:val="Bezmezer"/>
      </w:pPr>
    </w:p>
    <w:p w14:paraId="0328976D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4745D78F" w14:textId="77777777" w:rsidR="00610AF2" w:rsidRDefault="00610AF2" w:rsidP="00610AF2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6 ks </w:t>
      </w:r>
    </w:p>
    <w:p w14:paraId="5D6B742C" w14:textId="77777777" w:rsidR="00610AF2" w:rsidRDefault="00610AF2" w:rsidP="00610AF2">
      <w:pPr>
        <w:pStyle w:val="Bezmezer"/>
      </w:pPr>
      <w:r>
        <w:t>Výměna jazykových opěrek 2*10 ks</w:t>
      </w:r>
    </w:p>
    <w:p w14:paraId="7E54AA0D" w14:textId="77777777" w:rsidR="00610AF2" w:rsidRDefault="00610AF2" w:rsidP="00610AF2">
      <w:pPr>
        <w:pStyle w:val="Bezmezer"/>
      </w:pPr>
      <w:r>
        <w:t>Montáž, demontáž ohřevů</w:t>
      </w:r>
    </w:p>
    <w:p w14:paraId="110CAE69" w14:textId="77777777" w:rsidR="00610AF2" w:rsidRDefault="00610AF2" w:rsidP="00610AF2">
      <w:pPr>
        <w:pStyle w:val="Bezmezer"/>
      </w:pPr>
      <w:r>
        <w:t>Výměn zámků proti putování 2 ks</w:t>
      </w:r>
    </w:p>
    <w:p w14:paraId="2E8BA506" w14:textId="77777777" w:rsidR="00610AF2" w:rsidRDefault="00610AF2" w:rsidP="00610AF2">
      <w:pPr>
        <w:pStyle w:val="Bezmezer"/>
      </w:pPr>
      <w:r>
        <w:t>Výměna čelisťových závěrů 2 ks</w:t>
      </w:r>
    </w:p>
    <w:p w14:paraId="3E469778" w14:textId="77777777" w:rsidR="006C0208" w:rsidRDefault="006C0208" w:rsidP="00610AF2">
      <w:pPr>
        <w:pStyle w:val="Bezmezer"/>
      </w:pPr>
      <w:r>
        <w:lastRenderedPageBreak/>
        <w:t>Výhybka je bez žlabových pražců</w:t>
      </w:r>
    </w:p>
    <w:p w14:paraId="352DAA97" w14:textId="77777777" w:rsidR="00610AF2" w:rsidRDefault="00610AF2" w:rsidP="00610AF2">
      <w:pPr>
        <w:pStyle w:val="Bezmezer"/>
      </w:pPr>
      <w:r>
        <w:t>Montáž a demontáž propojek 3 ks</w:t>
      </w:r>
    </w:p>
    <w:p w14:paraId="33F62E16" w14:textId="77777777" w:rsidR="00610AF2" w:rsidRDefault="00610AF2" w:rsidP="00610AF2">
      <w:pPr>
        <w:pStyle w:val="Bezmezer"/>
      </w:pPr>
      <w:r>
        <w:tab/>
      </w:r>
    </w:p>
    <w:p w14:paraId="0652C38F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102</w:t>
      </w:r>
      <w:r>
        <w:tab/>
        <w:t>J 60-1:14-760 P</w:t>
      </w:r>
    </w:p>
    <w:p w14:paraId="3024F5F4" w14:textId="77777777" w:rsidR="00610AF2" w:rsidRDefault="00610AF2" w:rsidP="00610AF2">
      <w:pPr>
        <w:pStyle w:val="Bezmezer"/>
      </w:pPr>
      <w:r>
        <w:t xml:space="preserve">Výměna LIS ve spojce 102-101 2 ks (2*14m) </w:t>
      </w:r>
    </w:p>
    <w:p w14:paraId="14FC638A" w14:textId="77777777" w:rsidR="00610AF2" w:rsidRDefault="00610AF2" w:rsidP="00610AF2">
      <w:pPr>
        <w:pStyle w:val="Bezmezer"/>
      </w:pPr>
      <w:r>
        <w:t xml:space="preserve">Výměna LIS ve výhybce za KV (Se105) 2 ks (2*4m) </w:t>
      </w:r>
    </w:p>
    <w:p w14:paraId="31836D11" w14:textId="77777777" w:rsidR="00610AF2" w:rsidRDefault="00610AF2" w:rsidP="00610AF2">
      <w:pPr>
        <w:pStyle w:val="Bezmezer"/>
      </w:pPr>
      <w:r>
        <w:t>Výměna pražců pod LIS za KV 6ks B91</w:t>
      </w:r>
    </w:p>
    <w:p w14:paraId="19FBE70A" w14:textId="77777777" w:rsidR="00610AF2" w:rsidRDefault="00610AF2" w:rsidP="00610AF2">
      <w:pPr>
        <w:pStyle w:val="Bezmezer"/>
      </w:pPr>
      <w:r>
        <w:t>Výměna ŠL pod LIS za KV (4*4*0,35)</w:t>
      </w:r>
    </w:p>
    <w:p w14:paraId="6FDB3782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47ED5E01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83C15DD" w14:textId="77777777" w:rsidR="00610AF2" w:rsidRDefault="00610AF2" w:rsidP="00610AF2">
      <w:pPr>
        <w:pStyle w:val="Bezmezer"/>
      </w:pPr>
      <w:r>
        <w:t>Počty řezů 8</w:t>
      </w:r>
    </w:p>
    <w:p w14:paraId="341FC6C2" w14:textId="77777777" w:rsidR="00610AF2" w:rsidRDefault="00610AF2" w:rsidP="00610AF2">
      <w:pPr>
        <w:pStyle w:val="Bezmezer"/>
      </w:pPr>
      <w:r>
        <w:t>Počet svarů 8</w:t>
      </w:r>
    </w:p>
    <w:p w14:paraId="4218C38A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4B124E6A" w14:textId="77777777" w:rsidR="00610AF2" w:rsidRDefault="00610AF2" w:rsidP="00610AF2">
      <w:pPr>
        <w:pStyle w:val="Bezmezer"/>
      </w:pPr>
    </w:p>
    <w:p w14:paraId="185704B6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D5C898A" w14:textId="77777777" w:rsidR="00610AF2" w:rsidRDefault="00610AF2" w:rsidP="00610AF2">
      <w:pPr>
        <w:pStyle w:val="Bezmezer"/>
      </w:pPr>
      <w:r>
        <w:t>Výměna čelisťových závěrů 2 ks</w:t>
      </w:r>
    </w:p>
    <w:p w14:paraId="421561A7" w14:textId="77777777" w:rsidR="006C0208" w:rsidRDefault="006C0208" w:rsidP="00610AF2">
      <w:pPr>
        <w:pStyle w:val="Bezmezer"/>
      </w:pPr>
      <w:r>
        <w:t>Výhybka je bez žlabových pražců</w:t>
      </w:r>
    </w:p>
    <w:p w14:paraId="49501A6F" w14:textId="77777777" w:rsidR="00610AF2" w:rsidRDefault="00610AF2" w:rsidP="00610AF2">
      <w:pPr>
        <w:pStyle w:val="Bezmezer"/>
      </w:pPr>
      <w:r>
        <w:t>Montáž a demontáž propojek 3 ks</w:t>
      </w:r>
    </w:p>
    <w:p w14:paraId="2112FB34" w14:textId="77777777" w:rsidR="00610AF2" w:rsidRDefault="00610AF2" w:rsidP="00610AF2">
      <w:pPr>
        <w:pStyle w:val="Bezmezer"/>
      </w:pPr>
      <w:r>
        <w:tab/>
      </w:r>
    </w:p>
    <w:p w14:paraId="703BBC6D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101</w:t>
      </w:r>
      <w:r>
        <w:tab/>
        <w:t>J 60-1:14-760 P</w:t>
      </w:r>
    </w:p>
    <w:p w14:paraId="3EB886D4" w14:textId="77777777" w:rsidR="00610AF2" w:rsidRDefault="00610AF2" w:rsidP="00610AF2">
      <w:pPr>
        <w:pStyle w:val="Bezmezer"/>
      </w:pPr>
      <w:r>
        <w:t>Výměna srdcovky ANO</w:t>
      </w:r>
    </w:p>
    <w:p w14:paraId="481935C7" w14:textId="77777777" w:rsidR="00610AF2" w:rsidRDefault="00610AF2" w:rsidP="00610AF2">
      <w:pPr>
        <w:pStyle w:val="Bezmezer"/>
      </w:pPr>
      <w:r>
        <w:t>Výměna pražců ve výhybce 6ks (2x3,75; 2x3,80; 2x3,90)</w:t>
      </w:r>
    </w:p>
    <w:p w14:paraId="0A30E711" w14:textId="77777777" w:rsidR="00610AF2" w:rsidRDefault="00610AF2" w:rsidP="00610AF2">
      <w:pPr>
        <w:pStyle w:val="Bezmezer"/>
      </w:pPr>
      <w:r>
        <w:t>Výměna pražců pod LIS za KV 6 ks B91</w:t>
      </w:r>
    </w:p>
    <w:p w14:paraId="111D2D81" w14:textId="77777777" w:rsidR="00610AF2" w:rsidRDefault="00610AF2" w:rsidP="00610AF2">
      <w:pPr>
        <w:pStyle w:val="Bezmezer"/>
      </w:pPr>
    </w:p>
    <w:p w14:paraId="2767556D" w14:textId="77777777" w:rsidR="00610AF2" w:rsidRDefault="00610AF2" w:rsidP="00610AF2">
      <w:pPr>
        <w:pStyle w:val="Bezmezer"/>
      </w:pPr>
      <w:r>
        <w:t>Výměna kolejnic u přídržného plechu v přímé 1 x 12,5m</w:t>
      </w:r>
    </w:p>
    <w:p w14:paraId="42450CD7" w14:textId="77777777" w:rsidR="00610AF2" w:rsidRDefault="00610AF2" w:rsidP="00610AF2">
      <w:pPr>
        <w:pStyle w:val="Bezmezer"/>
      </w:pPr>
      <w:r>
        <w:t>Výměna kolejnic u přídržného plechu v odbočce 1 x 12,5m</w:t>
      </w:r>
    </w:p>
    <w:p w14:paraId="6E0A7091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218D4A10" w14:textId="77777777" w:rsidR="00610AF2" w:rsidRDefault="00610AF2" w:rsidP="00610AF2">
      <w:pPr>
        <w:pStyle w:val="Bezmezer"/>
      </w:pPr>
      <w:r>
        <w:t>Výměna kolejnice středová část 1*24m</w:t>
      </w:r>
    </w:p>
    <w:p w14:paraId="445F0421" w14:textId="77777777" w:rsidR="00610AF2" w:rsidRDefault="00610AF2" w:rsidP="00610AF2">
      <w:pPr>
        <w:pStyle w:val="Bezmezer"/>
      </w:pPr>
      <w:r>
        <w:t xml:space="preserve">Výměna LIS na ZV (Se104); za KV 4 ks (ZV 2*4m, KV 2*4m)  </w:t>
      </w:r>
    </w:p>
    <w:p w14:paraId="0C2E484C" w14:textId="77777777" w:rsidR="00610AF2" w:rsidRDefault="00610AF2" w:rsidP="00610AF2">
      <w:pPr>
        <w:pStyle w:val="Bezmezer"/>
      </w:pPr>
      <w:r>
        <w:t>Výměna ŠL v srdcovce v místě výměny pražců – 7 oken (4,5*4,5*0,35)</w:t>
      </w:r>
    </w:p>
    <w:p w14:paraId="66984B12" w14:textId="77777777" w:rsidR="00610AF2" w:rsidRDefault="00610AF2" w:rsidP="00610AF2">
      <w:pPr>
        <w:pStyle w:val="Bezmezer"/>
      </w:pPr>
      <w:r>
        <w:t>Výměna ŠL pod LIS za KV (4*4*0,35)</w:t>
      </w:r>
    </w:p>
    <w:p w14:paraId="7B84EBF8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55D81A8" w14:textId="77777777" w:rsidR="00610AF2" w:rsidRDefault="00610AF2" w:rsidP="00610AF2">
      <w:pPr>
        <w:pStyle w:val="Bezmezer"/>
      </w:pPr>
      <w:r>
        <w:t>Počty řezů 18</w:t>
      </w:r>
    </w:p>
    <w:p w14:paraId="5F43C78C" w14:textId="77777777" w:rsidR="00610AF2" w:rsidRDefault="00610AF2" w:rsidP="00610AF2">
      <w:pPr>
        <w:pStyle w:val="Bezmezer"/>
      </w:pPr>
      <w:r>
        <w:t>Počet svarů 18</w:t>
      </w:r>
    </w:p>
    <w:p w14:paraId="464B2492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4BC6BF4B" w14:textId="77777777" w:rsidR="00610AF2" w:rsidRDefault="00610AF2" w:rsidP="00610AF2">
      <w:pPr>
        <w:pStyle w:val="Bezmezer"/>
      </w:pPr>
    </w:p>
    <w:p w14:paraId="22A57A50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…448ks</w:t>
      </w:r>
    </w:p>
    <w:p w14:paraId="41520F47" w14:textId="77777777" w:rsidR="00610AF2" w:rsidRDefault="008E7D91" w:rsidP="00610AF2">
      <w:pPr>
        <w:pStyle w:val="Bezmezer"/>
      </w:pPr>
      <w:r>
        <w:t>Výměna čelisťových závěrů 3 ks</w:t>
      </w:r>
    </w:p>
    <w:p w14:paraId="0420E3D3" w14:textId="77777777" w:rsidR="006C0208" w:rsidRDefault="006C0208" w:rsidP="00610AF2">
      <w:pPr>
        <w:pStyle w:val="Bezmezer"/>
      </w:pPr>
      <w:r>
        <w:t>Výhybka je bez žlabových pražců</w:t>
      </w:r>
    </w:p>
    <w:p w14:paraId="7CD0BEA2" w14:textId="77777777" w:rsidR="00610AF2" w:rsidRDefault="00610AF2" w:rsidP="00610AF2">
      <w:pPr>
        <w:pStyle w:val="Bezmezer"/>
      </w:pPr>
      <w:r>
        <w:t>Montáž a demontáž propojek 3 ks</w:t>
      </w:r>
    </w:p>
    <w:p w14:paraId="6F2E5AC3" w14:textId="77777777" w:rsidR="00610AF2" w:rsidRDefault="00610AF2" w:rsidP="00610AF2">
      <w:pPr>
        <w:pStyle w:val="Bezmezer"/>
      </w:pPr>
      <w:r>
        <w:tab/>
      </w:r>
    </w:p>
    <w:p w14:paraId="605CEC3D" w14:textId="77777777" w:rsidR="00610AF2" w:rsidRDefault="00610AF2" w:rsidP="00B31E3C">
      <w:pPr>
        <w:pStyle w:val="Podnadpis"/>
      </w:pPr>
      <w:r>
        <w:t>Mimo výhybky</w:t>
      </w:r>
    </w:p>
    <w:p w14:paraId="67DFD4AC" w14:textId="77777777" w:rsidR="00610AF2" w:rsidRDefault="00610AF2" w:rsidP="00610AF2">
      <w:pPr>
        <w:pStyle w:val="Bezmezer"/>
      </w:pPr>
      <w:r>
        <w:t>GPK výhybek ……1 331 m</w:t>
      </w:r>
    </w:p>
    <w:p w14:paraId="10EEB5A3" w14:textId="77777777" w:rsidR="00610AF2" w:rsidRDefault="00610AF2" w:rsidP="00610AF2">
      <w:pPr>
        <w:pStyle w:val="Bezmezer"/>
      </w:pPr>
      <w:r>
        <w:t>GPK kolejí</w:t>
      </w:r>
      <w:proofErr w:type="gramStart"/>
      <w:r>
        <w:tab/>
        <w:t>….</w:t>
      </w:r>
      <w:proofErr w:type="gramEnd"/>
      <w:r>
        <w:t>.</w:t>
      </w:r>
      <w:r w:rsidR="008F256D">
        <w:t>4 142</w:t>
      </w:r>
      <w:r>
        <w:t xml:space="preserve">  m</w:t>
      </w:r>
    </w:p>
    <w:p w14:paraId="30BAD7F3" w14:textId="77777777" w:rsidR="00610AF2" w:rsidRDefault="00610AF2" w:rsidP="00610AF2">
      <w:pPr>
        <w:pStyle w:val="Bezmezer"/>
      </w:pPr>
      <w:r>
        <w:t xml:space="preserve">Řízená stabilizace 1331 + </w:t>
      </w:r>
      <w:r w:rsidR="008F256D">
        <w:t xml:space="preserve">4142 </w:t>
      </w:r>
      <w:r>
        <w:t xml:space="preserve">m </w:t>
      </w:r>
    </w:p>
    <w:p w14:paraId="0AFB65CA" w14:textId="77777777" w:rsidR="00610AF2" w:rsidRDefault="00610AF2" w:rsidP="00610AF2">
      <w:pPr>
        <w:pStyle w:val="Bezmezer"/>
      </w:pPr>
      <w:r>
        <w:t xml:space="preserve">Následné GPK u všech výhybek…150 m </w:t>
      </w:r>
    </w:p>
    <w:p w14:paraId="697CA80F" w14:textId="77777777" w:rsidR="00610AF2" w:rsidRDefault="00610AF2" w:rsidP="00610AF2">
      <w:pPr>
        <w:pStyle w:val="Bezmezer"/>
      </w:pPr>
      <w:r>
        <w:t>Následné GPK kolejí</w:t>
      </w:r>
      <w:r>
        <w:tab/>
        <w:t>……………</w:t>
      </w:r>
      <w:proofErr w:type="gramStart"/>
      <w:r>
        <w:t>…….</w:t>
      </w:r>
      <w:proofErr w:type="gramEnd"/>
      <w:r>
        <w:t>100  m</w:t>
      </w:r>
    </w:p>
    <w:p w14:paraId="6E4831B2" w14:textId="77777777" w:rsidR="00610AF2" w:rsidRDefault="00610AF2" w:rsidP="00610AF2">
      <w:pPr>
        <w:pStyle w:val="Bezmezer"/>
      </w:pPr>
      <w:r>
        <w:t>Neřízená stabilizace  150 + 100 m</w:t>
      </w:r>
    </w:p>
    <w:p w14:paraId="62A7693B" w14:textId="77777777" w:rsidR="00610AF2" w:rsidRDefault="00610AF2" w:rsidP="00610AF2">
      <w:pPr>
        <w:pStyle w:val="Bezmezer"/>
      </w:pPr>
      <w:r>
        <w:t xml:space="preserve">Sejmutí ornice (zřízení přístupových cest) </w:t>
      </w:r>
      <w:r w:rsidR="008F256D">
        <w:t>300 m3</w:t>
      </w:r>
    </w:p>
    <w:p w14:paraId="4B7CE81B" w14:textId="77777777" w:rsidR="00610AF2" w:rsidRDefault="00610AF2" w:rsidP="00610AF2">
      <w:pPr>
        <w:pStyle w:val="Bezmezer"/>
      </w:pPr>
      <w:r>
        <w:t xml:space="preserve">Zřízení konstrukční vrstvy (cesty) </w:t>
      </w:r>
      <w:r w:rsidR="008F256D">
        <w:t>2400 m2</w:t>
      </w:r>
      <w:r>
        <w:tab/>
      </w:r>
    </w:p>
    <w:p w14:paraId="11E12E53" w14:textId="77777777" w:rsidR="00610AF2" w:rsidRDefault="00610AF2" w:rsidP="00610AF2">
      <w:pPr>
        <w:pStyle w:val="Bezmezer"/>
      </w:pPr>
      <w:r>
        <w:t>Demontáž přejezdů ve dvoukolejce přechod z pražců 2,5m</w:t>
      </w:r>
    </w:p>
    <w:p w14:paraId="06BAE9D1" w14:textId="77777777" w:rsidR="00610AF2" w:rsidRDefault="00610AF2" w:rsidP="00610AF2">
      <w:pPr>
        <w:pStyle w:val="Bezmezer"/>
      </w:pPr>
      <w:r>
        <w:t xml:space="preserve">Výměna </w:t>
      </w:r>
      <w:proofErr w:type="spellStart"/>
      <w:r>
        <w:t>LISů</w:t>
      </w:r>
      <w:proofErr w:type="spellEnd"/>
      <w:r>
        <w:t xml:space="preserve"> u S101;S102; Lc101; Lc102; Sc1,Sc2,L1,L2 v kolejích 16 ks (16*4m)</w:t>
      </w:r>
    </w:p>
    <w:p w14:paraId="4BA8AB3A" w14:textId="77777777" w:rsidR="00610AF2" w:rsidRDefault="00610AF2" w:rsidP="00610AF2">
      <w:pPr>
        <w:pStyle w:val="Bezmezer"/>
      </w:pPr>
      <w:r>
        <w:t>Výměna pražců u LIS 8*6 B91 a ŠL 8*(4*4*0,35)</w:t>
      </w:r>
    </w:p>
    <w:p w14:paraId="20BDA1AB" w14:textId="77777777" w:rsidR="00610AF2" w:rsidRDefault="00610AF2" w:rsidP="00610AF2">
      <w:pPr>
        <w:pStyle w:val="Bezmezer"/>
      </w:pPr>
      <w:proofErr w:type="spellStart"/>
      <w:r>
        <w:t>Balíza</w:t>
      </w:r>
      <w:proofErr w:type="spellEnd"/>
      <w:r>
        <w:t xml:space="preserve"> 11 ks</w:t>
      </w:r>
    </w:p>
    <w:p w14:paraId="25EFEF8B" w14:textId="77777777" w:rsidR="00610AF2" w:rsidRDefault="00610AF2" w:rsidP="00610AF2">
      <w:pPr>
        <w:pStyle w:val="Bezmezer"/>
      </w:pPr>
      <w:r>
        <w:t>MIB 4 ks</w:t>
      </w:r>
    </w:p>
    <w:p w14:paraId="00C579D9" w14:textId="77777777" w:rsidR="00610AF2" w:rsidRDefault="00610AF2" w:rsidP="00610AF2">
      <w:pPr>
        <w:pStyle w:val="Bezmezer"/>
      </w:pPr>
      <w:r>
        <w:t>Ukolejnění 30ks</w:t>
      </w:r>
    </w:p>
    <w:p w14:paraId="32E01ED9" w14:textId="77777777" w:rsidR="00610AF2" w:rsidRDefault="00610AF2" w:rsidP="00610AF2">
      <w:pPr>
        <w:pStyle w:val="Bezmezer"/>
      </w:pPr>
      <w:r>
        <w:lastRenderedPageBreak/>
        <w:t>Svary 32</w:t>
      </w:r>
    </w:p>
    <w:p w14:paraId="5B0C3A55" w14:textId="77777777" w:rsidR="00610AF2" w:rsidRDefault="00610AF2" w:rsidP="00610AF2">
      <w:pPr>
        <w:pStyle w:val="Bezmezer"/>
      </w:pPr>
      <w:r>
        <w:t>Řezy 32</w:t>
      </w:r>
    </w:p>
    <w:p w14:paraId="7F26A980" w14:textId="77777777" w:rsidR="006142E8" w:rsidRDefault="0097073F" w:rsidP="00610AF2">
      <w:pPr>
        <w:pStyle w:val="Bezmezer"/>
      </w:pPr>
      <w:r>
        <w:t>Umožnění volné dilatace pro BK</w:t>
      </w:r>
      <w:r w:rsidR="00610AF2">
        <w:t xml:space="preserve"> 200</w:t>
      </w:r>
      <w:r>
        <w:t xml:space="preserve"> </w:t>
      </w:r>
      <w:r w:rsidR="00610AF2">
        <w:t>m</w:t>
      </w:r>
      <w:r>
        <w:t xml:space="preserve"> + 200 m ve výhybkách</w:t>
      </w:r>
    </w:p>
    <w:p w14:paraId="09419B20" w14:textId="77777777" w:rsidR="00865F3C" w:rsidRDefault="00865F3C" w:rsidP="00865F3C">
      <w:pPr>
        <w:pStyle w:val="Nadpis2"/>
        <w:rPr>
          <w:noProof/>
        </w:rPr>
      </w:pPr>
      <w:r>
        <w:t xml:space="preserve">SO 03 </w:t>
      </w:r>
      <w:r w:rsidR="00AE5592">
        <w:t>Práce na žel. svršku v TÚ</w:t>
      </w:r>
      <w:r>
        <w:t xml:space="preserve"> Přelouč - Řečany nad Labem</w:t>
      </w:r>
    </w:p>
    <w:p w14:paraId="34E8C569" w14:textId="77777777" w:rsidR="00865F3C" w:rsidRDefault="00865F3C" w:rsidP="00865F3C">
      <w:pPr>
        <w:pStyle w:val="Nadpis4"/>
      </w:pPr>
      <w:r>
        <w:t>Předmět práce</w:t>
      </w:r>
    </w:p>
    <w:p w14:paraId="60EA1C1E" w14:textId="77777777" w:rsidR="00865F3C" w:rsidRDefault="00865F3C" w:rsidP="00865F3C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104595F9" w14:textId="77777777" w:rsidR="00865F3C" w:rsidRDefault="00865F3C" w:rsidP="00865F3C">
      <w:pPr>
        <w:pStyle w:val="Bezmezer"/>
      </w:pPr>
      <w:r>
        <w:t>- broušení kolejnic</w:t>
      </w:r>
    </w:p>
    <w:p w14:paraId="58973A96" w14:textId="77777777" w:rsidR="00865F3C" w:rsidRDefault="00865F3C" w:rsidP="00865F3C">
      <w:pPr>
        <w:pStyle w:val="Bezmezer"/>
      </w:pPr>
      <w:r>
        <w:t>- GPK + doplnění ŠL; následné GPK</w:t>
      </w:r>
    </w:p>
    <w:p w14:paraId="3CAF711F" w14:textId="77777777" w:rsidR="00865F3C" w:rsidRDefault="00865F3C" w:rsidP="00865F3C">
      <w:pPr>
        <w:pStyle w:val="Nadpis4"/>
      </w:pPr>
      <w:r>
        <w:t>Stávající stav</w:t>
      </w:r>
    </w:p>
    <w:p w14:paraId="319389EE" w14:textId="77777777" w:rsidR="00865F3C" w:rsidRDefault="00865F3C" w:rsidP="00865F3C">
      <w:pPr>
        <w:pStyle w:val="Bezmezer"/>
      </w:pPr>
      <w:r>
        <w:t xml:space="preserve">km 319,552 - 325,484;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Přejezdy betonové konstrukce </w:t>
      </w:r>
      <w:proofErr w:type="spellStart"/>
      <w:r>
        <w:t>brens</w:t>
      </w:r>
      <w:proofErr w:type="spellEnd"/>
      <w:r>
        <w:t>.</w:t>
      </w:r>
    </w:p>
    <w:p w14:paraId="041F36DF" w14:textId="77777777" w:rsidR="00865F3C" w:rsidRDefault="00865F3C" w:rsidP="00865F3C">
      <w:pPr>
        <w:pStyle w:val="Nadpis4"/>
      </w:pPr>
      <w:r>
        <w:t>Nový stav - technické požadavky</w:t>
      </w:r>
    </w:p>
    <w:p w14:paraId="3C88C076" w14:textId="77777777" w:rsidR="00865F3C" w:rsidRDefault="00865F3C" w:rsidP="00865F3C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 do hloubky 0,3 m pod úložnou plochu pražce; šířka 0,4 m za hlavami pražců</w:t>
      </w:r>
    </w:p>
    <w:p w14:paraId="654C323A" w14:textId="77777777" w:rsidR="00865F3C" w:rsidRDefault="00865F3C" w:rsidP="00865F3C">
      <w:pPr>
        <w:pStyle w:val="Bezmezer"/>
      </w:pPr>
      <w:r>
        <w:t>- na vybraných místech výměna kolejového roštu a výměna štěrkového lože do hloubky 0,3 m pod úložnou plochu pražce; šířka 0,4 m za hlavami pražců</w:t>
      </w:r>
    </w:p>
    <w:p w14:paraId="372FC039" w14:textId="77777777" w:rsidR="00865F3C" w:rsidRDefault="00865F3C" w:rsidP="00865F3C">
      <w:pPr>
        <w:pStyle w:val="Bezmezer"/>
      </w:pPr>
      <w:r>
        <w:t>- při výměně ŠL vytvořenou pláň ž. spodku spádovat ve sklon 2% a hutnit</w:t>
      </w:r>
    </w:p>
    <w:p w14:paraId="3DEE2CCA" w14:textId="77777777" w:rsidR="00865F3C" w:rsidRDefault="00865F3C" w:rsidP="00865F3C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7539124D" w14:textId="77777777" w:rsidR="00865F3C" w:rsidRDefault="00865F3C" w:rsidP="00865F3C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 prostorech kolejnice odbočné větve může být hutněno jiným zařízením</w:t>
      </w:r>
    </w:p>
    <w:p w14:paraId="29801AC5" w14:textId="77777777" w:rsidR="00865F3C" w:rsidRDefault="00865F3C" w:rsidP="00865F3C">
      <w:pPr>
        <w:pStyle w:val="Bezmezer"/>
      </w:pPr>
      <w:r>
        <w:t xml:space="preserve">- u vybraných LIS pouze čištění </w:t>
      </w:r>
      <w:proofErr w:type="spellStart"/>
      <w:r>
        <w:t>mezipražcově</w:t>
      </w:r>
      <w:proofErr w:type="spellEnd"/>
      <w:r>
        <w:t xml:space="preserve"> do hloubky 0,3 m pod úložnou plochu pražce; doplnění ŠL; hutnění ŠL ve dvou vrstvách</w:t>
      </w:r>
    </w:p>
    <w:p w14:paraId="328FC8B7" w14:textId="77777777" w:rsidR="00DA44C2" w:rsidRDefault="00DA44C2" w:rsidP="00DA44C2">
      <w:pPr>
        <w:pStyle w:val="Bezmezer"/>
      </w:pPr>
      <w:r>
        <w:t>- vzorkování vyzískaného materiálu</w:t>
      </w:r>
    </w:p>
    <w:p w14:paraId="5113E374" w14:textId="77777777" w:rsidR="004A0F34" w:rsidRDefault="004A0F34" w:rsidP="00DA44C2">
      <w:pPr>
        <w:pStyle w:val="Bezmezer"/>
      </w:pPr>
      <w:r>
        <w:t>- ojedinělá výměna pražců bez snesení kolejového roštu</w:t>
      </w:r>
    </w:p>
    <w:p w14:paraId="0309C438" w14:textId="77777777" w:rsidR="00865F3C" w:rsidRDefault="00865F3C" w:rsidP="00865F3C">
      <w:pPr>
        <w:pStyle w:val="Bezmezer"/>
      </w:pPr>
      <w:r>
        <w:t>- strojní podbíjení kolejí přesnou metodou</w:t>
      </w:r>
    </w:p>
    <w:p w14:paraId="28B93B1D" w14:textId="77777777" w:rsidR="00865F3C" w:rsidRDefault="00865F3C" w:rsidP="00865F3C">
      <w:pPr>
        <w:pStyle w:val="Bezmezer"/>
      </w:pPr>
      <w:r>
        <w:t>- hutnění stabilizátorem kolejového lože; v místech, kde se zasahovalo do kolejového lože nejdříve neřízenou stabilizací; po kontinuálním podbíjení provést řízenou stabilizaci v celém úseku</w:t>
      </w:r>
    </w:p>
    <w:p w14:paraId="651D85CD" w14:textId="77777777" w:rsidR="00865F3C" w:rsidRDefault="00865F3C" w:rsidP="00865F3C">
      <w:pPr>
        <w:pStyle w:val="Bezmezer"/>
      </w:pPr>
      <w:r>
        <w:t>- doplnění a úprava štěrkového lože</w:t>
      </w:r>
    </w:p>
    <w:p w14:paraId="38A2F824" w14:textId="77777777" w:rsidR="00865F3C" w:rsidRDefault="00865F3C" w:rsidP="00865F3C">
      <w:pPr>
        <w:pStyle w:val="Bezmezer"/>
      </w:pPr>
      <w:r>
        <w:t xml:space="preserve">- následné podbití v koleji pouze na měněných pražcích  a </w:t>
      </w:r>
      <w:proofErr w:type="spellStart"/>
      <w:r>
        <w:t>mezipražcového</w:t>
      </w:r>
      <w:proofErr w:type="spellEnd"/>
      <w:r>
        <w:t xml:space="preserve"> čištění + 1 přilehlý z každé strany</w:t>
      </w:r>
    </w:p>
    <w:p w14:paraId="5F1661C8" w14:textId="77777777" w:rsidR="00865F3C" w:rsidRDefault="00865F3C" w:rsidP="00865F3C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ukolejnění</w:t>
      </w:r>
    </w:p>
    <w:p w14:paraId="78B2144A" w14:textId="77777777" w:rsidR="00865F3C" w:rsidRDefault="00865F3C" w:rsidP="00865F3C">
      <w:pPr>
        <w:pStyle w:val="Bezmezer"/>
      </w:pPr>
      <w:r>
        <w:t>- demontáž a montáž přejezdů</w:t>
      </w:r>
    </w:p>
    <w:p w14:paraId="62C14488" w14:textId="77777777" w:rsidR="00865F3C" w:rsidRDefault="00865F3C" w:rsidP="00865F3C">
      <w:pPr>
        <w:pStyle w:val="Bezmezer"/>
      </w:pPr>
      <w:r>
        <w:t>- dopravní uzávěra přejezdů</w:t>
      </w:r>
    </w:p>
    <w:p w14:paraId="2B6EF3BE" w14:textId="77777777" w:rsidR="00865F3C" w:rsidRDefault="00865F3C" w:rsidP="00865F3C">
      <w:pPr>
        <w:pStyle w:val="Bezmezer"/>
      </w:pPr>
      <w:r>
        <w:t>- souvislá výměna kolejnici, s výměnou podložek pod patou kolejnic a úhlových vložek</w:t>
      </w:r>
    </w:p>
    <w:p w14:paraId="5A898DCC" w14:textId="77777777" w:rsidR="00865F3C" w:rsidRDefault="00865F3C" w:rsidP="00865F3C">
      <w:pPr>
        <w:pStyle w:val="Bezmezer"/>
      </w:pPr>
      <w:r>
        <w:t>- svařování a zřízení bezstykové koleje</w:t>
      </w:r>
    </w:p>
    <w:p w14:paraId="6A11B9C7" w14:textId="77777777" w:rsidR="00865F3C" w:rsidRDefault="00865F3C" w:rsidP="00865F3C">
      <w:pPr>
        <w:pStyle w:val="Bezmezer"/>
      </w:pPr>
      <w:r>
        <w:t>- souvislé strojní broušení kolejnic</w:t>
      </w:r>
    </w:p>
    <w:p w14:paraId="4510EBFF" w14:textId="77777777" w:rsidR="00865F3C" w:rsidRDefault="00865F3C" w:rsidP="00865F3C">
      <w:pPr>
        <w:pStyle w:val="Bezmezer"/>
      </w:pPr>
      <w:r>
        <w:t>- zpracování a realizace KSÚ a TP pro jednotlivé etapy</w:t>
      </w:r>
    </w:p>
    <w:p w14:paraId="353A7446" w14:textId="77777777" w:rsidR="00865F3C" w:rsidRDefault="00865F3C" w:rsidP="00865F3C">
      <w:pPr>
        <w:pStyle w:val="Bezmezer"/>
      </w:pPr>
      <w:r>
        <w:t>- vytyčení inženýrských sítí</w:t>
      </w:r>
    </w:p>
    <w:p w14:paraId="1E8B64B8" w14:textId="77777777" w:rsidR="00865F3C" w:rsidRDefault="00865F3C" w:rsidP="00865F3C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Přelouč v etapách (zvláště ocelové součásti výhybek, výhybkové pražce, příčné pražce); s tím související nájezdy mechanizace</w:t>
      </w:r>
    </w:p>
    <w:p w14:paraId="64A39EAA" w14:textId="77777777" w:rsidR="00865F3C" w:rsidRDefault="00865F3C" w:rsidP="00865F3C">
      <w:pPr>
        <w:pStyle w:val="Bezmezer"/>
      </w:pPr>
      <w:r>
        <w:t>- naložení a přeprava materiálu ze zařízení staveniště k místu montáže</w:t>
      </w:r>
    </w:p>
    <w:p w14:paraId="740AC5F5" w14:textId="77777777" w:rsidR="00865F3C" w:rsidRDefault="00865F3C" w:rsidP="00865F3C">
      <w:pPr>
        <w:pStyle w:val="Bezmezer"/>
      </w:pPr>
      <w:r>
        <w:t>- naložení přeprava a přeprava užitého ocelového materiálu na zařízení staveniště</w:t>
      </w:r>
    </w:p>
    <w:p w14:paraId="5C593EEA" w14:textId="77777777" w:rsidR="00865F3C" w:rsidRDefault="00865F3C" w:rsidP="00865F3C">
      <w:pPr>
        <w:pStyle w:val="Bezmezer"/>
      </w:pPr>
      <w:r>
        <w:t>- likvidace betonových a plastových prvků</w:t>
      </w:r>
    </w:p>
    <w:p w14:paraId="66CF7B09" w14:textId="77777777" w:rsidR="00865F3C" w:rsidRDefault="00865F3C" w:rsidP="00865F3C">
      <w:pPr>
        <w:pStyle w:val="Nadpis4"/>
      </w:pPr>
      <w:r>
        <w:t>Technická specifikace</w:t>
      </w:r>
    </w:p>
    <w:p w14:paraId="40AFF4EA" w14:textId="77777777" w:rsidR="00865F3C" w:rsidRDefault="00865F3C" w:rsidP="00865F3C">
      <w:pPr>
        <w:pStyle w:val="Bezmezer"/>
      </w:pPr>
      <w:r>
        <w:t xml:space="preserve">GPK </w:t>
      </w:r>
      <w:r>
        <w:tab/>
        <w:t>1. kolej – 5,932 km</w:t>
      </w:r>
    </w:p>
    <w:p w14:paraId="39539D62" w14:textId="77777777" w:rsidR="00865F3C" w:rsidRDefault="00865F3C" w:rsidP="00865F3C">
      <w:pPr>
        <w:pStyle w:val="Bezmezer"/>
      </w:pPr>
      <w:r>
        <w:tab/>
        <w:t>2. kolej  - 5,932 km</w:t>
      </w:r>
    </w:p>
    <w:p w14:paraId="57C9936A" w14:textId="77777777" w:rsidR="00865F3C" w:rsidRDefault="00865F3C" w:rsidP="00865F3C">
      <w:pPr>
        <w:pStyle w:val="Bezmezer"/>
      </w:pPr>
    </w:p>
    <w:p w14:paraId="6B29290A" w14:textId="77777777" w:rsidR="00865F3C" w:rsidRDefault="00865F3C" w:rsidP="00865F3C">
      <w:pPr>
        <w:pStyle w:val="Bezmezer"/>
      </w:pPr>
      <w:r>
        <w:t>Řízená stabilizace</w:t>
      </w:r>
    </w:p>
    <w:p w14:paraId="2518552D" w14:textId="77777777" w:rsidR="00865F3C" w:rsidRDefault="00865F3C" w:rsidP="00865F3C">
      <w:pPr>
        <w:pStyle w:val="Bezmezer"/>
      </w:pPr>
      <w:r>
        <w:t>5,932 + 5,932 km</w:t>
      </w:r>
    </w:p>
    <w:p w14:paraId="31887298" w14:textId="77777777" w:rsidR="00865F3C" w:rsidRDefault="00865F3C" w:rsidP="00865F3C">
      <w:pPr>
        <w:pStyle w:val="Bezmezer"/>
      </w:pPr>
    </w:p>
    <w:p w14:paraId="5AA1037D" w14:textId="77777777" w:rsidR="00865F3C" w:rsidRDefault="00865F3C" w:rsidP="00865F3C">
      <w:pPr>
        <w:pStyle w:val="Bezmezer"/>
      </w:pPr>
      <w:r>
        <w:t xml:space="preserve">Výměna LIS </w:t>
      </w:r>
    </w:p>
    <w:p w14:paraId="6E0FBD2E" w14:textId="77777777" w:rsidR="00865F3C" w:rsidRDefault="00865F3C" w:rsidP="00865F3C">
      <w:pPr>
        <w:pStyle w:val="Bezmezer"/>
      </w:pPr>
      <w:r>
        <w:t>1.TK - 10 ks (8*4m; 2*3,6m)</w:t>
      </w:r>
    </w:p>
    <w:p w14:paraId="6CD987B1" w14:textId="77777777" w:rsidR="00865F3C" w:rsidRDefault="00865F3C" w:rsidP="00865F3C">
      <w:pPr>
        <w:pStyle w:val="Bezmezer"/>
      </w:pPr>
      <w:r>
        <w:lastRenderedPageBreak/>
        <w:t>2. TK – 10 ks (8*4m; 2*3,6m)</w:t>
      </w:r>
    </w:p>
    <w:p w14:paraId="70378669" w14:textId="77777777" w:rsidR="00865F3C" w:rsidRDefault="00865F3C" w:rsidP="00865F3C">
      <w:pPr>
        <w:pStyle w:val="Bezmezer"/>
      </w:pPr>
      <w:r>
        <w:tab/>
        <w:t xml:space="preserve">    </w:t>
      </w:r>
      <w:r>
        <w:tab/>
      </w:r>
    </w:p>
    <w:p w14:paraId="1D2C66C1" w14:textId="77777777" w:rsidR="00865F3C" w:rsidRDefault="00865F3C" w:rsidP="00865F3C">
      <w:pPr>
        <w:pStyle w:val="Bezmezer"/>
      </w:pPr>
      <w:r>
        <w:t xml:space="preserve">Výměna kolejnic </w:t>
      </w:r>
    </w:p>
    <w:p w14:paraId="4B6EB049" w14:textId="77777777" w:rsidR="00865F3C" w:rsidRDefault="00865F3C" w:rsidP="00865F3C">
      <w:pPr>
        <w:pStyle w:val="Bezmezer"/>
      </w:pPr>
      <w:r>
        <w:t xml:space="preserve">2.TK – 20m </w:t>
      </w:r>
      <w:r w:rsidR="00355289">
        <w:t>(</w:t>
      </w:r>
      <w:r>
        <w:t>324,178-324,198-2*20m</w:t>
      </w:r>
      <w:r w:rsidR="00355289">
        <w:t>)</w:t>
      </w:r>
    </w:p>
    <w:p w14:paraId="706DC6DE" w14:textId="77777777" w:rsidR="00865F3C" w:rsidRDefault="00865F3C" w:rsidP="00865F3C">
      <w:pPr>
        <w:pStyle w:val="Bezmezer"/>
      </w:pPr>
    </w:p>
    <w:p w14:paraId="3E73377F" w14:textId="77777777" w:rsidR="00865F3C" w:rsidRDefault="00865F3C" w:rsidP="00865F3C">
      <w:pPr>
        <w:pStyle w:val="Bezmezer"/>
      </w:pPr>
      <w:r>
        <w:t>Výměna KR (kolejnice, pražce, ŠL), hutnění ŠL po vrstvách 15 cm</w:t>
      </w:r>
    </w:p>
    <w:p w14:paraId="6524DEEC" w14:textId="77777777" w:rsidR="00865F3C" w:rsidRDefault="00865F3C" w:rsidP="00865F3C">
      <w:pPr>
        <w:pStyle w:val="Bezmezer"/>
      </w:pPr>
      <w:r>
        <w:t xml:space="preserve">1.TK – 72m (319,630-319,650-20m; 322,150–322,180-30m; 323,138-323,150-12m; 324,348-324,358-10m) </w:t>
      </w:r>
    </w:p>
    <w:p w14:paraId="5288F121" w14:textId="77777777" w:rsidR="00865F3C" w:rsidRDefault="00865F3C" w:rsidP="00865F3C">
      <w:pPr>
        <w:pStyle w:val="Bezmezer"/>
      </w:pPr>
      <w:r>
        <w:t xml:space="preserve">2.TK – 50m (km 322,580-322,630) + </w:t>
      </w:r>
      <w:r w:rsidR="008F256D">
        <w:t>demontáž a montáž</w:t>
      </w:r>
      <w:r>
        <w:t xml:space="preserve"> 40m nástupiště (K-230)</w:t>
      </w:r>
    </w:p>
    <w:p w14:paraId="6A976051" w14:textId="77777777" w:rsidR="00865F3C" w:rsidRDefault="00865F3C" w:rsidP="00865F3C">
      <w:pPr>
        <w:pStyle w:val="Bezmezer"/>
      </w:pPr>
    </w:p>
    <w:p w14:paraId="4C5701C1" w14:textId="77777777" w:rsidR="00865F3C" w:rsidRPr="008F256D" w:rsidRDefault="00865F3C" w:rsidP="00865F3C">
      <w:pPr>
        <w:pStyle w:val="Bezmezer"/>
      </w:pPr>
      <w:r w:rsidRPr="008F256D">
        <w:t>Výměna pražců</w:t>
      </w:r>
    </w:p>
    <w:p w14:paraId="40EB2C65" w14:textId="77777777" w:rsidR="00865F3C" w:rsidRDefault="00865F3C" w:rsidP="00865F3C">
      <w:pPr>
        <w:pStyle w:val="Bezmezer"/>
      </w:pPr>
      <w:r w:rsidRPr="008F256D">
        <w:t>1.TK – 15ks</w:t>
      </w:r>
      <w:r w:rsidRPr="004864DE">
        <w:t xml:space="preserve"> </w:t>
      </w:r>
      <w:r>
        <w:t xml:space="preserve">(km 322,465 10ks; 322,990 5ks) </w:t>
      </w:r>
    </w:p>
    <w:p w14:paraId="1912EC05" w14:textId="77777777" w:rsidR="00865F3C" w:rsidRDefault="00865F3C" w:rsidP="00865F3C">
      <w:pPr>
        <w:pStyle w:val="Bezmezer"/>
      </w:pPr>
      <w:r>
        <w:t>2.TK – 98ks (km 319,860-325,100… 6+12+10+3+18+6+4+4+4+3+6+8+4+10)</w:t>
      </w:r>
    </w:p>
    <w:p w14:paraId="05F540AE" w14:textId="77777777" w:rsidR="004A0F34" w:rsidRDefault="004A0F34" w:rsidP="00865F3C">
      <w:pPr>
        <w:pStyle w:val="Bezmezer"/>
      </w:pPr>
    </w:p>
    <w:p w14:paraId="2CBF03EA" w14:textId="77777777" w:rsidR="00865F3C" w:rsidRDefault="00865F3C" w:rsidP="00865F3C">
      <w:pPr>
        <w:pStyle w:val="Bezmezer"/>
      </w:pPr>
      <w:r>
        <w:t xml:space="preserve">Svary – (délka pasů 125m) </w:t>
      </w:r>
    </w:p>
    <w:p w14:paraId="37060465" w14:textId="77777777" w:rsidR="00865F3C" w:rsidRDefault="00865F3C" w:rsidP="00865F3C">
      <w:pPr>
        <w:pStyle w:val="Bezmezer"/>
      </w:pPr>
      <w:r>
        <w:t xml:space="preserve">1.TK – 51 ks (LIS-16ks, KR-16ks, kolejnice (včetně </w:t>
      </w:r>
      <w:proofErr w:type="spellStart"/>
      <w:r>
        <w:t>LISů</w:t>
      </w:r>
      <w:proofErr w:type="spellEnd"/>
      <w:r>
        <w:t>) – 19ks)</w:t>
      </w:r>
    </w:p>
    <w:p w14:paraId="7CE36F1A" w14:textId="77777777" w:rsidR="00865F3C" w:rsidRDefault="00865F3C" w:rsidP="00865F3C">
      <w:pPr>
        <w:pStyle w:val="Bezmezer"/>
      </w:pPr>
      <w:r>
        <w:t xml:space="preserve">2.TK – 55 ks (LIS-8ks; KR-4ks; kolejnice (včetně </w:t>
      </w:r>
      <w:proofErr w:type="spellStart"/>
      <w:r>
        <w:t>LISů</w:t>
      </w:r>
      <w:proofErr w:type="spellEnd"/>
      <w:r>
        <w:t>) -43 ks)</w:t>
      </w:r>
    </w:p>
    <w:p w14:paraId="3C2A4589" w14:textId="77777777" w:rsidR="00865F3C" w:rsidRDefault="00865F3C" w:rsidP="00865F3C">
      <w:pPr>
        <w:pStyle w:val="Bezmezer"/>
      </w:pPr>
    </w:p>
    <w:p w14:paraId="3CBA73CF" w14:textId="77777777" w:rsidR="00865F3C" w:rsidRDefault="00865F3C" w:rsidP="00865F3C">
      <w:pPr>
        <w:pStyle w:val="Bezmezer"/>
      </w:pPr>
      <w:r>
        <w:t xml:space="preserve">Výměna ŠL </w:t>
      </w:r>
      <w:proofErr w:type="spellStart"/>
      <w:r>
        <w:t>mezipražcově</w:t>
      </w:r>
      <w:proofErr w:type="spellEnd"/>
      <w:r>
        <w:t xml:space="preserve"> </w:t>
      </w:r>
    </w:p>
    <w:p w14:paraId="57F99A46" w14:textId="77777777" w:rsidR="00865F3C" w:rsidRDefault="00865F3C" w:rsidP="00865F3C">
      <w:pPr>
        <w:pStyle w:val="Bezmezer"/>
      </w:pPr>
      <w:r>
        <w:t xml:space="preserve">1.TK – 25 oken (km 321,976; 323,172; 324,178; 324,607; 325,208) </w:t>
      </w:r>
    </w:p>
    <w:p w14:paraId="1DA0539C" w14:textId="77777777" w:rsidR="00865F3C" w:rsidRDefault="00865F3C" w:rsidP="00865F3C">
      <w:pPr>
        <w:pStyle w:val="Bezmezer"/>
      </w:pPr>
      <w:r>
        <w:t>2.TK – 20 oken (km 320,482-5 oken; 324,178-5 oken; 325,208-10 oken)</w:t>
      </w:r>
    </w:p>
    <w:p w14:paraId="2AB45BE5" w14:textId="77777777" w:rsidR="00865F3C" w:rsidRDefault="00865F3C" w:rsidP="00865F3C">
      <w:pPr>
        <w:pStyle w:val="Bezmezer"/>
      </w:pPr>
    </w:p>
    <w:p w14:paraId="643619F6" w14:textId="77777777" w:rsidR="00865F3C" w:rsidRDefault="00865F3C" w:rsidP="00865F3C">
      <w:pPr>
        <w:pStyle w:val="Bezmezer"/>
      </w:pPr>
      <w:r>
        <w:t xml:space="preserve">Demontáž a montáž přejezdů - </w:t>
      </w:r>
      <w:proofErr w:type="spellStart"/>
      <w:r>
        <w:t>Brenz</w:t>
      </w:r>
      <w:proofErr w:type="spellEnd"/>
    </w:p>
    <w:p w14:paraId="0A8ECDEF" w14:textId="77777777" w:rsidR="00865F3C" w:rsidRDefault="00865F3C" w:rsidP="00865F3C">
      <w:pPr>
        <w:pStyle w:val="Bezmezer"/>
      </w:pPr>
      <w:r>
        <w:t xml:space="preserve">1.TK – 28,8m (km 320,829–6m; 321,440–4,8m; 322,150-6m; 323,166-4,8m; 324,232-7,2m) </w:t>
      </w:r>
    </w:p>
    <w:p w14:paraId="237EFBF4" w14:textId="77777777" w:rsidR="00865F3C" w:rsidRDefault="00865F3C" w:rsidP="00865F3C">
      <w:pPr>
        <w:pStyle w:val="Bezmezer"/>
      </w:pPr>
      <w:r>
        <w:t>2.TK - 28,8m (km 320,829–6m; 321,440–4,8m; 322,150-6m; 323,166-4,8m; 324,232-7,2m)</w:t>
      </w:r>
    </w:p>
    <w:p w14:paraId="599486F9" w14:textId="77777777" w:rsidR="00865F3C" w:rsidRDefault="00865F3C" w:rsidP="00865F3C">
      <w:pPr>
        <w:pStyle w:val="Bezmezer"/>
      </w:pPr>
    </w:p>
    <w:p w14:paraId="320AD54D" w14:textId="77777777" w:rsidR="00865F3C" w:rsidRDefault="00865F3C" w:rsidP="00865F3C">
      <w:pPr>
        <w:pStyle w:val="Bezmezer"/>
      </w:pPr>
      <w:r>
        <w:t xml:space="preserve">Následné GPK </w:t>
      </w:r>
    </w:p>
    <w:p w14:paraId="64A5B274" w14:textId="77777777" w:rsidR="00865F3C" w:rsidRDefault="00865F3C" w:rsidP="00865F3C">
      <w:pPr>
        <w:pStyle w:val="Bezmezer"/>
      </w:pPr>
      <w:r>
        <w:t xml:space="preserve">1.TK – </w:t>
      </w:r>
      <w:r w:rsidR="008F256D">
        <w:t>500 (</w:t>
      </w:r>
      <w:r>
        <w:t>150</w:t>
      </w:r>
      <w:r w:rsidR="008F256D">
        <w:t xml:space="preserve"> m + rezerva)</w:t>
      </w:r>
      <w:r>
        <w:t xml:space="preserve"> </w:t>
      </w:r>
    </w:p>
    <w:p w14:paraId="43BBF0EB" w14:textId="77777777" w:rsidR="00865F3C" w:rsidRDefault="00865F3C" w:rsidP="00865F3C">
      <w:pPr>
        <w:pStyle w:val="Bezmezer"/>
      </w:pPr>
      <w:r>
        <w:t xml:space="preserve">2.TK – </w:t>
      </w:r>
      <w:r w:rsidR="008F256D">
        <w:t>500 (</w:t>
      </w:r>
      <w:r>
        <w:t xml:space="preserve">90 m </w:t>
      </w:r>
      <w:r w:rsidR="008F256D">
        <w:t>+ rezerva)</w:t>
      </w:r>
    </w:p>
    <w:p w14:paraId="1C164CFA" w14:textId="77777777" w:rsidR="00865F3C" w:rsidRDefault="00865F3C" w:rsidP="00865F3C">
      <w:pPr>
        <w:pStyle w:val="Bezmezer"/>
      </w:pPr>
    </w:p>
    <w:p w14:paraId="1E93D1FD" w14:textId="77777777" w:rsidR="00865F3C" w:rsidRDefault="00865F3C" w:rsidP="00865F3C">
      <w:pPr>
        <w:pStyle w:val="Bezmezer"/>
      </w:pPr>
      <w:r>
        <w:t>Neřízená stabilizace</w:t>
      </w:r>
    </w:p>
    <w:p w14:paraId="27EB8F1C" w14:textId="77777777" w:rsidR="00865F3C" w:rsidRDefault="008F256D" w:rsidP="00865F3C">
      <w:pPr>
        <w:pStyle w:val="Bezmezer"/>
      </w:pPr>
      <w:r>
        <w:t>500</w:t>
      </w:r>
      <w:r w:rsidR="00865F3C">
        <w:t xml:space="preserve"> + </w:t>
      </w:r>
      <w:r>
        <w:t>500</w:t>
      </w:r>
      <w:r w:rsidR="00865F3C">
        <w:t xml:space="preserve"> m</w:t>
      </w:r>
    </w:p>
    <w:p w14:paraId="12DDE17E" w14:textId="77777777" w:rsidR="00157B77" w:rsidRDefault="00157B77" w:rsidP="00157B77">
      <w:pPr>
        <w:pStyle w:val="Nadpis2"/>
        <w:rPr>
          <w:noProof/>
        </w:rPr>
      </w:pPr>
      <w:r>
        <w:t xml:space="preserve">SO 04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Řečany nad Labem</w:t>
      </w:r>
    </w:p>
    <w:p w14:paraId="65205AB7" w14:textId="77777777" w:rsidR="00157B77" w:rsidRDefault="00157B77" w:rsidP="00157B77">
      <w:pPr>
        <w:pStyle w:val="Nadpis4"/>
      </w:pPr>
      <w:r>
        <w:t>Předmět práce</w:t>
      </w:r>
    </w:p>
    <w:p w14:paraId="2545044F" w14:textId="77777777" w:rsidR="00157B77" w:rsidRDefault="00157B77" w:rsidP="00157B77">
      <w:pPr>
        <w:pStyle w:val="Bezmezer"/>
      </w:pPr>
      <w:r>
        <w:t xml:space="preserve">- </w:t>
      </w:r>
      <w:proofErr w:type="spellStart"/>
      <w:r>
        <w:t>v.č</w:t>
      </w:r>
      <w:proofErr w:type="spellEnd"/>
      <w:r>
        <w:t xml:space="preserve">. 1, 4, 6, 2, 3, 5, 25, 28, 29, 26, 27, 30 </w:t>
      </w:r>
      <w:r w:rsidR="005C384E">
        <w:t>- obnovovací práce na výhybkách</w:t>
      </w:r>
    </w:p>
    <w:p w14:paraId="63C31EC4" w14:textId="77777777" w:rsidR="00157B77" w:rsidRDefault="00157B77" w:rsidP="00157B77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4F803DC3" w14:textId="77777777" w:rsidR="00157B77" w:rsidRDefault="00157B77" w:rsidP="00157B77">
      <w:pPr>
        <w:pStyle w:val="Bezmezer"/>
      </w:pPr>
      <w:r>
        <w:t>- GPK + doplnění ŠL; následné GPK</w:t>
      </w:r>
    </w:p>
    <w:p w14:paraId="05CE45A6" w14:textId="77777777" w:rsidR="00157B77" w:rsidRDefault="00157B77" w:rsidP="00157B77">
      <w:pPr>
        <w:pStyle w:val="Nadpis4"/>
      </w:pPr>
      <w:r>
        <w:t>Stávající stav</w:t>
      </w:r>
    </w:p>
    <w:p w14:paraId="5552A2AE" w14:textId="77777777" w:rsidR="00157B77" w:rsidRDefault="00157B77" w:rsidP="00157B77">
      <w:pPr>
        <w:pStyle w:val="Bezmezer"/>
      </w:pPr>
      <w:r>
        <w:t xml:space="preserve">km 325,484 - 327,078;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Výhybky soustavy UIC druhé generace na betonových pražcích. Stěrkové lože za kameniva frakce 31,5/63 mm. Výhybky a koleje jsou svařeny do bezstykové koleje.</w:t>
      </w:r>
      <w:r w:rsidR="006C0208">
        <w:t xml:space="preserve"> Výhybky jsou vybaveny žlabovými pražci.</w:t>
      </w:r>
    </w:p>
    <w:p w14:paraId="5E37E1F3" w14:textId="77777777" w:rsidR="00157B77" w:rsidRDefault="00157B77" w:rsidP="00157B77">
      <w:pPr>
        <w:pStyle w:val="Nadpis4"/>
      </w:pPr>
      <w:r>
        <w:t>Nový stav - technické požadavky</w:t>
      </w:r>
    </w:p>
    <w:p w14:paraId="20E400F8" w14:textId="77777777" w:rsidR="00157B77" w:rsidRDefault="00157B77" w:rsidP="00157B77">
      <w:pPr>
        <w:pStyle w:val="Bezmezer"/>
      </w:pPr>
      <w:r>
        <w:t>- výměna vybraných ocelových součástí výhybek obsahuje:</w:t>
      </w:r>
    </w:p>
    <w:p w14:paraId="6605EDD4" w14:textId="77777777" w:rsidR="00157B77" w:rsidRDefault="00157B77" w:rsidP="00157B77">
      <w:pPr>
        <w:pStyle w:val="Bezmezer"/>
      </w:pPr>
      <w:r>
        <w:tab/>
        <w:t>- dělení kolejnic</w:t>
      </w:r>
    </w:p>
    <w:p w14:paraId="0C81BFA7" w14:textId="77777777" w:rsidR="00157B77" w:rsidRDefault="00157B77" w:rsidP="00157B77">
      <w:pPr>
        <w:pStyle w:val="Bezmezer"/>
      </w:pPr>
      <w:r>
        <w:t>- výměna srdcovky, za KV v hlavním směru výměna kolejnice 10 m, ve vedlejším směru výměna středu JKS (zpravidla s LIS)</w:t>
      </w:r>
    </w:p>
    <w:p w14:paraId="68A210C7" w14:textId="77777777" w:rsidR="00157B77" w:rsidRDefault="00157B77" w:rsidP="00157B77">
      <w:pPr>
        <w:pStyle w:val="Bezmezer"/>
      </w:pPr>
      <w:r>
        <w:t>- demontáž a montáž přídržnice v hlavním směru výhybky v místech měnění pražců na srdcovkách</w:t>
      </w:r>
    </w:p>
    <w:p w14:paraId="2C6A9B74" w14:textId="77777777" w:rsidR="00157B77" w:rsidRDefault="00157B77" w:rsidP="00157B77">
      <w:pPr>
        <w:pStyle w:val="Bezmezer"/>
      </w:pPr>
      <w:r>
        <w:t xml:space="preserve">- výměna </w:t>
      </w:r>
      <w:proofErr w:type="spellStart"/>
      <w:r>
        <w:t>LISu</w:t>
      </w:r>
      <w:proofErr w:type="spellEnd"/>
      <w:r>
        <w:t xml:space="preserve"> mezi srdcovkou a středovou kolejnicí a výměna </w:t>
      </w:r>
      <w:proofErr w:type="spellStart"/>
      <w:r>
        <w:t>LISů</w:t>
      </w:r>
      <w:proofErr w:type="spellEnd"/>
      <w:r>
        <w:t xml:space="preserve"> bezprostředně u výhybkové konstrukce</w:t>
      </w:r>
    </w:p>
    <w:p w14:paraId="10DA7FF8" w14:textId="77777777" w:rsidR="00157B77" w:rsidRDefault="00157B77" w:rsidP="00157B77">
      <w:pPr>
        <w:pStyle w:val="Bezmezer"/>
      </w:pPr>
      <w:r>
        <w:t>- výměna středových kolejnic</w:t>
      </w:r>
    </w:p>
    <w:p w14:paraId="296C03DE" w14:textId="77777777" w:rsidR="00157B77" w:rsidRDefault="00157B77" w:rsidP="00157B77">
      <w:pPr>
        <w:pStyle w:val="Bezmezer"/>
      </w:pPr>
      <w:r>
        <w:t>- výměna jazyků a opornic</w:t>
      </w:r>
    </w:p>
    <w:p w14:paraId="2FDD2D06" w14:textId="77777777" w:rsidR="00157B77" w:rsidRDefault="00157B77" w:rsidP="00157B77">
      <w:pPr>
        <w:pStyle w:val="Bezmezer"/>
      </w:pPr>
      <w:r>
        <w:t>- demontáž a montáž jazykových opěrek opornice</w:t>
      </w:r>
    </w:p>
    <w:p w14:paraId="5314FCB2" w14:textId="77777777" w:rsidR="00157B77" w:rsidRDefault="00157B77" w:rsidP="00157B77">
      <w:pPr>
        <w:pStyle w:val="Bezmezer"/>
      </w:pPr>
      <w:r>
        <w:lastRenderedPageBreak/>
        <w:t>- demontáž a montáž zámku proti putování jazyka</w:t>
      </w:r>
    </w:p>
    <w:p w14:paraId="672F175F" w14:textId="77777777" w:rsidR="00157B77" w:rsidRDefault="00157B77" w:rsidP="00157B77">
      <w:pPr>
        <w:pStyle w:val="Bezmezer"/>
      </w:pPr>
      <w:r>
        <w:t>- svařování do BK (umožnění volné dilatace, seřízení jazyků, montážní a závěrné svary)</w:t>
      </w:r>
    </w:p>
    <w:p w14:paraId="14A08822" w14:textId="77777777" w:rsidR="00157B77" w:rsidRDefault="00157B77" w:rsidP="00157B77">
      <w:pPr>
        <w:pStyle w:val="Bezmezer"/>
      </w:pPr>
      <w:r>
        <w:t xml:space="preserve">- demontáž a montáž </w:t>
      </w:r>
      <w:proofErr w:type="spellStart"/>
      <w:r>
        <w:t>ekoslidů</w:t>
      </w:r>
      <w:proofErr w:type="spellEnd"/>
      <w:r>
        <w:t xml:space="preserve"> a </w:t>
      </w:r>
      <w:proofErr w:type="spellStart"/>
      <w:r>
        <w:t>dotlačovačů</w:t>
      </w:r>
      <w:proofErr w:type="spellEnd"/>
      <w:r>
        <w:t xml:space="preserve"> jazyka</w:t>
      </w:r>
    </w:p>
    <w:p w14:paraId="6D93340D" w14:textId="77777777" w:rsidR="00157B77" w:rsidRDefault="00157B77" w:rsidP="00157B77">
      <w:pPr>
        <w:pStyle w:val="Bezmezer"/>
      </w:pPr>
      <w:r>
        <w:t>- u měněných jazyků a opornic demontáž a montáž EOV, přestavníků a snímačů poloh jazyka</w:t>
      </w:r>
    </w:p>
    <w:p w14:paraId="4340BD4D" w14:textId="77777777" w:rsidR="00157B77" w:rsidRDefault="00157B77" w:rsidP="00157B77">
      <w:pPr>
        <w:pStyle w:val="Bezmezer"/>
      </w:pPr>
      <w:r>
        <w:t xml:space="preserve">- u měněných jazyků a opornic základní broušení od 3 </w:t>
      </w:r>
      <w:proofErr w:type="spellStart"/>
      <w:r>
        <w:t>měs</w:t>
      </w:r>
      <w:proofErr w:type="spellEnd"/>
      <w:r>
        <w:t xml:space="preserve"> po uvedení do provozu</w:t>
      </w:r>
    </w:p>
    <w:p w14:paraId="25AB0013" w14:textId="77777777" w:rsidR="00157B77" w:rsidRDefault="00157B77" w:rsidP="00157B77">
      <w:pPr>
        <w:pStyle w:val="Bezmezer"/>
      </w:pPr>
      <w:r>
        <w:t>- navrtání otvorů pro lana, zádržné opěrky, snímače poloh, propojky, jazykové opěrky</w:t>
      </w:r>
    </w:p>
    <w:p w14:paraId="2C2EAF39" w14:textId="77777777" w:rsidR="00157B77" w:rsidRDefault="00157B77" w:rsidP="00157B77">
      <w:pPr>
        <w:pStyle w:val="Bezmezer"/>
      </w:pPr>
      <w:r>
        <w:t>- výměna lanových propojení (jazyk opornice, vnější kolejnice u srdcovky)</w:t>
      </w:r>
    </w:p>
    <w:p w14:paraId="1604DAC7" w14:textId="77777777" w:rsidR="00157B77" w:rsidRDefault="00157B77" w:rsidP="00157B77">
      <w:pPr>
        <w:pStyle w:val="Bezmezer"/>
      </w:pPr>
      <w:r>
        <w:t xml:space="preserve">- výměna součástí čelisťových závěrů (svorníky, </w:t>
      </w:r>
      <w:proofErr w:type="spellStart"/>
      <w:r>
        <w:t>závorovací</w:t>
      </w:r>
      <w:proofErr w:type="spellEnd"/>
      <w:r>
        <w:t xml:space="preserve"> tyče, háky </w:t>
      </w:r>
      <w:proofErr w:type="spellStart"/>
      <w:r>
        <w:t>čz</w:t>
      </w:r>
      <w:proofErr w:type="spellEnd"/>
      <w:r>
        <w:t xml:space="preserve">, čelisti </w:t>
      </w:r>
      <w:proofErr w:type="spellStart"/>
      <w:r>
        <w:t>čz</w:t>
      </w:r>
      <w:proofErr w:type="spellEnd"/>
      <w:r>
        <w:t xml:space="preserve">, páky </w:t>
      </w:r>
      <w:proofErr w:type="spellStart"/>
      <w:r>
        <w:t>čz</w:t>
      </w:r>
      <w:proofErr w:type="spellEnd"/>
      <w:r>
        <w:t>, táhla) včetně dodávky materiálu</w:t>
      </w:r>
    </w:p>
    <w:p w14:paraId="12236362" w14:textId="42AAFF5F" w:rsidR="004428FF" w:rsidRDefault="004428FF" w:rsidP="00157B77">
      <w:pPr>
        <w:pStyle w:val="Bezmezer"/>
      </w:pPr>
      <w:r>
        <w:t>- souvislé strojní broušení kolejnic</w:t>
      </w:r>
    </w:p>
    <w:p w14:paraId="5349B931" w14:textId="77777777" w:rsidR="00157B77" w:rsidRDefault="00157B77" w:rsidP="00157B77">
      <w:pPr>
        <w:pStyle w:val="Bezmezer"/>
      </w:pPr>
      <w:r>
        <w:t>- broušení součástí výhybek</w:t>
      </w:r>
    </w:p>
    <w:p w14:paraId="4E526FC8" w14:textId="77777777" w:rsidR="00157B77" w:rsidRDefault="00157B77" w:rsidP="00157B77">
      <w:pPr>
        <w:pStyle w:val="Bezmezer"/>
      </w:pPr>
      <w:r>
        <w:t xml:space="preserve">- základní broušení měněných součástí výhybky (jazyky, opornice, srdcovky, středové kolejnice) provedeny </w:t>
      </w:r>
      <w:r w:rsidR="008E3719">
        <w:t xml:space="preserve">po </w:t>
      </w:r>
      <w:r>
        <w:t>následném podbíjení</w:t>
      </w:r>
    </w:p>
    <w:p w14:paraId="4B972379" w14:textId="77777777" w:rsidR="00157B77" w:rsidRDefault="00157B77" w:rsidP="00157B77">
      <w:pPr>
        <w:pStyle w:val="Bezmezer"/>
      </w:pPr>
      <w:r>
        <w:t xml:space="preserve">- </w:t>
      </w:r>
      <w:proofErr w:type="spellStart"/>
      <w:r>
        <w:t>nadvaření</w:t>
      </w:r>
      <w:proofErr w:type="spellEnd"/>
      <w:r>
        <w:t xml:space="preserve"> srdcovky</w:t>
      </w:r>
    </w:p>
    <w:p w14:paraId="0038AE4E" w14:textId="77777777" w:rsidR="00157B77" w:rsidRDefault="00157B77" w:rsidP="00157B77">
      <w:pPr>
        <w:pStyle w:val="Bezmezer"/>
      </w:pPr>
      <w:r>
        <w:t>- výměna podložek pod kolejnicemi a výhybkovými součástmi ve výhybkách</w:t>
      </w:r>
    </w:p>
    <w:p w14:paraId="1983958B" w14:textId="77777777" w:rsidR="00157B77" w:rsidRDefault="00157B77" w:rsidP="00157B77">
      <w:pPr>
        <w:pStyle w:val="Bezmezer"/>
      </w:pPr>
      <w:r>
        <w:t>- výměna pražců pod srdcovkou při demontované srdcovce a kolejnice u přídržnice v hlavním směru</w:t>
      </w:r>
    </w:p>
    <w:p w14:paraId="680CB99B" w14:textId="77777777" w:rsidR="00157B77" w:rsidRDefault="00157B77" w:rsidP="00157B77">
      <w:pPr>
        <w:pStyle w:val="Bezmezer"/>
      </w:pPr>
      <w:r>
        <w:t>- výměna štěrkového lože pod srdcovkou v prostoru výměny pražců do hloubky 0,3 m pod úložnou plochu pražce; šířka 0,4 m za hlavy pražců směrem k ose os a 1,5 m směrem vně koleje</w:t>
      </w:r>
    </w:p>
    <w:p w14:paraId="4B395BC9" w14:textId="77777777" w:rsidR="00157B77" w:rsidRDefault="00157B77" w:rsidP="00157B77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lože, kde se mění pražce</w:t>
      </w:r>
    </w:p>
    <w:p w14:paraId="72831053" w14:textId="77777777" w:rsidR="00157B77" w:rsidRDefault="00157B77" w:rsidP="00157B77">
      <w:pPr>
        <w:pStyle w:val="Bezmezer"/>
      </w:pPr>
      <w:r>
        <w:t xml:space="preserve">- při výměně ŠL do hloubky 0,3 m pod úložnou plochou pražce; </w:t>
      </w:r>
      <w:proofErr w:type="spellStart"/>
      <w:r>
        <w:t>šírka</w:t>
      </w:r>
      <w:proofErr w:type="spellEnd"/>
      <w:r>
        <w:t xml:space="preserve"> 0,4m za hlavami pražců; vytvořenou pláň ž. spodku spádovat ve sklon 2% a hutnit</w:t>
      </w:r>
    </w:p>
    <w:p w14:paraId="291625FB" w14:textId="77777777" w:rsidR="00157B77" w:rsidRDefault="00157B77" w:rsidP="00157B77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51BBE254" w14:textId="77777777" w:rsidR="00157B77" w:rsidRDefault="00157B77" w:rsidP="00157B77">
      <w:pPr>
        <w:pStyle w:val="Bezmezer"/>
      </w:pPr>
      <w:r>
        <w:t xml:space="preserve">- hutnění provedeno zařízením s odstředivou silou větší než 35 </w:t>
      </w:r>
      <w:proofErr w:type="spellStart"/>
      <w:r>
        <w:t>kN</w:t>
      </w:r>
      <w:proofErr w:type="spellEnd"/>
      <w:r>
        <w:t>, pouze nedostupné části (v prostorech kolejnice odbočné větve může být hutněno jiným zařízením</w:t>
      </w:r>
    </w:p>
    <w:p w14:paraId="2FE689AE" w14:textId="77777777" w:rsidR="00157B77" w:rsidRDefault="00157B77" w:rsidP="00157B77">
      <w:pPr>
        <w:pStyle w:val="Bezmezer"/>
      </w:pPr>
      <w:r>
        <w:t>- v rámci výměny pražců (příčných i výhybkových) budou pražce podbity strojně po výměně, následně podbity v rámci kontinuálního propracování</w:t>
      </w:r>
    </w:p>
    <w:p w14:paraId="3A3CB7E5" w14:textId="77777777" w:rsidR="00157B77" w:rsidRDefault="00157B77" w:rsidP="00157B77">
      <w:pPr>
        <w:pStyle w:val="Bezmezer"/>
      </w:pPr>
      <w:r>
        <w:t>- následné podbití ve výhybkách a v koleji pouze na měněných pražcích + 1 přilehlý z každé strany; to znamená, že vyměněný pražec bude na konci stavby minimálně 3x podbitý</w:t>
      </w:r>
    </w:p>
    <w:p w14:paraId="4667A44F" w14:textId="77777777" w:rsidR="00157B77" w:rsidRDefault="00157B77" w:rsidP="00157B77">
      <w:pPr>
        <w:pStyle w:val="Bezmezer"/>
      </w:pPr>
      <w:r>
        <w:t xml:space="preserve">- čištění </w:t>
      </w:r>
      <w:proofErr w:type="spellStart"/>
      <w:r>
        <w:t>mezipražcově</w:t>
      </w:r>
      <w:proofErr w:type="spellEnd"/>
      <w:r>
        <w:t xml:space="preserve"> v prostoru zámku proti putování jazyka do hloubky 0,3 m pod úložnou plochu pražce; doplnění ŠL; hutnění ŠL ve dvou vrstvách</w:t>
      </w:r>
    </w:p>
    <w:p w14:paraId="1117358E" w14:textId="77777777" w:rsidR="00157B77" w:rsidRDefault="00157B77" w:rsidP="00157B77">
      <w:pPr>
        <w:pStyle w:val="Bezmezer"/>
      </w:pPr>
      <w:r>
        <w:t>- čištění zásypového klíny pod stezkou v srdcovkové části výhybky po délce měněných pražců; prostor navazuje na výměnu štěrkového lože v koleji</w:t>
      </w:r>
    </w:p>
    <w:p w14:paraId="426E4DAC" w14:textId="77777777" w:rsidR="00157B77" w:rsidRDefault="00157B77" w:rsidP="00157B77">
      <w:pPr>
        <w:pStyle w:val="Bezmezer"/>
      </w:pPr>
      <w:r>
        <w:t xml:space="preserve">- v km 336,336 (podchod) v SK 1,2 snesení kolejového roštu v dl. 12 m, výměna ŠL a instalace </w:t>
      </w:r>
      <w:proofErr w:type="spellStart"/>
      <w:r>
        <w:t>antivibračbí</w:t>
      </w:r>
      <w:proofErr w:type="spellEnd"/>
      <w:r>
        <w:t xml:space="preserve"> rohože na strop podchodu, výměna pražců a kolejnic, svaření do BK vč. umožnění volné dilatace</w:t>
      </w:r>
    </w:p>
    <w:p w14:paraId="1CA68518" w14:textId="77777777" w:rsidR="00157B77" w:rsidRDefault="00157B77" w:rsidP="00157B77">
      <w:pPr>
        <w:pStyle w:val="Bezmezer"/>
      </w:pPr>
      <w:r>
        <w:t>- strojní podbíjení výhybek a kolejí přesnou metodou</w:t>
      </w:r>
    </w:p>
    <w:p w14:paraId="3B4CB9BE" w14:textId="77777777" w:rsidR="00157B77" w:rsidRDefault="00157B77" w:rsidP="00157B77">
      <w:pPr>
        <w:pStyle w:val="Bezmezer"/>
      </w:pPr>
      <w:r>
        <w:t>- hutnění stabilizátorem kolejového lože; v místech, kde se zasahovalo do kolejového lože nejdříve neřízenou stabilizací; po kontinuálním podbíjení provést řízenou stabilizaci v celém úseku</w:t>
      </w:r>
    </w:p>
    <w:p w14:paraId="097E8791" w14:textId="77777777" w:rsidR="00157B77" w:rsidRDefault="00157B77" w:rsidP="00157B77">
      <w:pPr>
        <w:pStyle w:val="Bezmezer"/>
      </w:pPr>
      <w:r>
        <w:t>- doplnění a úprava štěrkového lože po propracování GPK</w:t>
      </w:r>
    </w:p>
    <w:p w14:paraId="56237B79" w14:textId="77777777" w:rsidR="00157B77" w:rsidRDefault="00157B77" w:rsidP="00157B77">
      <w:pPr>
        <w:pStyle w:val="Bezmezer"/>
      </w:pPr>
      <w:r>
        <w:t>- demontáž a montáž přejezdové konstrukce</w:t>
      </w:r>
    </w:p>
    <w:p w14:paraId="2A44BAD5" w14:textId="77777777" w:rsidR="00157B77" w:rsidRDefault="00157B77" w:rsidP="00157B77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ukolejnění, přechodů a přejezdů pro vozíky</w:t>
      </w:r>
    </w:p>
    <w:p w14:paraId="29C04A1B" w14:textId="77777777" w:rsidR="00157B77" w:rsidRDefault="00157B77" w:rsidP="00157B77">
      <w:pPr>
        <w:pStyle w:val="Bezmezer"/>
      </w:pPr>
      <w:r>
        <w:t xml:space="preserve">- v rámci obnovy krytu nezpevněných komunikací sejmutí ornice </w:t>
      </w:r>
      <w:proofErr w:type="spellStart"/>
      <w:r>
        <w:t>tl</w:t>
      </w:r>
      <w:proofErr w:type="spellEnd"/>
      <w:r>
        <w:t xml:space="preserve">. 0,2 m a </w:t>
      </w:r>
      <w:proofErr w:type="spellStart"/>
      <w:r>
        <w:t>rozplanění</w:t>
      </w:r>
      <w:proofErr w:type="spellEnd"/>
      <w:r>
        <w:t xml:space="preserve"> v okolí</w:t>
      </w:r>
    </w:p>
    <w:p w14:paraId="50E7C7A6" w14:textId="77777777" w:rsidR="00157B77" w:rsidRDefault="00157B77" w:rsidP="00157B77">
      <w:pPr>
        <w:pStyle w:val="Bezmezer"/>
      </w:pPr>
      <w:r>
        <w:t>- hutnění zemní planě komunikace</w:t>
      </w:r>
    </w:p>
    <w:p w14:paraId="66E2FCF9" w14:textId="77777777" w:rsidR="00DA44C2" w:rsidRDefault="00157B77" w:rsidP="00DA44C2">
      <w:pPr>
        <w:pStyle w:val="Bezmezer"/>
      </w:pPr>
      <w:r>
        <w:t xml:space="preserve">- zřízení nového krytu z vyzískaného materiálu </w:t>
      </w:r>
      <w:proofErr w:type="spellStart"/>
      <w:r>
        <w:t>tl</w:t>
      </w:r>
      <w:proofErr w:type="spellEnd"/>
      <w:r>
        <w:t>. 0,25 m a hutnění</w:t>
      </w:r>
    </w:p>
    <w:p w14:paraId="2D0FDC36" w14:textId="77777777" w:rsidR="00DA44C2" w:rsidRDefault="00DA44C2" w:rsidP="00DA44C2">
      <w:pPr>
        <w:pStyle w:val="Bezmezer"/>
      </w:pPr>
      <w:r>
        <w:t>- vzorkování vyzískaného materiálu</w:t>
      </w:r>
    </w:p>
    <w:p w14:paraId="547FD1D7" w14:textId="77777777" w:rsidR="00157B77" w:rsidRDefault="00157B77" w:rsidP="00157B77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Řečany v etapách (zvláště ocelové součásti výhybek, výhybkové pražce, příčné pražce); s tím související nájezdy mechanizace</w:t>
      </w:r>
    </w:p>
    <w:p w14:paraId="46A21739" w14:textId="77777777" w:rsidR="00157B77" w:rsidRDefault="00157B77" w:rsidP="00157B77">
      <w:pPr>
        <w:pStyle w:val="Bezmezer"/>
      </w:pPr>
      <w:r>
        <w:t>- naložení a přeprava materiálu ze zařízení staveniště k místu montáže</w:t>
      </w:r>
    </w:p>
    <w:p w14:paraId="5361B1AF" w14:textId="77777777" w:rsidR="00157B77" w:rsidRDefault="00157B77" w:rsidP="00157B77">
      <w:pPr>
        <w:pStyle w:val="Bezmezer"/>
      </w:pPr>
      <w:r>
        <w:t>- naložení přeprava a přeprava užitého ocelového materiálu na zařízení staveniště</w:t>
      </w:r>
    </w:p>
    <w:p w14:paraId="65EA6774" w14:textId="77777777" w:rsidR="00157B77" w:rsidRDefault="00157B77" w:rsidP="00157B77">
      <w:pPr>
        <w:pStyle w:val="Bezmezer"/>
      </w:pPr>
      <w:r>
        <w:t>- likvidace betonových a plastových prvků</w:t>
      </w:r>
    </w:p>
    <w:p w14:paraId="6C8FC805" w14:textId="77777777" w:rsidR="00157B77" w:rsidRDefault="00157B77" w:rsidP="00157B77">
      <w:pPr>
        <w:pStyle w:val="Bezmezer"/>
      </w:pPr>
      <w:r>
        <w:t>- zpracování a realizace KSÚ a TP pro jednotlivé etapy</w:t>
      </w:r>
    </w:p>
    <w:p w14:paraId="62F963D2" w14:textId="77777777" w:rsidR="00157B77" w:rsidRDefault="00157B77" w:rsidP="00157B77">
      <w:pPr>
        <w:pStyle w:val="Bezmezer"/>
      </w:pPr>
      <w:r>
        <w:t>- vytyčení inženýrských sítí</w:t>
      </w:r>
    </w:p>
    <w:p w14:paraId="147760CF" w14:textId="77777777" w:rsidR="00157B77" w:rsidRDefault="00157B77" w:rsidP="00157B77">
      <w:pPr>
        <w:pStyle w:val="Nadpis4"/>
      </w:pPr>
      <w:r>
        <w:lastRenderedPageBreak/>
        <w:t>Technická specifikace</w:t>
      </w:r>
    </w:p>
    <w:p w14:paraId="42C99FCB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 30</w:t>
      </w:r>
      <w:r w:rsidR="009E4C09">
        <w:t xml:space="preserve"> </w:t>
      </w:r>
      <w:proofErr w:type="spellStart"/>
      <w:r w:rsidR="009E4C09">
        <w:t>O</w:t>
      </w:r>
      <w:r>
        <w:t>bl</w:t>
      </w:r>
      <w:proofErr w:type="spellEnd"/>
      <w:r>
        <w:t>-J 60-1:18,5-1200 L</w:t>
      </w:r>
    </w:p>
    <w:p w14:paraId="4C040A3C" w14:textId="77777777" w:rsidR="00157B77" w:rsidRDefault="00157B77" w:rsidP="00157B77">
      <w:pPr>
        <w:pStyle w:val="Bezmezer"/>
      </w:pPr>
      <w:r>
        <w:t>Výměna srdcovky NE</w:t>
      </w:r>
    </w:p>
    <w:p w14:paraId="52097151" w14:textId="77777777" w:rsidR="00157B77" w:rsidRDefault="00157B77" w:rsidP="00157B77">
      <w:pPr>
        <w:pStyle w:val="Bezmezer"/>
      </w:pPr>
      <w:r>
        <w:t xml:space="preserve">Výměna LIS ve výhybce –  4 ks (ZV, střed 4*4m)    </w:t>
      </w:r>
    </w:p>
    <w:p w14:paraId="4F4D223E" w14:textId="77777777" w:rsidR="00157B77" w:rsidRDefault="00157B77" w:rsidP="00157B77">
      <w:pPr>
        <w:pStyle w:val="Bezmezer"/>
      </w:pPr>
      <w:r>
        <w:t>Výměna LIS ve spojka 30-29 2*21m</w:t>
      </w:r>
    </w:p>
    <w:p w14:paraId="5D277AFD" w14:textId="77777777" w:rsidR="00157B77" w:rsidRDefault="00157B77" w:rsidP="00157B77">
      <w:pPr>
        <w:pStyle w:val="Bezmezer"/>
      </w:pPr>
      <w:r>
        <w:t xml:space="preserve">Výměna jazyka (pravý) </w:t>
      </w:r>
    </w:p>
    <w:p w14:paraId="4EA62D47" w14:textId="77777777" w:rsidR="00157B77" w:rsidRDefault="00157B77" w:rsidP="00157B77">
      <w:pPr>
        <w:pStyle w:val="Bezmezer"/>
      </w:pPr>
      <w:r>
        <w:t>Výměna opornice (pravá)</w:t>
      </w:r>
    </w:p>
    <w:p w14:paraId="5823CFD0" w14:textId="77777777" w:rsidR="00157B77" w:rsidRDefault="00157B77" w:rsidP="00157B77">
      <w:pPr>
        <w:pStyle w:val="Bezmezer"/>
      </w:pPr>
      <w:r>
        <w:t xml:space="preserve">Výměna ŠL pod LIS </w:t>
      </w:r>
      <w:proofErr w:type="spellStart"/>
      <w:r>
        <w:t>zv</w:t>
      </w:r>
      <w:proofErr w:type="spellEnd"/>
      <w:r>
        <w:t xml:space="preserve">  2*(5*4*0,35)</w:t>
      </w:r>
    </w:p>
    <w:p w14:paraId="70E8424A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 – 7 oken (3*4,5*0,35)</w:t>
      </w:r>
    </w:p>
    <w:p w14:paraId="19440806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výhybky, a na </w:t>
      </w:r>
      <w:proofErr w:type="spellStart"/>
      <w:r>
        <w:t>zv</w:t>
      </w:r>
      <w:proofErr w:type="spellEnd"/>
      <w:r>
        <w:t xml:space="preserve"> – 2*4 okna (1,5*4,5*0,35)</w:t>
      </w:r>
    </w:p>
    <w:p w14:paraId="61F47A76" w14:textId="77777777" w:rsidR="00157B77" w:rsidRDefault="00157B77" w:rsidP="00157B77">
      <w:pPr>
        <w:pStyle w:val="Bezmezer"/>
      </w:pPr>
      <w:r>
        <w:t>Počty řezů 14</w:t>
      </w:r>
    </w:p>
    <w:p w14:paraId="7B0AE81D" w14:textId="77777777" w:rsidR="00157B77" w:rsidRDefault="00157B77" w:rsidP="00157B77">
      <w:pPr>
        <w:pStyle w:val="Bezmezer"/>
      </w:pPr>
      <w:r>
        <w:t>Počet svarů 14</w:t>
      </w:r>
    </w:p>
    <w:p w14:paraId="6C77AC46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4618F07E" w14:textId="77777777" w:rsidR="00157B77" w:rsidRDefault="00157B77" w:rsidP="00157B77">
      <w:pPr>
        <w:pStyle w:val="Bezmezer"/>
      </w:pPr>
    </w:p>
    <w:p w14:paraId="45CEDD60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…572ks</w:t>
      </w:r>
    </w:p>
    <w:p w14:paraId="2C0F9048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3 ks </w:t>
      </w:r>
    </w:p>
    <w:p w14:paraId="6C1EDCEA" w14:textId="77777777" w:rsidR="00157B77" w:rsidRDefault="00157B77" w:rsidP="00157B77">
      <w:pPr>
        <w:pStyle w:val="Bezmezer"/>
      </w:pPr>
      <w:r>
        <w:t>Výměna jazykových opěrek 14 ks</w:t>
      </w:r>
    </w:p>
    <w:p w14:paraId="770DF723" w14:textId="77777777" w:rsidR="00157B77" w:rsidRDefault="00157B77" w:rsidP="00157B77">
      <w:pPr>
        <w:pStyle w:val="Bezmezer"/>
      </w:pPr>
      <w:r>
        <w:t>Montáž, demontáž ohřevů</w:t>
      </w:r>
    </w:p>
    <w:p w14:paraId="6DCEFCE9" w14:textId="77777777" w:rsidR="00157B77" w:rsidRDefault="00157B77" w:rsidP="00157B77">
      <w:pPr>
        <w:pStyle w:val="Bezmezer"/>
      </w:pPr>
      <w:r>
        <w:t>Výměn zámků proti putování 1 ks</w:t>
      </w:r>
    </w:p>
    <w:p w14:paraId="38C978F2" w14:textId="77777777" w:rsidR="00157B77" w:rsidRDefault="008E7D91" w:rsidP="00157B77">
      <w:pPr>
        <w:pStyle w:val="Bezmezer"/>
      </w:pPr>
      <w:r>
        <w:t>Výměna čelisťových závěrů 3 ks</w:t>
      </w:r>
    </w:p>
    <w:p w14:paraId="2431B0F6" w14:textId="77777777" w:rsidR="00157B77" w:rsidRDefault="00157B77" w:rsidP="00157B77">
      <w:pPr>
        <w:pStyle w:val="Bezmezer"/>
      </w:pPr>
      <w:r>
        <w:t>Montáž a demontáž propojek 3 ks</w:t>
      </w:r>
    </w:p>
    <w:p w14:paraId="215E8710" w14:textId="77777777" w:rsidR="00157B77" w:rsidRDefault="00157B77" w:rsidP="00157B77">
      <w:pPr>
        <w:pStyle w:val="Bezmezer"/>
      </w:pPr>
      <w:r>
        <w:tab/>
      </w:r>
      <w:r>
        <w:tab/>
      </w:r>
    </w:p>
    <w:p w14:paraId="42704568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29</w:t>
      </w:r>
      <w:r>
        <w:tab/>
        <w:t>J 60-1:18,5-1200 P</w:t>
      </w:r>
    </w:p>
    <w:p w14:paraId="68238364" w14:textId="77777777" w:rsidR="00157B77" w:rsidRDefault="00157B77" w:rsidP="00157B77">
      <w:pPr>
        <w:pStyle w:val="Bezmezer"/>
      </w:pPr>
      <w:r>
        <w:t>Výměna srdcovky NE</w:t>
      </w:r>
    </w:p>
    <w:p w14:paraId="357480A6" w14:textId="77777777" w:rsidR="00157B77" w:rsidRDefault="00157B77" w:rsidP="00157B77">
      <w:pPr>
        <w:pStyle w:val="Bezmezer"/>
      </w:pPr>
      <w:r>
        <w:t xml:space="preserve">Výměna LIS ve výhybce – 4 ks (ZV, střed 4*4m)    </w:t>
      </w:r>
    </w:p>
    <w:p w14:paraId="51783AAB" w14:textId="77777777" w:rsidR="00157B77" w:rsidRDefault="00157B77" w:rsidP="00157B77">
      <w:pPr>
        <w:pStyle w:val="Bezmezer"/>
      </w:pPr>
      <w:r>
        <w:t xml:space="preserve">Výměna LIS za </w:t>
      </w:r>
      <w:proofErr w:type="spellStart"/>
      <w:r>
        <w:t>kv</w:t>
      </w:r>
      <w:proofErr w:type="spellEnd"/>
      <w:r>
        <w:t xml:space="preserve"> 2*4m</w:t>
      </w:r>
    </w:p>
    <w:p w14:paraId="0C6F8E36" w14:textId="77777777" w:rsidR="00157B77" w:rsidRDefault="00157B77" w:rsidP="00157B77">
      <w:pPr>
        <w:pStyle w:val="Bezmezer"/>
      </w:pPr>
      <w:r>
        <w:t xml:space="preserve">Výměna pražce pod LIS za KV - 6 x B91  </w:t>
      </w:r>
    </w:p>
    <w:p w14:paraId="2EAF6A29" w14:textId="77777777" w:rsidR="00157B77" w:rsidRDefault="00157B77" w:rsidP="00157B77">
      <w:pPr>
        <w:pStyle w:val="Bezmezer"/>
      </w:pPr>
      <w:r>
        <w:t xml:space="preserve">Výměna jazyka (pravý) </w:t>
      </w:r>
    </w:p>
    <w:p w14:paraId="1A8877BF" w14:textId="77777777" w:rsidR="00157B77" w:rsidRDefault="00157B77" w:rsidP="00157B77">
      <w:pPr>
        <w:pStyle w:val="Bezmezer"/>
      </w:pPr>
      <w:r>
        <w:t>Výměna opornice (pravá)</w:t>
      </w:r>
    </w:p>
    <w:p w14:paraId="00668D7E" w14:textId="77777777" w:rsidR="00157B77" w:rsidRDefault="00157B77" w:rsidP="00157B77">
      <w:pPr>
        <w:pStyle w:val="Bezmezer"/>
      </w:pPr>
      <w:r>
        <w:t>Výměna ŠL pod LIS na KV  (5*4*0,35)</w:t>
      </w:r>
    </w:p>
    <w:p w14:paraId="794EC99A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5E9906F1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výhybky, a na ZV – 2*4 okna (1,5*4,5*0,35)</w:t>
      </w:r>
    </w:p>
    <w:p w14:paraId="2FAC264A" w14:textId="77777777" w:rsidR="00157B77" w:rsidRDefault="00157B77" w:rsidP="00157B77">
      <w:pPr>
        <w:pStyle w:val="Bezmezer"/>
      </w:pPr>
      <w:r>
        <w:t>Počty řezů 14</w:t>
      </w:r>
    </w:p>
    <w:p w14:paraId="7A45BD72" w14:textId="77777777" w:rsidR="00157B77" w:rsidRDefault="00157B77" w:rsidP="00157B77">
      <w:pPr>
        <w:pStyle w:val="Bezmezer"/>
      </w:pPr>
      <w:r>
        <w:t>Počet svarů 14</w:t>
      </w:r>
    </w:p>
    <w:p w14:paraId="6081B313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ABFD90F" w14:textId="77777777" w:rsidR="00157B77" w:rsidRDefault="00157B77" w:rsidP="00157B77">
      <w:pPr>
        <w:pStyle w:val="Bezmezer"/>
      </w:pPr>
    </w:p>
    <w:p w14:paraId="5CF709A3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…572ks</w:t>
      </w:r>
    </w:p>
    <w:p w14:paraId="0C398F5B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3 ks </w:t>
      </w:r>
    </w:p>
    <w:p w14:paraId="173D4112" w14:textId="77777777" w:rsidR="00157B77" w:rsidRDefault="00157B77" w:rsidP="00157B77">
      <w:pPr>
        <w:pStyle w:val="Bezmezer"/>
      </w:pPr>
      <w:r>
        <w:t>Výměna jazykových opěrek 14 ks</w:t>
      </w:r>
    </w:p>
    <w:p w14:paraId="23F60D0F" w14:textId="77777777" w:rsidR="00157B77" w:rsidRDefault="00157B77" w:rsidP="00157B77">
      <w:pPr>
        <w:pStyle w:val="Bezmezer"/>
      </w:pPr>
      <w:r>
        <w:t>Montáž, demontáž ohřevů</w:t>
      </w:r>
    </w:p>
    <w:p w14:paraId="315FB0CC" w14:textId="77777777" w:rsidR="00157B77" w:rsidRDefault="00157B77" w:rsidP="00157B77">
      <w:pPr>
        <w:pStyle w:val="Bezmezer"/>
      </w:pPr>
      <w:r>
        <w:t>Výměn zámků proti putování 1 ks</w:t>
      </w:r>
    </w:p>
    <w:p w14:paraId="3F0E4C5D" w14:textId="77777777" w:rsidR="00157B77" w:rsidRDefault="00157B77" w:rsidP="00157B77">
      <w:pPr>
        <w:pStyle w:val="Bezmezer"/>
      </w:pPr>
      <w:r>
        <w:t>Výměna čelis</w:t>
      </w:r>
      <w:r w:rsidR="008E7D91">
        <w:t>ťových závěrů 3 ks</w:t>
      </w:r>
    </w:p>
    <w:p w14:paraId="229465DA" w14:textId="77777777" w:rsidR="00157B77" w:rsidRDefault="00157B77" w:rsidP="00157B77">
      <w:pPr>
        <w:pStyle w:val="Bezmezer"/>
      </w:pPr>
      <w:r>
        <w:t>Montáž a demontáž propojek 3 ks</w:t>
      </w:r>
    </w:p>
    <w:p w14:paraId="32141C69" w14:textId="77777777" w:rsidR="00157B77" w:rsidRDefault="00157B77" w:rsidP="00157B77">
      <w:pPr>
        <w:pStyle w:val="Bezmezer"/>
      </w:pPr>
      <w:r>
        <w:tab/>
      </w:r>
      <w:r>
        <w:tab/>
      </w:r>
    </w:p>
    <w:p w14:paraId="4892B52C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28</w:t>
      </w:r>
      <w:r>
        <w:tab/>
        <w:t>J 60-1:18,5-1200 L</w:t>
      </w:r>
    </w:p>
    <w:p w14:paraId="3F3D2855" w14:textId="77777777" w:rsidR="00157B77" w:rsidRDefault="00157B77" w:rsidP="00157B77">
      <w:pPr>
        <w:pStyle w:val="Bezmezer"/>
      </w:pPr>
      <w:r>
        <w:t>Výměna srdcovky ANO</w:t>
      </w:r>
    </w:p>
    <w:p w14:paraId="28412C6E" w14:textId="77777777" w:rsidR="00157B77" w:rsidRDefault="00157B77" w:rsidP="00157B77">
      <w:pPr>
        <w:pStyle w:val="Bezmezer"/>
      </w:pPr>
      <w:r>
        <w:t>Výměna pražců ve výhybce 6 ks (1x3,75; 1x3,80; 2x3,85; 1x3,95)</w:t>
      </w:r>
    </w:p>
    <w:p w14:paraId="675252D9" w14:textId="77777777" w:rsidR="00157B77" w:rsidRDefault="00157B77" w:rsidP="00157B77">
      <w:pPr>
        <w:pStyle w:val="Bezmezer"/>
      </w:pPr>
    </w:p>
    <w:p w14:paraId="5C413555" w14:textId="77777777" w:rsidR="00157B77" w:rsidRDefault="00157B77" w:rsidP="00157B77">
      <w:pPr>
        <w:pStyle w:val="Bezmezer"/>
      </w:pPr>
      <w:r>
        <w:t>Výměna kolejnic u přídržného plechu v přímé 1 x 13m</w:t>
      </w:r>
    </w:p>
    <w:p w14:paraId="4CA7EA4D" w14:textId="77777777" w:rsidR="00157B77" w:rsidRDefault="00157B77" w:rsidP="00157B77">
      <w:pPr>
        <w:pStyle w:val="Bezmezer"/>
      </w:pPr>
      <w:r>
        <w:t>Výměna kolejnic u přídržného plechu v odbočce 1 x 13m</w:t>
      </w:r>
    </w:p>
    <w:p w14:paraId="60D45F71" w14:textId="77777777" w:rsidR="00157B77" w:rsidRDefault="00157B77" w:rsidP="00157B77">
      <w:pPr>
        <w:pStyle w:val="Bezmezer"/>
      </w:pPr>
      <w:r>
        <w:t xml:space="preserve">Výměna kolejnic za KV 1x10m, </w:t>
      </w:r>
    </w:p>
    <w:p w14:paraId="4E5E593A" w14:textId="77777777" w:rsidR="00157B77" w:rsidRDefault="00157B77" w:rsidP="00157B77">
      <w:pPr>
        <w:pStyle w:val="Bezmezer"/>
      </w:pPr>
      <w:r>
        <w:t>Výměna kolejnice středová část 1*15m</w:t>
      </w:r>
    </w:p>
    <w:p w14:paraId="1491E47C" w14:textId="77777777" w:rsidR="00157B77" w:rsidRDefault="00157B77" w:rsidP="00157B77">
      <w:pPr>
        <w:pStyle w:val="Bezmezer"/>
      </w:pPr>
      <w:r>
        <w:t>Výměna LIS ve výhybce</w:t>
      </w:r>
      <w:proofErr w:type="gramStart"/>
      <w:r>
        <w:t>–  2</w:t>
      </w:r>
      <w:proofErr w:type="gramEnd"/>
      <w:r>
        <w:t xml:space="preserve"> kusů (střed 2x4m)   </w:t>
      </w:r>
    </w:p>
    <w:p w14:paraId="3BF7176E" w14:textId="77777777" w:rsidR="00157B77" w:rsidRDefault="00157B77" w:rsidP="00157B77">
      <w:pPr>
        <w:pStyle w:val="Bezmezer"/>
      </w:pPr>
      <w:r>
        <w:t>Výměna LIS ve spojka 27-28 2*21m</w:t>
      </w:r>
    </w:p>
    <w:p w14:paraId="114A9B26" w14:textId="77777777" w:rsidR="00157B77" w:rsidRDefault="00157B77" w:rsidP="00157B77">
      <w:pPr>
        <w:pStyle w:val="Bezmezer"/>
      </w:pPr>
      <w:r>
        <w:t>Výměna jazyka (levý)</w:t>
      </w:r>
    </w:p>
    <w:p w14:paraId="762EBF84" w14:textId="77777777" w:rsidR="00157B77" w:rsidRDefault="00157B77" w:rsidP="00157B77">
      <w:pPr>
        <w:pStyle w:val="Bezmezer"/>
      </w:pPr>
      <w:r>
        <w:t>Výměna opornice (levá)</w:t>
      </w:r>
    </w:p>
    <w:p w14:paraId="7A762C6D" w14:textId="77777777" w:rsidR="00157B77" w:rsidRDefault="00157B77" w:rsidP="00157B77">
      <w:pPr>
        <w:pStyle w:val="Bezmezer"/>
      </w:pPr>
      <w:r>
        <w:lastRenderedPageBreak/>
        <w:t>Výměna ŠL v srdcovce v místě výměny pražců – 7 oken (4,5*4,5*0,35)</w:t>
      </w:r>
    </w:p>
    <w:p w14:paraId="22934D02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7FDFF80" w14:textId="77777777" w:rsidR="00157B77" w:rsidRDefault="00157B77" w:rsidP="00157B77">
      <w:pPr>
        <w:pStyle w:val="Bezmezer"/>
      </w:pPr>
      <w:r>
        <w:t>Počty řezů 22</w:t>
      </w:r>
    </w:p>
    <w:p w14:paraId="363F86B3" w14:textId="77777777" w:rsidR="00157B77" w:rsidRDefault="00157B77" w:rsidP="00157B77">
      <w:pPr>
        <w:pStyle w:val="Bezmezer"/>
      </w:pPr>
      <w:r>
        <w:t>Počet svarů 22</w:t>
      </w:r>
    </w:p>
    <w:p w14:paraId="3E1F5985" w14:textId="77777777" w:rsidR="00157B77" w:rsidRDefault="008E7D91" w:rsidP="00157B77">
      <w:pPr>
        <w:pStyle w:val="Bezmezer"/>
      </w:pPr>
      <w:r>
        <w:t xml:space="preserve">Broušení: celá výhybka  </w:t>
      </w:r>
    </w:p>
    <w:p w14:paraId="53BA0AA6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…572ks</w:t>
      </w:r>
    </w:p>
    <w:p w14:paraId="23375926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3 ks </w:t>
      </w:r>
    </w:p>
    <w:p w14:paraId="1D63CE4A" w14:textId="77777777" w:rsidR="00157B77" w:rsidRDefault="00157B77" w:rsidP="00157B77">
      <w:pPr>
        <w:pStyle w:val="Bezmezer"/>
      </w:pPr>
      <w:r>
        <w:t>Výměna jazykových opěrek 14 ks</w:t>
      </w:r>
    </w:p>
    <w:p w14:paraId="18EDAB4D" w14:textId="77777777" w:rsidR="00157B77" w:rsidRDefault="00157B77" w:rsidP="00157B77">
      <w:pPr>
        <w:pStyle w:val="Bezmezer"/>
      </w:pPr>
      <w:r>
        <w:t>Montáž, demontáž ohřevů</w:t>
      </w:r>
    </w:p>
    <w:p w14:paraId="70D16836" w14:textId="77777777" w:rsidR="00157B77" w:rsidRDefault="00157B77" w:rsidP="00157B77">
      <w:pPr>
        <w:pStyle w:val="Bezmezer"/>
      </w:pPr>
      <w:r>
        <w:t>Výměn zámků proti putování 1 ks</w:t>
      </w:r>
    </w:p>
    <w:p w14:paraId="2C97C526" w14:textId="77777777" w:rsidR="00157B77" w:rsidRDefault="00157B77" w:rsidP="00157B77">
      <w:pPr>
        <w:pStyle w:val="Bezmezer"/>
      </w:pPr>
      <w:r>
        <w:t>Výměna čelisťových závěrů 3 ks</w:t>
      </w:r>
    </w:p>
    <w:p w14:paraId="5572FB13" w14:textId="77777777" w:rsidR="00157B77" w:rsidRDefault="00157B77" w:rsidP="00157B77">
      <w:pPr>
        <w:pStyle w:val="Bezmezer"/>
      </w:pPr>
    </w:p>
    <w:p w14:paraId="3716F18D" w14:textId="77777777" w:rsidR="00157B77" w:rsidRDefault="004C2217" w:rsidP="00157B77">
      <w:pPr>
        <w:pStyle w:val="Bezmezer"/>
      </w:pPr>
      <w:r>
        <w:t>Montáž a demontáž propojek 3 ks</w:t>
      </w:r>
    </w:p>
    <w:p w14:paraId="063D8C69" w14:textId="77777777" w:rsidR="00157B77" w:rsidRDefault="00157B77" w:rsidP="00157B77">
      <w:pPr>
        <w:pStyle w:val="Bezmezer"/>
      </w:pPr>
      <w:r>
        <w:tab/>
      </w:r>
      <w:r>
        <w:tab/>
      </w:r>
    </w:p>
    <w:p w14:paraId="024057FD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27</w:t>
      </w:r>
      <w:r>
        <w:tab/>
        <w:t>J 60-1:18,5-1200 L</w:t>
      </w:r>
    </w:p>
    <w:p w14:paraId="797C2F17" w14:textId="77777777" w:rsidR="00157B77" w:rsidRDefault="00157B77" w:rsidP="00157B77">
      <w:pPr>
        <w:pStyle w:val="Bezmezer"/>
      </w:pPr>
      <w:r>
        <w:t>Výměna srdcovky ANO</w:t>
      </w:r>
    </w:p>
    <w:p w14:paraId="2C278FAD" w14:textId="77777777" w:rsidR="00157B77" w:rsidRDefault="00157B77" w:rsidP="00157B77">
      <w:pPr>
        <w:pStyle w:val="Bezmezer"/>
      </w:pPr>
      <w:r>
        <w:t>Výměna pražců ve výhybce 6 ks (1x3,75; 1x3,80; 2x3,85; 1x3,95)</w:t>
      </w:r>
    </w:p>
    <w:p w14:paraId="04BFB63E" w14:textId="77777777" w:rsidR="00157B77" w:rsidRDefault="00157B77" w:rsidP="00157B77">
      <w:pPr>
        <w:pStyle w:val="Bezmezer"/>
      </w:pPr>
    </w:p>
    <w:p w14:paraId="49BF2C8F" w14:textId="77777777" w:rsidR="00157B77" w:rsidRDefault="00157B77" w:rsidP="00157B77">
      <w:pPr>
        <w:pStyle w:val="Bezmezer"/>
      </w:pPr>
      <w:r>
        <w:t>Výměna kolejnic u přídržného plechu v přímé 1 x 13m</w:t>
      </w:r>
    </w:p>
    <w:p w14:paraId="461D4117" w14:textId="77777777" w:rsidR="00157B77" w:rsidRDefault="00157B77" w:rsidP="00157B77">
      <w:pPr>
        <w:pStyle w:val="Bezmezer"/>
      </w:pPr>
      <w:r>
        <w:t>Výměna kolejnic u přídržného plechu v odbočce 1 x 13m</w:t>
      </w:r>
    </w:p>
    <w:p w14:paraId="6B56F2B5" w14:textId="77777777" w:rsidR="00157B77" w:rsidRDefault="00157B77" w:rsidP="00157B77">
      <w:pPr>
        <w:pStyle w:val="Bezmezer"/>
      </w:pPr>
      <w:r>
        <w:t xml:space="preserve">Výměna kolejnic za KV 1x10m, </w:t>
      </w:r>
    </w:p>
    <w:p w14:paraId="01AA046A" w14:textId="77777777" w:rsidR="00157B77" w:rsidRDefault="00157B77" w:rsidP="00157B77">
      <w:pPr>
        <w:pStyle w:val="Bezmezer"/>
      </w:pPr>
      <w:r>
        <w:t>Výměna kolejnice středová část 1*15m</w:t>
      </w:r>
    </w:p>
    <w:p w14:paraId="72781751" w14:textId="77777777" w:rsidR="00157B77" w:rsidRDefault="00157B77" w:rsidP="00157B77">
      <w:pPr>
        <w:pStyle w:val="Bezmezer"/>
      </w:pPr>
      <w:r>
        <w:t xml:space="preserve">Výměna LIS ve výhybce  4 ks (ZV 2*14m; střed 2x4m)   </w:t>
      </w:r>
    </w:p>
    <w:p w14:paraId="04238334" w14:textId="77777777" w:rsidR="00157B77" w:rsidRDefault="00157B77" w:rsidP="00157B77">
      <w:pPr>
        <w:pStyle w:val="Bezmezer"/>
      </w:pPr>
      <w:r>
        <w:t>Výměna LIS za KV  2*4m</w:t>
      </w:r>
    </w:p>
    <w:p w14:paraId="616D1BCF" w14:textId="77777777" w:rsidR="00157B77" w:rsidRDefault="00157B77" w:rsidP="00157B77">
      <w:pPr>
        <w:pStyle w:val="Bezmezer"/>
      </w:pPr>
      <w:r>
        <w:t>Výměna jazyka (levý)</w:t>
      </w:r>
    </w:p>
    <w:p w14:paraId="31D0BDB3" w14:textId="77777777" w:rsidR="00157B77" w:rsidRDefault="00157B77" w:rsidP="00157B77">
      <w:pPr>
        <w:pStyle w:val="Bezmezer"/>
      </w:pPr>
      <w:r>
        <w:t>Výměna opornice (levá)</w:t>
      </w:r>
    </w:p>
    <w:p w14:paraId="300A4C47" w14:textId="77777777" w:rsidR="00157B77" w:rsidRDefault="00157B77" w:rsidP="00157B77">
      <w:pPr>
        <w:pStyle w:val="Bezmezer"/>
      </w:pPr>
      <w:r>
        <w:t xml:space="preserve">Výměna pražce pod LIS za KV - 6 x B91  </w:t>
      </w:r>
    </w:p>
    <w:p w14:paraId="161D07E0" w14:textId="77777777" w:rsidR="00157B77" w:rsidRDefault="00157B77" w:rsidP="00157B77">
      <w:pPr>
        <w:pStyle w:val="Bezmezer"/>
      </w:pPr>
      <w:r>
        <w:t>Výměna ŠL v srdcovce v místě výměny pražců – 7 oken (4,5*4,5*0,35)</w:t>
      </w:r>
    </w:p>
    <w:p w14:paraId="72C3EC2C" w14:textId="77777777" w:rsidR="00157B77" w:rsidRDefault="00157B77" w:rsidP="00157B77">
      <w:pPr>
        <w:pStyle w:val="Bezmezer"/>
      </w:pPr>
      <w:r>
        <w:t xml:space="preserve">Výměna ŠL pod LIS za </w:t>
      </w:r>
      <w:proofErr w:type="spellStart"/>
      <w:r>
        <w:t>kv</w:t>
      </w:r>
      <w:proofErr w:type="spellEnd"/>
      <w:r>
        <w:t xml:space="preserve"> a (5*3,5*0,35)</w:t>
      </w:r>
    </w:p>
    <w:p w14:paraId="61483EFB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BA50BB6" w14:textId="77777777" w:rsidR="00157B77" w:rsidRDefault="00157B77" w:rsidP="00157B77">
      <w:pPr>
        <w:pStyle w:val="Bezmezer"/>
      </w:pPr>
      <w:r>
        <w:t>Počty řezů 22</w:t>
      </w:r>
    </w:p>
    <w:p w14:paraId="75BF0780" w14:textId="77777777" w:rsidR="00157B77" w:rsidRDefault="00157B77" w:rsidP="00157B77">
      <w:pPr>
        <w:pStyle w:val="Bezmezer"/>
      </w:pPr>
      <w:r>
        <w:t>Počet svarů 22</w:t>
      </w:r>
    </w:p>
    <w:p w14:paraId="3C8FB728" w14:textId="77777777" w:rsidR="00157B77" w:rsidRDefault="00157B77" w:rsidP="00157B77">
      <w:pPr>
        <w:pStyle w:val="Bezmezer"/>
      </w:pPr>
      <w:r>
        <w:t>Broušení: celá výh</w:t>
      </w:r>
      <w:r w:rsidR="008E7D91">
        <w:t xml:space="preserve">ybka  </w:t>
      </w:r>
    </w:p>
    <w:p w14:paraId="70724488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…572ks</w:t>
      </w:r>
    </w:p>
    <w:p w14:paraId="6ABC0ECA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3 ks </w:t>
      </w:r>
    </w:p>
    <w:p w14:paraId="4B903F1D" w14:textId="77777777" w:rsidR="00157B77" w:rsidRDefault="00157B77" w:rsidP="00157B77">
      <w:pPr>
        <w:pStyle w:val="Bezmezer"/>
      </w:pPr>
      <w:r>
        <w:t>Výměna jazykových opěrek 14 ks</w:t>
      </w:r>
    </w:p>
    <w:p w14:paraId="77D20C4E" w14:textId="77777777" w:rsidR="00157B77" w:rsidRDefault="00157B77" w:rsidP="00157B77">
      <w:pPr>
        <w:pStyle w:val="Bezmezer"/>
      </w:pPr>
      <w:r>
        <w:t>Montáž, demontáž ohřevů</w:t>
      </w:r>
    </w:p>
    <w:p w14:paraId="502F0532" w14:textId="77777777" w:rsidR="00157B77" w:rsidRDefault="00157B77" w:rsidP="00157B77">
      <w:pPr>
        <w:pStyle w:val="Bezmezer"/>
      </w:pPr>
      <w:r>
        <w:t>Výměn zámků proti putování 1 ks</w:t>
      </w:r>
    </w:p>
    <w:p w14:paraId="36E7288E" w14:textId="77777777" w:rsidR="00157B77" w:rsidRDefault="00157B77" w:rsidP="00157B77">
      <w:pPr>
        <w:pStyle w:val="Bezmezer"/>
      </w:pPr>
      <w:r>
        <w:t>Výměna čelisťových závěrů 3 ks</w:t>
      </w:r>
    </w:p>
    <w:p w14:paraId="5D0B9DCF" w14:textId="77777777" w:rsidR="00157B77" w:rsidRDefault="00157B77" w:rsidP="00157B77">
      <w:pPr>
        <w:pStyle w:val="Bezmezer"/>
      </w:pPr>
    </w:p>
    <w:p w14:paraId="21B20051" w14:textId="77777777" w:rsidR="00157B77" w:rsidRDefault="00157B77" w:rsidP="00157B77">
      <w:pPr>
        <w:pStyle w:val="Bezmezer"/>
      </w:pPr>
      <w:r>
        <w:t>Montáž a demontáž propojek 3 ks</w:t>
      </w:r>
    </w:p>
    <w:p w14:paraId="44C2EF67" w14:textId="77777777" w:rsidR="00157B77" w:rsidRDefault="00157B77" w:rsidP="00157B77">
      <w:pPr>
        <w:pStyle w:val="Bezmezer"/>
      </w:pPr>
      <w:r>
        <w:tab/>
      </w:r>
      <w:r>
        <w:tab/>
      </w:r>
    </w:p>
    <w:p w14:paraId="0567234E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26</w:t>
      </w:r>
      <w:r>
        <w:tab/>
        <w:t>J 60-1:12-500 L</w:t>
      </w:r>
    </w:p>
    <w:p w14:paraId="60C2157D" w14:textId="77777777" w:rsidR="00157B77" w:rsidRDefault="00157B77" w:rsidP="00157B77">
      <w:pPr>
        <w:pStyle w:val="Bezmezer"/>
      </w:pPr>
      <w:r>
        <w:t>Výměna srdcovky ANO</w:t>
      </w:r>
    </w:p>
    <w:p w14:paraId="10BF586B" w14:textId="77777777" w:rsidR="00157B77" w:rsidRDefault="00157B77" w:rsidP="00157B77">
      <w:pPr>
        <w:pStyle w:val="Bezmezer"/>
      </w:pPr>
      <w:r>
        <w:t>Výměna pražců ve výhybce 8 ks (2x3,65; 2x3,75; 2x3,85; 2x3,90)</w:t>
      </w:r>
    </w:p>
    <w:p w14:paraId="17AFCBF4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4E300344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22FA2750" w14:textId="77777777" w:rsidR="00157B77" w:rsidRDefault="00157B77" w:rsidP="00157B77">
      <w:pPr>
        <w:pStyle w:val="Bezmezer"/>
      </w:pPr>
      <w:r>
        <w:t xml:space="preserve">Výměna kolejnic za KV 2x10m, </w:t>
      </w:r>
    </w:p>
    <w:p w14:paraId="71C2F935" w14:textId="77777777" w:rsidR="00157B77" w:rsidRDefault="00157B77" w:rsidP="00157B77">
      <w:pPr>
        <w:pStyle w:val="Bezmezer"/>
      </w:pPr>
      <w:r>
        <w:t>Výměna kolejnice středová část 1*17,5m</w:t>
      </w:r>
    </w:p>
    <w:p w14:paraId="5FDF5B97" w14:textId="77777777" w:rsidR="00157B77" w:rsidRDefault="00157B77" w:rsidP="00157B77">
      <w:pPr>
        <w:pStyle w:val="Bezmezer"/>
      </w:pPr>
      <w:r>
        <w:t xml:space="preserve">Výměna LIS ve výhybce 2 ks (střed 2*4m)   </w:t>
      </w:r>
    </w:p>
    <w:p w14:paraId="16C99B15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4F4F2555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A580A44" w14:textId="77777777" w:rsidR="00157B77" w:rsidRDefault="00157B77" w:rsidP="00157B77">
      <w:pPr>
        <w:pStyle w:val="Bezmezer"/>
      </w:pPr>
      <w:r>
        <w:t>Počty řezů 14</w:t>
      </w:r>
    </w:p>
    <w:p w14:paraId="0E8EAB1F" w14:textId="77777777" w:rsidR="00157B77" w:rsidRDefault="00157B77" w:rsidP="00157B77">
      <w:pPr>
        <w:pStyle w:val="Bezmezer"/>
      </w:pPr>
      <w:r>
        <w:t>Počet svarů 14</w:t>
      </w:r>
    </w:p>
    <w:p w14:paraId="124784A1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5CB7C916" w14:textId="77777777" w:rsidR="00157B77" w:rsidRDefault="00157B77" w:rsidP="00157B77">
      <w:pPr>
        <w:pStyle w:val="Bezmezer"/>
      </w:pPr>
    </w:p>
    <w:p w14:paraId="11AA3E77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4B2B1D2B" w14:textId="77777777" w:rsidR="00157B77" w:rsidRDefault="00157B77" w:rsidP="00157B77">
      <w:pPr>
        <w:pStyle w:val="Bezmezer"/>
      </w:pPr>
      <w:r>
        <w:lastRenderedPageBreak/>
        <w:t>Výměna čelisťových závěrů 2ks</w:t>
      </w:r>
    </w:p>
    <w:p w14:paraId="500ACE77" w14:textId="77777777" w:rsidR="00157B77" w:rsidRDefault="00157B77" w:rsidP="00157B77">
      <w:pPr>
        <w:pStyle w:val="Bezmezer"/>
      </w:pPr>
      <w:r>
        <w:t>Montáž a demontáž propojek 3 ks</w:t>
      </w:r>
    </w:p>
    <w:p w14:paraId="499F8EE3" w14:textId="77777777" w:rsidR="00157B77" w:rsidRDefault="00157B77" w:rsidP="00157B77">
      <w:pPr>
        <w:pStyle w:val="Bezmezer"/>
      </w:pPr>
      <w:r>
        <w:tab/>
      </w:r>
      <w:r>
        <w:tab/>
      </w:r>
      <w:r>
        <w:tab/>
      </w:r>
    </w:p>
    <w:p w14:paraId="09396446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25</w:t>
      </w:r>
      <w:r>
        <w:tab/>
        <w:t>J 60-1:12-500 P</w:t>
      </w:r>
    </w:p>
    <w:p w14:paraId="79C881AE" w14:textId="77777777" w:rsidR="00157B77" w:rsidRDefault="00157B77" w:rsidP="00157B77">
      <w:pPr>
        <w:pStyle w:val="Bezmezer"/>
      </w:pPr>
      <w:r>
        <w:t>Výměna srdcovky NE</w:t>
      </w:r>
    </w:p>
    <w:p w14:paraId="1C23EF84" w14:textId="77777777" w:rsidR="00157B77" w:rsidRDefault="00157B77" w:rsidP="00157B77">
      <w:pPr>
        <w:pStyle w:val="Bezmezer"/>
      </w:pPr>
      <w:r>
        <w:t>Navaření srdcovky</w:t>
      </w:r>
    </w:p>
    <w:p w14:paraId="29A865CF" w14:textId="77777777" w:rsidR="00157B77" w:rsidRDefault="00157B77" w:rsidP="00157B77">
      <w:pPr>
        <w:pStyle w:val="Bezmezer"/>
      </w:pPr>
      <w:r>
        <w:t xml:space="preserve">Výměna LIS ve výhybce 4 ks (ZV, střed 4*4m)   </w:t>
      </w:r>
    </w:p>
    <w:p w14:paraId="3C567B49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5CC46520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5687302" w14:textId="77777777" w:rsidR="00157B77" w:rsidRDefault="00157B77" w:rsidP="00157B77">
      <w:pPr>
        <w:pStyle w:val="Bezmezer"/>
      </w:pPr>
      <w:r>
        <w:t>Počty řezů 8</w:t>
      </w:r>
    </w:p>
    <w:p w14:paraId="431113A1" w14:textId="77777777" w:rsidR="00157B77" w:rsidRDefault="00157B77" w:rsidP="00157B77">
      <w:pPr>
        <w:pStyle w:val="Bezmezer"/>
      </w:pPr>
      <w:r>
        <w:t>Počet svarů 8</w:t>
      </w:r>
    </w:p>
    <w:p w14:paraId="012AE3BB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56F210C" w14:textId="77777777" w:rsidR="00157B77" w:rsidRDefault="00157B77" w:rsidP="00157B77">
      <w:pPr>
        <w:pStyle w:val="Bezmezer"/>
      </w:pPr>
    </w:p>
    <w:p w14:paraId="7353B854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6DD35431" w14:textId="77777777" w:rsidR="00157B77" w:rsidRDefault="00157B77" w:rsidP="00157B77">
      <w:pPr>
        <w:pStyle w:val="Bezmezer"/>
      </w:pPr>
      <w:r>
        <w:t>Výměna čelisťových závěrů 2ks</w:t>
      </w:r>
    </w:p>
    <w:p w14:paraId="5F51C85F" w14:textId="77777777" w:rsidR="00157B77" w:rsidRDefault="00157B77" w:rsidP="00157B77">
      <w:pPr>
        <w:pStyle w:val="Bezmezer"/>
      </w:pPr>
      <w:r>
        <w:t>Montáž a demontáž propojek 3 ks</w:t>
      </w:r>
    </w:p>
    <w:p w14:paraId="5F80C5FE" w14:textId="77777777" w:rsidR="00157B77" w:rsidRDefault="00157B77" w:rsidP="00157B77">
      <w:pPr>
        <w:pStyle w:val="Bezmezer"/>
      </w:pPr>
      <w:r>
        <w:tab/>
      </w:r>
      <w:r>
        <w:tab/>
      </w:r>
      <w:r>
        <w:tab/>
      </w:r>
      <w:r>
        <w:tab/>
      </w:r>
    </w:p>
    <w:p w14:paraId="6A38872C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5</w:t>
      </w:r>
      <w:r>
        <w:tab/>
        <w:t>J 60-1:12-500 P</w:t>
      </w:r>
    </w:p>
    <w:p w14:paraId="15A6A463" w14:textId="77777777" w:rsidR="00157B77" w:rsidRDefault="00157B77" w:rsidP="00157B77">
      <w:pPr>
        <w:pStyle w:val="Bezmezer"/>
      </w:pPr>
      <w:r>
        <w:t>Výměna srdcovky ANO</w:t>
      </w:r>
    </w:p>
    <w:p w14:paraId="34FD380B" w14:textId="77777777" w:rsidR="00157B77" w:rsidRDefault="00157B77" w:rsidP="00157B77">
      <w:pPr>
        <w:pStyle w:val="Bezmezer"/>
      </w:pPr>
      <w:r>
        <w:t>Výměna pražců ve výhybce 8 ks (2x3,65; 2x3,75; 2x3,85; 2x3,90)</w:t>
      </w:r>
    </w:p>
    <w:p w14:paraId="715BBBCF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6740EEC8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41154ECA" w14:textId="77777777" w:rsidR="00157B77" w:rsidRDefault="00157B77" w:rsidP="00157B77">
      <w:pPr>
        <w:pStyle w:val="Bezmezer"/>
      </w:pPr>
      <w:r>
        <w:t>Výměna kolejnice středová část 1*17,5m</w:t>
      </w:r>
    </w:p>
    <w:p w14:paraId="697C76F1" w14:textId="77777777" w:rsidR="00157B77" w:rsidRDefault="00157B77" w:rsidP="00157B77">
      <w:pPr>
        <w:pStyle w:val="Bezmezer"/>
      </w:pPr>
      <w:r>
        <w:t xml:space="preserve">Výměna LIS ve výhybce 6 ks (ZV 2*4m; KV 2*14m; střed 2*4m)   </w:t>
      </w:r>
    </w:p>
    <w:p w14:paraId="66EBFA67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05F22F1E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7064261" w14:textId="77777777" w:rsidR="00157B77" w:rsidRDefault="00157B77" w:rsidP="00157B77">
      <w:pPr>
        <w:pStyle w:val="Bezmezer"/>
      </w:pPr>
      <w:r>
        <w:t>Výměna jazyka (pravý)</w:t>
      </w:r>
    </w:p>
    <w:p w14:paraId="062D4AB9" w14:textId="77777777" w:rsidR="00157B77" w:rsidRDefault="00157B77" w:rsidP="00157B77">
      <w:pPr>
        <w:pStyle w:val="Bezmezer"/>
      </w:pPr>
      <w:r>
        <w:t>Výměna opornice (pravá)</w:t>
      </w:r>
    </w:p>
    <w:p w14:paraId="129859A0" w14:textId="77777777" w:rsidR="00157B77" w:rsidRDefault="00157B77" w:rsidP="00157B77">
      <w:pPr>
        <w:pStyle w:val="Bezmezer"/>
      </w:pPr>
      <w:r>
        <w:t>Počty řezů 21</w:t>
      </w:r>
    </w:p>
    <w:p w14:paraId="79B30E5C" w14:textId="77777777" w:rsidR="00157B77" w:rsidRDefault="00157B77" w:rsidP="00157B77">
      <w:pPr>
        <w:pStyle w:val="Bezmezer"/>
      </w:pPr>
      <w:r>
        <w:t>Počet svarů 21</w:t>
      </w:r>
    </w:p>
    <w:p w14:paraId="653AEB50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20623AB3" w14:textId="77777777" w:rsidR="00157B77" w:rsidRDefault="00157B77" w:rsidP="00157B77">
      <w:pPr>
        <w:pStyle w:val="Bezmezer"/>
      </w:pPr>
    </w:p>
    <w:p w14:paraId="7372A84F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0AFE340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3 ks </w:t>
      </w:r>
    </w:p>
    <w:p w14:paraId="46ADCE2A" w14:textId="77777777" w:rsidR="00157B77" w:rsidRDefault="00157B77" w:rsidP="00157B77">
      <w:pPr>
        <w:pStyle w:val="Bezmezer"/>
      </w:pPr>
      <w:r>
        <w:t>Výměna jazykových opěrek 10 ks</w:t>
      </w:r>
    </w:p>
    <w:p w14:paraId="14CAF8C7" w14:textId="77777777" w:rsidR="00157B77" w:rsidRDefault="00157B77" w:rsidP="00157B77">
      <w:pPr>
        <w:pStyle w:val="Bezmezer"/>
      </w:pPr>
      <w:r>
        <w:t>Montáž, demontáž ohřevů</w:t>
      </w:r>
    </w:p>
    <w:p w14:paraId="49B6A3C3" w14:textId="77777777" w:rsidR="00157B77" w:rsidRDefault="00157B77" w:rsidP="00157B77">
      <w:pPr>
        <w:pStyle w:val="Bezmezer"/>
      </w:pPr>
      <w:r>
        <w:t>Výměn zámků proti putování 1 ks</w:t>
      </w:r>
    </w:p>
    <w:p w14:paraId="7EB555E4" w14:textId="77777777" w:rsidR="00157B77" w:rsidRDefault="00157B77" w:rsidP="00157B77">
      <w:pPr>
        <w:pStyle w:val="Bezmezer"/>
      </w:pPr>
      <w:r>
        <w:t>Výměna čelisťových závěrů 2 ks</w:t>
      </w:r>
    </w:p>
    <w:p w14:paraId="0DACF4CE" w14:textId="77777777" w:rsidR="00157B77" w:rsidRDefault="00157B77" w:rsidP="00157B77">
      <w:pPr>
        <w:pStyle w:val="Bezmezer"/>
      </w:pPr>
    </w:p>
    <w:p w14:paraId="3F3848BF" w14:textId="77777777" w:rsidR="00157B77" w:rsidRDefault="00157B77" w:rsidP="00157B77">
      <w:pPr>
        <w:pStyle w:val="Bezmezer"/>
      </w:pPr>
      <w:r>
        <w:t>Montáž a demontáž propojek 3 ks</w:t>
      </w:r>
    </w:p>
    <w:p w14:paraId="6D4B8CEB" w14:textId="77777777" w:rsidR="00157B77" w:rsidRDefault="00157B77" w:rsidP="00157B77">
      <w:pPr>
        <w:pStyle w:val="Bezmezer"/>
      </w:pPr>
      <w:r>
        <w:tab/>
      </w:r>
      <w:r>
        <w:tab/>
      </w:r>
    </w:p>
    <w:p w14:paraId="066A02CB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6</w:t>
      </w:r>
      <w:r>
        <w:tab/>
        <w:t>J 60-1:12-500 L</w:t>
      </w:r>
    </w:p>
    <w:p w14:paraId="2BF9DD1F" w14:textId="77777777" w:rsidR="00157B77" w:rsidRDefault="00157B77" w:rsidP="00157B77">
      <w:pPr>
        <w:pStyle w:val="Bezmezer"/>
      </w:pPr>
      <w:r>
        <w:t xml:space="preserve">Výměna LIS ve výhybce 2 ks (ZV 2*4m)   </w:t>
      </w:r>
    </w:p>
    <w:p w14:paraId="2BA4AAA8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6733B1F1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výhybky) – 4 okna (1,5*4,5*0,35)</w:t>
      </w:r>
    </w:p>
    <w:p w14:paraId="453E4C42" w14:textId="77777777" w:rsidR="00157B77" w:rsidRDefault="00157B77" w:rsidP="00157B77">
      <w:pPr>
        <w:pStyle w:val="Bezmezer"/>
      </w:pPr>
      <w:r>
        <w:t xml:space="preserve">Výměna jazyků </w:t>
      </w:r>
    </w:p>
    <w:p w14:paraId="0200546D" w14:textId="77777777" w:rsidR="00157B77" w:rsidRDefault="00157B77" w:rsidP="00157B77">
      <w:pPr>
        <w:pStyle w:val="Bezmezer"/>
      </w:pPr>
      <w:r>
        <w:t>Výměna opornic</w:t>
      </w:r>
    </w:p>
    <w:p w14:paraId="61B381E8" w14:textId="77777777" w:rsidR="00157B77" w:rsidRDefault="00157B77" w:rsidP="00157B77">
      <w:pPr>
        <w:pStyle w:val="Bezmezer"/>
      </w:pPr>
      <w:r>
        <w:t>Počty řezů 8</w:t>
      </w:r>
    </w:p>
    <w:p w14:paraId="3E8B96D9" w14:textId="77777777" w:rsidR="00157B77" w:rsidRDefault="00157B77" w:rsidP="00157B77">
      <w:pPr>
        <w:pStyle w:val="Bezmezer"/>
      </w:pPr>
      <w:r>
        <w:t>Počet svarů 8</w:t>
      </w:r>
    </w:p>
    <w:p w14:paraId="0C26CD17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47969F0E" w14:textId="77777777" w:rsidR="00157B77" w:rsidRDefault="00157B77" w:rsidP="00157B77">
      <w:pPr>
        <w:pStyle w:val="Bezmezer"/>
      </w:pPr>
    </w:p>
    <w:p w14:paraId="7860C2A9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3318C0C9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6 ks </w:t>
      </w:r>
    </w:p>
    <w:p w14:paraId="57A8AE5E" w14:textId="77777777" w:rsidR="00157B77" w:rsidRDefault="00157B77" w:rsidP="00157B77">
      <w:pPr>
        <w:pStyle w:val="Bezmezer"/>
      </w:pPr>
      <w:r>
        <w:t>Výměna jazykových opěrek 2*10 ks</w:t>
      </w:r>
    </w:p>
    <w:p w14:paraId="7D3633B2" w14:textId="77777777" w:rsidR="00157B77" w:rsidRDefault="00157B77" w:rsidP="00157B77">
      <w:pPr>
        <w:pStyle w:val="Bezmezer"/>
      </w:pPr>
      <w:r>
        <w:t>Montáž, demontáž ohřevů</w:t>
      </w:r>
    </w:p>
    <w:p w14:paraId="236A34EB" w14:textId="77777777" w:rsidR="00157B77" w:rsidRDefault="00157B77" w:rsidP="00157B77">
      <w:pPr>
        <w:pStyle w:val="Bezmezer"/>
      </w:pPr>
      <w:r>
        <w:t>Výměn zámků proti putování 2 ks</w:t>
      </w:r>
    </w:p>
    <w:p w14:paraId="3C7CDB96" w14:textId="77777777" w:rsidR="00157B77" w:rsidRDefault="008E7D91" w:rsidP="00157B77">
      <w:pPr>
        <w:pStyle w:val="Bezmezer"/>
      </w:pPr>
      <w:r>
        <w:lastRenderedPageBreak/>
        <w:t>Výměna čelisťových závěrů 4 ks</w:t>
      </w:r>
    </w:p>
    <w:p w14:paraId="1D00D685" w14:textId="77777777" w:rsidR="00157B77" w:rsidRDefault="00157B77" w:rsidP="00157B77">
      <w:pPr>
        <w:pStyle w:val="Bezmezer"/>
      </w:pPr>
      <w:r>
        <w:t>Montáž a demontáž propojek 3 ks</w:t>
      </w:r>
    </w:p>
    <w:p w14:paraId="44327BAA" w14:textId="77777777" w:rsidR="00157B77" w:rsidRDefault="00157B77" w:rsidP="00157B77">
      <w:pPr>
        <w:pStyle w:val="Bezmezer"/>
      </w:pPr>
      <w:r>
        <w:tab/>
      </w:r>
      <w:r>
        <w:tab/>
      </w:r>
    </w:p>
    <w:p w14:paraId="5FBF104F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4</w:t>
      </w:r>
      <w:r>
        <w:tab/>
        <w:t>J 60-1:12-500 L</w:t>
      </w:r>
    </w:p>
    <w:p w14:paraId="3FE18196" w14:textId="77777777" w:rsidR="00157B77" w:rsidRDefault="00157B77" w:rsidP="00157B77">
      <w:pPr>
        <w:pStyle w:val="Bezmezer"/>
      </w:pPr>
      <w:r>
        <w:t>Výměna srdcovky ANO</w:t>
      </w:r>
    </w:p>
    <w:p w14:paraId="49353DFE" w14:textId="77777777" w:rsidR="00157B77" w:rsidRDefault="00157B77" w:rsidP="00157B77">
      <w:pPr>
        <w:pStyle w:val="Bezmezer"/>
      </w:pPr>
      <w:r>
        <w:t>Výměna pražců ve výhybce 8ks (2x3,65; 2x3,75; 2x3,85; 2x3,90)</w:t>
      </w:r>
    </w:p>
    <w:p w14:paraId="1A9825B3" w14:textId="77777777" w:rsidR="00157B77" w:rsidRDefault="00157B77" w:rsidP="00157B77">
      <w:pPr>
        <w:pStyle w:val="Bezmezer"/>
      </w:pPr>
      <w:r>
        <w:t>Výměna pražců pod LIS za KV 6 ks B91</w:t>
      </w:r>
    </w:p>
    <w:p w14:paraId="59EAF122" w14:textId="77777777" w:rsidR="00157B77" w:rsidRDefault="00157B77" w:rsidP="00157B77">
      <w:pPr>
        <w:pStyle w:val="Bezmezer"/>
      </w:pPr>
      <w:r>
        <w:t xml:space="preserve"> </w:t>
      </w:r>
    </w:p>
    <w:p w14:paraId="25318C88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78E8F573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1C1D37E3" w14:textId="77777777" w:rsidR="00157B77" w:rsidRDefault="00157B77" w:rsidP="00157B77">
      <w:pPr>
        <w:pStyle w:val="Bezmezer"/>
      </w:pPr>
      <w:r>
        <w:t xml:space="preserve">Výměna kolejnic za KV 1x10m, </w:t>
      </w:r>
    </w:p>
    <w:p w14:paraId="27F5C3BA" w14:textId="77777777" w:rsidR="00157B77" w:rsidRDefault="00157B77" w:rsidP="00157B77">
      <w:pPr>
        <w:pStyle w:val="Bezmezer"/>
      </w:pPr>
      <w:r>
        <w:t>Výměna kolejnice středová část 1*17,5m</w:t>
      </w:r>
    </w:p>
    <w:p w14:paraId="1A627C42" w14:textId="77777777" w:rsidR="00157B77" w:rsidRDefault="00157B77" w:rsidP="00157B77">
      <w:pPr>
        <w:pStyle w:val="Bezmezer"/>
      </w:pPr>
      <w:r>
        <w:t xml:space="preserve">Výměna LIS ve výhybce 4 ks (KV, střed 4*4m)   </w:t>
      </w:r>
    </w:p>
    <w:p w14:paraId="4F45A09B" w14:textId="77777777" w:rsidR="00157B77" w:rsidRDefault="00157B77" w:rsidP="00157B77">
      <w:pPr>
        <w:pStyle w:val="Bezmezer"/>
      </w:pPr>
      <w:r>
        <w:t>Výměna LIS ve spojce 4-3 2*12m</w:t>
      </w:r>
    </w:p>
    <w:p w14:paraId="3D2F2FBA" w14:textId="77777777" w:rsidR="00157B77" w:rsidRDefault="00157B77" w:rsidP="00157B77">
      <w:pPr>
        <w:pStyle w:val="Bezmezer"/>
      </w:pPr>
      <w:r>
        <w:t>Výměna jazyka (levý)</w:t>
      </w:r>
    </w:p>
    <w:p w14:paraId="5646CF1B" w14:textId="77777777" w:rsidR="00157B77" w:rsidRDefault="00157B77" w:rsidP="00157B77">
      <w:pPr>
        <w:pStyle w:val="Bezmezer"/>
      </w:pPr>
      <w:r>
        <w:t>Výměna opornice (levá)</w:t>
      </w:r>
    </w:p>
    <w:p w14:paraId="75842528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69927460" w14:textId="77777777" w:rsidR="00157B77" w:rsidRDefault="00157B77" w:rsidP="00157B77">
      <w:pPr>
        <w:pStyle w:val="Bezmezer"/>
      </w:pPr>
      <w:r>
        <w:t>Výměna ŠL pod LIS za KV (5*4*0,35)</w:t>
      </w:r>
    </w:p>
    <w:p w14:paraId="32878907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14A09894" w14:textId="77777777" w:rsidR="00157B77" w:rsidRDefault="00157B77" w:rsidP="00157B77">
      <w:pPr>
        <w:pStyle w:val="Bezmezer"/>
      </w:pPr>
      <w:r>
        <w:t>Počty řezů 22</w:t>
      </w:r>
    </w:p>
    <w:p w14:paraId="700A20BB" w14:textId="77777777" w:rsidR="00157B77" w:rsidRDefault="00157B77" w:rsidP="00157B77">
      <w:pPr>
        <w:pStyle w:val="Bezmezer"/>
      </w:pPr>
      <w:r>
        <w:t>Počet svarů 22</w:t>
      </w:r>
    </w:p>
    <w:p w14:paraId="4F96A443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12881C5" w14:textId="77777777" w:rsidR="00157B77" w:rsidRDefault="00157B77" w:rsidP="00157B77">
      <w:pPr>
        <w:pStyle w:val="Bezmezer"/>
      </w:pPr>
    </w:p>
    <w:p w14:paraId="6A073DD4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32DBD0FF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3 ks </w:t>
      </w:r>
    </w:p>
    <w:p w14:paraId="35ED9E74" w14:textId="77777777" w:rsidR="00157B77" w:rsidRDefault="00157B77" w:rsidP="00157B77">
      <w:pPr>
        <w:pStyle w:val="Bezmezer"/>
      </w:pPr>
      <w:r>
        <w:t>Výměna jazykových opěrek 10 ks</w:t>
      </w:r>
    </w:p>
    <w:p w14:paraId="77E49D7B" w14:textId="77777777" w:rsidR="00157B77" w:rsidRDefault="00157B77" w:rsidP="00157B77">
      <w:pPr>
        <w:pStyle w:val="Bezmezer"/>
      </w:pPr>
      <w:r>
        <w:t>Montáž, demontáž ohřevů</w:t>
      </w:r>
    </w:p>
    <w:p w14:paraId="187A739E" w14:textId="77777777" w:rsidR="00157B77" w:rsidRDefault="00157B77" w:rsidP="00157B77">
      <w:pPr>
        <w:pStyle w:val="Bezmezer"/>
      </w:pPr>
      <w:r>
        <w:t>Výměn zámků proti putování 1ks</w:t>
      </w:r>
    </w:p>
    <w:p w14:paraId="2CB238A9" w14:textId="77777777" w:rsidR="008E7D91" w:rsidRDefault="008E7D91" w:rsidP="00157B77">
      <w:pPr>
        <w:pStyle w:val="Bezmezer"/>
      </w:pPr>
      <w:r>
        <w:t>Výměna čelisťových závěrů 2ks</w:t>
      </w:r>
    </w:p>
    <w:p w14:paraId="4C347114" w14:textId="77777777" w:rsidR="00157B77" w:rsidRDefault="00157B77" w:rsidP="00157B77">
      <w:pPr>
        <w:pStyle w:val="Bezmezer"/>
      </w:pPr>
      <w:r>
        <w:t>Montáž a demontáž propojek 3 ks</w:t>
      </w:r>
    </w:p>
    <w:p w14:paraId="12E2E343" w14:textId="77777777" w:rsidR="00157B77" w:rsidRDefault="00157B77" w:rsidP="00157B77">
      <w:pPr>
        <w:pStyle w:val="Bezmezer"/>
      </w:pPr>
      <w:r>
        <w:tab/>
      </w:r>
      <w:r>
        <w:tab/>
      </w:r>
    </w:p>
    <w:p w14:paraId="25353066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3</w:t>
      </w:r>
      <w:r>
        <w:tab/>
        <w:t>J 60-1:12-500 L</w:t>
      </w:r>
    </w:p>
    <w:p w14:paraId="048E6F3B" w14:textId="77777777" w:rsidR="00157B77" w:rsidRDefault="00157B77" w:rsidP="00157B77">
      <w:pPr>
        <w:pStyle w:val="Bezmezer"/>
      </w:pPr>
      <w:r>
        <w:t>Výměna srdcovky NE</w:t>
      </w:r>
    </w:p>
    <w:p w14:paraId="674DEA6C" w14:textId="77777777" w:rsidR="00157B77" w:rsidRDefault="00157B77" w:rsidP="00157B77">
      <w:pPr>
        <w:pStyle w:val="Bezmezer"/>
      </w:pPr>
      <w:r>
        <w:t xml:space="preserve">Výměna LIS ve výhybce 2 ks (střed 2*4m)   </w:t>
      </w:r>
    </w:p>
    <w:p w14:paraId="33270FB8" w14:textId="77777777" w:rsidR="00157B77" w:rsidRDefault="00157B77" w:rsidP="00157B77">
      <w:pPr>
        <w:pStyle w:val="Bezmezer"/>
      </w:pPr>
      <w:r>
        <w:t>Výměna jazyka (levý)</w:t>
      </w:r>
    </w:p>
    <w:p w14:paraId="7C92E18D" w14:textId="77777777" w:rsidR="00157B77" w:rsidRDefault="00157B77" w:rsidP="00157B77">
      <w:pPr>
        <w:pStyle w:val="Bezmezer"/>
      </w:pPr>
      <w:r>
        <w:t>Výměna opornice (levá)</w:t>
      </w:r>
    </w:p>
    <w:p w14:paraId="29E3EB04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27BBB79F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678006F5" w14:textId="77777777" w:rsidR="00157B77" w:rsidRDefault="00157B77" w:rsidP="00157B77">
      <w:pPr>
        <w:pStyle w:val="Bezmezer"/>
      </w:pPr>
      <w:r>
        <w:t>Počty řezů 7</w:t>
      </w:r>
    </w:p>
    <w:p w14:paraId="3597C7AF" w14:textId="77777777" w:rsidR="00157B77" w:rsidRDefault="00157B77" w:rsidP="00157B77">
      <w:pPr>
        <w:pStyle w:val="Bezmezer"/>
      </w:pPr>
      <w:r>
        <w:t>Počet svarů 7</w:t>
      </w:r>
    </w:p>
    <w:p w14:paraId="1AD466E2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17BAB90" w14:textId="77777777" w:rsidR="00157B77" w:rsidRDefault="00157B77" w:rsidP="00157B77">
      <w:pPr>
        <w:pStyle w:val="Bezmezer"/>
      </w:pPr>
    </w:p>
    <w:p w14:paraId="6071ADBE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04234A96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3 ks </w:t>
      </w:r>
    </w:p>
    <w:p w14:paraId="58F119EF" w14:textId="77777777" w:rsidR="00157B77" w:rsidRDefault="00157B77" w:rsidP="00157B77">
      <w:pPr>
        <w:pStyle w:val="Bezmezer"/>
      </w:pPr>
      <w:r>
        <w:t>Výměna jazykových opěrek 10 ks</w:t>
      </w:r>
    </w:p>
    <w:p w14:paraId="347CBD91" w14:textId="77777777" w:rsidR="00157B77" w:rsidRDefault="00157B77" w:rsidP="00157B77">
      <w:pPr>
        <w:pStyle w:val="Bezmezer"/>
      </w:pPr>
      <w:r>
        <w:t>Montáž, demontáž ohřevů</w:t>
      </w:r>
    </w:p>
    <w:p w14:paraId="3081320D" w14:textId="77777777" w:rsidR="00157B77" w:rsidRDefault="00157B77" w:rsidP="00157B77">
      <w:pPr>
        <w:pStyle w:val="Bezmezer"/>
      </w:pPr>
      <w:r>
        <w:t>Výměn zámků proti putování 1ks</w:t>
      </w:r>
    </w:p>
    <w:p w14:paraId="6769F669" w14:textId="77777777" w:rsidR="00157B77" w:rsidRDefault="00157B77" w:rsidP="00157B77">
      <w:pPr>
        <w:pStyle w:val="Bezmezer"/>
      </w:pPr>
      <w:r>
        <w:t>Výměna čelisťových závěrů 2ks</w:t>
      </w:r>
    </w:p>
    <w:p w14:paraId="671F043E" w14:textId="77777777" w:rsidR="00157B77" w:rsidRDefault="00157B77" w:rsidP="00157B77">
      <w:pPr>
        <w:pStyle w:val="Bezmezer"/>
      </w:pPr>
      <w:r>
        <w:t>Montáž a demontáž propojek 3 ks</w:t>
      </w:r>
    </w:p>
    <w:p w14:paraId="2BF2A028" w14:textId="77777777" w:rsidR="00157B77" w:rsidRDefault="00157B77" w:rsidP="00157B77">
      <w:pPr>
        <w:pStyle w:val="Bezmezer"/>
      </w:pPr>
      <w:r>
        <w:tab/>
      </w:r>
      <w:r>
        <w:tab/>
      </w:r>
    </w:p>
    <w:p w14:paraId="15F6EC03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</w:t>
      </w:r>
      <w:r>
        <w:tab/>
        <w:t>J 60-1:12-500 P</w:t>
      </w:r>
    </w:p>
    <w:p w14:paraId="3CC8DB86" w14:textId="77777777" w:rsidR="00157B77" w:rsidRDefault="00157B77" w:rsidP="00157B77">
      <w:pPr>
        <w:pStyle w:val="Bezmezer"/>
      </w:pPr>
      <w:r>
        <w:t>Výměna srdcovky ANO</w:t>
      </w:r>
    </w:p>
    <w:p w14:paraId="009A7282" w14:textId="77777777" w:rsidR="00157B77" w:rsidRDefault="00157B77" w:rsidP="00157B77">
      <w:pPr>
        <w:pStyle w:val="Bezmezer"/>
      </w:pPr>
      <w:r>
        <w:t>Výměna pražců ve výhybce 8ks (2x3,65; 2x3,75; 2x3,85; 2x3,90)</w:t>
      </w:r>
    </w:p>
    <w:p w14:paraId="40279C00" w14:textId="77777777" w:rsidR="00157B77" w:rsidRDefault="00157B77" w:rsidP="00157B77">
      <w:pPr>
        <w:pStyle w:val="Bezmezer"/>
      </w:pPr>
      <w:r>
        <w:t>Výměna pražců pod LIS za KV u Se4  6ks B91</w:t>
      </w:r>
    </w:p>
    <w:p w14:paraId="4A987D5F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570E94DB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65716C40" w14:textId="77777777" w:rsidR="00157B77" w:rsidRDefault="00157B77" w:rsidP="00157B77">
      <w:pPr>
        <w:pStyle w:val="Bezmezer"/>
      </w:pPr>
      <w:r>
        <w:lastRenderedPageBreak/>
        <w:t xml:space="preserve">Výměna kolejnic za KV 1x10m, </w:t>
      </w:r>
    </w:p>
    <w:p w14:paraId="4B52B328" w14:textId="77777777" w:rsidR="00157B77" w:rsidRDefault="00157B77" w:rsidP="00157B77">
      <w:pPr>
        <w:pStyle w:val="Bezmezer"/>
      </w:pPr>
      <w:r>
        <w:t>Výměna kolejnice středová část 1*17,5m</w:t>
      </w:r>
    </w:p>
    <w:p w14:paraId="3EAFF28D" w14:textId="77777777" w:rsidR="00157B77" w:rsidRDefault="00157B77" w:rsidP="00157B77">
      <w:pPr>
        <w:pStyle w:val="Bezmezer"/>
      </w:pPr>
      <w:r>
        <w:t xml:space="preserve">Výměna LIS ve výhybce 4 ks (KV u Se4; střed 4*4m)   </w:t>
      </w:r>
    </w:p>
    <w:p w14:paraId="7EF8F013" w14:textId="77777777" w:rsidR="00157B77" w:rsidRDefault="00157B77" w:rsidP="00157B77">
      <w:pPr>
        <w:pStyle w:val="Bezmezer"/>
      </w:pPr>
      <w:r>
        <w:t>Výměna LIS ve spojce 1-2 2*12m</w:t>
      </w:r>
    </w:p>
    <w:p w14:paraId="2F1EF57A" w14:textId="77777777" w:rsidR="00157B77" w:rsidRDefault="00157B77" w:rsidP="00157B77">
      <w:pPr>
        <w:pStyle w:val="Bezmezer"/>
      </w:pPr>
      <w:r>
        <w:t xml:space="preserve">Výměna jazyků </w:t>
      </w:r>
    </w:p>
    <w:p w14:paraId="51BC0470" w14:textId="77777777" w:rsidR="00157B77" w:rsidRDefault="00157B77" w:rsidP="00157B77">
      <w:pPr>
        <w:pStyle w:val="Bezmezer"/>
      </w:pPr>
      <w:r>
        <w:t>Výměna opornic</w:t>
      </w:r>
    </w:p>
    <w:p w14:paraId="35032297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5452D5E4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8E48045" w14:textId="77777777" w:rsidR="00157B77" w:rsidRDefault="00157B77" w:rsidP="00157B77">
      <w:pPr>
        <w:pStyle w:val="Bezmezer"/>
      </w:pPr>
      <w:r>
        <w:t>Výměna ŠL pod LIS u Se4 (5*4,5*0,35)</w:t>
      </w:r>
    </w:p>
    <w:p w14:paraId="411994E2" w14:textId="77777777" w:rsidR="00157B77" w:rsidRDefault="00157B77" w:rsidP="00157B77">
      <w:pPr>
        <w:pStyle w:val="Bezmezer"/>
      </w:pPr>
      <w:r>
        <w:t>Počty řezů 24</w:t>
      </w:r>
    </w:p>
    <w:p w14:paraId="0D717653" w14:textId="77777777" w:rsidR="00157B77" w:rsidRDefault="00157B77" w:rsidP="00157B77">
      <w:pPr>
        <w:pStyle w:val="Bezmezer"/>
      </w:pPr>
      <w:r>
        <w:t>Počet svarů 24</w:t>
      </w:r>
    </w:p>
    <w:p w14:paraId="54D507EC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0B9DC44D" w14:textId="77777777" w:rsidR="00157B77" w:rsidRDefault="00157B77" w:rsidP="00157B77">
      <w:pPr>
        <w:pStyle w:val="Bezmezer"/>
      </w:pPr>
    </w:p>
    <w:p w14:paraId="3E80701A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60595CC7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6 ks </w:t>
      </w:r>
    </w:p>
    <w:p w14:paraId="5F491522" w14:textId="77777777" w:rsidR="00157B77" w:rsidRDefault="00157B77" w:rsidP="00157B77">
      <w:pPr>
        <w:pStyle w:val="Bezmezer"/>
      </w:pPr>
      <w:r>
        <w:t>Výměna jazykových opěrek 2*10 ks</w:t>
      </w:r>
    </w:p>
    <w:p w14:paraId="11BCA733" w14:textId="77777777" w:rsidR="00157B77" w:rsidRDefault="00157B77" w:rsidP="00157B77">
      <w:pPr>
        <w:pStyle w:val="Bezmezer"/>
      </w:pPr>
      <w:r>
        <w:t>Montáž, demontáž ohřevů</w:t>
      </w:r>
    </w:p>
    <w:p w14:paraId="0D670DF2" w14:textId="77777777" w:rsidR="00157B77" w:rsidRDefault="00157B77" w:rsidP="00157B77">
      <w:pPr>
        <w:pStyle w:val="Bezmezer"/>
      </w:pPr>
      <w:r>
        <w:t>Výměn zámků proti putování 2 ks</w:t>
      </w:r>
    </w:p>
    <w:p w14:paraId="458EBC27" w14:textId="77777777" w:rsidR="00157B77" w:rsidRDefault="008E7D91" w:rsidP="00157B77">
      <w:pPr>
        <w:pStyle w:val="Bezmezer"/>
      </w:pPr>
      <w:r>
        <w:t>Výměna čelisťových závěrů 2 ks</w:t>
      </w:r>
    </w:p>
    <w:p w14:paraId="0FD509B3" w14:textId="77777777" w:rsidR="00157B77" w:rsidRDefault="00157B77" w:rsidP="00157B77">
      <w:pPr>
        <w:pStyle w:val="Bezmezer"/>
      </w:pPr>
      <w:r>
        <w:t>Montáž a demontáž propojek 3 ks</w:t>
      </w:r>
    </w:p>
    <w:p w14:paraId="7AE1D038" w14:textId="77777777" w:rsidR="00157B77" w:rsidRDefault="00157B77" w:rsidP="00157B77">
      <w:pPr>
        <w:pStyle w:val="Bezmezer"/>
      </w:pPr>
      <w:r>
        <w:tab/>
      </w:r>
      <w:r>
        <w:tab/>
      </w:r>
    </w:p>
    <w:p w14:paraId="43FDFD63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1</w:t>
      </w:r>
      <w:r>
        <w:tab/>
        <w:t>J 60-1:12-500 P</w:t>
      </w:r>
    </w:p>
    <w:p w14:paraId="01EEA15A" w14:textId="77777777" w:rsidR="00157B77" w:rsidRDefault="00157B77" w:rsidP="00157B77">
      <w:pPr>
        <w:pStyle w:val="Bezmezer"/>
      </w:pPr>
      <w:r>
        <w:t>Výměna srdcovky ANO</w:t>
      </w:r>
    </w:p>
    <w:p w14:paraId="3AB099C4" w14:textId="77777777" w:rsidR="00157B77" w:rsidRDefault="00157B77" w:rsidP="00157B77">
      <w:pPr>
        <w:pStyle w:val="Bezmezer"/>
      </w:pPr>
      <w:r>
        <w:t>Výměna pražců ve výhybce 8ks (2x3,65; 2x3,75; 2x3,85; 2x3,90)</w:t>
      </w:r>
    </w:p>
    <w:p w14:paraId="2407C428" w14:textId="77777777" w:rsidR="00157B77" w:rsidRDefault="00157B77" w:rsidP="00157B77">
      <w:pPr>
        <w:pStyle w:val="Bezmezer"/>
      </w:pPr>
    </w:p>
    <w:p w14:paraId="58FCF5BE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7B6C513D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05757B7D" w14:textId="77777777" w:rsidR="00157B77" w:rsidRDefault="00157B77" w:rsidP="00157B77">
      <w:pPr>
        <w:pStyle w:val="Bezmezer"/>
      </w:pPr>
      <w:r>
        <w:t xml:space="preserve">Výměna kolejnic za KV 1x10m, </w:t>
      </w:r>
    </w:p>
    <w:p w14:paraId="070F144D" w14:textId="77777777" w:rsidR="00157B77" w:rsidRDefault="00157B77" w:rsidP="00157B77">
      <w:pPr>
        <w:pStyle w:val="Bezmezer"/>
      </w:pPr>
      <w:r>
        <w:t>Výměna kolejnice středová část 1*17,5m</w:t>
      </w:r>
    </w:p>
    <w:p w14:paraId="688A6FB0" w14:textId="77777777" w:rsidR="00157B77" w:rsidRDefault="00157B77" w:rsidP="00157B77">
      <w:pPr>
        <w:pStyle w:val="Bezmezer"/>
      </w:pPr>
      <w:r>
        <w:t xml:space="preserve">Výměna LIS ve výhybce 4 ks (ZV, střed 4*4m)   </w:t>
      </w:r>
    </w:p>
    <w:p w14:paraId="21EBA91A" w14:textId="77777777" w:rsidR="00157B77" w:rsidRDefault="00157B77" w:rsidP="00157B77">
      <w:pPr>
        <w:pStyle w:val="Bezmezer"/>
      </w:pPr>
      <w:r>
        <w:t xml:space="preserve">Výměna jazyků </w:t>
      </w:r>
    </w:p>
    <w:p w14:paraId="68C30F14" w14:textId="77777777" w:rsidR="00157B77" w:rsidRDefault="00157B77" w:rsidP="00157B77">
      <w:pPr>
        <w:pStyle w:val="Bezmezer"/>
      </w:pPr>
      <w:r>
        <w:t>Výměna opornic</w:t>
      </w:r>
    </w:p>
    <w:p w14:paraId="1E265ACB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4075E022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5244FA6" w14:textId="77777777" w:rsidR="00157B77" w:rsidRDefault="00157B77" w:rsidP="00157B77">
      <w:pPr>
        <w:pStyle w:val="Bezmezer"/>
      </w:pPr>
      <w:r>
        <w:t>Počty řezů 22</w:t>
      </w:r>
    </w:p>
    <w:p w14:paraId="5D1037DE" w14:textId="77777777" w:rsidR="00157B77" w:rsidRDefault="00157B77" w:rsidP="00157B77">
      <w:pPr>
        <w:pStyle w:val="Bezmezer"/>
      </w:pPr>
      <w:r>
        <w:t>Počet svarů 22</w:t>
      </w:r>
    </w:p>
    <w:p w14:paraId="523C3210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A5977A9" w14:textId="77777777" w:rsidR="00157B77" w:rsidRDefault="00157B77" w:rsidP="00157B77">
      <w:pPr>
        <w:pStyle w:val="Bezmezer"/>
      </w:pPr>
    </w:p>
    <w:p w14:paraId="05508529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7D11258C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6 ks </w:t>
      </w:r>
    </w:p>
    <w:p w14:paraId="15DA59C8" w14:textId="77777777" w:rsidR="00157B77" w:rsidRDefault="00157B77" w:rsidP="00157B77">
      <w:pPr>
        <w:pStyle w:val="Bezmezer"/>
      </w:pPr>
      <w:r>
        <w:t>Výměna jazykových opěrek 2*10 ks</w:t>
      </w:r>
    </w:p>
    <w:p w14:paraId="74B3131D" w14:textId="77777777" w:rsidR="00157B77" w:rsidRDefault="00157B77" w:rsidP="00157B77">
      <w:pPr>
        <w:pStyle w:val="Bezmezer"/>
      </w:pPr>
      <w:r>
        <w:t>Montáž, demontáž ohřevů</w:t>
      </w:r>
    </w:p>
    <w:p w14:paraId="14F127FD" w14:textId="77777777" w:rsidR="00157B77" w:rsidRDefault="00157B77" w:rsidP="00157B77">
      <w:pPr>
        <w:pStyle w:val="Bezmezer"/>
      </w:pPr>
      <w:r>
        <w:t>Výměn zámků proti putování 2 ks</w:t>
      </w:r>
    </w:p>
    <w:p w14:paraId="0297D07B" w14:textId="77777777" w:rsidR="00157B77" w:rsidRDefault="00157B77" w:rsidP="00157B77">
      <w:pPr>
        <w:pStyle w:val="Bezmezer"/>
      </w:pPr>
      <w:r>
        <w:t>Výměna čelisťovýc</w:t>
      </w:r>
      <w:r w:rsidR="008E7D91">
        <w:t>h závěrů 2 ks</w:t>
      </w:r>
    </w:p>
    <w:p w14:paraId="1525C1AC" w14:textId="77777777" w:rsidR="00157B77" w:rsidRDefault="00157B77" w:rsidP="00157B77">
      <w:pPr>
        <w:pStyle w:val="Bezmezer"/>
      </w:pPr>
      <w:r>
        <w:t>Montáž a demontáž propojek 3 ks</w:t>
      </w:r>
    </w:p>
    <w:p w14:paraId="6483A5CC" w14:textId="77777777" w:rsidR="00157B77" w:rsidRDefault="00157B77" w:rsidP="00157B77">
      <w:pPr>
        <w:pStyle w:val="Bezmezer"/>
      </w:pPr>
    </w:p>
    <w:p w14:paraId="297C6A70" w14:textId="77777777" w:rsidR="00157B77" w:rsidRDefault="00157B77" w:rsidP="00157B77">
      <w:pPr>
        <w:pStyle w:val="Bezmezer"/>
      </w:pPr>
      <w:r>
        <w:t>Mimo výhybky</w:t>
      </w:r>
    </w:p>
    <w:p w14:paraId="250C10AC" w14:textId="77777777" w:rsidR="00157B77" w:rsidRDefault="00157B77" w:rsidP="00157B77">
      <w:pPr>
        <w:pStyle w:val="Bezmezer"/>
      </w:pPr>
      <w:r>
        <w:t>GPK výhybek …… 920 m</w:t>
      </w:r>
    </w:p>
    <w:p w14:paraId="5AE862FC" w14:textId="77777777" w:rsidR="00157B77" w:rsidRDefault="00157B77" w:rsidP="00157B77">
      <w:pPr>
        <w:pStyle w:val="Bezmezer"/>
      </w:pPr>
      <w:r>
        <w:t>GPK kolejí</w:t>
      </w:r>
      <w:r>
        <w:tab/>
        <w:t xml:space="preserve">………  </w:t>
      </w:r>
      <w:r w:rsidR="0097073F">
        <w:t>1252</w:t>
      </w:r>
      <w:r>
        <w:t xml:space="preserve"> m</w:t>
      </w:r>
    </w:p>
    <w:p w14:paraId="202A48D9" w14:textId="77777777" w:rsidR="00157B77" w:rsidRDefault="00157B77" w:rsidP="00157B77">
      <w:pPr>
        <w:pStyle w:val="Bezmezer"/>
      </w:pPr>
      <w:r>
        <w:t xml:space="preserve">Řízená stabilizace   920 + </w:t>
      </w:r>
      <w:r w:rsidR="0097073F">
        <w:t>1252</w:t>
      </w:r>
      <w:r>
        <w:t xml:space="preserve"> m</w:t>
      </w:r>
    </w:p>
    <w:p w14:paraId="11396482" w14:textId="77777777" w:rsidR="00157B77" w:rsidRDefault="00157B77" w:rsidP="00157B77">
      <w:pPr>
        <w:pStyle w:val="Bezmezer"/>
      </w:pPr>
      <w:r>
        <w:t xml:space="preserve">Následné GPK u všech výhybek – 150m </w:t>
      </w:r>
    </w:p>
    <w:p w14:paraId="61D18121" w14:textId="77777777" w:rsidR="00157B77" w:rsidRDefault="00157B77" w:rsidP="00157B77">
      <w:pPr>
        <w:pStyle w:val="Bezmezer"/>
      </w:pPr>
      <w:r>
        <w:t>Následné GPK kolejí</w:t>
      </w:r>
      <w:r>
        <w:tab/>
        <w:t>……….           100m</w:t>
      </w:r>
    </w:p>
    <w:p w14:paraId="3D53A7C7" w14:textId="77777777" w:rsidR="00157B77" w:rsidRDefault="00157B77" w:rsidP="00157B77">
      <w:pPr>
        <w:pStyle w:val="Bezmezer"/>
      </w:pPr>
      <w:r>
        <w:t>Neřízená stabilizace    150 + 100 m</w:t>
      </w:r>
    </w:p>
    <w:p w14:paraId="4D58607F" w14:textId="77777777" w:rsidR="00157B77" w:rsidRDefault="00157B77" w:rsidP="00157B77">
      <w:pPr>
        <w:pStyle w:val="Bezmezer"/>
      </w:pPr>
      <w:r>
        <w:t>Štěrk</w:t>
      </w:r>
    </w:p>
    <w:p w14:paraId="527AD4DB" w14:textId="77777777" w:rsidR="00157B77" w:rsidRDefault="00157B77" w:rsidP="00157B77">
      <w:pPr>
        <w:pStyle w:val="Bezmezer"/>
      </w:pPr>
      <w:r>
        <w:t xml:space="preserve">Sejmutí ornice (zřízení přístupových cest) </w:t>
      </w:r>
      <w:r w:rsidR="0097073F">
        <w:t>300 m3</w:t>
      </w:r>
    </w:p>
    <w:p w14:paraId="4D44C4E7" w14:textId="77777777" w:rsidR="00157B77" w:rsidRDefault="00157B77" w:rsidP="00157B77">
      <w:pPr>
        <w:pStyle w:val="Bezmezer"/>
      </w:pPr>
      <w:r>
        <w:t xml:space="preserve">Zřízení konstrukční vrstvy (cesty) </w:t>
      </w:r>
      <w:r w:rsidR="0097073F">
        <w:t>2400 m2</w:t>
      </w:r>
      <w:r>
        <w:tab/>
      </w:r>
    </w:p>
    <w:p w14:paraId="6242A89C" w14:textId="77777777" w:rsidR="00157B77" w:rsidRDefault="00157B77" w:rsidP="00157B77">
      <w:pPr>
        <w:pStyle w:val="Bezmezer"/>
      </w:pPr>
      <w:r>
        <w:t xml:space="preserve">Demontáž přejezdů ve dvoukolejce </w:t>
      </w:r>
      <w:proofErr w:type="spellStart"/>
      <w:r>
        <w:t>Brenz</w:t>
      </w:r>
      <w:proofErr w:type="spellEnd"/>
      <w:r>
        <w:t xml:space="preserve"> (beton 2*2,4m) + přechod 2*1,2 (panely bet.)</w:t>
      </w:r>
    </w:p>
    <w:p w14:paraId="324B4895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LISů</w:t>
      </w:r>
      <w:proofErr w:type="spellEnd"/>
      <w:r>
        <w:t xml:space="preserve"> u S1,S2,L1,L2 v kolejích 8ks (8*4m)</w:t>
      </w:r>
    </w:p>
    <w:p w14:paraId="0D2C42CA" w14:textId="77777777" w:rsidR="00157B77" w:rsidRDefault="00157B77" w:rsidP="00157B77">
      <w:pPr>
        <w:pStyle w:val="Bezmezer"/>
      </w:pPr>
      <w:r>
        <w:lastRenderedPageBreak/>
        <w:t>Výměna pražců u LIS 4*6 B91a ŠL 4*(4*4*0,35)</w:t>
      </w:r>
    </w:p>
    <w:p w14:paraId="760AFDDF" w14:textId="77777777" w:rsidR="00157B77" w:rsidRDefault="00157B77" w:rsidP="00157B77">
      <w:pPr>
        <w:pStyle w:val="Bezmezer"/>
      </w:pPr>
      <w:proofErr w:type="spellStart"/>
      <w:r>
        <w:t>Balíza</w:t>
      </w:r>
      <w:proofErr w:type="spellEnd"/>
      <w:r>
        <w:t xml:space="preserve"> 11 ks</w:t>
      </w:r>
    </w:p>
    <w:p w14:paraId="1EBA4096" w14:textId="77777777" w:rsidR="00157B77" w:rsidRDefault="00157B77" w:rsidP="00157B77">
      <w:pPr>
        <w:pStyle w:val="Bezmezer"/>
      </w:pPr>
      <w:r>
        <w:t>MIB 4 ks</w:t>
      </w:r>
    </w:p>
    <w:p w14:paraId="6A4C759C" w14:textId="77777777" w:rsidR="00157B77" w:rsidRDefault="00157B77" w:rsidP="00157B77">
      <w:pPr>
        <w:pStyle w:val="Bezmezer"/>
      </w:pPr>
      <w:r>
        <w:t>Ukolejnění 30ks</w:t>
      </w:r>
    </w:p>
    <w:p w14:paraId="1248C794" w14:textId="77777777" w:rsidR="00157B77" w:rsidRDefault="00157B77" w:rsidP="00157B77">
      <w:pPr>
        <w:pStyle w:val="Bezmezer"/>
      </w:pPr>
      <w:r>
        <w:t>Svary 24</w:t>
      </w:r>
    </w:p>
    <w:p w14:paraId="0D1D2D72" w14:textId="77777777" w:rsidR="00157B77" w:rsidRDefault="00157B77" w:rsidP="00157B77">
      <w:pPr>
        <w:pStyle w:val="Bezmezer"/>
      </w:pPr>
      <w:r>
        <w:t>Řezy 24</w:t>
      </w:r>
    </w:p>
    <w:p w14:paraId="33651621" w14:textId="77777777" w:rsidR="00157B77" w:rsidRDefault="0097073F" w:rsidP="00157B77">
      <w:pPr>
        <w:pStyle w:val="Bezmezer"/>
      </w:pPr>
      <w:r>
        <w:t>Umožnění volné dilatace pro BK 150 m + 150 m ve výhybkách</w:t>
      </w:r>
    </w:p>
    <w:p w14:paraId="480EADCE" w14:textId="77777777" w:rsidR="00157B77" w:rsidRDefault="00157B77" w:rsidP="00157B77">
      <w:pPr>
        <w:pStyle w:val="Nadpis2"/>
        <w:rPr>
          <w:noProof/>
        </w:rPr>
      </w:pPr>
      <w:r w:rsidRPr="005C20D1">
        <w:rPr>
          <w:noProof/>
        </w:rPr>
        <w:t>SO 0</w:t>
      </w:r>
      <w:r>
        <w:rPr>
          <w:noProof/>
        </w:rPr>
        <w:t>5</w:t>
      </w:r>
      <w:r w:rsidRPr="005C20D1">
        <w:rPr>
          <w:noProof/>
        </w:rPr>
        <w:t xml:space="preserve"> </w:t>
      </w:r>
      <w:r w:rsidR="00AE5592">
        <w:rPr>
          <w:noProof/>
        </w:rPr>
        <w:t>Práce na žel. svršku v TÚ</w:t>
      </w:r>
      <w:r w:rsidRPr="005C20D1">
        <w:rPr>
          <w:noProof/>
        </w:rPr>
        <w:t xml:space="preserve"> </w:t>
      </w:r>
      <w:r>
        <w:rPr>
          <w:noProof/>
        </w:rPr>
        <w:t>Řečany nad Labem - Záboří nad Labem</w:t>
      </w:r>
      <w:r w:rsidRPr="005C20D1">
        <w:rPr>
          <w:noProof/>
        </w:rPr>
        <w:t xml:space="preserve"> </w:t>
      </w:r>
    </w:p>
    <w:p w14:paraId="762E8C0D" w14:textId="77777777" w:rsidR="00157B77" w:rsidRDefault="00157B77" w:rsidP="00157B77">
      <w:pPr>
        <w:pStyle w:val="Nadpis4"/>
      </w:pPr>
      <w:r>
        <w:t>Předmět práce</w:t>
      </w:r>
    </w:p>
    <w:p w14:paraId="72BFD537" w14:textId="77777777" w:rsidR="00157B77" w:rsidRDefault="00157B77" w:rsidP="00157B77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4463A0FB" w14:textId="77777777" w:rsidR="006F4915" w:rsidRDefault="006F4915" w:rsidP="00157B77">
      <w:pPr>
        <w:pStyle w:val="Bezmezer"/>
      </w:pPr>
      <w:r>
        <w:t>- výměna kolejnic</w:t>
      </w:r>
    </w:p>
    <w:p w14:paraId="3D239CB8" w14:textId="77777777" w:rsidR="00157B77" w:rsidRDefault="00157B77" w:rsidP="00157B77">
      <w:pPr>
        <w:pStyle w:val="Bezmezer"/>
      </w:pPr>
      <w:r>
        <w:t>- broušení kolejnic</w:t>
      </w:r>
    </w:p>
    <w:p w14:paraId="1A400906" w14:textId="77777777" w:rsidR="00157B77" w:rsidRDefault="00157B77" w:rsidP="00157B77">
      <w:pPr>
        <w:pStyle w:val="Bezmezer"/>
      </w:pPr>
      <w:r>
        <w:t>- GPK + doplnění ŠL; následné GPK</w:t>
      </w:r>
    </w:p>
    <w:p w14:paraId="25A6FE47" w14:textId="77777777" w:rsidR="00157B77" w:rsidRDefault="00157B77" w:rsidP="00157B77">
      <w:pPr>
        <w:pStyle w:val="Nadpis4"/>
      </w:pPr>
      <w:r>
        <w:t>Stávající stav</w:t>
      </w:r>
    </w:p>
    <w:p w14:paraId="1275AE21" w14:textId="77777777" w:rsidR="00157B77" w:rsidRDefault="00157B77" w:rsidP="00157B77">
      <w:pPr>
        <w:pStyle w:val="Bezmezer"/>
      </w:pPr>
      <w:r w:rsidRPr="00700591">
        <w:t>km 327,078 - 335,836</w:t>
      </w:r>
      <w:r>
        <w:t xml:space="preserve">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Přejezdy betonové konstrukce </w:t>
      </w:r>
      <w:proofErr w:type="spellStart"/>
      <w:r>
        <w:t>brens</w:t>
      </w:r>
      <w:proofErr w:type="spellEnd"/>
      <w:r>
        <w:t>.</w:t>
      </w:r>
    </w:p>
    <w:p w14:paraId="47A5F4A4" w14:textId="77777777" w:rsidR="00157B77" w:rsidRDefault="00157B77" w:rsidP="00157B77">
      <w:pPr>
        <w:pStyle w:val="Nadpis4"/>
      </w:pPr>
      <w:r>
        <w:t>Nový stav - technické požadavky</w:t>
      </w:r>
    </w:p>
    <w:p w14:paraId="44A70A73" w14:textId="77777777" w:rsidR="006F4915" w:rsidRDefault="006F4915" w:rsidP="006F4915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 do hloubky 0,3 m pod úložnou plochu pražce; šířka 0,4 m za hlavami pražců</w:t>
      </w:r>
    </w:p>
    <w:p w14:paraId="5748B392" w14:textId="77777777" w:rsidR="006F4915" w:rsidRDefault="006F4915" w:rsidP="006F4915">
      <w:pPr>
        <w:pStyle w:val="Bezmezer"/>
      </w:pPr>
      <w:r>
        <w:t>- na vybraných místech výměna kolejového roštu a výměna štěrkového lože do hloubky 0,3 m pod úložnou plochu pražce; šířka 0,4 m za hlavami pražců</w:t>
      </w:r>
    </w:p>
    <w:p w14:paraId="1B1DC10E" w14:textId="77777777" w:rsidR="006F4915" w:rsidRDefault="006F4915" w:rsidP="006F4915">
      <w:pPr>
        <w:pStyle w:val="Bezmezer"/>
      </w:pPr>
      <w:r>
        <w:t>- při výměně ŠL vytvořenou pláň ž. spodku spádovat ve sklon 2% a hutnit</w:t>
      </w:r>
    </w:p>
    <w:p w14:paraId="5F8407D5" w14:textId="77777777" w:rsidR="006F4915" w:rsidRDefault="006F4915" w:rsidP="006F4915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672D56BC" w14:textId="77777777" w:rsidR="006F4915" w:rsidRDefault="006F4915" w:rsidP="006F4915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 prostorech kolejnice odbočné větve může být hutněno jiným zařízením</w:t>
      </w:r>
    </w:p>
    <w:p w14:paraId="51655AC3" w14:textId="77777777" w:rsidR="006F4915" w:rsidRDefault="006F4915" w:rsidP="006F4915">
      <w:pPr>
        <w:pStyle w:val="Bezmezer"/>
      </w:pPr>
      <w:r>
        <w:t xml:space="preserve">- u vybraných LIS pouze čištění </w:t>
      </w:r>
      <w:proofErr w:type="spellStart"/>
      <w:r>
        <w:t>mezipražcově</w:t>
      </w:r>
      <w:proofErr w:type="spellEnd"/>
      <w:r>
        <w:t xml:space="preserve"> do hloubky 0,3 m pod úložnou plochu pražce; doplnění ŠL; hutnění ŠL ve dvou vrstvách</w:t>
      </w:r>
    </w:p>
    <w:p w14:paraId="3857DD55" w14:textId="77777777" w:rsidR="004A0F34" w:rsidRDefault="004A0F34" w:rsidP="006F4915">
      <w:pPr>
        <w:pStyle w:val="Bezmezer"/>
      </w:pPr>
      <w:r>
        <w:t>- vzorkování vyzískaného materiálu</w:t>
      </w:r>
    </w:p>
    <w:p w14:paraId="1DD2CE56" w14:textId="77777777" w:rsidR="004A0F34" w:rsidRDefault="004A0F34" w:rsidP="006F4915">
      <w:pPr>
        <w:pStyle w:val="Bezmezer"/>
      </w:pPr>
      <w:r>
        <w:t>- ojedinělá výměna pražců bez snesení kolejového roštu</w:t>
      </w:r>
    </w:p>
    <w:p w14:paraId="3B428585" w14:textId="77777777" w:rsidR="006F4915" w:rsidRDefault="006F4915" w:rsidP="006F4915">
      <w:pPr>
        <w:pStyle w:val="Bezmezer"/>
      </w:pPr>
      <w:r>
        <w:t>- strojní podbíjení kolejí přesnou metodou</w:t>
      </w:r>
    </w:p>
    <w:p w14:paraId="020915B6" w14:textId="77777777" w:rsidR="006F4915" w:rsidRDefault="006F4915" w:rsidP="006F4915">
      <w:pPr>
        <w:pStyle w:val="Bezmezer"/>
      </w:pPr>
      <w:r>
        <w:t>- hutnění stabilizátorem kolejového lože; v místech, kde se zasahovalo do kolejového lože nejdříve neřízenou stabilizací; po kontinuálním podbíjení provést řízenou stabilizaci v celém úseku</w:t>
      </w:r>
    </w:p>
    <w:p w14:paraId="3192AB27" w14:textId="77777777" w:rsidR="006F4915" w:rsidRDefault="006F4915" w:rsidP="006F4915">
      <w:pPr>
        <w:pStyle w:val="Bezmezer"/>
      </w:pPr>
      <w:r>
        <w:t>- doplnění a úprava štěrkového lože</w:t>
      </w:r>
    </w:p>
    <w:p w14:paraId="62BCCE4F" w14:textId="77777777" w:rsidR="006F4915" w:rsidRDefault="006F4915" w:rsidP="006F4915">
      <w:pPr>
        <w:pStyle w:val="Bezmezer"/>
      </w:pPr>
      <w:r>
        <w:t xml:space="preserve">- následné podbití v koleji pouze na měněných pražcích  a </w:t>
      </w:r>
      <w:proofErr w:type="spellStart"/>
      <w:r>
        <w:t>mezipražcového</w:t>
      </w:r>
      <w:proofErr w:type="spellEnd"/>
      <w:r>
        <w:t xml:space="preserve"> čištění + 1 přilehlý z každé strany</w:t>
      </w:r>
    </w:p>
    <w:p w14:paraId="0043A710" w14:textId="77777777" w:rsidR="006F4915" w:rsidRDefault="006F4915" w:rsidP="006F4915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ukolejnění</w:t>
      </w:r>
    </w:p>
    <w:p w14:paraId="3E6CB5AD" w14:textId="77777777" w:rsidR="006F4915" w:rsidRDefault="006F4915" w:rsidP="006F4915">
      <w:pPr>
        <w:pStyle w:val="Bezmezer"/>
      </w:pPr>
      <w:r>
        <w:t>- demontáž a montáž přejezdů</w:t>
      </w:r>
    </w:p>
    <w:p w14:paraId="6B8295C6" w14:textId="77777777" w:rsidR="006F4915" w:rsidRDefault="006F4915" w:rsidP="006F4915">
      <w:pPr>
        <w:pStyle w:val="Bezmezer"/>
      </w:pPr>
      <w:r>
        <w:t>- dopravní uzávěra přejezdů</w:t>
      </w:r>
    </w:p>
    <w:p w14:paraId="0BB8B2B0" w14:textId="77777777" w:rsidR="006F4915" w:rsidRDefault="006F4915" w:rsidP="006F4915">
      <w:pPr>
        <w:pStyle w:val="Bezmezer"/>
      </w:pPr>
      <w:r>
        <w:t>- souvislá výměna kolejnici, s výměnou podložek pod patou kolejnic a úhlových vložek</w:t>
      </w:r>
    </w:p>
    <w:p w14:paraId="47ABB0D3" w14:textId="77777777" w:rsidR="006F4915" w:rsidRDefault="006F4915" w:rsidP="006F4915">
      <w:pPr>
        <w:pStyle w:val="Bezmezer"/>
      </w:pPr>
      <w:r>
        <w:t>- svařování a zřízení bezstykové koleje</w:t>
      </w:r>
    </w:p>
    <w:p w14:paraId="20AB72E9" w14:textId="77777777" w:rsidR="006F4915" w:rsidRDefault="006F4915" w:rsidP="006F4915">
      <w:pPr>
        <w:pStyle w:val="Bezmezer"/>
      </w:pPr>
      <w:r>
        <w:t>- souvislé strojní broušení kolejnic</w:t>
      </w:r>
    </w:p>
    <w:p w14:paraId="6C640977" w14:textId="77777777" w:rsidR="006F4915" w:rsidRDefault="006F4915" w:rsidP="006F4915">
      <w:pPr>
        <w:pStyle w:val="Bezmezer"/>
      </w:pPr>
      <w:r>
        <w:t>- zpracování a realizace KSÚ a TP pro jednotlivé etapy</w:t>
      </w:r>
    </w:p>
    <w:p w14:paraId="54CC1C9B" w14:textId="77777777" w:rsidR="006F4915" w:rsidRDefault="006F4915" w:rsidP="006F4915">
      <w:pPr>
        <w:pStyle w:val="Bezmezer"/>
      </w:pPr>
      <w:r>
        <w:t>- vytyčení inženýrských sítí</w:t>
      </w:r>
    </w:p>
    <w:p w14:paraId="3572423F" w14:textId="77777777" w:rsidR="006F4915" w:rsidRDefault="006F4915" w:rsidP="006F4915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Záboří v etapách (zvláště ocelové součásti výhybek, výhybkové pražce, příčné pražce); s tím související nájezdy mechanizace</w:t>
      </w:r>
    </w:p>
    <w:p w14:paraId="7B643FDA" w14:textId="77777777" w:rsidR="006F4915" w:rsidRDefault="006F4915" w:rsidP="006F4915">
      <w:pPr>
        <w:pStyle w:val="Bezmezer"/>
      </w:pPr>
      <w:r>
        <w:t>- naložení a přeprava materiálu ze zařízení staveniště k místu montáže</w:t>
      </w:r>
    </w:p>
    <w:p w14:paraId="4FF28DA6" w14:textId="77777777" w:rsidR="006F4915" w:rsidRDefault="006F4915" w:rsidP="006F4915">
      <w:pPr>
        <w:pStyle w:val="Bezmezer"/>
      </w:pPr>
      <w:r>
        <w:t>- naložení přeprava a přeprava užitého ocelového materiálu na zařízení staveniště</w:t>
      </w:r>
    </w:p>
    <w:p w14:paraId="2730F219" w14:textId="77777777" w:rsidR="006F4915" w:rsidRDefault="006F4915" w:rsidP="006F4915">
      <w:pPr>
        <w:pStyle w:val="Bezmezer"/>
      </w:pPr>
      <w:r>
        <w:t>- likvidace betonových a plastových prvků</w:t>
      </w:r>
    </w:p>
    <w:p w14:paraId="1BC465ED" w14:textId="77777777" w:rsidR="006F4915" w:rsidRDefault="006F4915" w:rsidP="006F4915">
      <w:pPr>
        <w:pStyle w:val="Bezmezer"/>
      </w:pPr>
    </w:p>
    <w:p w14:paraId="5886FB74" w14:textId="77777777" w:rsidR="006F4915" w:rsidRDefault="006F4915" w:rsidP="006F4915">
      <w:pPr>
        <w:pStyle w:val="Nadpis4"/>
      </w:pPr>
      <w:r>
        <w:t>Technická specifikace</w:t>
      </w:r>
    </w:p>
    <w:p w14:paraId="4D69807C" w14:textId="77777777" w:rsidR="006F4915" w:rsidRDefault="006F4915" w:rsidP="006F4915">
      <w:pPr>
        <w:pStyle w:val="Bezmezer"/>
      </w:pPr>
      <w:r>
        <w:t xml:space="preserve">GPK </w:t>
      </w:r>
      <w:r>
        <w:tab/>
        <w:t>1. kolej – 8,758 km</w:t>
      </w:r>
    </w:p>
    <w:p w14:paraId="6372EBBD" w14:textId="77777777" w:rsidR="006F4915" w:rsidRDefault="006F4915" w:rsidP="006F4915">
      <w:pPr>
        <w:pStyle w:val="Bezmezer"/>
      </w:pPr>
      <w:r>
        <w:lastRenderedPageBreak/>
        <w:tab/>
        <w:t>2. kolej  - 8,758 km</w:t>
      </w:r>
    </w:p>
    <w:p w14:paraId="4ACA9191" w14:textId="77777777" w:rsidR="006F4915" w:rsidRDefault="006F4915" w:rsidP="006F4915">
      <w:pPr>
        <w:pStyle w:val="Bezmezer"/>
      </w:pPr>
    </w:p>
    <w:p w14:paraId="583F54B2" w14:textId="77777777" w:rsidR="006F4915" w:rsidRDefault="006F4915" w:rsidP="006F4915">
      <w:pPr>
        <w:pStyle w:val="Bezmezer"/>
      </w:pPr>
      <w:r>
        <w:t xml:space="preserve">Řízená stabilizace </w:t>
      </w:r>
    </w:p>
    <w:p w14:paraId="10A11585" w14:textId="77777777" w:rsidR="006F4915" w:rsidRDefault="006F4915" w:rsidP="006F4915">
      <w:pPr>
        <w:pStyle w:val="Bezmezer"/>
      </w:pPr>
      <w:r>
        <w:t>1. kolej – 8,758 m</w:t>
      </w:r>
    </w:p>
    <w:p w14:paraId="0EC35587" w14:textId="77777777" w:rsidR="006F4915" w:rsidRDefault="006F4915" w:rsidP="006F4915">
      <w:pPr>
        <w:pStyle w:val="Bezmezer"/>
      </w:pPr>
      <w:r>
        <w:t>2. kolej  - 8,758 m</w:t>
      </w:r>
    </w:p>
    <w:p w14:paraId="76B4D715" w14:textId="77777777" w:rsidR="006F4915" w:rsidRDefault="006F4915" w:rsidP="006F4915">
      <w:pPr>
        <w:pStyle w:val="Bezmezer"/>
      </w:pPr>
    </w:p>
    <w:p w14:paraId="12AC45EE" w14:textId="77777777" w:rsidR="006F4915" w:rsidRDefault="006F4915" w:rsidP="006F4915">
      <w:pPr>
        <w:pStyle w:val="Bezmezer"/>
      </w:pPr>
      <w:r>
        <w:t xml:space="preserve">Výměna LIS </w:t>
      </w:r>
    </w:p>
    <w:p w14:paraId="76037454" w14:textId="77777777" w:rsidR="006F4915" w:rsidRDefault="006F4915" w:rsidP="006F4915">
      <w:pPr>
        <w:pStyle w:val="Bezmezer"/>
      </w:pPr>
      <w:r>
        <w:t xml:space="preserve">1.TK - 12 ks </w:t>
      </w:r>
    </w:p>
    <w:p w14:paraId="7D92B58B" w14:textId="77777777" w:rsidR="006F4915" w:rsidRDefault="006F4915" w:rsidP="006F4915">
      <w:pPr>
        <w:pStyle w:val="Bezmezer"/>
      </w:pPr>
      <w:r>
        <w:t xml:space="preserve">2. TK – 9 ks </w:t>
      </w:r>
    </w:p>
    <w:p w14:paraId="004B9F98" w14:textId="77777777" w:rsidR="006F4915" w:rsidRDefault="006F4915" w:rsidP="006F4915">
      <w:pPr>
        <w:pStyle w:val="Bezmezer"/>
      </w:pPr>
      <w:r>
        <w:tab/>
        <w:t xml:space="preserve">    </w:t>
      </w:r>
      <w:r>
        <w:tab/>
      </w:r>
    </w:p>
    <w:p w14:paraId="703634B3" w14:textId="77777777" w:rsidR="006F4915" w:rsidRDefault="006F4915" w:rsidP="006F4915">
      <w:pPr>
        <w:pStyle w:val="Bezmezer"/>
      </w:pPr>
      <w:r>
        <w:t xml:space="preserve">Výměna kolejnic </w:t>
      </w:r>
    </w:p>
    <w:p w14:paraId="6A90B6DB" w14:textId="77777777" w:rsidR="006F4915" w:rsidRDefault="006F4915" w:rsidP="006F4915">
      <w:pPr>
        <w:pStyle w:val="Bezmezer"/>
      </w:pPr>
      <w:r>
        <w:t xml:space="preserve">1.TK –2*30m (331,605) </w:t>
      </w:r>
      <w:proofErr w:type="gramStart"/>
      <w:r>
        <w:t>+  (</w:t>
      </w:r>
      <w:proofErr w:type="gramEnd"/>
      <w:r>
        <w:t>328,415)</w:t>
      </w:r>
    </w:p>
    <w:p w14:paraId="4CC3D323" w14:textId="77777777" w:rsidR="006F4915" w:rsidRDefault="006F4915" w:rsidP="006F4915">
      <w:pPr>
        <w:pStyle w:val="Bezmezer"/>
      </w:pPr>
      <w:r>
        <w:t>2.TK – 2*170 m (338,420; 339,350; 335,340; 327,155; 327,805) + 1*2935 (327,325-328,300; 330,330-330,830; 332,430-333,890)</w:t>
      </w:r>
    </w:p>
    <w:p w14:paraId="0F87CEEB" w14:textId="77777777" w:rsidR="006F4915" w:rsidRDefault="006F4915" w:rsidP="006F4915">
      <w:pPr>
        <w:pStyle w:val="Bezmezer"/>
      </w:pPr>
    </w:p>
    <w:p w14:paraId="6819C1BE" w14:textId="77777777" w:rsidR="006F4915" w:rsidRDefault="006F4915" w:rsidP="006F4915">
      <w:pPr>
        <w:pStyle w:val="Bezmezer"/>
      </w:pPr>
      <w:r>
        <w:t>Výměna KR (kolejnice, pražce, ŠL), hutnění ŠL po vrstvách 15 cm</w:t>
      </w:r>
    </w:p>
    <w:p w14:paraId="3F2A94F4" w14:textId="77777777" w:rsidR="006F4915" w:rsidRDefault="006F4915" w:rsidP="006F4915">
      <w:pPr>
        <w:pStyle w:val="Bezmezer"/>
      </w:pPr>
      <w:r>
        <w:t xml:space="preserve">1.TK – 50 m (5*4m lis + 331,605 -30m) </w:t>
      </w:r>
    </w:p>
    <w:p w14:paraId="5FA122F0" w14:textId="77777777" w:rsidR="006F4915" w:rsidRDefault="006F4915" w:rsidP="006F4915">
      <w:pPr>
        <w:pStyle w:val="Bezmezer"/>
      </w:pPr>
      <w:r>
        <w:t xml:space="preserve">2.TK – 95 m (328,420 -20m; 329,350 -20m; 327,805 -25m; 335,340 - 30m) </w:t>
      </w:r>
    </w:p>
    <w:p w14:paraId="43C64A46" w14:textId="77777777" w:rsidR="006F4915" w:rsidRDefault="006F4915" w:rsidP="006F4915">
      <w:pPr>
        <w:pStyle w:val="Bezmezer"/>
      </w:pPr>
    </w:p>
    <w:p w14:paraId="291C274A" w14:textId="77777777" w:rsidR="006F4915" w:rsidRDefault="006F4915" w:rsidP="006F4915">
      <w:pPr>
        <w:pStyle w:val="Bezmezer"/>
      </w:pPr>
      <w:r>
        <w:t>Výměna pražců s KR</w:t>
      </w:r>
    </w:p>
    <w:p w14:paraId="381BFCC7" w14:textId="77777777" w:rsidR="006F4915" w:rsidRDefault="006F4915" w:rsidP="006F4915">
      <w:pPr>
        <w:pStyle w:val="Bezmezer"/>
      </w:pPr>
      <w:r>
        <w:t xml:space="preserve">1.TK – 80ks (5*6 lis + 331,250 - 50ks) </w:t>
      </w:r>
    </w:p>
    <w:p w14:paraId="24BD2F4B" w14:textId="77777777" w:rsidR="006F4915" w:rsidRDefault="006F4915" w:rsidP="006F4915">
      <w:pPr>
        <w:pStyle w:val="Bezmezer"/>
      </w:pPr>
      <w:r>
        <w:t>2.TK – 190ks (328,420 -40ks; 329,350 -40ks; 327,805 -50ks; 335,340 - 60ks)</w:t>
      </w:r>
    </w:p>
    <w:p w14:paraId="08CC114A" w14:textId="77777777" w:rsidR="006F4915" w:rsidRDefault="006F4915" w:rsidP="006F4915">
      <w:pPr>
        <w:pStyle w:val="Bezmezer"/>
      </w:pPr>
    </w:p>
    <w:p w14:paraId="17BFEA79" w14:textId="77777777" w:rsidR="006F4915" w:rsidRDefault="006F4915" w:rsidP="006F4915">
      <w:pPr>
        <w:pStyle w:val="Bezmezer"/>
      </w:pPr>
      <w:r>
        <w:t xml:space="preserve">Výměna ŠL </w:t>
      </w:r>
      <w:proofErr w:type="spellStart"/>
      <w:r>
        <w:t>mezipražcově</w:t>
      </w:r>
      <w:proofErr w:type="spellEnd"/>
      <w:r>
        <w:t xml:space="preserve"> </w:t>
      </w:r>
    </w:p>
    <w:p w14:paraId="3892EC57" w14:textId="77777777" w:rsidR="006F4915" w:rsidRDefault="006F4915" w:rsidP="006F4915">
      <w:pPr>
        <w:pStyle w:val="Bezmezer"/>
      </w:pPr>
      <w:r>
        <w:t>1.TK – 25 oken (5oken 342,370 + 344,233 + 344,491; 344,440-10 oken)</w:t>
      </w:r>
    </w:p>
    <w:p w14:paraId="77818AE9" w14:textId="77777777" w:rsidR="006F4915" w:rsidRDefault="006F4915" w:rsidP="006F4915">
      <w:pPr>
        <w:pStyle w:val="Bezmezer"/>
      </w:pPr>
      <w:r>
        <w:t xml:space="preserve">2.TK – 50 oken (10*5 oken lis) </w:t>
      </w:r>
    </w:p>
    <w:p w14:paraId="3FBB0D86" w14:textId="77777777" w:rsidR="006F4915" w:rsidRDefault="006F4915" w:rsidP="006F4915">
      <w:pPr>
        <w:pStyle w:val="Bezmezer"/>
      </w:pPr>
    </w:p>
    <w:p w14:paraId="06029158" w14:textId="77777777" w:rsidR="006F4915" w:rsidRDefault="006F4915" w:rsidP="006F4915">
      <w:pPr>
        <w:pStyle w:val="Bezmezer"/>
      </w:pPr>
      <w:r>
        <w:t xml:space="preserve">Demontáž a montáž přejezdů - </w:t>
      </w:r>
      <w:proofErr w:type="spellStart"/>
      <w:r>
        <w:t>Brenz</w:t>
      </w:r>
      <w:proofErr w:type="spellEnd"/>
    </w:p>
    <w:p w14:paraId="2B8E9145" w14:textId="77777777" w:rsidR="006F4915" w:rsidRDefault="006F4915" w:rsidP="006F4915">
      <w:pPr>
        <w:pStyle w:val="Bezmezer"/>
      </w:pPr>
      <w:r>
        <w:t xml:space="preserve">1.TK – 28,8m  </w:t>
      </w:r>
    </w:p>
    <w:p w14:paraId="1767D5AB" w14:textId="77777777" w:rsidR="006F4915" w:rsidRDefault="006F4915" w:rsidP="006F4915">
      <w:pPr>
        <w:pStyle w:val="Bezmezer"/>
      </w:pPr>
      <w:r>
        <w:t xml:space="preserve">2.TK - 28,8m </w:t>
      </w:r>
    </w:p>
    <w:p w14:paraId="057CAD2F" w14:textId="77777777" w:rsidR="006F4915" w:rsidRDefault="006F4915" w:rsidP="006F4915">
      <w:pPr>
        <w:pStyle w:val="Bezmezer"/>
      </w:pPr>
    </w:p>
    <w:p w14:paraId="1B0C900F" w14:textId="77777777" w:rsidR="006F4915" w:rsidRDefault="006F4915" w:rsidP="006F4915">
      <w:pPr>
        <w:pStyle w:val="Bezmezer"/>
      </w:pPr>
      <w:r>
        <w:t xml:space="preserve">Následné GPK </w:t>
      </w:r>
    </w:p>
    <w:p w14:paraId="4BFF5AD4" w14:textId="77777777" w:rsidR="006F4915" w:rsidRDefault="006F4915" w:rsidP="006F4915">
      <w:pPr>
        <w:pStyle w:val="Bezmezer"/>
      </w:pPr>
      <w:r>
        <w:t xml:space="preserve">1.TK – </w:t>
      </w:r>
      <w:r w:rsidR="004A0F34">
        <w:t>500 m (</w:t>
      </w:r>
      <w:r>
        <w:t xml:space="preserve">250 m </w:t>
      </w:r>
      <w:r w:rsidR="004A0F34">
        <w:t>+ rezerva)</w:t>
      </w:r>
    </w:p>
    <w:p w14:paraId="1E4C4684" w14:textId="77777777" w:rsidR="006F4915" w:rsidRDefault="006F4915" w:rsidP="006F4915">
      <w:pPr>
        <w:pStyle w:val="Bezmezer"/>
      </w:pPr>
      <w:r>
        <w:t xml:space="preserve">2.TK – </w:t>
      </w:r>
      <w:r w:rsidR="004A0F34">
        <w:t>500 m (</w:t>
      </w:r>
      <w:r>
        <w:t>200 m</w:t>
      </w:r>
      <w:r w:rsidR="004A0F34">
        <w:t xml:space="preserve"> + rezerva</w:t>
      </w:r>
      <w:r>
        <w:t xml:space="preserve"> </w:t>
      </w:r>
    </w:p>
    <w:p w14:paraId="6F3A0513" w14:textId="77777777" w:rsidR="006F4915" w:rsidRDefault="006F4915" w:rsidP="006F4915">
      <w:pPr>
        <w:pStyle w:val="Bezmezer"/>
      </w:pPr>
    </w:p>
    <w:p w14:paraId="1FE1A2EA" w14:textId="77777777" w:rsidR="006F4915" w:rsidRDefault="006F4915" w:rsidP="006F4915">
      <w:pPr>
        <w:pStyle w:val="Bezmezer"/>
      </w:pPr>
      <w:r>
        <w:t xml:space="preserve">Neřízená stabilizace </w:t>
      </w:r>
    </w:p>
    <w:p w14:paraId="2E33ABF9" w14:textId="77777777" w:rsidR="006F4915" w:rsidRDefault="006F4915" w:rsidP="006F4915">
      <w:pPr>
        <w:pStyle w:val="Bezmezer"/>
      </w:pPr>
      <w:r>
        <w:t xml:space="preserve">1.TK – </w:t>
      </w:r>
      <w:r w:rsidR="004A0F34">
        <w:t>500</w:t>
      </w:r>
      <w:r>
        <w:t xml:space="preserve"> m </w:t>
      </w:r>
    </w:p>
    <w:p w14:paraId="0F593571" w14:textId="77777777" w:rsidR="006F4915" w:rsidRDefault="006F4915" w:rsidP="006F4915">
      <w:pPr>
        <w:pStyle w:val="Bezmezer"/>
      </w:pPr>
      <w:r>
        <w:t xml:space="preserve">2.TK – </w:t>
      </w:r>
      <w:r w:rsidR="004A0F34">
        <w:t xml:space="preserve">500 </w:t>
      </w:r>
      <w:r>
        <w:t xml:space="preserve">m </w:t>
      </w:r>
    </w:p>
    <w:p w14:paraId="6C63FC8D" w14:textId="77777777" w:rsidR="004C2217" w:rsidRDefault="004C2217" w:rsidP="004C2217">
      <w:pPr>
        <w:pStyle w:val="Nadpis2"/>
        <w:rPr>
          <w:noProof/>
        </w:rPr>
      </w:pPr>
      <w:r w:rsidRPr="00823D9F">
        <w:rPr>
          <w:noProof/>
        </w:rPr>
        <w:t>SO 0</w:t>
      </w:r>
      <w:r>
        <w:rPr>
          <w:noProof/>
        </w:rPr>
        <w:t>6</w:t>
      </w:r>
      <w:r w:rsidRPr="00823D9F">
        <w:rPr>
          <w:noProof/>
        </w:rPr>
        <w:t xml:space="preserve"> </w:t>
      </w:r>
      <w:r w:rsidR="00AE5592">
        <w:rPr>
          <w:noProof/>
        </w:rPr>
        <w:t xml:space="preserve">Práce na žel. svršku v </w:t>
      </w:r>
      <w:r>
        <w:rPr>
          <w:noProof/>
        </w:rPr>
        <w:t>žst. Záboří nad Labem</w:t>
      </w:r>
    </w:p>
    <w:p w14:paraId="52DC9885" w14:textId="77777777" w:rsidR="004C2217" w:rsidRDefault="004C2217" w:rsidP="004C2217">
      <w:pPr>
        <w:pStyle w:val="Nadpis4"/>
      </w:pPr>
      <w:r>
        <w:t>Předmět práce</w:t>
      </w:r>
    </w:p>
    <w:p w14:paraId="73D40459" w14:textId="77777777" w:rsidR="004C2217" w:rsidRDefault="004C2217" w:rsidP="004C2217">
      <w:pPr>
        <w:pStyle w:val="Bezmezer"/>
      </w:pPr>
      <w:r>
        <w:t xml:space="preserve">- </w:t>
      </w:r>
      <w:proofErr w:type="spellStart"/>
      <w:r>
        <w:t>v.č</w:t>
      </w:r>
      <w:proofErr w:type="spellEnd"/>
      <w:r>
        <w:t xml:space="preserve">. 2, 3, 4, 1, 5, 6, 18, 19, 23, 20, 21, 22 </w:t>
      </w:r>
      <w:r w:rsidR="005C384E">
        <w:t>- obnovovací práce na výhybkách</w:t>
      </w:r>
    </w:p>
    <w:p w14:paraId="27B7C8F6" w14:textId="77777777" w:rsidR="004C2217" w:rsidRDefault="004C2217" w:rsidP="004C2217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50A55E4E" w14:textId="77777777" w:rsidR="004C2217" w:rsidRDefault="004C2217" w:rsidP="004C2217">
      <w:pPr>
        <w:pStyle w:val="Bezmezer"/>
      </w:pPr>
      <w:r>
        <w:t>- GPK + doplnění ŠL; následné GPK</w:t>
      </w:r>
    </w:p>
    <w:p w14:paraId="731FC77A" w14:textId="77777777" w:rsidR="004C2217" w:rsidRDefault="004C2217" w:rsidP="004C2217">
      <w:pPr>
        <w:pStyle w:val="Nadpis4"/>
      </w:pPr>
      <w:r>
        <w:t>Stávající stav</w:t>
      </w:r>
    </w:p>
    <w:p w14:paraId="253477CD" w14:textId="77777777" w:rsidR="004C2217" w:rsidRDefault="004C2217" w:rsidP="004C2217">
      <w:pPr>
        <w:pStyle w:val="Bezmezer"/>
      </w:pPr>
      <w:r>
        <w:t xml:space="preserve">km 327,078 - 337,467;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Výhybky soustavy UIC druhé generace na betonových pražcích. </w:t>
      </w:r>
      <w:r w:rsidR="006C0208">
        <w:t xml:space="preserve">Výhybky jsou vybaveny žlabovými pražci. </w:t>
      </w:r>
      <w:r>
        <w:t>Stěrkové lože za kameniva frakce 31,5/63 mm. Výhybky a koleje jsou svařeny do bezstykové koleje.</w:t>
      </w:r>
    </w:p>
    <w:p w14:paraId="68E4BD46" w14:textId="77777777" w:rsidR="004C2217" w:rsidRDefault="004C2217" w:rsidP="004C2217">
      <w:pPr>
        <w:pStyle w:val="Nadpis4"/>
      </w:pPr>
      <w:r>
        <w:t>Nový stav - technické požadavky</w:t>
      </w:r>
    </w:p>
    <w:p w14:paraId="2A3E2369" w14:textId="77777777" w:rsidR="004C2217" w:rsidRDefault="004C2217" w:rsidP="004C2217">
      <w:pPr>
        <w:pStyle w:val="Bezmezer"/>
      </w:pPr>
      <w:r>
        <w:t>- výměna vybraných ocelových součástí výhybek obsahuje:</w:t>
      </w:r>
    </w:p>
    <w:p w14:paraId="2CE14C16" w14:textId="77777777" w:rsidR="004C2217" w:rsidRDefault="004C2217" w:rsidP="004C2217">
      <w:pPr>
        <w:pStyle w:val="Bezmezer"/>
      </w:pPr>
      <w:r>
        <w:tab/>
        <w:t>- dělení kolejnic</w:t>
      </w:r>
    </w:p>
    <w:p w14:paraId="5A30B2C5" w14:textId="77777777" w:rsidR="004C2217" w:rsidRDefault="004C2217" w:rsidP="004C2217">
      <w:pPr>
        <w:pStyle w:val="Bezmezer"/>
        <w:ind w:left="708"/>
      </w:pPr>
      <w:r>
        <w:t>- výměna srdcovky, za KV v hlavním směru výměna kolejnice 10 m, ve vedlejším směru výměna středu JKS (zpravidla s LIS)</w:t>
      </w:r>
    </w:p>
    <w:p w14:paraId="1947140C" w14:textId="77777777" w:rsidR="004C2217" w:rsidRDefault="004C2217" w:rsidP="004C2217">
      <w:pPr>
        <w:pStyle w:val="Bezmezer"/>
        <w:ind w:left="708"/>
      </w:pPr>
      <w:r>
        <w:lastRenderedPageBreak/>
        <w:t>- demontáž a montáž přídržnice v hlavním směru výhybky v místech měnění pražců na srdcovkách</w:t>
      </w:r>
    </w:p>
    <w:p w14:paraId="56D8DA16" w14:textId="77777777" w:rsidR="004C2217" w:rsidRDefault="004C2217" w:rsidP="004C2217">
      <w:pPr>
        <w:pStyle w:val="Bezmezer"/>
        <w:ind w:left="708"/>
      </w:pPr>
      <w:r>
        <w:t xml:space="preserve">- výměna </w:t>
      </w:r>
      <w:proofErr w:type="spellStart"/>
      <w:r>
        <w:t>LISu</w:t>
      </w:r>
      <w:proofErr w:type="spellEnd"/>
      <w:r>
        <w:t xml:space="preserve"> mezi srdcovkou a středovou kolejnicí a výměna </w:t>
      </w:r>
      <w:proofErr w:type="spellStart"/>
      <w:r>
        <w:t>LISů</w:t>
      </w:r>
      <w:proofErr w:type="spellEnd"/>
      <w:r>
        <w:t xml:space="preserve"> bezprostředně u výhybkové konstrukce</w:t>
      </w:r>
    </w:p>
    <w:p w14:paraId="58337401" w14:textId="77777777" w:rsidR="004C2217" w:rsidRDefault="004C2217" w:rsidP="004C2217">
      <w:pPr>
        <w:pStyle w:val="Bezmezer"/>
        <w:ind w:left="708"/>
      </w:pPr>
      <w:r>
        <w:t>- výměna středových kolejnic</w:t>
      </w:r>
    </w:p>
    <w:p w14:paraId="48F6276D" w14:textId="77777777" w:rsidR="004C2217" w:rsidRDefault="004C2217" w:rsidP="004C2217">
      <w:pPr>
        <w:pStyle w:val="Bezmezer"/>
        <w:ind w:left="708"/>
      </w:pPr>
      <w:r>
        <w:t>- výměna jazyků a opornic</w:t>
      </w:r>
    </w:p>
    <w:p w14:paraId="26534B01" w14:textId="77777777" w:rsidR="004C2217" w:rsidRDefault="004C2217" w:rsidP="004C2217">
      <w:pPr>
        <w:pStyle w:val="Bezmezer"/>
        <w:ind w:left="708"/>
      </w:pPr>
      <w:r>
        <w:t xml:space="preserve">- </w:t>
      </w:r>
      <w:r w:rsidRPr="00B954E1">
        <w:t>demontáž a montáž jazykových opěrek opornice</w:t>
      </w:r>
    </w:p>
    <w:p w14:paraId="64712700" w14:textId="77777777" w:rsidR="004C2217" w:rsidRDefault="004C2217" w:rsidP="004C2217">
      <w:pPr>
        <w:pStyle w:val="Bezmezer"/>
        <w:ind w:left="708"/>
      </w:pPr>
      <w:r>
        <w:t>- demontáž a montáž zámku proti putování jazyka</w:t>
      </w:r>
    </w:p>
    <w:p w14:paraId="63F20955" w14:textId="77777777" w:rsidR="004C2217" w:rsidRDefault="004C2217" w:rsidP="004C2217">
      <w:pPr>
        <w:pStyle w:val="Bezmezer"/>
        <w:ind w:left="708"/>
      </w:pPr>
      <w:r>
        <w:t>- svařování do BK (umožnění volné dilatace, seřízení jazyků, montážní a závěrné svary)</w:t>
      </w:r>
    </w:p>
    <w:p w14:paraId="575CF604" w14:textId="77777777" w:rsidR="004C2217" w:rsidRDefault="004C2217" w:rsidP="004C2217">
      <w:pPr>
        <w:pStyle w:val="Bezmezer"/>
        <w:ind w:left="708"/>
      </w:pPr>
      <w:r>
        <w:t xml:space="preserve">- demontáž a montáž </w:t>
      </w:r>
      <w:proofErr w:type="spellStart"/>
      <w:r>
        <w:t>ekoslidů</w:t>
      </w:r>
      <w:proofErr w:type="spellEnd"/>
      <w:r>
        <w:t xml:space="preserve"> a </w:t>
      </w:r>
      <w:proofErr w:type="spellStart"/>
      <w:r>
        <w:t>dotlačovačů</w:t>
      </w:r>
      <w:proofErr w:type="spellEnd"/>
      <w:r>
        <w:t xml:space="preserve"> jazyka</w:t>
      </w:r>
    </w:p>
    <w:p w14:paraId="2456E620" w14:textId="77777777" w:rsidR="004C2217" w:rsidRDefault="004C2217" w:rsidP="004C2217">
      <w:pPr>
        <w:pStyle w:val="Bezmezer"/>
        <w:ind w:left="708"/>
      </w:pPr>
      <w:r>
        <w:t>- u měněných jazyků a opornic demontáž a montáž EOV, přestavníků a snímačů poloh jazyka</w:t>
      </w:r>
    </w:p>
    <w:p w14:paraId="34C717F7" w14:textId="77777777" w:rsidR="004C2217" w:rsidRDefault="004C2217" w:rsidP="004C2217">
      <w:pPr>
        <w:pStyle w:val="Bezmezer"/>
        <w:ind w:left="708"/>
      </w:pPr>
      <w:r>
        <w:t xml:space="preserve">- u měněných jazyků a opornic základní broušení od 3 </w:t>
      </w:r>
      <w:proofErr w:type="spellStart"/>
      <w:r>
        <w:t>měs</w:t>
      </w:r>
      <w:proofErr w:type="spellEnd"/>
      <w:r>
        <w:t xml:space="preserve"> po uvedení do provozu</w:t>
      </w:r>
    </w:p>
    <w:p w14:paraId="54EF3D5D" w14:textId="77777777" w:rsidR="004C2217" w:rsidRDefault="004C2217" w:rsidP="004C2217">
      <w:pPr>
        <w:pStyle w:val="Bezmezer"/>
        <w:ind w:left="708"/>
      </w:pPr>
      <w:r>
        <w:t xml:space="preserve">- </w:t>
      </w:r>
      <w:r w:rsidRPr="00BF1956">
        <w:t>navrtání otvorů pro lana, zádržné opěrky, snímače poloh, propojky, jazykové opěrky</w:t>
      </w:r>
    </w:p>
    <w:p w14:paraId="7912026E" w14:textId="77777777" w:rsidR="004C2217" w:rsidRDefault="004C2217" w:rsidP="004C2217">
      <w:pPr>
        <w:pStyle w:val="Bezmezer"/>
      </w:pPr>
      <w:r>
        <w:t>- výměna lanových propojení (jazyk opornice, vnější kolejnice u srdcovky)</w:t>
      </w:r>
    </w:p>
    <w:p w14:paraId="42F43A82" w14:textId="77777777" w:rsidR="004C2217" w:rsidRDefault="004C2217" w:rsidP="004C2217">
      <w:pPr>
        <w:pStyle w:val="Bezmezer"/>
      </w:pPr>
      <w:r>
        <w:t xml:space="preserve">- výměna součástí čelisťových závěrů (svorníky, </w:t>
      </w:r>
      <w:proofErr w:type="spellStart"/>
      <w:r>
        <w:t>závorovací</w:t>
      </w:r>
      <w:proofErr w:type="spellEnd"/>
      <w:r>
        <w:t xml:space="preserve"> tyče, háky </w:t>
      </w:r>
      <w:proofErr w:type="spellStart"/>
      <w:r>
        <w:t>čz</w:t>
      </w:r>
      <w:proofErr w:type="spellEnd"/>
      <w:r>
        <w:t xml:space="preserve">, čelisti </w:t>
      </w:r>
      <w:proofErr w:type="spellStart"/>
      <w:r>
        <w:t>čz</w:t>
      </w:r>
      <w:proofErr w:type="spellEnd"/>
      <w:r>
        <w:t xml:space="preserve">, páky </w:t>
      </w:r>
      <w:proofErr w:type="spellStart"/>
      <w:r>
        <w:t>čz</w:t>
      </w:r>
      <w:proofErr w:type="spellEnd"/>
      <w:r>
        <w:t>, táhla) včetně dodávky materiálu</w:t>
      </w:r>
    </w:p>
    <w:p w14:paraId="534FA59F" w14:textId="3C1C38FF" w:rsidR="004428FF" w:rsidRDefault="004428FF" w:rsidP="004C2217">
      <w:pPr>
        <w:pStyle w:val="Bezmezer"/>
      </w:pPr>
      <w:r>
        <w:t>- souvislé strojní broušení kolejnic</w:t>
      </w:r>
    </w:p>
    <w:p w14:paraId="2E757381" w14:textId="77777777" w:rsidR="004C2217" w:rsidRDefault="004C2217" w:rsidP="004C2217">
      <w:pPr>
        <w:pStyle w:val="Bezmezer"/>
      </w:pPr>
      <w:r>
        <w:t>- broušení součástí výhybek</w:t>
      </w:r>
    </w:p>
    <w:p w14:paraId="6ADCF361" w14:textId="77777777" w:rsidR="004C2217" w:rsidRDefault="004C2217" w:rsidP="004C2217">
      <w:pPr>
        <w:pStyle w:val="Bezmezer"/>
      </w:pPr>
      <w:r>
        <w:t xml:space="preserve">- základní broušení měněných součástí výhybky (jazyky, opornice, srdcovky, středové kolejnice) provedeny </w:t>
      </w:r>
      <w:r w:rsidR="008E3719">
        <w:t xml:space="preserve">po </w:t>
      </w:r>
      <w:r>
        <w:t>následném podbíjení</w:t>
      </w:r>
    </w:p>
    <w:p w14:paraId="3971B013" w14:textId="77777777" w:rsidR="004C2217" w:rsidRDefault="004C2217" w:rsidP="004C2217">
      <w:pPr>
        <w:pStyle w:val="Bezmezer"/>
      </w:pPr>
      <w:r>
        <w:t xml:space="preserve">- </w:t>
      </w:r>
      <w:proofErr w:type="spellStart"/>
      <w:r>
        <w:t>nadvaření</w:t>
      </w:r>
      <w:proofErr w:type="spellEnd"/>
      <w:r>
        <w:t xml:space="preserve"> srdcovky</w:t>
      </w:r>
    </w:p>
    <w:p w14:paraId="597C88AA" w14:textId="77777777" w:rsidR="004C2217" w:rsidRDefault="004C2217" w:rsidP="004C2217">
      <w:pPr>
        <w:pStyle w:val="Bezmezer"/>
      </w:pPr>
      <w:r>
        <w:t>- výměna podložek pod kolejnicemi a výhybkovými součástmi ve výhybkách</w:t>
      </w:r>
    </w:p>
    <w:p w14:paraId="1993D1B4" w14:textId="77777777" w:rsidR="004C2217" w:rsidRDefault="004C2217" w:rsidP="004C2217">
      <w:pPr>
        <w:pStyle w:val="Bezmezer"/>
      </w:pPr>
      <w:r>
        <w:t>- výměna pražců pod srdcovkou při demontované srdcovce a kolejnice u přídržnice v hlavním směru</w:t>
      </w:r>
    </w:p>
    <w:p w14:paraId="56E0A81A" w14:textId="77777777" w:rsidR="004C2217" w:rsidRDefault="004C2217" w:rsidP="004C2217">
      <w:pPr>
        <w:pStyle w:val="Bezmezer"/>
      </w:pPr>
      <w:r>
        <w:t>- výměna štěrkového lože pod srdcovkou v prostoru výměny pražců do hloubky 0,3 m pod úložnou plochu pražce; šířka 0,4 m za hlavy pražců směrem k ose os a 1,5 m směrem vně koleje</w:t>
      </w:r>
    </w:p>
    <w:p w14:paraId="039DD2C1" w14:textId="77777777" w:rsidR="004C2217" w:rsidRDefault="004C2217" w:rsidP="004C2217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lože, kde se mění pražce</w:t>
      </w:r>
    </w:p>
    <w:p w14:paraId="58AAD967" w14:textId="77777777" w:rsidR="004C2217" w:rsidRDefault="004C2217" w:rsidP="004C2217">
      <w:pPr>
        <w:pStyle w:val="Bezmezer"/>
      </w:pPr>
      <w:r>
        <w:t xml:space="preserve">- při výměně ŠL do hloubky 0,3 m pod úložnou plochou pražce; </w:t>
      </w:r>
      <w:proofErr w:type="spellStart"/>
      <w:r>
        <w:t>šírka</w:t>
      </w:r>
      <w:proofErr w:type="spellEnd"/>
      <w:r>
        <w:t xml:space="preserve"> 0,4m za hlavami pražců; vytvořenou pláň ž. spodku spádovat ve sklon 2% a hutnit</w:t>
      </w:r>
    </w:p>
    <w:p w14:paraId="2D633377" w14:textId="77777777" w:rsidR="004C2217" w:rsidRDefault="004C2217" w:rsidP="004C2217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51BA170C" w14:textId="77777777" w:rsidR="004C2217" w:rsidRDefault="004C2217" w:rsidP="004C2217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 prostorech kolejnice odbočné větve může být hutněno jiným zařízením</w:t>
      </w:r>
    </w:p>
    <w:p w14:paraId="6B1317C0" w14:textId="77777777" w:rsidR="004C2217" w:rsidRDefault="004C2217" w:rsidP="004C2217">
      <w:pPr>
        <w:pStyle w:val="Bezmezer"/>
      </w:pPr>
      <w:r>
        <w:t>- v rámci výměny pražců (příčných i výhybkových) budou pražce podbity strojně po výměně, následně podbity v rámci kontinuálního propracování</w:t>
      </w:r>
    </w:p>
    <w:p w14:paraId="56830C45" w14:textId="77777777" w:rsidR="004C2217" w:rsidRDefault="004C2217" w:rsidP="004C2217">
      <w:pPr>
        <w:pStyle w:val="Bezmezer"/>
      </w:pPr>
      <w:r>
        <w:t>- následné podbití ve výhybkách a v koleji pouze na měněných pražcích + 1 přilehlý z každé strany; to znamená, že vyměněný pražec bude na konci stavby minimálně 3x podbitý</w:t>
      </w:r>
    </w:p>
    <w:p w14:paraId="7C7AA614" w14:textId="77777777" w:rsidR="004C2217" w:rsidRDefault="004C2217" w:rsidP="004C2217">
      <w:pPr>
        <w:pStyle w:val="Bezmezer"/>
      </w:pPr>
      <w:r>
        <w:t xml:space="preserve">- čištění </w:t>
      </w:r>
      <w:proofErr w:type="spellStart"/>
      <w:r>
        <w:t>mezipražcově</w:t>
      </w:r>
      <w:proofErr w:type="spellEnd"/>
      <w:r>
        <w:t xml:space="preserve"> v prostoru zámku proti putování jazyka do hloubky 0,3 m pod úložnou plochu pražce; doplnění ŠL; hutnění ŠL ve dvou vrstvách</w:t>
      </w:r>
    </w:p>
    <w:p w14:paraId="08424681" w14:textId="77777777" w:rsidR="004C2217" w:rsidRDefault="004C2217" w:rsidP="004C2217">
      <w:pPr>
        <w:pStyle w:val="Bezmezer"/>
      </w:pPr>
      <w:r>
        <w:t>- čištění zásypového klíny pod stezkou v srdcovkové části výhybky po délce měněných pražců; prostor navazuje na výměnu štěrkového lože v koleji</w:t>
      </w:r>
    </w:p>
    <w:p w14:paraId="71977271" w14:textId="77777777" w:rsidR="004C2217" w:rsidRDefault="004C2217" w:rsidP="004C2217">
      <w:pPr>
        <w:pStyle w:val="Bezmezer"/>
      </w:pPr>
      <w:r>
        <w:t xml:space="preserve">- v km 336,336 (podchod) v SK 1,2 snesení kolejového roštu v dl. 12 m, výměna ŠL a instalace </w:t>
      </w:r>
      <w:proofErr w:type="spellStart"/>
      <w:r>
        <w:t>antivibračbí</w:t>
      </w:r>
      <w:proofErr w:type="spellEnd"/>
      <w:r>
        <w:t xml:space="preserve"> rohože na strop podchodu, výměna pražců a kolejnic, svaření do BK vč. umožnění volné dilatace</w:t>
      </w:r>
    </w:p>
    <w:p w14:paraId="5A0E4000" w14:textId="77777777" w:rsidR="004C2217" w:rsidRDefault="004C2217" w:rsidP="004C2217">
      <w:pPr>
        <w:pStyle w:val="Bezmezer"/>
      </w:pPr>
      <w:r>
        <w:t>- strojní podbíjení výhybek a kolejí přesnou metodou</w:t>
      </w:r>
    </w:p>
    <w:p w14:paraId="6FBA3004" w14:textId="77777777" w:rsidR="004C2217" w:rsidRDefault="004C2217" w:rsidP="004C2217">
      <w:pPr>
        <w:pStyle w:val="Bezmezer"/>
      </w:pPr>
      <w:r>
        <w:t>- hutnění stabilizátorem kolejového lože</w:t>
      </w:r>
    </w:p>
    <w:p w14:paraId="54D0F87F" w14:textId="77777777" w:rsidR="004C2217" w:rsidRDefault="004C2217" w:rsidP="004C2217">
      <w:pPr>
        <w:pStyle w:val="Bezmezer"/>
      </w:pPr>
      <w:r>
        <w:t>- doplnění a úprava štěrkového lože po propracování GPK</w:t>
      </w:r>
    </w:p>
    <w:p w14:paraId="6FDA0177" w14:textId="77777777" w:rsidR="004C2217" w:rsidRDefault="004C2217" w:rsidP="004C2217">
      <w:pPr>
        <w:pStyle w:val="Bezmezer"/>
      </w:pPr>
      <w:r>
        <w:t>- demontáž a montáž přejezdové konstrukce</w:t>
      </w:r>
    </w:p>
    <w:p w14:paraId="19773090" w14:textId="77777777" w:rsidR="004C2217" w:rsidRDefault="004C2217" w:rsidP="004C2217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ukolejnění, přechodů a přejezdů pro vozíky</w:t>
      </w:r>
    </w:p>
    <w:p w14:paraId="0C8EC162" w14:textId="77777777" w:rsidR="004C2217" w:rsidRDefault="004C2217" w:rsidP="004C2217">
      <w:pPr>
        <w:pStyle w:val="Bezmezer"/>
      </w:pPr>
      <w:r>
        <w:t xml:space="preserve">- u stávajících komunikací v rámci obnovy krytu nezpevněných komunikací sejmutí ornice </w:t>
      </w:r>
      <w:proofErr w:type="spellStart"/>
      <w:r>
        <w:t>tl</w:t>
      </w:r>
      <w:proofErr w:type="spellEnd"/>
      <w:r>
        <w:t xml:space="preserve">. 0,2 m a </w:t>
      </w:r>
      <w:proofErr w:type="spellStart"/>
      <w:r>
        <w:t>rozplanění</w:t>
      </w:r>
      <w:proofErr w:type="spellEnd"/>
      <w:r>
        <w:t xml:space="preserve"> v okolí</w:t>
      </w:r>
    </w:p>
    <w:p w14:paraId="5B9D8180" w14:textId="77777777" w:rsidR="004C2217" w:rsidRDefault="004C2217" w:rsidP="004C2217">
      <w:pPr>
        <w:pStyle w:val="Bezmezer"/>
      </w:pPr>
      <w:r>
        <w:t xml:space="preserve">- zřízení nového krytu z vyzískaného materiálu </w:t>
      </w:r>
      <w:proofErr w:type="spellStart"/>
      <w:r>
        <w:t>tl</w:t>
      </w:r>
      <w:proofErr w:type="spellEnd"/>
      <w:r>
        <w:t>. 0,25 m a hutnění</w:t>
      </w:r>
    </w:p>
    <w:p w14:paraId="447DEE7B" w14:textId="77777777" w:rsidR="00DA44C2" w:rsidRDefault="00DA44C2" w:rsidP="004C2217">
      <w:pPr>
        <w:pStyle w:val="Bezmezer"/>
      </w:pPr>
      <w:r>
        <w:t>- vzorkování vyzískaného materiálu</w:t>
      </w:r>
    </w:p>
    <w:p w14:paraId="2E32BC80" w14:textId="77777777" w:rsidR="004C2217" w:rsidRDefault="004C2217" w:rsidP="004C2217">
      <w:pPr>
        <w:pStyle w:val="Bezmezer"/>
      </w:pPr>
      <w:r>
        <w:t>- skládání materiálu zhotovitele v </w:t>
      </w:r>
      <w:proofErr w:type="spellStart"/>
      <w:r>
        <w:t>žst</w:t>
      </w:r>
      <w:proofErr w:type="spellEnd"/>
      <w:r>
        <w:t xml:space="preserve"> Záboří v etapách (zvláště ocelové součásti výhybek, výhybkové pražce, příčné pražce); s tím související nájezdy mechanizace</w:t>
      </w:r>
    </w:p>
    <w:p w14:paraId="6B764FD7" w14:textId="77777777" w:rsidR="004C2217" w:rsidRDefault="004C2217" w:rsidP="004C2217">
      <w:pPr>
        <w:pStyle w:val="Bezmezer"/>
      </w:pPr>
      <w:r>
        <w:t>- naložení a přeprava materiálu ze zařízení staveniště k místu montáže</w:t>
      </w:r>
    </w:p>
    <w:p w14:paraId="34E1E70A" w14:textId="77777777" w:rsidR="004C2217" w:rsidRDefault="004C2217" w:rsidP="004C2217">
      <w:pPr>
        <w:pStyle w:val="Bezmezer"/>
      </w:pPr>
      <w:r>
        <w:lastRenderedPageBreak/>
        <w:t>- naložení přeprava a přeprava užitého ocelového materiálu na zařízení staveniště</w:t>
      </w:r>
    </w:p>
    <w:p w14:paraId="59692EE4" w14:textId="77777777" w:rsidR="004C2217" w:rsidRDefault="004C2217" w:rsidP="004C2217">
      <w:pPr>
        <w:pStyle w:val="Bezmezer"/>
      </w:pPr>
      <w:r>
        <w:t>- likvidace betonových a plastových prvků</w:t>
      </w:r>
    </w:p>
    <w:p w14:paraId="3338CCE0" w14:textId="77777777" w:rsidR="004C2217" w:rsidRDefault="004C2217" w:rsidP="004C2217">
      <w:pPr>
        <w:pStyle w:val="Bezmezer"/>
      </w:pPr>
      <w:r>
        <w:t>- zpracování a realizace KSÚ a TP pro jednotlivé etapy</w:t>
      </w:r>
    </w:p>
    <w:p w14:paraId="2518845E" w14:textId="77777777" w:rsidR="004C2217" w:rsidRDefault="004C2217" w:rsidP="004C2217">
      <w:pPr>
        <w:pStyle w:val="Bezmezer"/>
      </w:pPr>
      <w:r>
        <w:t>- vytyčení inženýrských sítí</w:t>
      </w:r>
    </w:p>
    <w:p w14:paraId="389ADF91" w14:textId="77777777" w:rsidR="004C2217" w:rsidRDefault="004C2217" w:rsidP="004C2217">
      <w:pPr>
        <w:pStyle w:val="Nadpis4"/>
      </w:pPr>
      <w:r>
        <w:t>Technická specifikace</w:t>
      </w:r>
    </w:p>
    <w:p w14:paraId="287F9A37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23</w:t>
      </w:r>
      <w:r>
        <w:tab/>
      </w:r>
      <w:proofErr w:type="spellStart"/>
      <w:r>
        <w:t>Obl</w:t>
      </w:r>
      <w:proofErr w:type="spellEnd"/>
      <w:r>
        <w:t>-J 60-1:12-500 L</w:t>
      </w:r>
    </w:p>
    <w:p w14:paraId="424BEFF8" w14:textId="77777777" w:rsidR="00095037" w:rsidRDefault="00095037" w:rsidP="00095037">
      <w:pPr>
        <w:pStyle w:val="Bezmezer"/>
      </w:pPr>
      <w:r>
        <w:t>Výměna pražců ve výhybce 12 (4*2,6; 2x3,65; 2x3,75; 2x3,85; 2x3,90)</w:t>
      </w:r>
    </w:p>
    <w:p w14:paraId="7641DB93" w14:textId="77777777" w:rsidR="00095037" w:rsidRDefault="00095037" w:rsidP="00095037">
      <w:pPr>
        <w:pStyle w:val="Bezmezer"/>
      </w:pPr>
      <w:r>
        <w:t>Výměna pražce před ZV (Se9) 2x B91</w:t>
      </w:r>
    </w:p>
    <w:p w14:paraId="5791987A" w14:textId="77777777" w:rsidR="00095037" w:rsidRDefault="00095037" w:rsidP="00095037">
      <w:pPr>
        <w:pStyle w:val="Bezmezer"/>
      </w:pPr>
      <w:r>
        <w:t>Výměna pražců ve spojce pod LIS 19-23 6 ks</w:t>
      </w:r>
    </w:p>
    <w:p w14:paraId="079366C0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3CD992D7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01E319B3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005DA878" w14:textId="77777777" w:rsidR="00095037" w:rsidRDefault="00095037" w:rsidP="00095037">
      <w:pPr>
        <w:pStyle w:val="Bezmezer"/>
      </w:pPr>
      <w:r>
        <w:t>Výměna kolejnice středová část 1*17,5m</w:t>
      </w:r>
    </w:p>
    <w:p w14:paraId="2414BF2B" w14:textId="77777777" w:rsidR="00095037" w:rsidRDefault="00095037" w:rsidP="00095037">
      <w:pPr>
        <w:pStyle w:val="Bezmezer"/>
      </w:pPr>
      <w:r>
        <w:t>Výměna srdcovky NE</w:t>
      </w:r>
    </w:p>
    <w:p w14:paraId="4AF6883E" w14:textId="77777777" w:rsidR="00095037" w:rsidRDefault="00095037" w:rsidP="00095037">
      <w:pPr>
        <w:pStyle w:val="Bezmezer"/>
      </w:pPr>
      <w:r>
        <w:t xml:space="preserve">Výměna LIS ve výhybce a spojkách – v.č.23 6 kusů (ZV, střed 4*4m) </w:t>
      </w:r>
    </w:p>
    <w:p w14:paraId="6ED581DF" w14:textId="77777777" w:rsidR="00095037" w:rsidRDefault="00095037" w:rsidP="00095037">
      <w:pPr>
        <w:pStyle w:val="Bezmezer"/>
      </w:pPr>
      <w:r>
        <w:t xml:space="preserve">Výměna LIS ve spojce 19-23 2*4m ; spojka 22-23 (2*12m)  </w:t>
      </w:r>
    </w:p>
    <w:p w14:paraId="0FE42F91" w14:textId="77777777" w:rsidR="00095037" w:rsidRDefault="00095037" w:rsidP="00095037">
      <w:pPr>
        <w:pStyle w:val="Bezmezer"/>
      </w:pPr>
      <w:r>
        <w:t xml:space="preserve">Výměna jazyků </w:t>
      </w:r>
    </w:p>
    <w:p w14:paraId="4001825A" w14:textId="77777777" w:rsidR="00095037" w:rsidRDefault="00095037" w:rsidP="00095037">
      <w:pPr>
        <w:pStyle w:val="Bezmezer"/>
      </w:pPr>
      <w:r>
        <w:t>Výměna opornic</w:t>
      </w:r>
    </w:p>
    <w:p w14:paraId="14F284C6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36DC5DBF" w14:textId="77777777" w:rsidR="00095037" w:rsidRDefault="00095037" w:rsidP="00095037">
      <w:pPr>
        <w:pStyle w:val="Bezmezer"/>
      </w:pPr>
      <w:r>
        <w:t>Výměna ŠL pod LIS u Se9 a ve spojce 19-23  2*(5*4*0,35)</w:t>
      </w:r>
    </w:p>
    <w:p w14:paraId="3F053C9B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46F2E671" w14:textId="77777777" w:rsidR="00095037" w:rsidRDefault="00095037" w:rsidP="00095037">
      <w:pPr>
        <w:pStyle w:val="Bezmezer"/>
      </w:pPr>
      <w:r>
        <w:t>Počty řezů 22</w:t>
      </w:r>
    </w:p>
    <w:p w14:paraId="6F7F589C" w14:textId="77777777" w:rsidR="00095037" w:rsidRDefault="00095037" w:rsidP="00095037">
      <w:pPr>
        <w:pStyle w:val="Bezmezer"/>
      </w:pPr>
      <w:r>
        <w:t>Počet svarů 22</w:t>
      </w:r>
    </w:p>
    <w:p w14:paraId="03775788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14659D74" w14:textId="77777777" w:rsidR="00095037" w:rsidRDefault="00095037" w:rsidP="00095037">
      <w:pPr>
        <w:pStyle w:val="Bezmezer"/>
      </w:pPr>
    </w:p>
    <w:p w14:paraId="19562297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879BE38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4 ks </w:t>
      </w:r>
    </w:p>
    <w:p w14:paraId="11832923" w14:textId="77777777" w:rsidR="00095037" w:rsidRDefault="00095037" w:rsidP="00095037">
      <w:pPr>
        <w:pStyle w:val="Bezmezer"/>
      </w:pPr>
      <w:r>
        <w:t>Výměna jazykových opěrek 2*10 ks</w:t>
      </w:r>
    </w:p>
    <w:p w14:paraId="6FCDDF6E" w14:textId="77777777" w:rsidR="00095037" w:rsidRDefault="00095037" w:rsidP="00095037">
      <w:pPr>
        <w:pStyle w:val="Bezmezer"/>
      </w:pPr>
      <w:r>
        <w:t>Montáž, demontáž ohřevů</w:t>
      </w:r>
    </w:p>
    <w:p w14:paraId="4801763F" w14:textId="77777777" w:rsidR="00095037" w:rsidRDefault="00095037" w:rsidP="00095037">
      <w:pPr>
        <w:pStyle w:val="Bezmezer"/>
      </w:pPr>
      <w:r>
        <w:t>Výměn zámků proti putování 2ks</w:t>
      </w:r>
    </w:p>
    <w:p w14:paraId="7B222F51" w14:textId="77777777" w:rsidR="00095037" w:rsidRDefault="00095037" w:rsidP="00095037">
      <w:pPr>
        <w:pStyle w:val="Bezmezer"/>
      </w:pPr>
      <w:r>
        <w:t>Výměna čelisťových závěrů 2ks</w:t>
      </w:r>
    </w:p>
    <w:p w14:paraId="697E2DDC" w14:textId="77777777" w:rsidR="00095037" w:rsidRDefault="00095037" w:rsidP="00095037">
      <w:pPr>
        <w:pStyle w:val="Bezmezer"/>
      </w:pPr>
      <w:r>
        <w:t>Montáž a demontáž propojek 3 ks</w:t>
      </w:r>
    </w:p>
    <w:p w14:paraId="28B23F71" w14:textId="77777777" w:rsidR="00095037" w:rsidRDefault="00095037" w:rsidP="00095037">
      <w:pPr>
        <w:pStyle w:val="Bezmezer"/>
      </w:pPr>
    </w:p>
    <w:p w14:paraId="5938A8D1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 xml:space="preserve">. č 22  </w:t>
      </w:r>
      <w:proofErr w:type="spellStart"/>
      <w:r>
        <w:t>Obl</w:t>
      </w:r>
      <w:proofErr w:type="spellEnd"/>
      <w:r>
        <w:t>-O 60-1:12-500 L</w:t>
      </w:r>
    </w:p>
    <w:p w14:paraId="6DB140CD" w14:textId="77777777" w:rsidR="00095037" w:rsidRDefault="00095037" w:rsidP="00095037">
      <w:pPr>
        <w:pStyle w:val="Bezmezer"/>
      </w:pPr>
      <w:r>
        <w:t>Výměna pražců ve výhybce 8 (2x3,65; 2x3,75; 2x3,85; 2x3,90)</w:t>
      </w:r>
    </w:p>
    <w:p w14:paraId="440FE15F" w14:textId="77777777" w:rsidR="00095037" w:rsidRDefault="00095037" w:rsidP="00095037">
      <w:pPr>
        <w:pStyle w:val="Bezmezer"/>
      </w:pPr>
      <w:r>
        <w:t>Výměna pražců pod LIS za KV 6 ks B91</w:t>
      </w:r>
    </w:p>
    <w:p w14:paraId="3045DEBE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037EE1B7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35A5CFEB" w14:textId="77777777" w:rsidR="00095037" w:rsidRDefault="00095037" w:rsidP="00095037">
      <w:pPr>
        <w:pStyle w:val="Bezmezer"/>
      </w:pPr>
      <w:r>
        <w:t>Výměna kolejnic do přímé za KV 2*34m</w:t>
      </w:r>
    </w:p>
    <w:p w14:paraId="35264B2E" w14:textId="77777777" w:rsidR="00095037" w:rsidRDefault="00095037" w:rsidP="00095037">
      <w:pPr>
        <w:pStyle w:val="Bezmezer"/>
      </w:pPr>
      <w:r>
        <w:t>Výměna kolejnice středová část 1*17,5m</w:t>
      </w:r>
    </w:p>
    <w:p w14:paraId="191EF144" w14:textId="77777777" w:rsidR="00095037" w:rsidRDefault="00095037" w:rsidP="00095037">
      <w:pPr>
        <w:pStyle w:val="Bezmezer"/>
      </w:pPr>
      <w:r>
        <w:t>Výměna srdcovky ANO</w:t>
      </w:r>
    </w:p>
    <w:p w14:paraId="531A711A" w14:textId="77777777" w:rsidR="00095037" w:rsidRDefault="00095037" w:rsidP="00095037">
      <w:pPr>
        <w:pStyle w:val="Bezmezer"/>
      </w:pPr>
      <w:r>
        <w:t>Výměna LIS ve výhybce 4 ks (KV, střed 4*4m) + Lana</w:t>
      </w:r>
    </w:p>
    <w:p w14:paraId="3871E383" w14:textId="77777777" w:rsidR="00095037" w:rsidRDefault="00095037" w:rsidP="00095037">
      <w:pPr>
        <w:pStyle w:val="Bezmezer"/>
      </w:pPr>
      <w:r>
        <w:t>Výměna LIS za KV 2x5m</w:t>
      </w:r>
    </w:p>
    <w:p w14:paraId="0431F61B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0BBB114D" w14:textId="77777777" w:rsidR="00095037" w:rsidRDefault="00095037" w:rsidP="00095037">
      <w:pPr>
        <w:pStyle w:val="Bezmezer"/>
      </w:pPr>
      <w:r>
        <w:t>Výměna ŠL pod LIS za KV  (5*4*0,35)</w:t>
      </w:r>
    </w:p>
    <w:p w14:paraId="22935FE3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AD241B0" w14:textId="77777777" w:rsidR="00095037" w:rsidRDefault="00095037" w:rsidP="00095037">
      <w:pPr>
        <w:pStyle w:val="Bezmezer"/>
      </w:pPr>
      <w:r>
        <w:t>Počty řezů 17</w:t>
      </w:r>
    </w:p>
    <w:p w14:paraId="3F2EB595" w14:textId="77777777" w:rsidR="00095037" w:rsidRDefault="00095037" w:rsidP="00095037">
      <w:pPr>
        <w:pStyle w:val="Bezmezer"/>
      </w:pPr>
      <w:r>
        <w:t>Počet svarů 17</w:t>
      </w:r>
    </w:p>
    <w:p w14:paraId="7DF8FB41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53CBDC8E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4ED91BD0" w14:textId="77777777" w:rsidR="00095037" w:rsidRDefault="008E7D91" w:rsidP="00095037">
      <w:pPr>
        <w:pStyle w:val="Bezmezer"/>
      </w:pPr>
      <w:r>
        <w:t>Výměna čelisťových závěrů 2ks</w:t>
      </w:r>
    </w:p>
    <w:p w14:paraId="7A0CC770" w14:textId="77777777" w:rsidR="00095037" w:rsidRDefault="00095037" w:rsidP="00095037">
      <w:pPr>
        <w:pStyle w:val="Bezmezer"/>
      </w:pPr>
      <w:r>
        <w:t>Montáž a demontáž propojek 3 ks</w:t>
      </w:r>
    </w:p>
    <w:p w14:paraId="574BFB76" w14:textId="77777777" w:rsidR="00095037" w:rsidRDefault="00095037" w:rsidP="00095037">
      <w:pPr>
        <w:pStyle w:val="Bezmezer"/>
      </w:pPr>
      <w:r>
        <w:tab/>
      </w:r>
      <w:r>
        <w:tab/>
      </w:r>
    </w:p>
    <w:p w14:paraId="18FACDBD" w14:textId="77777777" w:rsidR="00095037" w:rsidRDefault="00095037" w:rsidP="00095037">
      <w:pPr>
        <w:pStyle w:val="Podnadpis"/>
      </w:pPr>
      <w:r>
        <w:lastRenderedPageBreak/>
        <w:t xml:space="preserve">Záboří </w:t>
      </w:r>
      <w:proofErr w:type="spellStart"/>
      <w:r>
        <w:t>výh</w:t>
      </w:r>
      <w:proofErr w:type="spellEnd"/>
      <w:r>
        <w:t>. č. 21</w:t>
      </w:r>
      <w:r>
        <w:tab/>
      </w:r>
      <w:proofErr w:type="spellStart"/>
      <w:r>
        <w:t>Obl</w:t>
      </w:r>
      <w:proofErr w:type="spellEnd"/>
      <w:r>
        <w:t>-O 60-1:12-500 L</w:t>
      </w:r>
    </w:p>
    <w:p w14:paraId="68B38667" w14:textId="77777777" w:rsidR="00095037" w:rsidRDefault="00095037" w:rsidP="00095037">
      <w:pPr>
        <w:pStyle w:val="Bezmezer"/>
      </w:pPr>
      <w:r>
        <w:t>Výměna kolejnice středová část 1*13,5m</w:t>
      </w:r>
    </w:p>
    <w:p w14:paraId="4A3806D7" w14:textId="77777777" w:rsidR="00095037" w:rsidRDefault="00095037" w:rsidP="00095037">
      <w:pPr>
        <w:pStyle w:val="Bezmezer"/>
      </w:pPr>
      <w:r>
        <w:t>Výměna srdcovky NE</w:t>
      </w:r>
    </w:p>
    <w:p w14:paraId="626B55BF" w14:textId="77777777" w:rsidR="00095037" w:rsidRDefault="00095037" w:rsidP="00095037">
      <w:pPr>
        <w:pStyle w:val="Bezmezer"/>
      </w:pPr>
      <w:r>
        <w:t>Navaření srdcovky</w:t>
      </w:r>
    </w:p>
    <w:p w14:paraId="4AC572F4" w14:textId="77777777" w:rsidR="00095037" w:rsidRDefault="00095037" w:rsidP="00095037">
      <w:pPr>
        <w:pStyle w:val="Bezmezer"/>
      </w:pPr>
      <w:r>
        <w:t xml:space="preserve">Výměna LIS ve výhybce 2 ks (střed 2*4m)  </w:t>
      </w:r>
    </w:p>
    <w:p w14:paraId="13D7CA11" w14:textId="77777777" w:rsidR="00095037" w:rsidRDefault="00095037" w:rsidP="00095037">
      <w:pPr>
        <w:pStyle w:val="Bezmezer"/>
      </w:pPr>
      <w:r>
        <w:t xml:space="preserve">Výměna jazyků </w:t>
      </w:r>
    </w:p>
    <w:p w14:paraId="586FB655" w14:textId="77777777" w:rsidR="00095037" w:rsidRDefault="00095037" w:rsidP="00095037">
      <w:pPr>
        <w:pStyle w:val="Bezmezer"/>
      </w:pPr>
      <w:r>
        <w:t>Výměna opornic</w:t>
      </w:r>
    </w:p>
    <w:p w14:paraId="50B2B1A5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255EDD1" w14:textId="77777777" w:rsidR="00095037" w:rsidRDefault="00095037" w:rsidP="00095037">
      <w:pPr>
        <w:pStyle w:val="Bezmezer"/>
      </w:pPr>
      <w:r>
        <w:t>Počty řezů 12</w:t>
      </w:r>
    </w:p>
    <w:p w14:paraId="659153D3" w14:textId="77777777" w:rsidR="00095037" w:rsidRDefault="00095037" w:rsidP="00095037">
      <w:pPr>
        <w:pStyle w:val="Bezmezer"/>
      </w:pPr>
      <w:r>
        <w:t>Počet svarů 12</w:t>
      </w:r>
    </w:p>
    <w:p w14:paraId="1349AAE2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0C2D62CB" w14:textId="77777777" w:rsidR="00095037" w:rsidRDefault="00095037" w:rsidP="00095037">
      <w:pPr>
        <w:pStyle w:val="Bezmezer"/>
      </w:pPr>
    </w:p>
    <w:p w14:paraId="4433AC2F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0D6167E3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4 ks </w:t>
      </w:r>
    </w:p>
    <w:p w14:paraId="6CDB16A6" w14:textId="77777777" w:rsidR="00095037" w:rsidRDefault="00095037" w:rsidP="00095037">
      <w:pPr>
        <w:pStyle w:val="Bezmezer"/>
      </w:pPr>
      <w:r>
        <w:t>Výměna jazykových opěrek 2*10 ks</w:t>
      </w:r>
    </w:p>
    <w:p w14:paraId="2C00DE6F" w14:textId="77777777" w:rsidR="00095037" w:rsidRDefault="00095037" w:rsidP="00095037">
      <w:pPr>
        <w:pStyle w:val="Bezmezer"/>
      </w:pPr>
      <w:r>
        <w:t>Montáž, demontáž ohřevů</w:t>
      </w:r>
    </w:p>
    <w:p w14:paraId="3862132E" w14:textId="77777777" w:rsidR="00095037" w:rsidRDefault="00095037" w:rsidP="00095037">
      <w:pPr>
        <w:pStyle w:val="Bezmezer"/>
      </w:pPr>
      <w:r>
        <w:t>Výměn zámků proti putování 2ks</w:t>
      </w:r>
    </w:p>
    <w:p w14:paraId="258690CC" w14:textId="77777777" w:rsidR="00095037" w:rsidRDefault="00095037" w:rsidP="00095037">
      <w:pPr>
        <w:pStyle w:val="Bezmezer"/>
      </w:pPr>
      <w:r>
        <w:t>Výměna čelisťových závěrů 2ks</w:t>
      </w:r>
    </w:p>
    <w:p w14:paraId="366DA7B8" w14:textId="77777777" w:rsidR="00095037" w:rsidRDefault="00095037" w:rsidP="00095037">
      <w:pPr>
        <w:pStyle w:val="Bezmezer"/>
      </w:pPr>
      <w:r>
        <w:t>Montáž a demontáž propojek 3 ks</w:t>
      </w:r>
    </w:p>
    <w:p w14:paraId="27C80DDE" w14:textId="77777777" w:rsidR="00095037" w:rsidRDefault="00095037" w:rsidP="00095037">
      <w:pPr>
        <w:pStyle w:val="Bezmezer"/>
      </w:pPr>
    </w:p>
    <w:p w14:paraId="40C8D730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19 J 60-1:11-300 P</w:t>
      </w:r>
    </w:p>
    <w:p w14:paraId="73F42899" w14:textId="77777777" w:rsidR="00095037" w:rsidRDefault="00095037" w:rsidP="00095037">
      <w:pPr>
        <w:pStyle w:val="Bezmezer"/>
      </w:pPr>
      <w:r>
        <w:t>Výměna pražců ve výhybce 5 (2x3,75; 2x3,90; 1x4m)</w:t>
      </w:r>
    </w:p>
    <w:p w14:paraId="78C65F74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6D48D84E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1E9F0938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56317DF0" w14:textId="77777777" w:rsidR="00095037" w:rsidRDefault="00095037" w:rsidP="00095037">
      <w:pPr>
        <w:pStyle w:val="Bezmezer"/>
      </w:pPr>
      <w:r>
        <w:t>Výměna kolejnice středová část 1*12,6m</w:t>
      </w:r>
    </w:p>
    <w:p w14:paraId="43B93CCD" w14:textId="77777777" w:rsidR="00095037" w:rsidRDefault="00095037" w:rsidP="00095037">
      <w:pPr>
        <w:pStyle w:val="Bezmezer"/>
      </w:pPr>
      <w:r>
        <w:t>Výměna srdcovky ANO</w:t>
      </w:r>
    </w:p>
    <w:p w14:paraId="345E4B6E" w14:textId="77777777" w:rsidR="00095037" w:rsidRDefault="00095037" w:rsidP="00095037">
      <w:pPr>
        <w:pStyle w:val="Bezmezer"/>
      </w:pPr>
      <w:r>
        <w:t xml:space="preserve">Výměna LIS ve výhybce 4 ks (2*4m) a před ZV (2*4,2m) </w:t>
      </w:r>
    </w:p>
    <w:p w14:paraId="20809554" w14:textId="77777777" w:rsidR="00095037" w:rsidRDefault="00095037" w:rsidP="00095037">
      <w:pPr>
        <w:pStyle w:val="Bezmezer"/>
      </w:pPr>
      <w:r>
        <w:t>Výměna LIS ve spojce 19-21 (2*12m)</w:t>
      </w:r>
    </w:p>
    <w:p w14:paraId="7FED6D3C" w14:textId="77777777" w:rsidR="00095037" w:rsidRDefault="00095037" w:rsidP="00095037">
      <w:pPr>
        <w:pStyle w:val="Bezmezer"/>
      </w:pPr>
      <w:r>
        <w:t xml:space="preserve">Výměna jazyků </w:t>
      </w:r>
    </w:p>
    <w:p w14:paraId="5284A011" w14:textId="77777777" w:rsidR="00095037" w:rsidRDefault="00095037" w:rsidP="00095037">
      <w:pPr>
        <w:pStyle w:val="Bezmezer"/>
      </w:pPr>
      <w:r>
        <w:t>Výměna opornic</w:t>
      </w:r>
    </w:p>
    <w:p w14:paraId="44FD7D06" w14:textId="77777777" w:rsidR="00095037" w:rsidRDefault="00095037" w:rsidP="00095037">
      <w:pPr>
        <w:pStyle w:val="Bezmezer"/>
      </w:pPr>
      <w:r>
        <w:t>Výměna ŠL v srdcovkové části včetně stezky (1,5m) se zhutněním vrstvy po 15 cm (5*(4,5+1,5)*0,30)</w:t>
      </w:r>
    </w:p>
    <w:p w14:paraId="4BB228A5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CCE1723" w14:textId="77777777" w:rsidR="00095037" w:rsidRDefault="00095037" w:rsidP="00095037">
      <w:pPr>
        <w:pStyle w:val="Bezmezer"/>
      </w:pPr>
      <w:r>
        <w:t>Počty řezů 20</w:t>
      </w:r>
    </w:p>
    <w:p w14:paraId="595A6158" w14:textId="77777777" w:rsidR="00095037" w:rsidRDefault="00095037" w:rsidP="00095037">
      <w:pPr>
        <w:pStyle w:val="Bezmezer"/>
      </w:pPr>
      <w:r>
        <w:t>Počet svarů 20</w:t>
      </w:r>
    </w:p>
    <w:p w14:paraId="7B555FAE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154499F0" w14:textId="77777777" w:rsidR="00095037" w:rsidRDefault="00095037" w:rsidP="00095037">
      <w:pPr>
        <w:pStyle w:val="Bezmezer"/>
      </w:pPr>
    </w:p>
    <w:p w14:paraId="03D24C41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35C418B4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4 ks </w:t>
      </w:r>
    </w:p>
    <w:p w14:paraId="3EF488FB" w14:textId="77777777" w:rsidR="00095037" w:rsidRDefault="00095037" w:rsidP="00095037">
      <w:pPr>
        <w:pStyle w:val="Bezmezer"/>
      </w:pPr>
      <w:r>
        <w:t>Výměna jazykových opěrek 2*8 ks</w:t>
      </w:r>
    </w:p>
    <w:p w14:paraId="4637EBFC" w14:textId="77777777" w:rsidR="00095037" w:rsidRDefault="00095037" w:rsidP="00095037">
      <w:pPr>
        <w:pStyle w:val="Bezmezer"/>
      </w:pPr>
      <w:r>
        <w:t>Montáž, demontáž ohřevů</w:t>
      </w:r>
    </w:p>
    <w:p w14:paraId="6A65047A" w14:textId="77777777" w:rsidR="00095037" w:rsidRDefault="00095037" w:rsidP="00095037">
      <w:pPr>
        <w:pStyle w:val="Bezmezer"/>
      </w:pPr>
      <w:r>
        <w:t>Výměn zámků proti putování 2ks</w:t>
      </w:r>
    </w:p>
    <w:p w14:paraId="4069A5AB" w14:textId="77777777" w:rsidR="00095037" w:rsidRDefault="00095037" w:rsidP="00095037">
      <w:pPr>
        <w:pStyle w:val="Bezmezer"/>
      </w:pPr>
      <w:r>
        <w:t>Výměna čelisťových závěrů 2ks</w:t>
      </w:r>
    </w:p>
    <w:p w14:paraId="300579CC" w14:textId="77777777" w:rsidR="00095037" w:rsidRDefault="00095037" w:rsidP="00095037">
      <w:pPr>
        <w:pStyle w:val="Bezmezer"/>
      </w:pPr>
      <w:r>
        <w:t>Montáž a demontáž propojek 3 ks</w:t>
      </w:r>
    </w:p>
    <w:p w14:paraId="5D1E576E" w14:textId="77777777" w:rsidR="00095037" w:rsidRDefault="00095037" w:rsidP="00095037">
      <w:pPr>
        <w:pStyle w:val="Bezmezer"/>
      </w:pPr>
      <w:r>
        <w:tab/>
      </w:r>
      <w:r>
        <w:tab/>
      </w:r>
    </w:p>
    <w:p w14:paraId="700D0C5F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18</w:t>
      </w:r>
      <w:r>
        <w:tab/>
        <w:t>J 60-1:12-500 P</w:t>
      </w:r>
    </w:p>
    <w:p w14:paraId="3FA08A8E" w14:textId="77777777" w:rsidR="00095037" w:rsidRDefault="00095037" w:rsidP="00095037">
      <w:pPr>
        <w:pStyle w:val="Bezmezer"/>
      </w:pPr>
      <w:r>
        <w:t>Výměna pražců ve výhybce 4 (1x3,75; 2x3,85; 1x3,90)</w:t>
      </w:r>
    </w:p>
    <w:p w14:paraId="0CF02EC0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753E21F6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6BA9CCA1" w14:textId="77777777" w:rsidR="00095037" w:rsidRDefault="00095037" w:rsidP="00095037">
      <w:pPr>
        <w:pStyle w:val="Bezmezer"/>
      </w:pPr>
      <w:r>
        <w:t xml:space="preserve">Výměna kolejnic za KV (odbočka) 2x17m, </w:t>
      </w:r>
    </w:p>
    <w:p w14:paraId="6C1C3CD7" w14:textId="77777777" w:rsidR="00095037" w:rsidRDefault="00095037" w:rsidP="00095037">
      <w:pPr>
        <w:pStyle w:val="Bezmezer"/>
      </w:pPr>
      <w:r>
        <w:t>Výměna kolejnice středová část 1*17,5m</w:t>
      </w:r>
    </w:p>
    <w:p w14:paraId="1256E3CB" w14:textId="77777777" w:rsidR="00095037" w:rsidRDefault="00095037" w:rsidP="00095037">
      <w:pPr>
        <w:pStyle w:val="Bezmezer"/>
      </w:pPr>
      <w:r>
        <w:t>Výměna srdcovky ANO</w:t>
      </w:r>
    </w:p>
    <w:p w14:paraId="2A6D9493" w14:textId="77777777" w:rsidR="00095037" w:rsidRDefault="00095037" w:rsidP="00095037">
      <w:pPr>
        <w:pStyle w:val="Bezmezer"/>
      </w:pPr>
      <w:r>
        <w:t xml:space="preserve">Výměna LIS ve výhybce– 2 ks (střed 2*4m) </w:t>
      </w:r>
    </w:p>
    <w:p w14:paraId="48E99D39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45417B08" w14:textId="77777777" w:rsidR="00095037" w:rsidRDefault="00095037" w:rsidP="00095037">
      <w:pPr>
        <w:pStyle w:val="Bezmezer"/>
      </w:pPr>
      <w:r>
        <w:lastRenderedPageBreak/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C19CE40" w14:textId="77777777" w:rsidR="00095037" w:rsidRDefault="00095037" w:rsidP="00095037">
      <w:pPr>
        <w:pStyle w:val="Bezmezer"/>
      </w:pPr>
      <w:r>
        <w:t>Počty řezů 12</w:t>
      </w:r>
    </w:p>
    <w:p w14:paraId="050A601E" w14:textId="77777777" w:rsidR="00095037" w:rsidRDefault="00095037" w:rsidP="00095037">
      <w:pPr>
        <w:pStyle w:val="Bezmezer"/>
      </w:pPr>
      <w:r>
        <w:t>Počet svarů 12</w:t>
      </w:r>
    </w:p>
    <w:p w14:paraId="7A1623E7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3E6C6049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EB6A4AA" w14:textId="77777777" w:rsidR="00095037" w:rsidRDefault="00095037" w:rsidP="00095037">
      <w:pPr>
        <w:pStyle w:val="Bezmezer"/>
      </w:pPr>
      <w:r>
        <w:t>Výměna čelisťových závěrů 2ks</w:t>
      </w:r>
    </w:p>
    <w:p w14:paraId="1FD7E6ED" w14:textId="77777777" w:rsidR="00095037" w:rsidRDefault="00095037" w:rsidP="00095037">
      <w:pPr>
        <w:pStyle w:val="Bezmezer"/>
      </w:pPr>
      <w:r>
        <w:t>Montáž a demontáž propojek 3 ks</w:t>
      </w:r>
    </w:p>
    <w:p w14:paraId="38C2CB6B" w14:textId="77777777" w:rsidR="00095037" w:rsidRDefault="00095037" w:rsidP="00095037">
      <w:pPr>
        <w:pStyle w:val="Bezmezer"/>
      </w:pPr>
      <w:r>
        <w:tab/>
      </w:r>
      <w:r>
        <w:tab/>
      </w:r>
    </w:p>
    <w:p w14:paraId="24029FFD" w14:textId="77777777" w:rsidR="00095037" w:rsidRDefault="00095037" w:rsidP="00095037">
      <w:pPr>
        <w:pStyle w:val="Podnadpis"/>
      </w:pPr>
      <w:r>
        <w:t>Záboří</w:t>
      </w:r>
      <w:r>
        <w:tab/>
      </w:r>
      <w:proofErr w:type="spellStart"/>
      <w:r>
        <w:t>výh</w:t>
      </w:r>
      <w:proofErr w:type="spellEnd"/>
      <w:r>
        <w:t>. č. 20</w:t>
      </w:r>
      <w:r>
        <w:tab/>
        <w:t>J 60-1:12-500 L</w:t>
      </w:r>
    </w:p>
    <w:p w14:paraId="13C077C4" w14:textId="77777777" w:rsidR="00095037" w:rsidRDefault="00095037" w:rsidP="00095037">
      <w:pPr>
        <w:pStyle w:val="Bezmezer"/>
      </w:pPr>
      <w:r>
        <w:t>Výměna pražců ve výhybce 5 (2x3,75; 2x3,85; 1x3,90)</w:t>
      </w:r>
    </w:p>
    <w:p w14:paraId="59BF5F49" w14:textId="77777777" w:rsidR="00095037" w:rsidRDefault="00095037" w:rsidP="00095037">
      <w:pPr>
        <w:pStyle w:val="Bezmezer"/>
      </w:pPr>
      <w:r>
        <w:t xml:space="preserve">Výměna pražců na ZV pod LIS </w:t>
      </w:r>
      <w:proofErr w:type="spellStart"/>
      <w:r>
        <w:t>výh</w:t>
      </w:r>
      <w:proofErr w:type="spellEnd"/>
      <w:r>
        <w:t>. 4*2,6m ks</w:t>
      </w:r>
    </w:p>
    <w:p w14:paraId="1DB75F7E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1ED734CD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41114FA6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50296F77" w14:textId="77777777" w:rsidR="00095037" w:rsidRDefault="00095037" w:rsidP="00095037">
      <w:pPr>
        <w:pStyle w:val="Bezmezer"/>
      </w:pPr>
      <w:r>
        <w:t>Výměna kolejnice středová část 1*17,5m</w:t>
      </w:r>
    </w:p>
    <w:p w14:paraId="60A6121A" w14:textId="77777777" w:rsidR="00095037" w:rsidRDefault="00095037" w:rsidP="00095037">
      <w:pPr>
        <w:pStyle w:val="Bezmezer"/>
      </w:pPr>
      <w:r>
        <w:t>Výměna srdcovky ANO</w:t>
      </w:r>
    </w:p>
    <w:p w14:paraId="5E116289" w14:textId="77777777" w:rsidR="00095037" w:rsidRDefault="00095037" w:rsidP="00095037">
      <w:pPr>
        <w:pStyle w:val="Bezmezer"/>
      </w:pPr>
      <w:r>
        <w:t xml:space="preserve">Výměna LIS ve výhybce 2 kusů (střed 2*4m) </w:t>
      </w:r>
    </w:p>
    <w:p w14:paraId="5BFDFB9B" w14:textId="77777777" w:rsidR="00095037" w:rsidRDefault="00095037" w:rsidP="00095037">
      <w:pPr>
        <w:pStyle w:val="Bezmezer"/>
      </w:pPr>
      <w:r>
        <w:t>Výměna LIS ve spojce 17-20 1*4m</w:t>
      </w:r>
    </w:p>
    <w:p w14:paraId="39AA6158" w14:textId="77777777" w:rsidR="00095037" w:rsidRDefault="00095037" w:rsidP="00095037">
      <w:pPr>
        <w:pStyle w:val="Bezmezer"/>
      </w:pPr>
      <w:r>
        <w:t>Výměna jazyk levý</w:t>
      </w:r>
    </w:p>
    <w:p w14:paraId="5865465B" w14:textId="77777777" w:rsidR="00095037" w:rsidRDefault="00095037" w:rsidP="00095037">
      <w:pPr>
        <w:pStyle w:val="Bezmezer"/>
      </w:pPr>
      <w:r>
        <w:t>Výměna opornice levá</w:t>
      </w:r>
    </w:p>
    <w:p w14:paraId="404905A6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4C6A7D0F" w14:textId="77777777" w:rsidR="00095037" w:rsidRDefault="00095037" w:rsidP="00095037">
      <w:pPr>
        <w:pStyle w:val="Bezmezer"/>
      </w:pPr>
      <w:r>
        <w:t>Výměna ŠL pod LIS na ZV 2*(5*4*0,35)</w:t>
      </w:r>
    </w:p>
    <w:p w14:paraId="2C4C746E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C1B5A7C" w14:textId="77777777" w:rsidR="00095037" w:rsidRDefault="00095037" w:rsidP="00095037">
      <w:pPr>
        <w:pStyle w:val="Bezmezer"/>
      </w:pPr>
      <w:r>
        <w:t>Počty řezů 18</w:t>
      </w:r>
    </w:p>
    <w:p w14:paraId="106AF535" w14:textId="77777777" w:rsidR="00095037" w:rsidRDefault="00095037" w:rsidP="00095037">
      <w:pPr>
        <w:pStyle w:val="Bezmezer"/>
      </w:pPr>
      <w:r>
        <w:t>Počet svarů 18</w:t>
      </w:r>
    </w:p>
    <w:p w14:paraId="724DA188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273ACFD9" w14:textId="77777777" w:rsidR="00095037" w:rsidRDefault="00095037" w:rsidP="00095037">
      <w:pPr>
        <w:pStyle w:val="Bezmezer"/>
      </w:pPr>
    </w:p>
    <w:p w14:paraId="164491F9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FA0C4A3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2 ks </w:t>
      </w:r>
    </w:p>
    <w:p w14:paraId="35A4907C" w14:textId="77777777" w:rsidR="00095037" w:rsidRDefault="00095037" w:rsidP="00095037">
      <w:pPr>
        <w:pStyle w:val="Bezmezer"/>
      </w:pPr>
      <w:r>
        <w:t>Výměna jazykových opěrek 10 ks</w:t>
      </w:r>
    </w:p>
    <w:p w14:paraId="0547B4C6" w14:textId="77777777" w:rsidR="00095037" w:rsidRDefault="00095037" w:rsidP="00095037">
      <w:pPr>
        <w:pStyle w:val="Bezmezer"/>
      </w:pPr>
      <w:r>
        <w:t>Montáž, demontáž ohřevů</w:t>
      </w:r>
    </w:p>
    <w:p w14:paraId="2AEECD99" w14:textId="77777777" w:rsidR="00095037" w:rsidRDefault="00095037" w:rsidP="00095037">
      <w:pPr>
        <w:pStyle w:val="Bezmezer"/>
      </w:pPr>
      <w:r>
        <w:t xml:space="preserve">Výměn zámků proti putování </w:t>
      </w:r>
      <w:r w:rsidR="008E7D91">
        <w:t>2</w:t>
      </w:r>
      <w:r>
        <w:t>ks</w:t>
      </w:r>
    </w:p>
    <w:p w14:paraId="26522CDE" w14:textId="77777777" w:rsidR="00095037" w:rsidRDefault="00095037" w:rsidP="00095037">
      <w:pPr>
        <w:pStyle w:val="Bezmezer"/>
      </w:pPr>
      <w:r>
        <w:t>Výměna čelisťových závěrů 2ks</w:t>
      </w:r>
    </w:p>
    <w:p w14:paraId="399002A9" w14:textId="77777777" w:rsidR="00095037" w:rsidRDefault="00095037" w:rsidP="00095037">
      <w:pPr>
        <w:pStyle w:val="Bezmezer"/>
      </w:pPr>
      <w:r>
        <w:t>Montáž a demontáž propojek 3 ks</w:t>
      </w:r>
    </w:p>
    <w:p w14:paraId="64C2E835" w14:textId="77777777" w:rsidR="00095037" w:rsidRDefault="00095037" w:rsidP="00095037">
      <w:pPr>
        <w:pStyle w:val="Bezmezer"/>
      </w:pPr>
      <w:r>
        <w:tab/>
      </w:r>
    </w:p>
    <w:p w14:paraId="245318CA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6</w:t>
      </w:r>
      <w:r>
        <w:tab/>
        <w:t>J 60-1:12-500 P</w:t>
      </w:r>
    </w:p>
    <w:p w14:paraId="22EAC790" w14:textId="77777777" w:rsidR="00095037" w:rsidRDefault="00095037" w:rsidP="00095037">
      <w:pPr>
        <w:pStyle w:val="Bezmezer"/>
      </w:pPr>
      <w:r>
        <w:t>Výměna pražců ve výhybce 8 (2x3,65; 2x3,75; 2x3,85; 2x3,90)</w:t>
      </w:r>
    </w:p>
    <w:p w14:paraId="23F6B269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4A272A7B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5B957D55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10F61F1E" w14:textId="77777777" w:rsidR="00095037" w:rsidRDefault="00095037" w:rsidP="00095037">
      <w:pPr>
        <w:pStyle w:val="Bezmezer"/>
      </w:pPr>
      <w:r>
        <w:t>Výměna kolejnice středová část 1*17,5m</w:t>
      </w:r>
    </w:p>
    <w:p w14:paraId="4D147154" w14:textId="77777777" w:rsidR="00095037" w:rsidRDefault="00095037" w:rsidP="00095037">
      <w:pPr>
        <w:pStyle w:val="Bezmezer"/>
      </w:pPr>
      <w:r>
        <w:t>Výměna srdcovky ANO</w:t>
      </w:r>
    </w:p>
    <w:p w14:paraId="244C7C88" w14:textId="77777777" w:rsidR="00095037" w:rsidRDefault="00095037" w:rsidP="00095037">
      <w:pPr>
        <w:pStyle w:val="Bezmezer"/>
      </w:pPr>
      <w:r>
        <w:t xml:space="preserve">Výměna LIS ve výhybce a spojkách – 2 ks (střed 2*4m)  </w:t>
      </w:r>
    </w:p>
    <w:p w14:paraId="25523F28" w14:textId="77777777" w:rsidR="00095037" w:rsidRDefault="00095037" w:rsidP="00095037">
      <w:pPr>
        <w:pStyle w:val="Bezmezer"/>
      </w:pPr>
      <w:r>
        <w:t>Výměna LIS ve spojce výh.č.6-8 2ks (2*4m)</w:t>
      </w:r>
    </w:p>
    <w:p w14:paraId="5F4D9B86" w14:textId="77777777" w:rsidR="00095037" w:rsidRDefault="00095037" w:rsidP="00095037">
      <w:pPr>
        <w:pStyle w:val="Bezmezer"/>
      </w:pPr>
      <w:r>
        <w:t>Výměna jazyka (pravý)</w:t>
      </w:r>
    </w:p>
    <w:p w14:paraId="3F545426" w14:textId="77777777" w:rsidR="00095037" w:rsidRDefault="00095037" w:rsidP="00095037">
      <w:pPr>
        <w:pStyle w:val="Bezmezer"/>
      </w:pPr>
      <w:r>
        <w:t>Výměna opornice (pravá)</w:t>
      </w:r>
    </w:p>
    <w:p w14:paraId="212D01EF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56AFF647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787F46F" w14:textId="77777777" w:rsidR="00095037" w:rsidRDefault="00095037" w:rsidP="00095037">
      <w:pPr>
        <w:pStyle w:val="Bezmezer"/>
      </w:pPr>
      <w:r>
        <w:t>Počty řezů 16</w:t>
      </w:r>
    </w:p>
    <w:p w14:paraId="75B91CB7" w14:textId="77777777" w:rsidR="00095037" w:rsidRDefault="00095037" w:rsidP="00095037">
      <w:pPr>
        <w:pStyle w:val="Bezmezer"/>
      </w:pPr>
      <w:r>
        <w:t>Počet svarů 16</w:t>
      </w:r>
    </w:p>
    <w:p w14:paraId="598F82E1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719CC8E1" w14:textId="77777777" w:rsidR="00095037" w:rsidRDefault="00095037" w:rsidP="00095037">
      <w:pPr>
        <w:pStyle w:val="Bezmezer"/>
      </w:pPr>
    </w:p>
    <w:p w14:paraId="26D34318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1C1C42B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2 ks </w:t>
      </w:r>
    </w:p>
    <w:p w14:paraId="518F4DEF" w14:textId="77777777" w:rsidR="00095037" w:rsidRDefault="00095037" w:rsidP="00095037">
      <w:pPr>
        <w:pStyle w:val="Bezmezer"/>
      </w:pPr>
      <w:r>
        <w:t>Výměna jazykových opěrek 10 ks</w:t>
      </w:r>
    </w:p>
    <w:p w14:paraId="01AD9907" w14:textId="77777777" w:rsidR="00095037" w:rsidRDefault="00095037" w:rsidP="00095037">
      <w:pPr>
        <w:pStyle w:val="Bezmezer"/>
      </w:pPr>
      <w:r>
        <w:lastRenderedPageBreak/>
        <w:t>Montáž, demontáž ohřevů</w:t>
      </w:r>
    </w:p>
    <w:p w14:paraId="7BD454CA" w14:textId="77777777" w:rsidR="00095037" w:rsidRDefault="00095037" w:rsidP="00095037">
      <w:pPr>
        <w:pStyle w:val="Bezmezer"/>
      </w:pPr>
      <w:r>
        <w:t>Výměn zámků proti putování 1ks</w:t>
      </w:r>
    </w:p>
    <w:p w14:paraId="1BC5D2E2" w14:textId="77777777" w:rsidR="00095037" w:rsidRDefault="008E7D91" w:rsidP="00095037">
      <w:pPr>
        <w:pStyle w:val="Bezmezer"/>
      </w:pPr>
      <w:r>
        <w:t>Výměna čelisťových závěrů 2ks</w:t>
      </w:r>
    </w:p>
    <w:p w14:paraId="0F37D822" w14:textId="77777777" w:rsidR="00095037" w:rsidRDefault="00095037" w:rsidP="00095037">
      <w:pPr>
        <w:pStyle w:val="Bezmezer"/>
      </w:pPr>
      <w:r>
        <w:t>Montáž a demontáž propojek 3 ks</w:t>
      </w:r>
    </w:p>
    <w:p w14:paraId="6C6B5462" w14:textId="77777777" w:rsidR="00095037" w:rsidRDefault="00095037" w:rsidP="00095037">
      <w:pPr>
        <w:pStyle w:val="Bezmezer"/>
      </w:pPr>
      <w:r>
        <w:tab/>
      </w:r>
    </w:p>
    <w:p w14:paraId="6C91311B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5</w:t>
      </w:r>
      <w:r>
        <w:tab/>
        <w:t>J 60-1:12-500 P</w:t>
      </w:r>
    </w:p>
    <w:p w14:paraId="1915BC3E" w14:textId="77777777" w:rsidR="00095037" w:rsidRDefault="00095037" w:rsidP="00095037">
      <w:pPr>
        <w:pStyle w:val="Bezmezer"/>
      </w:pPr>
      <w:r>
        <w:t>Výměna pražců ve výhybce 8 (2x3,65; 2x3,75; 2x3,85; 2x3,90)</w:t>
      </w:r>
    </w:p>
    <w:p w14:paraId="71E34B7F" w14:textId="77777777" w:rsidR="00095037" w:rsidRDefault="00095037" w:rsidP="00095037">
      <w:pPr>
        <w:pStyle w:val="Bezmezer"/>
      </w:pPr>
      <w:r>
        <w:t>Výměna pražce za pod LIS KV rovná 4x B91</w:t>
      </w:r>
    </w:p>
    <w:p w14:paraId="37D43116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626BECD6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6169B165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2EC75FDC" w14:textId="77777777" w:rsidR="00095037" w:rsidRDefault="00095037" w:rsidP="00095037">
      <w:pPr>
        <w:pStyle w:val="Bezmezer"/>
      </w:pPr>
      <w:r>
        <w:t>Výměna kolejnice středová část 1*17,5m</w:t>
      </w:r>
    </w:p>
    <w:p w14:paraId="31B5518A" w14:textId="77777777" w:rsidR="00095037" w:rsidRDefault="00095037" w:rsidP="00095037">
      <w:pPr>
        <w:pStyle w:val="Bezmezer"/>
      </w:pPr>
      <w:r>
        <w:t>Výměna srdcovky ANO</w:t>
      </w:r>
    </w:p>
    <w:p w14:paraId="1405F413" w14:textId="77777777" w:rsidR="00095037" w:rsidRDefault="00095037" w:rsidP="00095037">
      <w:pPr>
        <w:pStyle w:val="Bezmezer"/>
      </w:pPr>
      <w:r>
        <w:t xml:space="preserve">Výměna LIS ve výhybce 5 ks (2 x ZV;2 x KV; 1x střed 5*4m)  </w:t>
      </w:r>
    </w:p>
    <w:p w14:paraId="437147AE" w14:textId="77777777" w:rsidR="00095037" w:rsidRDefault="00095037" w:rsidP="00095037">
      <w:pPr>
        <w:pStyle w:val="Bezmezer"/>
      </w:pPr>
      <w:r>
        <w:t xml:space="preserve">Výměna LIS ve spojce 3-5 (2x12m)   </w:t>
      </w:r>
    </w:p>
    <w:p w14:paraId="6BD7C2B0" w14:textId="77777777" w:rsidR="00095037" w:rsidRDefault="00095037" w:rsidP="00095037">
      <w:pPr>
        <w:pStyle w:val="Bezmezer"/>
      </w:pPr>
      <w:r>
        <w:t xml:space="preserve">Výměna jazyků </w:t>
      </w:r>
    </w:p>
    <w:p w14:paraId="4F54CA08" w14:textId="77777777" w:rsidR="00095037" w:rsidRDefault="00095037" w:rsidP="00095037">
      <w:pPr>
        <w:pStyle w:val="Bezmezer"/>
      </w:pPr>
      <w:r>
        <w:t>Výměna opornic</w:t>
      </w:r>
    </w:p>
    <w:p w14:paraId="02D7648F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1C3978A6" w14:textId="77777777" w:rsidR="00095037" w:rsidRDefault="00095037" w:rsidP="00095037">
      <w:pPr>
        <w:pStyle w:val="Bezmezer"/>
      </w:pPr>
      <w:r>
        <w:t>Výměna ŠL pod LIS za KV (5*4*0,35)</w:t>
      </w:r>
    </w:p>
    <w:p w14:paraId="63D642B5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DCA18C2" w14:textId="77777777" w:rsidR="00095037" w:rsidRDefault="00095037" w:rsidP="00095037">
      <w:pPr>
        <w:pStyle w:val="Bezmezer"/>
      </w:pPr>
      <w:r>
        <w:t>Počty řezů 22</w:t>
      </w:r>
    </w:p>
    <w:p w14:paraId="3D249FBF" w14:textId="77777777" w:rsidR="00095037" w:rsidRDefault="00095037" w:rsidP="00095037">
      <w:pPr>
        <w:pStyle w:val="Bezmezer"/>
      </w:pPr>
      <w:r>
        <w:t>Počet svarů 22</w:t>
      </w:r>
    </w:p>
    <w:p w14:paraId="411130FD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4B912224" w14:textId="77777777" w:rsidR="00095037" w:rsidRDefault="00095037" w:rsidP="00095037">
      <w:pPr>
        <w:pStyle w:val="Bezmezer"/>
      </w:pPr>
    </w:p>
    <w:p w14:paraId="19D79CD1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7FA7BA50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4 ks </w:t>
      </w:r>
    </w:p>
    <w:p w14:paraId="60A39EB3" w14:textId="77777777" w:rsidR="00095037" w:rsidRDefault="00095037" w:rsidP="00095037">
      <w:pPr>
        <w:pStyle w:val="Bezmezer"/>
      </w:pPr>
      <w:r>
        <w:t>Výměna jazykových opěrek 2*10 ks</w:t>
      </w:r>
    </w:p>
    <w:p w14:paraId="000C1AD0" w14:textId="77777777" w:rsidR="00095037" w:rsidRDefault="00095037" w:rsidP="00095037">
      <w:pPr>
        <w:pStyle w:val="Bezmezer"/>
      </w:pPr>
      <w:r>
        <w:t>Montáž, demontáž ohřevů</w:t>
      </w:r>
    </w:p>
    <w:p w14:paraId="6B6D529C" w14:textId="77777777" w:rsidR="00095037" w:rsidRDefault="00095037" w:rsidP="00095037">
      <w:pPr>
        <w:pStyle w:val="Bezmezer"/>
      </w:pPr>
      <w:r>
        <w:t>Výměn zámků proti putování 2ks</w:t>
      </w:r>
    </w:p>
    <w:p w14:paraId="5C071B97" w14:textId="77777777" w:rsidR="00095037" w:rsidRDefault="00095037" w:rsidP="00095037">
      <w:pPr>
        <w:pStyle w:val="Bezmezer"/>
      </w:pPr>
      <w:r>
        <w:t>Výměna čelisťových závěrů 2ks</w:t>
      </w:r>
    </w:p>
    <w:p w14:paraId="17BA4D25" w14:textId="77777777" w:rsidR="00095037" w:rsidRDefault="00095037" w:rsidP="00095037">
      <w:pPr>
        <w:pStyle w:val="Bezmezer"/>
      </w:pPr>
    </w:p>
    <w:p w14:paraId="612E3D63" w14:textId="77777777" w:rsidR="00095037" w:rsidRDefault="00095037" w:rsidP="00095037">
      <w:pPr>
        <w:pStyle w:val="Bezmezer"/>
      </w:pPr>
      <w:r>
        <w:t>Montáž a demontáž propojek 3 ks</w:t>
      </w:r>
    </w:p>
    <w:p w14:paraId="45F5DA9A" w14:textId="77777777" w:rsidR="00095037" w:rsidRDefault="00095037" w:rsidP="00095037">
      <w:pPr>
        <w:pStyle w:val="Bezmezer"/>
      </w:pPr>
      <w:r>
        <w:tab/>
      </w:r>
      <w:r>
        <w:tab/>
      </w:r>
    </w:p>
    <w:p w14:paraId="03D02568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3</w:t>
      </w:r>
      <w:r>
        <w:tab/>
        <w:t>J 60-1:12-500 P</w:t>
      </w:r>
    </w:p>
    <w:p w14:paraId="6337C9FD" w14:textId="77777777" w:rsidR="00095037" w:rsidRDefault="00095037" w:rsidP="00095037">
      <w:pPr>
        <w:pStyle w:val="Bezmezer"/>
      </w:pPr>
      <w:r>
        <w:t>Výměna pražců ve výhybce 8 (2x3,65; 2x3,75; 2x3,85; 2x3,90)</w:t>
      </w:r>
    </w:p>
    <w:p w14:paraId="6E4CEC7D" w14:textId="77777777" w:rsidR="00095037" w:rsidRDefault="00095037" w:rsidP="00095037">
      <w:pPr>
        <w:pStyle w:val="Bezmezer"/>
      </w:pPr>
      <w:r>
        <w:t>Výměna pražce za KV výhybkový 13 ks (2*4,05; 2*4,15; 2*4,25; 2*4,35; 2*4,45; 2*4,55; 1*4,6)</w:t>
      </w:r>
    </w:p>
    <w:p w14:paraId="181961BC" w14:textId="77777777" w:rsidR="00095037" w:rsidRDefault="00095037" w:rsidP="00095037">
      <w:pPr>
        <w:pStyle w:val="Bezmezer"/>
      </w:pPr>
      <w:r>
        <w:t xml:space="preserve">Výměna pražců pod LIS na </w:t>
      </w:r>
      <w:proofErr w:type="spellStart"/>
      <w:r>
        <w:t>zv</w:t>
      </w:r>
      <w:proofErr w:type="spellEnd"/>
      <w:r>
        <w:t xml:space="preserve"> 4 ks výhybkový 2,6</w:t>
      </w:r>
    </w:p>
    <w:p w14:paraId="20C7398C" w14:textId="77777777" w:rsidR="00095037" w:rsidRDefault="00095037" w:rsidP="00095037">
      <w:pPr>
        <w:pStyle w:val="Bezmezer"/>
      </w:pPr>
      <w:r>
        <w:t xml:space="preserve">Výměna kolejnic na </w:t>
      </w:r>
      <w:proofErr w:type="spellStart"/>
      <w:r>
        <w:t>zv</w:t>
      </w:r>
      <w:proofErr w:type="spellEnd"/>
      <w:r>
        <w:t xml:space="preserve"> (spojka 2-3) 2x22m </w:t>
      </w:r>
    </w:p>
    <w:p w14:paraId="15F777F1" w14:textId="77777777" w:rsidR="00095037" w:rsidRDefault="00095037" w:rsidP="00095037">
      <w:pPr>
        <w:pStyle w:val="Bezmezer"/>
      </w:pPr>
      <w:r>
        <w:t>Výměna kolejnic u přídržného plechu v přímé 1 x 12m</w:t>
      </w:r>
    </w:p>
    <w:p w14:paraId="51C12859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7A35C954" w14:textId="77777777" w:rsidR="00095037" w:rsidRDefault="00095037" w:rsidP="00095037">
      <w:pPr>
        <w:pStyle w:val="Bezmezer"/>
      </w:pPr>
      <w:r>
        <w:t>Výměna srdcovky ANO (prodloužená)</w:t>
      </w:r>
    </w:p>
    <w:p w14:paraId="7C79840A" w14:textId="77777777" w:rsidR="00095037" w:rsidRDefault="00095037" w:rsidP="00095037">
      <w:pPr>
        <w:pStyle w:val="Bezmezer"/>
      </w:pPr>
      <w:r>
        <w:t>Výměna LIS ve výhybce – 2 ks (</w:t>
      </w:r>
      <w:proofErr w:type="spellStart"/>
      <w:r>
        <w:t>kv</w:t>
      </w:r>
      <w:proofErr w:type="spellEnd"/>
      <w:r>
        <w:t xml:space="preserve"> 2*5m)  </w:t>
      </w:r>
    </w:p>
    <w:p w14:paraId="5CCB5C75" w14:textId="77777777" w:rsidR="00095037" w:rsidRDefault="00095037" w:rsidP="00095037">
      <w:pPr>
        <w:pStyle w:val="Bezmezer"/>
      </w:pPr>
      <w:r>
        <w:t>Výměna LIS ve spojka 2-3 2*4m</w:t>
      </w:r>
    </w:p>
    <w:p w14:paraId="00A6D2D8" w14:textId="77777777" w:rsidR="00095037" w:rsidRDefault="00095037" w:rsidP="00095037">
      <w:pPr>
        <w:pStyle w:val="Bezmezer"/>
      </w:pPr>
      <w:r>
        <w:t xml:space="preserve">Výměna jazyků </w:t>
      </w:r>
    </w:p>
    <w:p w14:paraId="1AF34FE2" w14:textId="77777777" w:rsidR="00095037" w:rsidRDefault="00095037" w:rsidP="00095037">
      <w:pPr>
        <w:pStyle w:val="Bezmezer"/>
      </w:pPr>
      <w:r>
        <w:t>Výměna opornic</w:t>
      </w:r>
    </w:p>
    <w:p w14:paraId="034C596A" w14:textId="77777777" w:rsidR="00095037" w:rsidRDefault="00095037" w:rsidP="00095037">
      <w:pPr>
        <w:pStyle w:val="Bezmezer"/>
      </w:pPr>
      <w:r>
        <w:t xml:space="preserve">Výměna ŠL v srdcovkové části včetně stezky (1,5m) se zhutněním vrstvy po 15 cm (9,1*(4,5+1,5)*0,30) </w:t>
      </w:r>
    </w:p>
    <w:p w14:paraId="230EDAFD" w14:textId="77777777" w:rsidR="00095037" w:rsidRDefault="00095037" w:rsidP="00095037">
      <w:pPr>
        <w:pStyle w:val="Bezmezer"/>
      </w:pPr>
      <w:r>
        <w:t xml:space="preserve">Výměna ŠL pod LIS za KV č.3  9m (9*4,5*0,30), pod LIS ve spojce 2-3 (5*4,5*,30) </w:t>
      </w:r>
    </w:p>
    <w:p w14:paraId="0BF3E2D6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651E015" w14:textId="77777777" w:rsidR="00095037" w:rsidRDefault="00095037" w:rsidP="00095037">
      <w:pPr>
        <w:pStyle w:val="Bezmezer"/>
      </w:pPr>
      <w:r>
        <w:t>Počty řezů 22</w:t>
      </w:r>
    </w:p>
    <w:p w14:paraId="2E0E4788" w14:textId="77777777" w:rsidR="00095037" w:rsidRDefault="00095037" w:rsidP="00095037">
      <w:pPr>
        <w:pStyle w:val="Bezmezer"/>
      </w:pPr>
      <w:r>
        <w:t>Počet svarů 22</w:t>
      </w:r>
    </w:p>
    <w:p w14:paraId="74DAE995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0D3FF207" w14:textId="77777777" w:rsidR="00095037" w:rsidRDefault="00095037" w:rsidP="00095037">
      <w:pPr>
        <w:pStyle w:val="Bezmezer"/>
      </w:pPr>
    </w:p>
    <w:p w14:paraId="6934C032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27BE2D36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4 ks </w:t>
      </w:r>
    </w:p>
    <w:p w14:paraId="45D92B70" w14:textId="77777777" w:rsidR="00095037" w:rsidRDefault="00095037" w:rsidP="00095037">
      <w:pPr>
        <w:pStyle w:val="Bezmezer"/>
      </w:pPr>
      <w:r>
        <w:lastRenderedPageBreak/>
        <w:t>Výměna jazykových opěrek 2*10 ks</w:t>
      </w:r>
    </w:p>
    <w:p w14:paraId="376431B8" w14:textId="77777777" w:rsidR="00095037" w:rsidRDefault="00095037" w:rsidP="00095037">
      <w:pPr>
        <w:pStyle w:val="Bezmezer"/>
      </w:pPr>
      <w:r>
        <w:t>Montáž, demontáž ohřevů</w:t>
      </w:r>
    </w:p>
    <w:p w14:paraId="19D42501" w14:textId="77777777" w:rsidR="00095037" w:rsidRDefault="00095037" w:rsidP="00095037">
      <w:pPr>
        <w:pStyle w:val="Bezmezer"/>
      </w:pPr>
      <w:r>
        <w:t>Výměn zámků proti putování 2ks</w:t>
      </w:r>
    </w:p>
    <w:p w14:paraId="7A9C63F0" w14:textId="77777777" w:rsidR="00095037" w:rsidRDefault="008E7D91" w:rsidP="00095037">
      <w:pPr>
        <w:pStyle w:val="Bezmezer"/>
      </w:pPr>
      <w:r>
        <w:t>Výměna čelisťových závěrů 2ks</w:t>
      </w:r>
    </w:p>
    <w:p w14:paraId="5CB2E074" w14:textId="77777777" w:rsidR="00095037" w:rsidRDefault="00095037" w:rsidP="00095037">
      <w:pPr>
        <w:pStyle w:val="Bezmezer"/>
      </w:pPr>
      <w:r>
        <w:t>Montáž a demontáž propojek 3 ks</w:t>
      </w:r>
    </w:p>
    <w:p w14:paraId="55599C21" w14:textId="77777777" w:rsidR="00095037" w:rsidRDefault="00095037" w:rsidP="00095037">
      <w:pPr>
        <w:pStyle w:val="Bezmezer"/>
      </w:pPr>
      <w:r>
        <w:tab/>
      </w:r>
      <w:r>
        <w:tab/>
      </w:r>
    </w:p>
    <w:p w14:paraId="69C77D98" w14:textId="77777777" w:rsidR="00095037" w:rsidRDefault="00095037" w:rsidP="00095037">
      <w:pPr>
        <w:pStyle w:val="Bezmezer"/>
      </w:pPr>
    </w:p>
    <w:p w14:paraId="252A27BB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č.4 J 60-1:12-500 L</w:t>
      </w:r>
    </w:p>
    <w:p w14:paraId="5D42FFE8" w14:textId="77777777" w:rsidR="00095037" w:rsidRDefault="00095037" w:rsidP="00095037">
      <w:pPr>
        <w:pStyle w:val="Bezmezer"/>
      </w:pPr>
      <w:r>
        <w:t xml:space="preserve">Výměna pražců ve výhybce 8 (2x3,65; 2x3,75; 2x3,85; 2x3,90) </w:t>
      </w:r>
    </w:p>
    <w:p w14:paraId="6E60525A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00443631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53DFB411" w14:textId="77777777" w:rsidR="00095037" w:rsidRDefault="00095037" w:rsidP="00095037">
      <w:pPr>
        <w:pStyle w:val="Bezmezer"/>
      </w:pPr>
      <w:r>
        <w:t xml:space="preserve">Výměna kolejnic za KV 2x10m, </w:t>
      </w:r>
    </w:p>
    <w:p w14:paraId="480BC7D8" w14:textId="77777777" w:rsidR="00095037" w:rsidRDefault="00095037" w:rsidP="00095037">
      <w:pPr>
        <w:pStyle w:val="Bezmezer"/>
      </w:pPr>
      <w:r>
        <w:t>Výměna kolejnice středová část 1*17,5m</w:t>
      </w:r>
    </w:p>
    <w:p w14:paraId="06FE7F44" w14:textId="77777777" w:rsidR="00095037" w:rsidRDefault="00095037" w:rsidP="00095037">
      <w:pPr>
        <w:pStyle w:val="Bezmezer"/>
      </w:pPr>
      <w:r>
        <w:t>Výměna srdcovky ANO</w:t>
      </w:r>
    </w:p>
    <w:p w14:paraId="6C65065A" w14:textId="77777777" w:rsidR="00095037" w:rsidRDefault="00095037" w:rsidP="00095037">
      <w:pPr>
        <w:pStyle w:val="Bezmezer"/>
      </w:pPr>
      <w:r>
        <w:t xml:space="preserve">Výměna LIS ve výhybce 2ks (střed 2*4m)   </w:t>
      </w:r>
    </w:p>
    <w:p w14:paraId="7AB1A2CD" w14:textId="77777777" w:rsidR="00095037" w:rsidRDefault="00095037" w:rsidP="00095037">
      <w:pPr>
        <w:pStyle w:val="Bezmezer"/>
      </w:pPr>
      <w:r>
        <w:t xml:space="preserve">Výměna jazyka (levý) </w:t>
      </w:r>
    </w:p>
    <w:p w14:paraId="0BBF9946" w14:textId="77777777" w:rsidR="00095037" w:rsidRDefault="00095037" w:rsidP="00095037">
      <w:pPr>
        <w:pStyle w:val="Bezmezer"/>
      </w:pPr>
      <w:r>
        <w:t>Výměna opornice (levá)</w:t>
      </w:r>
    </w:p>
    <w:p w14:paraId="5067BD37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36D2B5F5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4C9B3CB6" w14:textId="77777777" w:rsidR="00095037" w:rsidRDefault="00095037" w:rsidP="00095037">
      <w:pPr>
        <w:pStyle w:val="Bezmezer"/>
      </w:pPr>
      <w:r>
        <w:t>Počty řezů 14</w:t>
      </w:r>
    </w:p>
    <w:p w14:paraId="7A75019B" w14:textId="77777777" w:rsidR="00095037" w:rsidRDefault="00095037" w:rsidP="00095037">
      <w:pPr>
        <w:pStyle w:val="Bezmezer"/>
      </w:pPr>
      <w:r>
        <w:t>Počet svarů 14</w:t>
      </w:r>
    </w:p>
    <w:p w14:paraId="75CBA24C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201E3BB7" w14:textId="77777777" w:rsidR="00095037" w:rsidRDefault="00095037" w:rsidP="00095037">
      <w:pPr>
        <w:pStyle w:val="Bezmezer"/>
      </w:pPr>
    </w:p>
    <w:p w14:paraId="42E5A9EE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7FB4F01D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2 ks </w:t>
      </w:r>
    </w:p>
    <w:p w14:paraId="5B6C94E0" w14:textId="77777777" w:rsidR="00095037" w:rsidRDefault="00095037" w:rsidP="00095037">
      <w:pPr>
        <w:pStyle w:val="Bezmezer"/>
      </w:pPr>
      <w:r>
        <w:t>Výměna jazykových opěrek 10 ks</w:t>
      </w:r>
    </w:p>
    <w:p w14:paraId="6F983774" w14:textId="77777777" w:rsidR="00095037" w:rsidRDefault="00095037" w:rsidP="00095037">
      <w:pPr>
        <w:pStyle w:val="Bezmezer"/>
      </w:pPr>
      <w:r>
        <w:t>Montáž, demontáž ohřevů</w:t>
      </w:r>
    </w:p>
    <w:p w14:paraId="3D94546D" w14:textId="77777777" w:rsidR="00095037" w:rsidRDefault="00095037" w:rsidP="00095037">
      <w:pPr>
        <w:pStyle w:val="Bezmezer"/>
      </w:pPr>
      <w:r>
        <w:t>Výměn zámků proti putování 1ks</w:t>
      </w:r>
    </w:p>
    <w:p w14:paraId="7E77BA07" w14:textId="77777777" w:rsidR="00095037" w:rsidRDefault="008E7D91" w:rsidP="00095037">
      <w:pPr>
        <w:pStyle w:val="Bezmezer"/>
      </w:pPr>
      <w:r>
        <w:t>Výměna čelisťových závěrů 2ks</w:t>
      </w:r>
    </w:p>
    <w:p w14:paraId="522895FA" w14:textId="77777777" w:rsidR="00095037" w:rsidRDefault="00095037" w:rsidP="00095037">
      <w:pPr>
        <w:pStyle w:val="Bezmezer"/>
      </w:pPr>
      <w:r>
        <w:t>Montáž a demontáž propojek 3 ks</w:t>
      </w:r>
    </w:p>
    <w:p w14:paraId="7A0E8656" w14:textId="77777777" w:rsidR="00095037" w:rsidRDefault="00095037" w:rsidP="00095037">
      <w:pPr>
        <w:pStyle w:val="Bezmezer"/>
      </w:pPr>
      <w:r>
        <w:tab/>
      </w:r>
      <w:r>
        <w:tab/>
      </w:r>
    </w:p>
    <w:p w14:paraId="1A448E60" w14:textId="77777777" w:rsidR="00095037" w:rsidRDefault="00095037" w:rsidP="00095037">
      <w:pPr>
        <w:pStyle w:val="Podnadpis"/>
      </w:pPr>
      <w:r>
        <w:t xml:space="preserve">Záboří v. č.2 </w:t>
      </w:r>
      <w:r>
        <w:tab/>
      </w:r>
      <w:proofErr w:type="spellStart"/>
      <w:r>
        <w:t>Obl</w:t>
      </w:r>
      <w:proofErr w:type="spellEnd"/>
      <w:r>
        <w:t>-O 60-1:12-500 L</w:t>
      </w:r>
    </w:p>
    <w:p w14:paraId="5316B98A" w14:textId="77777777" w:rsidR="00095037" w:rsidRDefault="00095037" w:rsidP="00095037">
      <w:pPr>
        <w:pStyle w:val="Bezmezer"/>
      </w:pPr>
      <w:r>
        <w:t>Výměna pražců ve výhybce 8 (1x3,65; 2x3,75; 2x3,85; 2x3,90; 1x4,05)</w:t>
      </w:r>
    </w:p>
    <w:p w14:paraId="29D8B39C" w14:textId="77777777" w:rsidR="00095037" w:rsidRDefault="00095037" w:rsidP="00095037">
      <w:pPr>
        <w:pStyle w:val="Bezmezer"/>
      </w:pPr>
      <w:r>
        <w:t>Výměna pražců u (Se4) 4x B91</w:t>
      </w:r>
    </w:p>
    <w:p w14:paraId="796F1E4B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36EA0D0C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4C034B1E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35659BDC" w14:textId="77777777" w:rsidR="00095037" w:rsidRDefault="00095037" w:rsidP="00095037">
      <w:pPr>
        <w:pStyle w:val="Bezmezer"/>
      </w:pPr>
      <w:r>
        <w:t>Výměna kolejnice středová část 1*17,5m</w:t>
      </w:r>
    </w:p>
    <w:p w14:paraId="16191839" w14:textId="77777777" w:rsidR="00095037" w:rsidRDefault="00095037" w:rsidP="00095037">
      <w:pPr>
        <w:pStyle w:val="Bezmezer"/>
      </w:pPr>
      <w:r>
        <w:t>Výměna srdcovky ANO</w:t>
      </w:r>
    </w:p>
    <w:p w14:paraId="5BC2F941" w14:textId="77777777" w:rsidR="00095037" w:rsidRDefault="00095037" w:rsidP="00095037">
      <w:pPr>
        <w:pStyle w:val="Bezmezer"/>
      </w:pPr>
      <w:r>
        <w:t>Výměna LIS ve výhybce 2 ks (střed 2*4m) u Se4 (2*4m)</w:t>
      </w:r>
    </w:p>
    <w:p w14:paraId="61E11571" w14:textId="77777777" w:rsidR="00095037" w:rsidRDefault="00095037" w:rsidP="00095037">
      <w:pPr>
        <w:pStyle w:val="Bezmezer"/>
      </w:pPr>
      <w:r>
        <w:t>Výměna LIS ve spojce 1-2 (2x12m)</w:t>
      </w:r>
    </w:p>
    <w:p w14:paraId="1300804C" w14:textId="77777777" w:rsidR="00095037" w:rsidRDefault="00095037" w:rsidP="00095037">
      <w:pPr>
        <w:pStyle w:val="Bezmezer"/>
      </w:pPr>
      <w:r>
        <w:t>Výměna jazyka (pravý)</w:t>
      </w:r>
    </w:p>
    <w:p w14:paraId="15469AD6" w14:textId="77777777" w:rsidR="00095037" w:rsidRDefault="00095037" w:rsidP="00095037">
      <w:pPr>
        <w:pStyle w:val="Bezmezer"/>
      </w:pPr>
      <w:r>
        <w:t>Výměna opornice (pravá)</w:t>
      </w:r>
    </w:p>
    <w:p w14:paraId="50AEB232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58F719AE" w14:textId="77777777" w:rsidR="00095037" w:rsidRDefault="00095037" w:rsidP="00095037">
      <w:pPr>
        <w:pStyle w:val="Bezmezer"/>
      </w:pPr>
      <w:r>
        <w:t>Výměna ŠL pod LIS u Se4 (5*4*0,35)</w:t>
      </w:r>
    </w:p>
    <w:p w14:paraId="1AA1092C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EE9921C" w14:textId="77777777" w:rsidR="00095037" w:rsidRDefault="00095037" w:rsidP="00095037">
      <w:pPr>
        <w:pStyle w:val="Bezmezer"/>
      </w:pPr>
      <w:r>
        <w:t>Počty řezů 19</w:t>
      </w:r>
    </w:p>
    <w:p w14:paraId="51970DB1" w14:textId="77777777" w:rsidR="00095037" w:rsidRDefault="00095037" w:rsidP="00095037">
      <w:pPr>
        <w:pStyle w:val="Bezmezer"/>
      </w:pPr>
      <w:r>
        <w:t>Počet svarů 19</w:t>
      </w:r>
    </w:p>
    <w:p w14:paraId="2AF5311E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1B6A225E" w14:textId="77777777" w:rsidR="00095037" w:rsidRDefault="00095037" w:rsidP="00095037">
      <w:pPr>
        <w:pStyle w:val="Bezmezer"/>
      </w:pPr>
    </w:p>
    <w:p w14:paraId="51B53B27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30AB1A31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2 ks </w:t>
      </w:r>
    </w:p>
    <w:p w14:paraId="2F18872B" w14:textId="77777777" w:rsidR="00095037" w:rsidRDefault="00095037" w:rsidP="00095037">
      <w:pPr>
        <w:pStyle w:val="Bezmezer"/>
      </w:pPr>
      <w:r>
        <w:t>Výměna jazykových opěrek 10 ks</w:t>
      </w:r>
    </w:p>
    <w:p w14:paraId="5B064D64" w14:textId="77777777" w:rsidR="00095037" w:rsidRDefault="00095037" w:rsidP="00095037">
      <w:pPr>
        <w:pStyle w:val="Bezmezer"/>
      </w:pPr>
      <w:r>
        <w:t>Montáž, demontáž ohřevů</w:t>
      </w:r>
    </w:p>
    <w:p w14:paraId="1BD3EE31" w14:textId="77777777" w:rsidR="00095037" w:rsidRDefault="00095037" w:rsidP="00095037">
      <w:pPr>
        <w:pStyle w:val="Bezmezer"/>
      </w:pPr>
      <w:r>
        <w:t>Výměn zámků proti putování 1ks</w:t>
      </w:r>
    </w:p>
    <w:p w14:paraId="2C6580C1" w14:textId="77777777" w:rsidR="00095037" w:rsidRDefault="008E7D91" w:rsidP="00095037">
      <w:pPr>
        <w:pStyle w:val="Bezmezer"/>
      </w:pPr>
      <w:r>
        <w:lastRenderedPageBreak/>
        <w:t>Výměna čelisťových závěrů 2ks</w:t>
      </w:r>
    </w:p>
    <w:p w14:paraId="4D09335F" w14:textId="77777777" w:rsidR="00095037" w:rsidRDefault="00095037" w:rsidP="00095037">
      <w:pPr>
        <w:pStyle w:val="Bezmezer"/>
      </w:pPr>
      <w:r>
        <w:t>Montáž a demontáž propojek 3 ks</w:t>
      </w:r>
    </w:p>
    <w:p w14:paraId="75049362" w14:textId="77777777" w:rsidR="00095037" w:rsidRDefault="00095037" w:rsidP="00095037">
      <w:pPr>
        <w:pStyle w:val="Bezmezer"/>
      </w:pPr>
      <w:r>
        <w:tab/>
      </w:r>
      <w:r>
        <w:tab/>
      </w:r>
    </w:p>
    <w:p w14:paraId="4B970891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 xml:space="preserve">. č. 1 </w:t>
      </w:r>
      <w:proofErr w:type="spellStart"/>
      <w:r>
        <w:t>Obl</w:t>
      </w:r>
      <w:proofErr w:type="spellEnd"/>
      <w:r>
        <w:t>-O 60-1:12-500 L</w:t>
      </w:r>
    </w:p>
    <w:p w14:paraId="7C308727" w14:textId="77777777" w:rsidR="00095037" w:rsidRDefault="00095037" w:rsidP="00095037">
      <w:pPr>
        <w:pStyle w:val="Bezmezer"/>
      </w:pPr>
      <w:r>
        <w:t>Výměna pražců ve výhybce 8 (1x3,65; 2x3,75; 2x3,85; 2x3,90; 1X4,05)</w:t>
      </w:r>
    </w:p>
    <w:p w14:paraId="6CBDD342" w14:textId="77777777" w:rsidR="00095037" w:rsidRDefault="00095037" w:rsidP="00095037">
      <w:pPr>
        <w:pStyle w:val="Bezmezer"/>
      </w:pPr>
      <w:r>
        <w:t xml:space="preserve">Výměna pražce před pod LIS na ZV - 3 x výhybkový (2,6m) + 3 x B91  </w:t>
      </w:r>
    </w:p>
    <w:p w14:paraId="495E80FD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4987470C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65BD68BB" w14:textId="77777777" w:rsidR="00095037" w:rsidRDefault="00095037" w:rsidP="00095037">
      <w:pPr>
        <w:pStyle w:val="Bezmezer"/>
      </w:pPr>
      <w:r>
        <w:t>Výměna srdcovky ANO (prodloužená)</w:t>
      </w:r>
    </w:p>
    <w:p w14:paraId="2E67B1D0" w14:textId="77777777" w:rsidR="00095037" w:rsidRDefault="00095037" w:rsidP="00095037">
      <w:pPr>
        <w:pStyle w:val="Bezmezer"/>
      </w:pPr>
      <w:r>
        <w:t xml:space="preserve">Výměna LIS ve výhybce 2 ks (ZV 2*4,5m) </w:t>
      </w:r>
    </w:p>
    <w:p w14:paraId="5B1D5745" w14:textId="77777777" w:rsidR="00095037" w:rsidRDefault="00095037" w:rsidP="00095037">
      <w:pPr>
        <w:pStyle w:val="Bezmezer"/>
      </w:pPr>
      <w:r>
        <w:t>Výměna jazyka (pravý)</w:t>
      </w:r>
    </w:p>
    <w:p w14:paraId="0FA9E2B0" w14:textId="77777777" w:rsidR="00095037" w:rsidRDefault="00095037" w:rsidP="00095037">
      <w:pPr>
        <w:pStyle w:val="Bezmezer"/>
      </w:pPr>
      <w:r>
        <w:t>Výměna opornice (pravá)</w:t>
      </w:r>
    </w:p>
    <w:p w14:paraId="036A2DA4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1B65ACCB" w14:textId="77777777" w:rsidR="00095037" w:rsidRDefault="00095037" w:rsidP="00095037">
      <w:pPr>
        <w:pStyle w:val="Bezmezer"/>
      </w:pPr>
      <w:r>
        <w:t>Výměna ŠL pod LIS na ZV 7m (7*4*0,35)</w:t>
      </w:r>
    </w:p>
    <w:p w14:paraId="26A2B4C6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4AFDDF47" w14:textId="77777777" w:rsidR="00095037" w:rsidRDefault="00095037" w:rsidP="00095037">
      <w:pPr>
        <w:pStyle w:val="Bezmezer"/>
      </w:pPr>
      <w:r>
        <w:t>Počty řezů 14</w:t>
      </w:r>
    </w:p>
    <w:p w14:paraId="086B8E59" w14:textId="77777777" w:rsidR="00095037" w:rsidRDefault="00095037" w:rsidP="00095037">
      <w:pPr>
        <w:pStyle w:val="Bezmezer"/>
      </w:pPr>
      <w:r>
        <w:t>Počet svarů 14</w:t>
      </w:r>
    </w:p>
    <w:p w14:paraId="2140A0DC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4767D80F" w14:textId="77777777" w:rsidR="00095037" w:rsidRDefault="00095037" w:rsidP="00095037">
      <w:pPr>
        <w:pStyle w:val="Bezmezer"/>
      </w:pPr>
    </w:p>
    <w:p w14:paraId="75D8A3DE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313757C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Ekoslide</w:t>
      </w:r>
      <w:proofErr w:type="spellEnd"/>
      <w:r>
        <w:t xml:space="preserve"> 2 ks </w:t>
      </w:r>
    </w:p>
    <w:p w14:paraId="6C8ED702" w14:textId="77777777" w:rsidR="00095037" w:rsidRDefault="00095037" w:rsidP="00095037">
      <w:pPr>
        <w:pStyle w:val="Bezmezer"/>
      </w:pPr>
      <w:r>
        <w:t>Výměna jazykových opěrek 10 ks</w:t>
      </w:r>
    </w:p>
    <w:p w14:paraId="3EDB5413" w14:textId="77777777" w:rsidR="00095037" w:rsidRDefault="00095037" w:rsidP="00095037">
      <w:pPr>
        <w:pStyle w:val="Bezmezer"/>
      </w:pPr>
      <w:r>
        <w:t>Montáž, demontáž ohřevů</w:t>
      </w:r>
    </w:p>
    <w:p w14:paraId="7F35298D" w14:textId="77777777" w:rsidR="00095037" w:rsidRDefault="00095037" w:rsidP="00095037">
      <w:pPr>
        <w:pStyle w:val="Bezmezer"/>
      </w:pPr>
      <w:r>
        <w:t>Výměn zámků proti putování ks</w:t>
      </w:r>
    </w:p>
    <w:p w14:paraId="3587FF75" w14:textId="77777777" w:rsidR="00095037" w:rsidRDefault="008E7D91" w:rsidP="00095037">
      <w:pPr>
        <w:pStyle w:val="Bezmezer"/>
      </w:pPr>
      <w:r>
        <w:t>Výměna čelisťových závěrů 2ks</w:t>
      </w:r>
    </w:p>
    <w:p w14:paraId="3D600172" w14:textId="77777777" w:rsidR="00095037" w:rsidRDefault="00095037" w:rsidP="00095037">
      <w:pPr>
        <w:pStyle w:val="Bezmezer"/>
      </w:pPr>
      <w:r>
        <w:t>Montáž a demontáž propojek 3 ks</w:t>
      </w:r>
    </w:p>
    <w:p w14:paraId="2724595E" w14:textId="77777777" w:rsidR="00095037" w:rsidRDefault="00095037" w:rsidP="00095037">
      <w:pPr>
        <w:pStyle w:val="Bezmezer"/>
      </w:pPr>
      <w:r>
        <w:tab/>
      </w:r>
    </w:p>
    <w:p w14:paraId="388534A7" w14:textId="77777777" w:rsidR="00095037" w:rsidRDefault="00095037" w:rsidP="00095037">
      <w:pPr>
        <w:pStyle w:val="Podnadpis"/>
      </w:pPr>
      <w:r>
        <w:t>Mimo výhybky</w:t>
      </w:r>
    </w:p>
    <w:p w14:paraId="6941CBC6" w14:textId="77777777" w:rsidR="00095037" w:rsidRDefault="00095037" w:rsidP="00095037">
      <w:pPr>
        <w:pStyle w:val="Bezmezer"/>
      </w:pPr>
      <w:r>
        <w:t>GPK výhybek …… 1 141m</w:t>
      </w:r>
    </w:p>
    <w:p w14:paraId="1C33545B" w14:textId="77777777" w:rsidR="00095037" w:rsidRDefault="00095037" w:rsidP="00095037">
      <w:pPr>
        <w:pStyle w:val="Bezmezer"/>
      </w:pPr>
      <w:r>
        <w:t>GPK kolejí</w:t>
      </w:r>
      <w:r>
        <w:tab/>
        <w:t xml:space="preserve">……….    </w:t>
      </w:r>
      <w:r w:rsidR="004A0F34">
        <w:t>5 696m</w:t>
      </w:r>
    </w:p>
    <w:p w14:paraId="7837F056" w14:textId="77777777" w:rsidR="00095037" w:rsidRDefault="00095037" w:rsidP="00095037">
      <w:pPr>
        <w:pStyle w:val="Bezmezer"/>
      </w:pPr>
      <w:r>
        <w:t>Řízená stabilizace    1141</w:t>
      </w:r>
      <w:r w:rsidR="00D8685C">
        <w:t xml:space="preserve"> </w:t>
      </w:r>
      <w:r>
        <w:t>+</w:t>
      </w:r>
      <w:r w:rsidR="00D8685C">
        <w:t xml:space="preserve"> 5696</w:t>
      </w:r>
    </w:p>
    <w:p w14:paraId="150C05CF" w14:textId="77777777" w:rsidR="00095037" w:rsidRDefault="00095037" w:rsidP="00095037">
      <w:pPr>
        <w:pStyle w:val="Bezmezer"/>
      </w:pPr>
      <w:r>
        <w:t>Následné GPK u všech výhybek – 138,5 m</w:t>
      </w:r>
    </w:p>
    <w:p w14:paraId="0947A5B4" w14:textId="77777777" w:rsidR="00095037" w:rsidRDefault="00095037" w:rsidP="00095037">
      <w:pPr>
        <w:pStyle w:val="Bezmezer"/>
      </w:pPr>
      <w:r>
        <w:t>Následné GPK kolejí</w:t>
      </w:r>
      <w:r>
        <w:tab/>
        <w:t>……….           51m</w:t>
      </w:r>
    </w:p>
    <w:p w14:paraId="1CAC9327" w14:textId="77777777" w:rsidR="00095037" w:rsidRDefault="00095037" w:rsidP="00095037">
      <w:pPr>
        <w:pStyle w:val="Bezmezer"/>
      </w:pPr>
      <w:r>
        <w:t>Neřízená stabilizace  138,5+51m</w:t>
      </w:r>
    </w:p>
    <w:p w14:paraId="239611D1" w14:textId="77777777" w:rsidR="00095037" w:rsidRDefault="00095037" w:rsidP="00095037">
      <w:pPr>
        <w:pStyle w:val="Bezmezer"/>
      </w:pPr>
      <w:r>
        <w:t>Štěrk</w:t>
      </w:r>
    </w:p>
    <w:p w14:paraId="4F363FD0" w14:textId="77777777" w:rsidR="00095037" w:rsidRDefault="00095037" w:rsidP="00095037">
      <w:pPr>
        <w:pStyle w:val="Bezmezer"/>
      </w:pPr>
      <w:r>
        <w:t xml:space="preserve">Sejmutí ornice </w:t>
      </w:r>
      <w:r w:rsidR="00D8685C">
        <w:t>300</w:t>
      </w:r>
      <w:r>
        <w:t>m</w:t>
      </w:r>
      <w:r w:rsidR="00D8685C">
        <w:t>3</w:t>
      </w:r>
    </w:p>
    <w:p w14:paraId="6F3AF3F0" w14:textId="77777777" w:rsidR="00095037" w:rsidRDefault="00095037" w:rsidP="00095037">
      <w:pPr>
        <w:pStyle w:val="Bezmezer"/>
      </w:pPr>
      <w:r>
        <w:t xml:space="preserve">Zřízení konstrukční vrstvy </w:t>
      </w:r>
      <w:r w:rsidR="00D8685C">
        <w:t>2400m2</w:t>
      </w:r>
      <w:r>
        <w:tab/>
      </w:r>
    </w:p>
    <w:p w14:paraId="43AD352C" w14:textId="77777777" w:rsidR="00095037" w:rsidRDefault="00095037" w:rsidP="00095037">
      <w:pPr>
        <w:pStyle w:val="Bezmezer"/>
      </w:pPr>
      <w:r>
        <w:t>Demontáž 2*</w:t>
      </w:r>
      <w:proofErr w:type="spellStart"/>
      <w:r>
        <w:t>Brenz</w:t>
      </w:r>
      <w:proofErr w:type="spellEnd"/>
      <w:r>
        <w:t xml:space="preserve"> (beton 2,4m)</w:t>
      </w:r>
    </w:p>
    <w:p w14:paraId="66DDC3E8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LISů</w:t>
      </w:r>
      <w:proofErr w:type="spellEnd"/>
      <w:r>
        <w:t xml:space="preserve"> u S1,S2,L1,L2 v kolejích 8ks (8*4m)</w:t>
      </w:r>
    </w:p>
    <w:p w14:paraId="64B17CD6" w14:textId="77777777" w:rsidR="00095037" w:rsidRDefault="00095037" w:rsidP="00095037">
      <w:pPr>
        <w:pStyle w:val="Bezmezer"/>
      </w:pPr>
      <w:r>
        <w:t>Výměna pražců u LIS 4*6 B91a ŠL (5*4*0,35)</w:t>
      </w:r>
    </w:p>
    <w:p w14:paraId="080F0A9E" w14:textId="77777777" w:rsidR="00095037" w:rsidRDefault="00095037" w:rsidP="00095037">
      <w:pPr>
        <w:pStyle w:val="Bezmezer"/>
      </w:pPr>
      <w:r>
        <w:t xml:space="preserve">Výměna ŠL (12*5*0,3)pražců a kolejnice v km 336,300 – 336,342 </w:t>
      </w:r>
    </w:p>
    <w:p w14:paraId="4416FFF4" w14:textId="77777777" w:rsidR="00095037" w:rsidRDefault="00095037" w:rsidP="00095037">
      <w:pPr>
        <w:pStyle w:val="Bezmezer"/>
      </w:pPr>
      <w:proofErr w:type="spellStart"/>
      <w:r>
        <w:t>Balíza</w:t>
      </w:r>
      <w:proofErr w:type="spellEnd"/>
      <w:r>
        <w:t xml:space="preserve"> 11 ks</w:t>
      </w:r>
    </w:p>
    <w:p w14:paraId="41660217" w14:textId="77777777" w:rsidR="00095037" w:rsidRDefault="00095037" w:rsidP="00095037">
      <w:pPr>
        <w:pStyle w:val="Bezmezer"/>
      </w:pPr>
      <w:r>
        <w:t>MIB 4 ks</w:t>
      </w:r>
    </w:p>
    <w:p w14:paraId="016B0D04" w14:textId="77777777" w:rsidR="00095037" w:rsidRDefault="00095037" w:rsidP="00095037">
      <w:pPr>
        <w:pStyle w:val="Bezmezer"/>
      </w:pPr>
      <w:r>
        <w:t>Ukolejnění 30ks</w:t>
      </w:r>
    </w:p>
    <w:p w14:paraId="02DF1212" w14:textId="77777777" w:rsidR="00095037" w:rsidRDefault="00095037" w:rsidP="00095037">
      <w:pPr>
        <w:pStyle w:val="Bezmezer"/>
      </w:pPr>
      <w:r>
        <w:t>Svary 24</w:t>
      </w:r>
    </w:p>
    <w:p w14:paraId="42C4F82F" w14:textId="77777777" w:rsidR="00095037" w:rsidRDefault="00095037" w:rsidP="00095037">
      <w:pPr>
        <w:pStyle w:val="Bezmezer"/>
      </w:pPr>
      <w:r>
        <w:t>Řezy 24</w:t>
      </w:r>
    </w:p>
    <w:p w14:paraId="1971F888" w14:textId="77777777" w:rsidR="00095037" w:rsidRDefault="00D8685C" w:rsidP="00095037">
      <w:pPr>
        <w:pStyle w:val="Bezmezer"/>
      </w:pPr>
      <w:r>
        <w:t>Umožnění volné dilatace pro BK 150 m + 1930 m ve výhybkách</w:t>
      </w:r>
    </w:p>
    <w:p w14:paraId="44582F48" w14:textId="77777777" w:rsidR="00157B77" w:rsidRDefault="00157B77" w:rsidP="004C2217">
      <w:pPr>
        <w:pStyle w:val="Bezmezer"/>
      </w:pPr>
    </w:p>
    <w:p w14:paraId="061AA7A4" w14:textId="77777777" w:rsidR="006965DE" w:rsidRDefault="00823D9F" w:rsidP="006965DE">
      <w:pPr>
        <w:pStyle w:val="Nadpis2"/>
      </w:pPr>
      <w:r w:rsidRPr="00823D9F">
        <w:t>SO 0</w:t>
      </w:r>
      <w:r w:rsidR="00752D82">
        <w:t>7</w:t>
      </w:r>
      <w:r w:rsidRPr="00823D9F">
        <w:t xml:space="preserve"> </w:t>
      </w:r>
      <w:r w:rsidR="00AE5592">
        <w:t>Práce na žel. svršku v TÚ</w:t>
      </w:r>
      <w:r>
        <w:t xml:space="preserve"> </w:t>
      </w:r>
      <w:r w:rsidR="00BB4BC5">
        <w:t>Záboří nad Labem - Kolín</w:t>
      </w:r>
    </w:p>
    <w:p w14:paraId="479DE0D2" w14:textId="77777777" w:rsidR="006965DE" w:rsidRDefault="006965DE" w:rsidP="006965DE">
      <w:pPr>
        <w:pStyle w:val="Nadpis4"/>
      </w:pPr>
      <w:r>
        <w:t>Předmět práce</w:t>
      </w:r>
    </w:p>
    <w:p w14:paraId="0EC6B282" w14:textId="77777777" w:rsidR="008C3247" w:rsidRDefault="008C3247" w:rsidP="008C3247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77BACD03" w14:textId="77777777" w:rsidR="006965DE" w:rsidRDefault="006965DE" w:rsidP="006965DE">
      <w:pPr>
        <w:pStyle w:val="Bezmezer"/>
      </w:pPr>
      <w:r>
        <w:t>- broušení kolejnic</w:t>
      </w:r>
    </w:p>
    <w:p w14:paraId="5457D73D" w14:textId="77777777" w:rsidR="008C3247" w:rsidRDefault="008C3247" w:rsidP="008C3247">
      <w:pPr>
        <w:pStyle w:val="Bezmezer"/>
      </w:pPr>
      <w:r>
        <w:t>- GPK + doplnění ŠL; následné GPK</w:t>
      </w:r>
    </w:p>
    <w:p w14:paraId="48E90F68" w14:textId="77777777" w:rsidR="006965DE" w:rsidRDefault="006965DE" w:rsidP="006965DE">
      <w:pPr>
        <w:pStyle w:val="Nadpis4"/>
      </w:pPr>
      <w:r>
        <w:lastRenderedPageBreak/>
        <w:t>Stávající stav</w:t>
      </w:r>
    </w:p>
    <w:p w14:paraId="3000F73A" w14:textId="77777777" w:rsidR="006965DE" w:rsidRDefault="005C20D1" w:rsidP="006965DE">
      <w:pPr>
        <w:pStyle w:val="Bezmezer"/>
      </w:pPr>
      <w:r>
        <w:t xml:space="preserve">km 337,467 - 344,491;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Přejezdy betonové konstrukce </w:t>
      </w:r>
      <w:proofErr w:type="spellStart"/>
      <w:r>
        <w:t>brens</w:t>
      </w:r>
      <w:proofErr w:type="spellEnd"/>
      <w:r>
        <w:t xml:space="preserve">. Přejezd </w:t>
      </w:r>
      <w:r w:rsidRPr="005C20D1">
        <w:t xml:space="preserve">P4906 v km 312,103 </w:t>
      </w:r>
      <w:r>
        <w:t>je</w:t>
      </w:r>
      <w:r w:rsidRPr="005C20D1">
        <w:t xml:space="preserve"> přejez</w:t>
      </w:r>
      <w:r>
        <w:t xml:space="preserve">dová pryžová konstrukce </w:t>
      </w:r>
      <w:proofErr w:type="spellStart"/>
      <w:r>
        <w:t>Straill</w:t>
      </w:r>
      <w:proofErr w:type="spellEnd"/>
      <w:r>
        <w:t>.</w:t>
      </w:r>
    </w:p>
    <w:p w14:paraId="30193BDF" w14:textId="77777777" w:rsidR="006965DE" w:rsidRDefault="006965DE" w:rsidP="006965DE">
      <w:pPr>
        <w:pStyle w:val="Nadpis4"/>
      </w:pPr>
      <w:r>
        <w:t xml:space="preserve">Nový stav - </w:t>
      </w:r>
      <w:r w:rsidR="008C3247">
        <w:t>technické požadavky</w:t>
      </w:r>
    </w:p>
    <w:p w14:paraId="531A9EA5" w14:textId="77777777" w:rsidR="00DB049A" w:rsidRDefault="00DB049A" w:rsidP="00DB049A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</w:t>
      </w:r>
      <w:r w:rsidR="00284611">
        <w:t xml:space="preserve"> do hloubky 0,3 m pod úložnou plochu pražce; šířka 0,4 m za hlavami pražců</w:t>
      </w:r>
    </w:p>
    <w:p w14:paraId="3F450877" w14:textId="77777777" w:rsidR="000C683A" w:rsidRDefault="000C683A" w:rsidP="00DB049A">
      <w:pPr>
        <w:pStyle w:val="Bezmezer"/>
      </w:pPr>
      <w:r>
        <w:t>- na vybraných místech výměna kolejového roštu a výměna štěrkového lože do hloubky 0,3 m pod úložnou plochu pražce; šířka 0,4 m za hlavami pražců</w:t>
      </w:r>
    </w:p>
    <w:p w14:paraId="5662A5FB" w14:textId="77777777" w:rsidR="00DB049A" w:rsidRDefault="00DB049A" w:rsidP="00DB049A">
      <w:pPr>
        <w:pStyle w:val="Bezmezer"/>
      </w:pPr>
      <w:r>
        <w:t>- při výměně ŠL vytvořenou pláň ž. spodku spádovat ve sklon 2% a hutnit</w:t>
      </w:r>
    </w:p>
    <w:p w14:paraId="2186657A" w14:textId="77777777" w:rsidR="00DB049A" w:rsidRDefault="00DB049A" w:rsidP="00DB049A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3BEFC440" w14:textId="77777777" w:rsidR="00DB049A" w:rsidRDefault="00DB049A" w:rsidP="00DB049A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</w:t>
      </w:r>
      <w:r w:rsidR="008C3247">
        <w:t> </w:t>
      </w:r>
      <w:r>
        <w:t>prostorech kolejnice odbočné větve může být hutněno jiným zařízením</w:t>
      </w:r>
    </w:p>
    <w:p w14:paraId="7848974D" w14:textId="77777777" w:rsidR="00683CA3" w:rsidRDefault="00284611" w:rsidP="00DB049A">
      <w:pPr>
        <w:pStyle w:val="Bezmezer"/>
      </w:pPr>
      <w:r>
        <w:t xml:space="preserve">- u vybraných LIS pouze čištění </w:t>
      </w:r>
      <w:proofErr w:type="spellStart"/>
      <w:r>
        <w:t>mezipražcově</w:t>
      </w:r>
      <w:proofErr w:type="spellEnd"/>
      <w:r>
        <w:t xml:space="preserve"> do hloubky 0,3 m pod úložnou plochu pražce; doplnění ŠL; hutnění ŠL ve dvou vrstvách</w:t>
      </w:r>
    </w:p>
    <w:p w14:paraId="13E14CD4" w14:textId="77777777" w:rsidR="00683CA3" w:rsidRDefault="00683CA3" w:rsidP="00DB049A">
      <w:pPr>
        <w:pStyle w:val="Bezmezer"/>
      </w:pPr>
      <w:r>
        <w:t>- zřízení zesílení paty svahu zemního tělesa druhotně sloužící jako údržbový přístup podél trati</w:t>
      </w:r>
    </w:p>
    <w:p w14:paraId="454D0B33" w14:textId="77777777" w:rsidR="00683CA3" w:rsidRDefault="00683CA3" w:rsidP="00683CA3">
      <w:pPr>
        <w:pStyle w:val="Bezmezer"/>
      </w:pPr>
      <w:r>
        <w:t>- hutnění zemní planě komunikace</w:t>
      </w:r>
    </w:p>
    <w:p w14:paraId="37B3877C" w14:textId="77777777" w:rsidR="00DA44C2" w:rsidRDefault="00DA44C2" w:rsidP="00DB049A">
      <w:pPr>
        <w:pStyle w:val="Bezmezer"/>
      </w:pPr>
      <w:r>
        <w:t>- vzorkování vyzískaného materiálu</w:t>
      </w:r>
    </w:p>
    <w:p w14:paraId="7D615F5C" w14:textId="77777777" w:rsidR="004A0D93" w:rsidRDefault="004A0D93" w:rsidP="00DB049A">
      <w:pPr>
        <w:pStyle w:val="Bezmezer"/>
      </w:pPr>
      <w:r>
        <w:t>- ojedinělá výměna pražců bez snesení kolejového roštu</w:t>
      </w:r>
    </w:p>
    <w:p w14:paraId="1B9438EC" w14:textId="77777777" w:rsidR="00DB049A" w:rsidRDefault="00DB049A" w:rsidP="00DB049A">
      <w:pPr>
        <w:pStyle w:val="Bezmezer"/>
      </w:pPr>
      <w:r>
        <w:t>- strojní podbíjení kolejí přesnou metodou</w:t>
      </w:r>
    </w:p>
    <w:p w14:paraId="205869D0" w14:textId="77777777" w:rsidR="00DB049A" w:rsidRDefault="00DB049A" w:rsidP="00DB049A">
      <w:pPr>
        <w:pStyle w:val="Bezmezer"/>
      </w:pPr>
      <w:r>
        <w:t>- hutnění stabilizátorem kolejového lože</w:t>
      </w:r>
      <w:r w:rsidR="007D22BC">
        <w:t>; v místech, kde se zasahovalo do kolejového lože nejdříve neřízenou stabil</w:t>
      </w:r>
      <w:r w:rsidR="00752D82">
        <w:t>i</w:t>
      </w:r>
      <w:r w:rsidR="007D22BC">
        <w:t>zací; po kontinuálním podbíjení provést řízenou stabilizaci v celém úseku</w:t>
      </w:r>
    </w:p>
    <w:p w14:paraId="7AE00D40" w14:textId="77777777" w:rsidR="00DB049A" w:rsidRDefault="00DB049A" w:rsidP="00DB049A">
      <w:pPr>
        <w:pStyle w:val="Bezmezer"/>
      </w:pPr>
      <w:r>
        <w:t>- doplnění a úprava štěrkového lože</w:t>
      </w:r>
    </w:p>
    <w:p w14:paraId="00695567" w14:textId="77777777" w:rsidR="00DB049A" w:rsidRDefault="00DB049A" w:rsidP="00DB049A">
      <w:pPr>
        <w:pStyle w:val="Bezmezer"/>
      </w:pPr>
      <w:r>
        <w:t xml:space="preserve">- následné podbití v koleji pouze na měněných pražcích </w:t>
      </w:r>
      <w:r w:rsidR="00284611">
        <w:t xml:space="preserve"> a </w:t>
      </w:r>
      <w:proofErr w:type="spellStart"/>
      <w:r w:rsidR="00284611">
        <w:t>mezipražcového</w:t>
      </w:r>
      <w:proofErr w:type="spellEnd"/>
      <w:r w:rsidR="00284611">
        <w:t xml:space="preserve"> čištění </w:t>
      </w:r>
      <w:r>
        <w:t>+ 1 přilehlý z každé strany</w:t>
      </w:r>
    </w:p>
    <w:p w14:paraId="63FDFB5A" w14:textId="77777777" w:rsidR="00DB049A" w:rsidRDefault="00DB049A" w:rsidP="00DB049A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ukolejnění</w:t>
      </w:r>
    </w:p>
    <w:p w14:paraId="21A0889C" w14:textId="77777777" w:rsidR="00DB049A" w:rsidRDefault="00DB049A" w:rsidP="00DB049A">
      <w:pPr>
        <w:pStyle w:val="Bezmezer"/>
      </w:pPr>
      <w:r>
        <w:t>- demontáž a montáž přejezdů</w:t>
      </w:r>
    </w:p>
    <w:p w14:paraId="26A59387" w14:textId="77777777" w:rsidR="00BD20AE" w:rsidRDefault="000C683A" w:rsidP="00DB049A">
      <w:pPr>
        <w:pStyle w:val="Bezmezer"/>
      </w:pPr>
      <w:r>
        <w:t>- dopravní uzávěra přejezdů</w:t>
      </w:r>
    </w:p>
    <w:p w14:paraId="39196721" w14:textId="77777777" w:rsidR="00BD20AE" w:rsidRDefault="00BD20AE" w:rsidP="00BD20AE">
      <w:pPr>
        <w:pStyle w:val="Bezmezer"/>
      </w:pPr>
      <w:r>
        <w:t>- souvislá výměna kolejnici, s výměnou podložek pod patou kolejnic a úhlových vložek</w:t>
      </w:r>
    </w:p>
    <w:p w14:paraId="1E962299" w14:textId="77777777" w:rsidR="00BD20AE" w:rsidRDefault="00BD20AE" w:rsidP="00BD20AE">
      <w:pPr>
        <w:pStyle w:val="Bezmezer"/>
      </w:pPr>
      <w:r>
        <w:t>- svařování a zřízení bezstykové koleje</w:t>
      </w:r>
    </w:p>
    <w:p w14:paraId="00BA179C" w14:textId="77777777" w:rsidR="00BD20AE" w:rsidRDefault="00BD20AE" w:rsidP="00BD20AE">
      <w:pPr>
        <w:pStyle w:val="Bezmezer"/>
      </w:pPr>
      <w:r>
        <w:t>- souvislé strojní broušení kolejnic</w:t>
      </w:r>
    </w:p>
    <w:p w14:paraId="7E286ED8" w14:textId="77777777" w:rsidR="0049067B" w:rsidRDefault="0049067B" w:rsidP="0049067B">
      <w:pPr>
        <w:pStyle w:val="Bezmezer"/>
      </w:pPr>
      <w:r>
        <w:t>- zpracování a realizace KSÚ a TP pro jednotlivé etapy</w:t>
      </w:r>
    </w:p>
    <w:p w14:paraId="703156FE" w14:textId="77777777" w:rsidR="0049067B" w:rsidRDefault="0049067B" w:rsidP="00BD20AE">
      <w:pPr>
        <w:pStyle w:val="Bezmezer"/>
      </w:pPr>
      <w:r>
        <w:t>- vytyčení inženýrských sítí</w:t>
      </w:r>
    </w:p>
    <w:p w14:paraId="2FE343B0" w14:textId="77777777" w:rsidR="006F4915" w:rsidRDefault="006F4915" w:rsidP="006F4915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Záboří v etapách (zvláště ocelové součásti, výhybkové pražce, příčné pražce); s tím související nájezdy mechanizace</w:t>
      </w:r>
    </w:p>
    <w:p w14:paraId="3CA882B1" w14:textId="77777777" w:rsidR="006F4915" w:rsidRDefault="006F4915" w:rsidP="006F4915">
      <w:pPr>
        <w:pStyle w:val="Bezmezer"/>
      </w:pPr>
      <w:r>
        <w:t>- naložení a přeprava materiálu ze zařízení staveniště k místu montáže</w:t>
      </w:r>
    </w:p>
    <w:p w14:paraId="27AA8C48" w14:textId="77777777" w:rsidR="006F4915" w:rsidRDefault="006F4915" w:rsidP="006F4915">
      <w:pPr>
        <w:pStyle w:val="Bezmezer"/>
      </w:pPr>
      <w:r>
        <w:t>- naložení přeprava a přeprava užitého ocelového materiálu na zařízení staveniště</w:t>
      </w:r>
    </w:p>
    <w:p w14:paraId="54D460AD" w14:textId="77777777" w:rsidR="006F4915" w:rsidRDefault="006F4915" w:rsidP="006F4915">
      <w:pPr>
        <w:pStyle w:val="Bezmezer"/>
      </w:pPr>
      <w:r>
        <w:t>- likvidace betonových a plastových prvků</w:t>
      </w:r>
    </w:p>
    <w:p w14:paraId="728DA15D" w14:textId="77777777" w:rsidR="00847BF4" w:rsidRDefault="00847BF4" w:rsidP="00847BF4">
      <w:pPr>
        <w:pStyle w:val="Nadpis4"/>
      </w:pPr>
      <w:r>
        <w:t>T</w:t>
      </w:r>
      <w:r w:rsidR="00752D82">
        <w:t>echnická</w:t>
      </w:r>
      <w:r>
        <w:t xml:space="preserve"> specifikace</w:t>
      </w:r>
    </w:p>
    <w:p w14:paraId="3E7468CB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GPK </w:t>
      </w:r>
      <w:r w:rsidRPr="00916756">
        <w:rPr>
          <w:szCs w:val="20"/>
        </w:rPr>
        <w:tab/>
        <w:t xml:space="preserve">1. kolej – </w:t>
      </w:r>
      <w:r>
        <w:rPr>
          <w:szCs w:val="20"/>
        </w:rPr>
        <w:t>7,024</w:t>
      </w:r>
      <w:r w:rsidRPr="00916756">
        <w:rPr>
          <w:szCs w:val="20"/>
        </w:rPr>
        <w:t xml:space="preserve"> m</w:t>
      </w:r>
    </w:p>
    <w:p w14:paraId="12E4FEE7" w14:textId="77777777" w:rsidR="003C7DC7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ab/>
        <w:t xml:space="preserve">2. kolej  - </w:t>
      </w:r>
      <w:r>
        <w:rPr>
          <w:szCs w:val="20"/>
        </w:rPr>
        <w:t>7,024</w:t>
      </w:r>
      <w:r w:rsidRPr="00916756">
        <w:rPr>
          <w:szCs w:val="20"/>
        </w:rPr>
        <w:t xml:space="preserve"> m</w:t>
      </w:r>
    </w:p>
    <w:p w14:paraId="76139E82" w14:textId="77777777" w:rsidR="003C7DC7" w:rsidRDefault="003C7DC7" w:rsidP="003C7DC7">
      <w:pPr>
        <w:spacing w:after="0"/>
        <w:rPr>
          <w:szCs w:val="20"/>
        </w:rPr>
      </w:pPr>
    </w:p>
    <w:p w14:paraId="69B4E313" w14:textId="77777777" w:rsidR="003C7DC7" w:rsidRDefault="003C7DC7" w:rsidP="003C7DC7">
      <w:pPr>
        <w:spacing w:after="0"/>
        <w:rPr>
          <w:szCs w:val="20"/>
        </w:rPr>
      </w:pPr>
      <w:r>
        <w:rPr>
          <w:szCs w:val="20"/>
        </w:rPr>
        <w:t>Řízená stabilizace</w:t>
      </w:r>
    </w:p>
    <w:p w14:paraId="5B7847DC" w14:textId="77777777" w:rsidR="003C7DC7" w:rsidRPr="00916756" w:rsidRDefault="003C7DC7" w:rsidP="003C7DC7">
      <w:pPr>
        <w:spacing w:after="0"/>
        <w:rPr>
          <w:szCs w:val="20"/>
        </w:rPr>
      </w:pPr>
      <w:r>
        <w:rPr>
          <w:szCs w:val="20"/>
        </w:rPr>
        <w:t>7,024 + 7,024</w:t>
      </w:r>
    </w:p>
    <w:p w14:paraId="3069BBB5" w14:textId="77777777" w:rsidR="003C7DC7" w:rsidRPr="00916756" w:rsidRDefault="003C7DC7" w:rsidP="003C7DC7">
      <w:pPr>
        <w:spacing w:after="0"/>
        <w:rPr>
          <w:szCs w:val="20"/>
        </w:rPr>
      </w:pPr>
    </w:p>
    <w:p w14:paraId="6352E119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Výměna LIS </w:t>
      </w:r>
    </w:p>
    <w:p w14:paraId="7D926DD2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- </w:t>
      </w:r>
      <w:r>
        <w:rPr>
          <w:szCs w:val="20"/>
        </w:rPr>
        <w:t>13 ks</w:t>
      </w:r>
    </w:p>
    <w:p w14:paraId="758C0726" w14:textId="77777777" w:rsidR="003C7DC7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 TK – </w:t>
      </w:r>
      <w:r>
        <w:rPr>
          <w:szCs w:val="20"/>
        </w:rPr>
        <w:t>13 ks</w:t>
      </w:r>
    </w:p>
    <w:p w14:paraId="17FB325F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ab/>
        <w:t xml:space="preserve">    </w:t>
      </w:r>
      <w:r w:rsidRPr="00916756">
        <w:rPr>
          <w:szCs w:val="20"/>
        </w:rPr>
        <w:tab/>
      </w:r>
    </w:p>
    <w:p w14:paraId="1AC819D7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>Výměna KR (kolejnice, pražce, ŠL), hutnění ŠL po vrstvách 15 cm</w:t>
      </w:r>
    </w:p>
    <w:p w14:paraId="099410D8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– </w:t>
      </w:r>
      <w:r>
        <w:rPr>
          <w:szCs w:val="20"/>
        </w:rPr>
        <w:t xml:space="preserve">185 </w:t>
      </w:r>
      <w:r w:rsidRPr="00916756">
        <w:rPr>
          <w:szCs w:val="20"/>
        </w:rPr>
        <w:t>m (</w:t>
      </w:r>
      <w:r>
        <w:rPr>
          <w:szCs w:val="20"/>
        </w:rPr>
        <w:t>338,110 - 338,130; 340,380 - 340,405; 341,110-341,155; 341,900-342,410; 343,260-343,310</w:t>
      </w:r>
      <w:r w:rsidRPr="00916756">
        <w:rPr>
          <w:szCs w:val="20"/>
        </w:rPr>
        <w:t xml:space="preserve">) </w:t>
      </w:r>
      <w:r>
        <w:rPr>
          <w:szCs w:val="20"/>
        </w:rPr>
        <w:t xml:space="preserve">+ </w:t>
      </w:r>
      <w:r w:rsidR="004A0D93">
        <w:rPr>
          <w:szCs w:val="20"/>
        </w:rPr>
        <w:t>40</w:t>
      </w:r>
      <w:r>
        <w:rPr>
          <w:szCs w:val="20"/>
        </w:rPr>
        <w:t xml:space="preserve"> m nástupiště (K-230) demontáž a montáž</w:t>
      </w:r>
    </w:p>
    <w:p w14:paraId="1056E9BE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</w:t>
      </w:r>
      <w:r>
        <w:rPr>
          <w:szCs w:val="20"/>
        </w:rPr>
        <w:t>–</w:t>
      </w:r>
      <w:r w:rsidRPr="00916756">
        <w:rPr>
          <w:szCs w:val="20"/>
        </w:rPr>
        <w:t xml:space="preserve"> </w:t>
      </w:r>
      <w:r>
        <w:rPr>
          <w:szCs w:val="20"/>
        </w:rPr>
        <w:t>30 m (338,350-338,380)</w:t>
      </w:r>
      <w:r w:rsidRPr="00BC2175">
        <w:rPr>
          <w:szCs w:val="20"/>
        </w:rPr>
        <w:t xml:space="preserve"> </w:t>
      </w:r>
    </w:p>
    <w:p w14:paraId="7151C522" w14:textId="77777777" w:rsidR="003C7DC7" w:rsidRPr="00916756" w:rsidRDefault="003C7DC7" w:rsidP="003C7DC7">
      <w:pPr>
        <w:spacing w:after="0"/>
        <w:rPr>
          <w:szCs w:val="20"/>
        </w:rPr>
      </w:pPr>
    </w:p>
    <w:p w14:paraId="6904A282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>Výměna pražců</w:t>
      </w:r>
      <w:r>
        <w:rPr>
          <w:szCs w:val="20"/>
        </w:rPr>
        <w:t xml:space="preserve"> s KR</w:t>
      </w:r>
    </w:p>
    <w:p w14:paraId="71DB4A7D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lastRenderedPageBreak/>
        <w:t xml:space="preserve">1.TK – </w:t>
      </w:r>
      <w:r>
        <w:rPr>
          <w:szCs w:val="20"/>
        </w:rPr>
        <w:t>301</w:t>
      </w:r>
      <w:r w:rsidRPr="00916756">
        <w:rPr>
          <w:szCs w:val="20"/>
        </w:rPr>
        <w:t>ks (</w:t>
      </w:r>
      <w:r>
        <w:rPr>
          <w:szCs w:val="20"/>
        </w:rPr>
        <w:t>6+34+6+42+75+42+84+6+6</w:t>
      </w:r>
      <w:r w:rsidRPr="00916756">
        <w:rPr>
          <w:szCs w:val="20"/>
        </w:rPr>
        <w:t xml:space="preserve">) </w:t>
      </w:r>
    </w:p>
    <w:p w14:paraId="04C58185" w14:textId="77777777" w:rsidR="003C7DC7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</w:t>
      </w:r>
      <w:r>
        <w:rPr>
          <w:szCs w:val="20"/>
        </w:rPr>
        <w:t>–</w:t>
      </w:r>
      <w:r w:rsidRPr="00916756">
        <w:rPr>
          <w:szCs w:val="20"/>
        </w:rPr>
        <w:t xml:space="preserve"> </w:t>
      </w:r>
      <w:r>
        <w:rPr>
          <w:szCs w:val="20"/>
        </w:rPr>
        <w:t>50ks (km 338,350-338,380)</w:t>
      </w:r>
    </w:p>
    <w:p w14:paraId="28067235" w14:textId="77777777" w:rsidR="003C7DC7" w:rsidRDefault="003C7DC7" w:rsidP="003C7DC7">
      <w:pPr>
        <w:spacing w:after="0"/>
        <w:rPr>
          <w:szCs w:val="20"/>
        </w:rPr>
      </w:pPr>
    </w:p>
    <w:p w14:paraId="1A581926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Výměna ŠL </w:t>
      </w:r>
      <w:proofErr w:type="spellStart"/>
      <w:r w:rsidRPr="00916756">
        <w:rPr>
          <w:szCs w:val="20"/>
        </w:rPr>
        <w:t>mezipražcově</w:t>
      </w:r>
      <w:proofErr w:type="spellEnd"/>
      <w:r w:rsidRPr="00916756">
        <w:rPr>
          <w:szCs w:val="20"/>
        </w:rPr>
        <w:t xml:space="preserve"> </w:t>
      </w:r>
    </w:p>
    <w:p w14:paraId="40C97BA1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– </w:t>
      </w:r>
      <w:r>
        <w:rPr>
          <w:szCs w:val="20"/>
        </w:rPr>
        <w:t>1</w:t>
      </w:r>
      <w:r w:rsidRPr="00916756">
        <w:rPr>
          <w:szCs w:val="20"/>
        </w:rPr>
        <w:t xml:space="preserve">5 oken </w:t>
      </w:r>
      <w:r>
        <w:rPr>
          <w:szCs w:val="20"/>
        </w:rPr>
        <w:t>(338,770 -10; 344,128 -5</w:t>
      </w:r>
      <w:r w:rsidRPr="00916756">
        <w:rPr>
          <w:szCs w:val="20"/>
        </w:rPr>
        <w:t xml:space="preserve">) </w:t>
      </w:r>
    </w:p>
    <w:p w14:paraId="0C98AB81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</w:t>
      </w:r>
      <w:r>
        <w:rPr>
          <w:szCs w:val="20"/>
        </w:rPr>
        <w:t>–</w:t>
      </w:r>
      <w:r w:rsidRPr="00916756">
        <w:rPr>
          <w:szCs w:val="20"/>
        </w:rPr>
        <w:t xml:space="preserve"> </w:t>
      </w:r>
      <w:r>
        <w:rPr>
          <w:szCs w:val="20"/>
        </w:rPr>
        <w:t>25 oken (5oken 342,370 + 344,233 + 344,491; 344,440-10 oken)</w:t>
      </w:r>
    </w:p>
    <w:p w14:paraId="57F82970" w14:textId="77777777" w:rsidR="003C7DC7" w:rsidRPr="00916756" w:rsidRDefault="003C7DC7" w:rsidP="003C7DC7">
      <w:pPr>
        <w:spacing w:after="0"/>
        <w:rPr>
          <w:szCs w:val="20"/>
        </w:rPr>
      </w:pPr>
    </w:p>
    <w:p w14:paraId="665A82A7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Demontáž a montáž přejezdů - </w:t>
      </w:r>
      <w:proofErr w:type="spellStart"/>
      <w:r w:rsidRPr="00916756">
        <w:rPr>
          <w:szCs w:val="20"/>
        </w:rPr>
        <w:t>Brenz</w:t>
      </w:r>
      <w:proofErr w:type="spellEnd"/>
    </w:p>
    <w:p w14:paraId="3953401F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>1.TK – 2</w:t>
      </w:r>
      <w:r>
        <w:rPr>
          <w:szCs w:val="20"/>
        </w:rPr>
        <w:t>6</w:t>
      </w:r>
      <w:r w:rsidRPr="00916756">
        <w:rPr>
          <w:szCs w:val="20"/>
        </w:rPr>
        <w:t>,</w:t>
      </w:r>
      <w:r>
        <w:rPr>
          <w:szCs w:val="20"/>
        </w:rPr>
        <w:t>4m</w:t>
      </w:r>
    </w:p>
    <w:p w14:paraId="49CFBDFA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>2.TK - 2</w:t>
      </w:r>
      <w:r>
        <w:rPr>
          <w:szCs w:val="20"/>
        </w:rPr>
        <w:t>6</w:t>
      </w:r>
      <w:r w:rsidRPr="00916756">
        <w:rPr>
          <w:szCs w:val="20"/>
        </w:rPr>
        <w:t>,</w:t>
      </w:r>
      <w:r>
        <w:rPr>
          <w:szCs w:val="20"/>
        </w:rPr>
        <w:t>4m</w:t>
      </w:r>
    </w:p>
    <w:p w14:paraId="41B7FC0F" w14:textId="77777777" w:rsidR="003C7DC7" w:rsidRPr="00916756" w:rsidRDefault="003C7DC7" w:rsidP="003C7DC7">
      <w:pPr>
        <w:spacing w:after="0"/>
        <w:rPr>
          <w:szCs w:val="20"/>
        </w:rPr>
      </w:pPr>
    </w:p>
    <w:p w14:paraId="4A4D95ED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Demontáž a montáž přejezdů - </w:t>
      </w:r>
      <w:proofErr w:type="spellStart"/>
      <w:r>
        <w:rPr>
          <w:szCs w:val="20"/>
        </w:rPr>
        <w:t>strail</w:t>
      </w:r>
      <w:proofErr w:type="spellEnd"/>
    </w:p>
    <w:p w14:paraId="1D7D9412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– </w:t>
      </w:r>
      <w:r>
        <w:rPr>
          <w:szCs w:val="20"/>
        </w:rPr>
        <w:t>14m</w:t>
      </w:r>
    </w:p>
    <w:p w14:paraId="75A62A63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- </w:t>
      </w:r>
      <w:r>
        <w:rPr>
          <w:szCs w:val="20"/>
        </w:rPr>
        <w:t>14m</w:t>
      </w:r>
    </w:p>
    <w:p w14:paraId="02B50C7B" w14:textId="77777777" w:rsidR="003C7DC7" w:rsidRDefault="003C7DC7" w:rsidP="003C7DC7">
      <w:pPr>
        <w:spacing w:after="0"/>
        <w:rPr>
          <w:szCs w:val="20"/>
        </w:rPr>
      </w:pPr>
    </w:p>
    <w:p w14:paraId="76AC8F8A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Následné GPK </w:t>
      </w:r>
    </w:p>
    <w:p w14:paraId="550B9E90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– </w:t>
      </w:r>
      <w:r w:rsidR="00C95B7D">
        <w:rPr>
          <w:szCs w:val="20"/>
        </w:rPr>
        <w:t>500 m (</w:t>
      </w:r>
      <w:r>
        <w:rPr>
          <w:szCs w:val="20"/>
        </w:rPr>
        <w:t xml:space="preserve">250 </w:t>
      </w:r>
      <w:r w:rsidR="00C95B7D">
        <w:rPr>
          <w:szCs w:val="20"/>
        </w:rPr>
        <w:t>m + rezerva)</w:t>
      </w:r>
    </w:p>
    <w:p w14:paraId="39CEEDC7" w14:textId="77777777" w:rsidR="003C7DC7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</w:t>
      </w:r>
      <w:r>
        <w:rPr>
          <w:szCs w:val="20"/>
        </w:rPr>
        <w:t>–</w:t>
      </w:r>
      <w:r w:rsidRPr="00916756">
        <w:rPr>
          <w:szCs w:val="20"/>
        </w:rPr>
        <w:t xml:space="preserve"> </w:t>
      </w:r>
      <w:r w:rsidR="00C95B7D">
        <w:rPr>
          <w:szCs w:val="20"/>
        </w:rPr>
        <w:t>500 m (</w:t>
      </w:r>
      <w:r w:rsidRPr="003C7DC7">
        <w:rPr>
          <w:szCs w:val="20"/>
        </w:rPr>
        <w:t xml:space="preserve">250 </w:t>
      </w:r>
      <w:r>
        <w:rPr>
          <w:szCs w:val="20"/>
        </w:rPr>
        <w:t>m</w:t>
      </w:r>
      <w:r w:rsidR="00C95B7D">
        <w:rPr>
          <w:szCs w:val="20"/>
        </w:rPr>
        <w:t xml:space="preserve"> + rezerva)</w:t>
      </w:r>
    </w:p>
    <w:p w14:paraId="5284C19C" w14:textId="77777777" w:rsidR="003C7DC7" w:rsidRDefault="003C7DC7" w:rsidP="003C7DC7">
      <w:pPr>
        <w:spacing w:after="0"/>
        <w:rPr>
          <w:szCs w:val="20"/>
        </w:rPr>
      </w:pPr>
    </w:p>
    <w:p w14:paraId="4A04611A" w14:textId="77777777" w:rsidR="003C7DC7" w:rsidRDefault="003C7DC7" w:rsidP="003C7DC7">
      <w:pPr>
        <w:spacing w:after="0"/>
        <w:rPr>
          <w:szCs w:val="20"/>
        </w:rPr>
      </w:pPr>
      <w:r>
        <w:rPr>
          <w:szCs w:val="20"/>
        </w:rPr>
        <w:t>Neřízená stabilizace</w:t>
      </w:r>
    </w:p>
    <w:p w14:paraId="250DFDB6" w14:textId="77777777" w:rsidR="003C7DC7" w:rsidRPr="00916756" w:rsidRDefault="00C95B7D" w:rsidP="003C7DC7">
      <w:pPr>
        <w:spacing w:after="0"/>
        <w:rPr>
          <w:szCs w:val="20"/>
        </w:rPr>
      </w:pPr>
      <w:r>
        <w:rPr>
          <w:szCs w:val="20"/>
        </w:rPr>
        <w:t>500</w:t>
      </w:r>
      <w:r w:rsidR="003C7DC7">
        <w:rPr>
          <w:szCs w:val="20"/>
        </w:rPr>
        <w:t xml:space="preserve"> + </w:t>
      </w:r>
      <w:r>
        <w:rPr>
          <w:szCs w:val="20"/>
        </w:rPr>
        <w:t>500</w:t>
      </w:r>
      <w:r w:rsidR="003C7DC7">
        <w:rPr>
          <w:szCs w:val="20"/>
        </w:rPr>
        <w:t xml:space="preserve"> m</w:t>
      </w:r>
    </w:p>
    <w:p w14:paraId="24CAEBBC" w14:textId="77777777" w:rsidR="00060FF4" w:rsidRDefault="00060FF4" w:rsidP="00060FF4">
      <w:pPr>
        <w:pStyle w:val="Bezmezer"/>
      </w:pPr>
    </w:p>
    <w:p w14:paraId="17C2631E" w14:textId="77777777" w:rsidR="00095037" w:rsidRDefault="00095037" w:rsidP="00095037">
      <w:pPr>
        <w:pStyle w:val="Nadpis2"/>
      </w:pPr>
      <w:r w:rsidRPr="00095037">
        <w:t xml:space="preserve">SO 08 </w:t>
      </w:r>
      <w:r w:rsidR="00AE5592">
        <w:t>Rekonstrukce žel. přejezdu</w:t>
      </w:r>
      <w:r w:rsidR="005C384E">
        <w:t xml:space="preserve"> P4906 v km 312,103</w:t>
      </w:r>
    </w:p>
    <w:p w14:paraId="176124E2" w14:textId="77777777" w:rsidR="00095037" w:rsidRDefault="00095037" w:rsidP="00095037">
      <w:pPr>
        <w:pStyle w:val="Nadpis4"/>
      </w:pPr>
      <w:r>
        <w:t>Stávající stav</w:t>
      </w:r>
    </w:p>
    <w:p w14:paraId="04D0A14F" w14:textId="77777777" w:rsidR="00501B89" w:rsidRDefault="00501B89" w:rsidP="00501B89">
      <w:pPr>
        <w:pStyle w:val="Bezmezer"/>
      </w:pPr>
      <w:r>
        <w:t>- stavební délka přejezdové konstrukce 2 x 8,4 (m), místní komunikace</w:t>
      </w:r>
    </w:p>
    <w:p w14:paraId="52C917CF" w14:textId="77777777" w:rsidR="00501B89" w:rsidRDefault="00501B89" w:rsidP="00501B89">
      <w:pPr>
        <w:pStyle w:val="Bezmezer"/>
      </w:pPr>
      <w:r>
        <w:t xml:space="preserve">- kolej. rošt 2 x 20 m – </w:t>
      </w:r>
      <w:proofErr w:type="spellStart"/>
      <w:proofErr w:type="gramStart"/>
      <w:r>
        <w:t>beton.pražce</w:t>
      </w:r>
      <w:proofErr w:type="spellEnd"/>
      <w:proofErr w:type="gramEnd"/>
      <w:r>
        <w:t xml:space="preserve"> B91S, kolejnice UIC 60, </w:t>
      </w:r>
      <w:proofErr w:type="spellStart"/>
      <w:r>
        <w:t>upev</w:t>
      </w:r>
      <w:proofErr w:type="spellEnd"/>
      <w:r>
        <w:t>. kolejnic W 14 (</w:t>
      </w:r>
      <w:proofErr w:type="spellStart"/>
      <w:r>
        <w:t>svěr</w:t>
      </w:r>
      <w:proofErr w:type="spellEnd"/>
      <w:r>
        <w:t xml:space="preserve">. </w:t>
      </w:r>
      <w:proofErr w:type="spellStart"/>
      <w:r>
        <w:t>Skl</w:t>
      </w:r>
      <w:proofErr w:type="spellEnd"/>
      <w:r>
        <w:t xml:space="preserve"> 14)</w:t>
      </w:r>
    </w:p>
    <w:p w14:paraId="07A33E50" w14:textId="77777777" w:rsidR="00095037" w:rsidRDefault="00501B89" w:rsidP="00501B89">
      <w:pPr>
        <w:pStyle w:val="Bezmezer"/>
      </w:pPr>
      <w:r>
        <w:t>- pryžová konstrukce se závěrnými zídkami (vnější panely 900 mm), náběžné klíny</w:t>
      </w:r>
    </w:p>
    <w:p w14:paraId="1C9A3BF0" w14:textId="77777777" w:rsidR="00095037" w:rsidRDefault="0006705B" w:rsidP="00095037">
      <w:pPr>
        <w:pStyle w:val="Nadpis4"/>
      </w:pPr>
      <w:r>
        <w:t>Nový stav</w:t>
      </w:r>
    </w:p>
    <w:p w14:paraId="63FA147E" w14:textId="77777777" w:rsidR="0006705B" w:rsidRDefault="0006705B" w:rsidP="0006705B">
      <w:pPr>
        <w:pStyle w:val="Bezmezer"/>
      </w:pPr>
      <w:r>
        <w:t>- stavební délka přejezd. konstrukcí na účel. komunikaci hlavní (Lány na Důlku - sil. I/2)</w:t>
      </w:r>
    </w:p>
    <w:p w14:paraId="0BF1095B" w14:textId="77777777" w:rsidR="0006705B" w:rsidRDefault="0006705B" w:rsidP="0006705B">
      <w:pPr>
        <w:pStyle w:val="Bezmezer"/>
      </w:pPr>
      <w:r>
        <w:tab/>
      </w:r>
      <w:r>
        <w:tab/>
      </w:r>
      <w:r>
        <w:tab/>
        <w:t xml:space="preserve">v 1. koleji 8,4 m, ve 2. koleji 8,4 m  </w:t>
      </w:r>
    </w:p>
    <w:p w14:paraId="3900AAE5" w14:textId="77777777" w:rsidR="0006705B" w:rsidRDefault="0006705B" w:rsidP="0006705B">
      <w:pPr>
        <w:pStyle w:val="Bezmezer"/>
      </w:pPr>
      <w:r>
        <w:t xml:space="preserve">- kolejový rošt: pražce B91S, kolejnice UIC60, upevnění W 14, v místě přejezdu pružné svěrky </w:t>
      </w:r>
      <w:proofErr w:type="spellStart"/>
      <w:r>
        <w:t>Skl</w:t>
      </w:r>
      <w:proofErr w:type="spellEnd"/>
      <w:r>
        <w:t xml:space="preserve"> 14 s antikorozní úpravou</w:t>
      </w:r>
    </w:p>
    <w:p w14:paraId="69A8EDED" w14:textId="77777777" w:rsidR="0006705B" w:rsidRDefault="0006705B" w:rsidP="0006705B">
      <w:pPr>
        <w:pStyle w:val="Bezmezer"/>
      </w:pPr>
      <w:r>
        <w:t>- pryžová přejezd. konstrukce, vnější panely délky 900 mm), závěr. zídky (2 x 8,4 (m))</w:t>
      </w:r>
    </w:p>
    <w:p w14:paraId="10BC9C08" w14:textId="77777777" w:rsidR="0006705B" w:rsidRDefault="0006705B" w:rsidP="0006705B">
      <w:pPr>
        <w:pStyle w:val="Bezmezer"/>
      </w:pPr>
      <w:r>
        <w:t xml:space="preserve">- demontáž </w:t>
      </w:r>
      <w:proofErr w:type="spellStart"/>
      <w:r>
        <w:t>celopryžové</w:t>
      </w:r>
      <w:proofErr w:type="spellEnd"/>
      <w:r>
        <w:t xml:space="preserve"> konstrukce (1. a 2. kolej, 2 x 8,4,0 </w:t>
      </w:r>
      <w:proofErr w:type="gramStart"/>
      <w:r>
        <w:t>m) .…</w:t>
      </w:r>
      <w:proofErr w:type="gramEnd"/>
      <w:r>
        <w:t>……………….</w:t>
      </w:r>
      <w:r>
        <w:tab/>
        <w:t xml:space="preserve">    8,4 m</w:t>
      </w:r>
    </w:p>
    <w:p w14:paraId="2EBA86D8" w14:textId="77777777" w:rsidR="0006705B" w:rsidRDefault="0006705B" w:rsidP="0006705B">
      <w:pPr>
        <w:pStyle w:val="Bezmezer"/>
      </w:pPr>
      <w:r>
        <w:t>- odbourání vozov.do 20 cm (1,5x8,0+1,5x8,0+1,0x8,0 = 21,0 (m2)) …..……....</w:t>
      </w:r>
      <w:r>
        <w:tab/>
        <w:t xml:space="preserve">  32,0 m2</w:t>
      </w:r>
    </w:p>
    <w:p w14:paraId="44D3DF31" w14:textId="77777777" w:rsidR="0006705B" w:rsidRDefault="0006705B" w:rsidP="0006705B">
      <w:pPr>
        <w:pStyle w:val="Bezmezer"/>
      </w:pPr>
      <w:r>
        <w:t>- odfrézování vozovky do 12 cm (6,0+8,</w:t>
      </w:r>
      <w:proofErr w:type="gramStart"/>
      <w:r>
        <w:t>0)x</w:t>
      </w:r>
      <w:proofErr w:type="gramEnd"/>
      <w:r>
        <w:t>6,0/2 + (6,0+8,0)x6,0/2 = 84,0 (m2)) .   84,0 m2</w:t>
      </w:r>
    </w:p>
    <w:p w14:paraId="0F2622A9" w14:textId="77777777" w:rsidR="0006705B" w:rsidRDefault="0006705B" w:rsidP="0006705B">
      <w:pPr>
        <w:pStyle w:val="Bezmezer"/>
      </w:pPr>
      <w:r>
        <w:t xml:space="preserve">- demontáž </w:t>
      </w:r>
      <w:proofErr w:type="spellStart"/>
      <w:r>
        <w:t>celopryžové</w:t>
      </w:r>
      <w:proofErr w:type="spellEnd"/>
      <w:r>
        <w:t xml:space="preserve"> konstrukce v 1. koleji……………………………….</w:t>
      </w:r>
      <w:r>
        <w:tab/>
        <w:t xml:space="preserve">    8,4 m</w:t>
      </w:r>
    </w:p>
    <w:p w14:paraId="450C684A" w14:textId="77777777" w:rsidR="0006705B" w:rsidRDefault="0006705B" w:rsidP="0006705B">
      <w:pPr>
        <w:pStyle w:val="Bezmezer"/>
      </w:pPr>
      <w:r>
        <w:t xml:space="preserve">- demontáž </w:t>
      </w:r>
      <w:proofErr w:type="spellStart"/>
      <w:r>
        <w:t>celopryžové</w:t>
      </w:r>
      <w:proofErr w:type="spellEnd"/>
      <w:r>
        <w:t xml:space="preserve"> konstrukce ve 2. koleji………………………………</w:t>
      </w:r>
      <w:r>
        <w:tab/>
        <w:t xml:space="preserve">    8,4 m</w:t>
      </w:r>
    </w:p>
    <w:p w14:paraId="0809AFE2" w14:textId="77777777" w:rsidR="0006705B" w:rsidRDefault="0006705B" w:rsidP="0006705B">
      <w:pPr>
        <w:pStyle w:val="Bezmezer"/>
      </w:pPr>
      <w:r>
        <w:t xml:space="preserve">- demontáž žel svršku v </w:t>
      </w:r>
      <w:proofErr w:type="gramStart"/>
      <w:r>
        <w:t>1.,ve</w:t>
      </w:r>
      <w:proofErr w:type="gramEnd"/>
      <w:r>
        <w:t xml:space="preserve"> 2. kol.(bet.praž.B91S, kol.UIC60, komplety W14) </w:t>
      </w:r>
      <w:r>
        <w:tab/>
        <w:t xml:space="preserve">  40,0 m</w:t>
      </w:r>
    </w:p>
    <w:p w14:paraId="76AD3223" w14:textId="77777777" w:rsidR="0006705B" w:rsidRDefault="0006705B" w:rsidP="0006705B">
      <w:pPr>
        <w:pStyle w:val="Bezmezer"/>
      </w:pPr>
      <w:r>
        <w:t xml:space="preserve">- odtěžení </w:t>
      </w:r>
      <w:proofErr w:type="spellStart"/>
      <w:proofErr w:type="gramStart"/>
      <w:r>
        <w:t>štěrk.lože</w:t>
      </w:r>
      <w:proofErr w:type="spellEnd"/>
      <w:proofErr w:type="gramEnd"/>
      <w:r>
        <w:t xml:space="preserve"> 30 cm pod spodní plochu pražců (20,0 x 8,0 = 160,0 m2) ..</w:t>
      </w:r>
      <w:r>
        <w:tab/>
        <w:t>160,0 m2</w:t>
      </w:r>
    </w:p>
    <w:p w14:paraId="6D695C07" w14:textId="77777777" w:rsidR="0006705B" w:rsidRDefault="0006705B" w:rsidP="0006705B">
      <w:pPr>
        <w:pStyle w:val="Bezmezer"/>
      </w:pPr>
      <w:r>
        <w:t>- odvodnění zemní pláně trativodem (2 x 12,0 = 24,0 (m)) ……………………..</w:t>
      </w:r>
      <w:r>
        <w:tab/>
        <w:t xml:space="preserve">  24,0 m</w:t>
      </w:r>
    </w:p>
    <w:p w14:paraId="7DFC675C" w14:textId="77777777" w:rsidR="0006705B" w:rsidRDefault="0006705B" w:rsidP="0006705B">
      <w:pPr>
        <w:pStyle w:val="Bezmezer"/>
      </w:pPr>
      <w:r>
        <w:t>- urovnání pláně do sklonu, vložení trativodu …………………………………...</w:t>
      </w:r>
      <w:r>
        <w:tab/>
        <w:t>160,0 m2</w:t>
      </w:r>
    </w:p>
    <w:p w14:paraId="57162723" w14:textId="77777777" w:rsidR="0006705B" w:rsidRDefault="0006705B" w:rsidP="0006705B">
      <w:pPr>
        <w:pStyle w:val="Bezmezer"/>
      </w:pPr>
      <w:r>
        <w:t xml:space="preserve">- montáž žel. svršku1., </w:t>
      </w:r>
      <w:proofErr w:type="gramStart"/>
      <w:r>
        <w:t>2.kol.(</w:t>
      </w:r>
      <w:proofErr w:type="gramEnd"/>
      <w:r>
        <w:t xml:space="preserve">50xB91S, kol.UIC60, 50x4 (200 ks) </w:t>
      </w:r>
      <w:proofErr w:type="spellStart"/>
      <w:r>
        <w:t>Skl.antikoroz</w:t>
      </w:r>
      <w:proofErr w:type="spellEnd"/>
      <w:r>
        <w:t>.</w:t>
      </w:r>
      <w:r>
        <w:tab/>
        <w:t xml:space="preserve">  40,0 m</w:t>
      </w:r>
    </w:p>
    <w:p w14:paraId="07E84727" w14:textId="77777777" w:rsidR="0006705B" w:rsidRDefault="0006705B" w:rsidP="0006705B">
      <w:pPr>
        <w:pStyle w:val="Bezmezer"/>
      </w:pPr>
      <w:r>
        <w:t>- montáž pryž.přejezd.konstr.1.,2.kol. (</w:t>
      </w:r>
      <w:proofErr w:type="spellStart"/>
      <w:proofErr w:type="gramStart"/>
      <w:r>
        <w:t>vnějš.panely</w:t>
      </w:r>
      <w:proofErr w:type="spellEnd"/>
      <w:proofErr w:type="gramEnd"/>
      <w:r>
        <w:t xml:space="preserve"> šíř.900 mm) </w:t>
      </w:r>
      <w:proofErr w:type="spellStart"/>
      <w:r>
        <w:t>vč.závěr.zídek</w:t>
      </w:r>
      <w:proofErr w:type="spellEnd"/>
      <w:r>
        <w:tab/>
        <w:t xml:space="preserve">  16,8 m</w:t>
      </w:r>
    </w:p>
    <w:p w14:paraId="74FE6A0C" w14:textId="77777777" w:rsidR="0006705B" w:rsidRDefault="0006705B" w:rsidP="0006705B">
      <w:pPr>
        <w:pStyle w:val="Bezmezer"/>
      </w:pPr>
      <w:r>
        <w:t xml:space="preserve">- vložení podkladní vrstvy – </w:t>
      </w:r>
      <w:proofErr w:type="spellStart"/>
      <w:proofErr w:type="gramStart"/>
      <w:r>
        <w:t>asfalt.koberec</w:t>
      </w:r>
      <w:proofErr w:type="spellEnd"/>
      <w:proofErr w:type="gramEnd"/>
      <w:r>
        <w:t xml:space="preserve"> ACP 16  tl.70 mm ……………........</w:t>
      </w:r>
      <w:r>
        <w:tab/>
        <w:t>120,0 m2</w:t>
      </w:r>
    </w:p>
    <w:p w14:paraId="5F37481E" w14:textId="77777777" w:rsidR="0006705B" w:rsidRDefault="0006705B" w:rsidP="0006705B">
      <w:pPr>
        <w:pStyle w:val="Bezmezer"/>
      </w:pPr>
      <w:r>
        <w:tab/>
      </w:r>
      <w:r>
        <w:tab/>
        <w:t xml:space="preserve">   (32,0 + 84,0 = 116,0 </w:t>
      </w:r>
      <w:proofErr w:type="gramStart"/>
      <w:r>
        <w:rPr>
          <w:rFonts w:ascii="Cambria Math" w:hAnsi="Cambria Math" w:cs="Cambria Math"/>
        </w:rPr>
        <w:t>≐</w:t>
      </w:r>
      <w:r>
        <w:t xml:space="preserve">  120</w:t>
      </w:r>
      <w:proofErr w:type="gramEnd"/>
      <w:r>
        <w:t xml:space="preserve">,0 (m2)) (dle </w:t>
      </w:r>
      <w:proofErr w:type="spellStart"/>
      <w:r>
        <w:t>skut.</w:t>
      </w:r>
      <w:r>
        <w:rPr>
          <w:rFonts w:ascii="Verdana" w:hAnsi="Verdana" w:cs="Verdana"/>
        </w:rPr>
        <w:t>šíř</w:t>
      </w:r>
      <w:r>
        <w:t>ky</w:t>
      </w:r>
      <w:proofErr w:type="spellEnd"/>
      <w:r>
        <w:t xml:space="preserve"> vozovky)</w:t>
      </w:r>
      <w:r>
        <w:tab/>
      </w:r>
      <w:r>
        <w:tab/>
      </w:r>
    </w:p>
    <w:p w14:paraId="66D6872E" w14:textId="77777777" w:rsidR="0006705B" w:rsidRDefault="0006705B" w:rsidP="0006705B">
      <w:pPr>
        <w:pStyle w:val="Bezmezer"/>
      </w:pPr>
      <w:r>
        <w:t xml:space="preserve">-  živičný spojovací postřik z asfaltu …………………………………………… </w:t>
      </w:r>
      <w:r>
        <w:tab/>
        <w:t>120,0 m2</w:t>
      </w:r>
    </w:p>
    <w:p w14:paraId="4F0CD936" w14:textId="77777777" w:rsidR="0006705B" w:rsidRDefault="0006705B" w:rsidP="0006705B">
      <w:pPr>
        <w:pStyle w:val="Bezmezer"/>
      </w:pPr>
      <w:r>
        <w:t xml:space="preserve">- položení vrstvy – </w:t>
      </w:r>
      <w:proofErr w:type="spellStart"/>
      <w:proofErr w:type="gramStart"/>
      <w:r>
        <w:t>asfalt.koberec</w:t>
      </w:r>
      <w:proofErr w:type="spellEnd"/>
      <w:proofErr w:type="gramEnd"/>
      <w:r>
        <w:t xml:space="preserve"> typu ACO 11  tl.60 mm …………………….  </w:t>
      </w:r>
      <w:r>
        <w:tab/>
        <w:t>120,0 m2</w:t>
      </w:r>
    </w:p>
    <w:p w14:paraId="3AF5BCDE" w14:textId="77777777" w:rsidR="0006705B" w:rsidRDefault="0006705B" w:rsidP="0006705B">
      <w:pPr>
        <w:pStyle w:val="Bezmezer"/>
      </w:pPr>
      <w:r>
        <w:t xml:space="preserve">- živičný spojovací postřik z asfaltu …………………………………………….   </w:t>
      </w:r>
      <w:r>
        <w:tab/>
        <w:t>120,0 m2</w:t>
      </w:r>
    </w:p>
    <w:p w14:paraId="005B58BC" w14:textId="77777777" w:rsidR="0006705B" w:rsidRDefault="0006705B" w:rsidP="0006705B">
      <w:pPr>
        <w:pStyle w:val="Bezmezer"/>
      </w:pPr>
      <w:r>
        <w:t xml:space="preserve">- položení obrusné vrstvy – </w:t>
      </w:r>
      <w:proofErr w:type="spellStart"/>
      <w:proofErr w:type="gramStart"/>
      <w:r>
        <w:t>asfalt.koberec</w:t>
      </w:r>
      <w:proofErr w:type="spellEnd"/>
      <w:proofErr w:type="gramEnd"/>
      <w:r>
        <w:t xml:space="preserve"> ACO 8 tl.40 mm …………………...</w:t>
      </w:r>
      <w:r>
        <w:tab/>
        <w:t>120,0 m2</w:t>
      </w:r>
    </w:p>
    <w:p w14:paraId="4B67CDBB" w14:textId="77777777" w:rsidR="0006705B" w:rsidRDefault="0006705B" w:rsidP="0006705B">
      <w:pPr>
        <w:pStyle w:val="Bezmezer"/>
      </w:pPr>
      <w:r>
        <w:t xml:space="preserve">- vyfrézování pracovní spáry (50 x 5) mm a provedení výplně </w:t>
      </w:r>
      <w:proofErr w:type="spellStart"/>
      <w:r>
        <w:t>pružněplastickým</w:t>
      </w:r>
      <w:proofErr w:type="spellEnd"/>
      <w:r>
        <w:t xml:space="preserve"> </w:t>
      </w:r>
    </w:p>
    <w:p w14:paraId="684C69EE" w14:textId="77777777" w:rsidR="0006705B" w:rsidRDefault="0006705B" w:rsidP="0006705B">
      <w:pPr>
        <w:pStyle w:val="Bezmezer"/>
      </w:pPr>
      <w:r>
        <w:t xml:space="preserve">    </w:t>
      </w:r>
      <w:r>
        <w:tab/>
        <w:t xml:space="preserve">materiálem za tepla (180-190)o (např. MOZAL, …)  ..………………………. </w:t>
      </w:r>
      <w:r>
        <w:tab/>
        <w:t xml:space="preserve">  16,0 m </w:t>
      </w:r>
    </w:p>
    <w:p w14:paraId="5688C65F" w14:textId="77777777" w:rsidR="0006705B" w:rsidRDefault="0006705B" w:rsidP="0006705B">
      <w:pPr>
        <w:pStyle w:val="Bezmezer"/>
      </w:pPr>
      <w:r>
        <w:t>- proříznutí a zalití pracovní spáry  …………………………………………….</w:t>
      </w:r>
      <w:r>
        <w:tab/>
        <w:t xml:space="preserve">  12,0 m</w:t>
      </w:r>
    </w:p>
    <w:p w14:paraId="582F0E77" w14:textId="77777777" w:rsidR="0006705B" w:rsidRDefault="0006705B" w:rsidP="0006705B">
      <w:pPr>
        <w:pStyle w:val="Bezmezer"/>
      </w:pPr>
      <w:r>
        <w:t>- odstranění materiálu (zeminy) z krajnic a od přejezdové konstrukce ………..</w:t>
      </w:r>
      <w:r>
        <w:tab/>
        <w:t xml:space="preserve">  20,0 m3 </w:t>
      </w:r>
    </w:p>
    <w:p w14:paraId="204AD0E9" w14:textId="77777777" w:rsidR="0006705B" w:rsidRDefault="0006705B" w:rsidP="0006705B">
      <w:pPr>
        <w:pStyle w:val="Bezmezer"/>
      </w:pPr>
      <w:r>
        <w:lastRenderedPageBreak/>
        <w:t>- zemní úpravy  …………………………………………………………………</w:t>
      </w:r>
      <w:r>
        <w:tab/>
        <w:t xml:space="preserve">  20,0 m3</w:t>
      </w:r>
    </w:p>
    <w:p w14:paraId="713D40C6" w14:textId="77777777" w:rsidR="00095037" w:rsidRDefault="0006705B" w:rsidP="0006705B">
      <w:pPr>
        <w:pStyle w:val="Bezmezer"/>
      </w:pPr>
      <w:r>
        <w:t xml:space="preserve">- vodorovné značení na </w:t>
      </w:r>
      <w:proofErr w:type="spellStart"/>
      <w:r>
        <w:t>poz</w:t>
      </w:r>
      <w:proofErr w:type="spellEnd"/>
      <w:r>
        <w:t>. komunikaci v místě přejezdu a přilehlé komun. ..</w:t>
      </w:r>
      <w:r>
        <w:tab/>
        <w:t xml:space="preserve">  40,0 m</w:t>
      </w:r>
    </w:p>
    <w:p w14:paraId="55EAECBB" w14:textId="77777777" w:rsidR="0006705B" w:rsidRDefault="0006705B" w:rsidP="0006705B">
      <w:pPr>
        <w:pStyle w:val="Nadpis2"/>
      </w:pPr>
      <w:r w:rsidRPr="0006705B">
        <w:t xml:space="preserve">SO 09 </w:t>
      </w:r>
      <w:r w:rsidR="00AE5592">
        <w:t>Rekonstrukce žel. přejezdu</w:t>
      </w:r>
      <w:r w:rsidRPr="0006705B">
        <w:t xml:space="preserve"> P4913 v km 328,440</w:t>
      </w:r>
    </w:p>
    <w:p w14:paraId="3088A511" w14:textId="77777777" w:rsidR="0006705B" w:rsidRDefault="0006705B" w:rsidP="0006705B">
      <w:pPr>
        <w:pStyle w:val="Nadpis4"/>
      </w:pPr>
      <w:r>
        <w:t>Stávající stav</w:t>
      </w:r>
    </w:p>
    <w:p w14:paraId="05313C92" w14:textId="77777777" w:rsidR="0006705B" w:rsidRDefault="0006705B" w:rsidP="0006705B">
      <w:pPr>
        <w:pStyle w:val="Bezmezer"/>
      </w:pPr>
      <w:r>
        <w:t>- stavební délka přejezdové konstrukce 2 x 6,0 (m), komunikace účelová hlavní</w:t>
      </w:r>
    </w:p>
    <w:p w14:paraId="4CED53C7" w14:textId="77777777" w:rsidR="0006705B" w:rsidRDefault="0006705B" w:rsidP="0006705B">
      <w:pPr>
        <w:pStyle w:val="Bezmezer"/>
      </w:pPr>
      <w:r>
        <w:t xml:space="preserve">- kolej. rošt 2 x 20 m – </w:t>
      </w:r>
      <w:proofErr w:type="spellStart"/>
      <w:proofErr w:type="gramStart"/>
      <w:r>
        <w:t>beton.pražce</w:t>
      </w:r>
      <w:proofErr w:type="spellEnd"/>
      <w:proofErr w:type="gramEnd"/>
      <w:r>
        <w:t xml:space="preserve"> B91S, kolejnice UIC 60, </w:t>
      </w:r>
      <w:proofErr w:type="spellStart"/>
      <w:r>
        <w:t>upev</w:t>
      </w:r>
      <w:proofErr w:type="spellEnd"/>
      <w:r>
        <w:t>. kolejnic W 14 (</w:t>
      </w:r>
      <w:proofErr w:type="spellStart"/>
      <w:r>
        <w:t>svěr</w:t>
      </w:r>
      <w:proofErr w:type="spellEnd"/>
      <w:r>
        <w:t xml:space="preserve">. </w:t>
      </w:r>
      <w:proofErr w:type="spellStart"/>
      <w:r>
        <w:t>Skl</w:t>
      </w:r>
      <w:proofErr w:type="spellEnd"/>
      <w:r>
        <w:t xml:space="preserve"> 14)</w:t>
      </w:r>
    </w:p>
    <w:p w14:paraId="47B3CF9C" w14:textId="77777777" w:rsidR="0006705B" w:rsidRDefault="0006705B" w:rsidP="0006705B">
      <w:pPr>
        <w:pStyle w:val="Bezmezer"/>
      </w:pPr>
      <w:r>
        <w:t>- ŽB přejezdová konstrukce BRENS, živičná vozovka vně koleje, náběžné klíny</w:t>
      </w:r>
    </w:p>
    <w:p w14:paraId="5830771A" w14:textId="77777777" w:rsidR="0006705B" w:rsidRDefault="0006705B" w:rsidP="0006705B">
      <w:pPr>
        <w:pStyle w:val="Nadpis4"/>
      </w:pPr>
      <w:r>
        <w:t>Nový stav</w:t>
      </w:r>
    </w:p>
    <w:p w14:paraId="5655FBB5" w14:textId="3F70927A" w:rsidR="0006705B" w:rsidRDefault="0006705B" w:rsidP="0006705B">
      <w:pPr>
        <w:pStyle w:val="Bezmezer"/>
      </w:pPr>
      <w:r>
        <w:t>- stavební délka přejezd. konstrukcí na účel. komunikaci hlavní (</w:t>
      </w:r>
      <w:proofErr w:type="spellStart"/>
      <w:proofErr w:type="gramStart"/>
      <w:r>
        <w:t>sil.II</w:t>
      </w:r>
      <w:proofErr w:type="spellEnd"/>
      <w:proofErr w:type="gramEnd"/>
      <w:r>
        <w:t>/322 - odkaliště,</w:t>
      </w:r>
      <w:r w:rsidR="00EA3459">
        <w:t xml:space="preserve"> </w:t>
      </w:r>
      <w:r>
        <w:t>Trnávka)</w:t>
      </w:r>
    </w:p>
    <w:p w14:paraId="3BA631BC" w14:textId="77777777" w:rsidR="0006705B" w:rsidRDefault="0006705B" w:rsidP="0006705B">
      <w:pPr>
        <w:pStyle w:val="Bezmezer"/>
        <w:ind w:firstLine="708"/>
      </w:pPr>
      <w:r>
        <w:t xml:space="preserve">o v 1. koleji </w:t>
      </w:r>
      <w:r>
        <w:tab/>
        <w:t>15,6 m</w:t>
      </w:r>
      <w:r>
        <w:tab/>
        <w:t>(rozšíření z důvodu rozšíření komunikace do oblouku)</w:t>
      </w:r>
    </w:p>
    <w:p w14:paraId="71CED11C" w14:textId="77777777" w:rsidR="0006705B" w:rsidRDefault="0006705B" w:rsidP="0006705B">
      <w:pPr>
        <w:pStyle w:val="Bezmezer"/>
        <w:ind w:firstLine="708"/>
      </w:pPr>
      <w:r>
        <w:t>o ve 2. koleji</w:t>
      </w:r>
      <w:r>
        <w:tab/>
        <w:t>16,8 m  (rozšíření z důvodu rozšíření komunikace do oblouku)</w:t>
      </w:r>
    </w:p>
    <w:p w14:paraId="26391AE1" w14:textId="77777777" w:rsidR="0006705B" w:rsidRDefault="0006705B" w:rsidP="0006705B">
      <w:pPr>
        <w:pStyle w:val="Bezmezer"/>
      </w:pPr>
      <w:r>
        <w:t xml:space="preserve">- kolejový rošt: pražce B91S, kolejnice UIC60, upevnění W 14, v místě přejezdu pružné svěrky </w:t>
      </w:r>
      <w:proofErr w:type="spellStart"/>
      <w:r>
        <w:t>Skl</w:t>
      </w:r>
      <w:proofErr w:type="spellEnd"/>
      <w:r>
        <w:t xml:space="preserve"> 14 s antikorozní úpravou</w:t>
      </w:r>
    </w:p>
    <w:p w14:paraId="77C8FF61" w14:textId="14092F84" w:rsidR="0006705B" w:rsidRDefault="0006705B" w:rsidP="0006705B">
      <w:pPr>
        <w:pStyle w:val="Bezmezer"/>
      </w:pPr>
      <w:r>
        <w:t xml:space="preserve">- </w:t>
      </w:r>
      <w:r w:rsidR="005C384E">
        <w:t xml:space="preserve">strojní podbíjení </w:t>
      </w:r>
      <w:r>
        <w:t xml:space="preserve">je součástí </w:t>
      </w:r>
      <w:r w:rsidR="005C384E">
        <w:t>jiného objektu této stavby</w:t>
      </w:r>
    </w:p>
    <w:p w14:paraId="74FA1DAD" w14:textId="77777777" w:rsidR="0006705B" w:rsidRDefault="0006705B" w:rsidP="0006705B">
      <w:pPr>
        <w:pStyle w:val="Bezmezer"/>
      </w:pPr>
      <w:r>
        <w:t>- pryžová přejezd. konstrukce, vnější panely délky 900 mm), závěr. zídky (15,6 a 16,8 (m))</w:t>
      </w:r>
    </w:p>
    <w:p w14:paraId="3A51765A" w14:textId="77777777" w:rsidR="0006705B" w:rsidRDefault="0006705B" w:rsidP="0006705B">
      <w:pPr>
        <w:pStyle w:val="Bezmezer"/>
      </w:pPr>
      <w:r>
        <w:t>- demontáž konstrukce BRENS (1. a 2. kolej, 2 x 6,0 m) ……………………….</w:t>
      </w:r>
      <w:r>
        <w:tab/>
        <w:t xml:space="preserve">  12,0 m</w:t>
      </w:r>
    </w:p>
    <w:p w14:paraId="623621F3" w14:textId="77777777" w:rsidR="0006705B" w:rsidRDefault="0006705B" w:rsidP="0006705B">
      <w:pPr>
        <w:pStyle w:val="Bezmezer"/>
      </w:pPr>
      <w:r>
        <w:t>- odbourání vozov.do 20 cm (1,5x6,0+1,0x6,0+1,0x6,0 = 21,0 (m2)) …..……....</w:t>
      </w:r>
      <w:r>
        <w:tab/>
        <w:t xml:space="preserve">  21,0 m2</w:t>
      </w:r>
    </w:p>
    <w:p w14:paraId="51C15D83" w14:textId="77777777" w:rsidR="0006705B" w:rsidRDefault="0006705B" w:rsidP="0006705B">
      <w:pPr>
        <w:pStyle w:val="Bezmezer"/>
      </w:pPr>
      <w:r>
        <w:t>- odfrézování vozovky do 12 cm (6,5x6,0+6,5x6,0 = 78,0 (m2)) ……………….</w:t>
      </w:r>
      <w:r>
        <w:tab/>
        <w:t xml:space="preserve">  78,0 m2</w:t>
      </w:r>
    </w:p>
    <w:p w14:paraId="022D5C8F" w14:textId="77777777" w:rsidR="0006705B" w:rsidRDefault="0006705B" w:rsidP="0006705B">
      <w:pPr>
        <w:pStyle w:val="Bezmezer"/>
      </w:pPr>
      <w:r>
        <w:t>- demontáž ŽB přejezdové konstrukce v 1. koleji……………………………….</w:t>
      </w:r>
      <w:r>
        <w:tab/>
        <w:t xml:space="preserve">    6,0 m</w:t>
      </w:r>
    </w:p>
    <w:p w14:paraId="214497FE" w14:textId="77777777" w:rsidR="0006705B" w:rsidRDefault="0006705B" w:rsidP="0006705B">
      <w:pPr>
        <w:pStyle w:val="Bezmezer"/>
      </w:pPr>
      <w:r>
        <w:t>- demontáž ŽB přejezdové konstrukce ve 2. koleji………………………………</w:t>
      </w:r>
      <w:r>
        <w:tab/>
        <w:t xml:space="preserve">    6,0 m</w:t>
      </w:r>
    </w:p>
    <w:p w14:paraId="5F87AE09" w14:textId="77777777" w:rsidR="0006705B" w:rsidRDefault="0006705B" w:rsidP="0006705B">
      <w:pPr>
        <w:pStyle w:val="Bezmezer"/>
      </w:pPr>
      <w:r>
        <w:t xml:space="preserve">- demontáž žel svršku v </w:t>
      </w:r>
      <w:proofErr w:type="gramStart"/>
      <w:r>
        <w:t>1.,ve</w:t>
      </w:r>
      <w:proofErr w:type="gramEnd"/>
      <w:r>
        <w:t xml:space="preserve"> 2. kol.(bet.praž.B91S, kol.UIC60, komplety W14) </w:t>
      </w:r>
      <w:r>
        <w:tab/>
        <w:t xml:space="preserve">  40,0 m</w:t>
      </w:r>
    </w:p>
    <w:p w14:paraId="732C7A0A" w14:textId="77777777" w:rsidR="0006705B" w:rsidRDefault="0006705B" w:rsidP="0006705B">
      <w:pPr>
        <w:pStyle w:val="Bezmezer"/>
      </w:pPr>
      <w:r>
        <w:t xml:space="preserve">- odtěžení </w:t>
      </w:r>
      <w:proofErr w:type="spellStart"/>
      <w:proofErr w:type="gramStart"/>
      <w:r>
        <w:t>štěrk.lože</w:t>
      </w:r>
      <w:proofErr w:type="spellEnd"/>
      <w:proofErr w:type="gramEnd"/>
      <w:r>
        <w:t xml:space="preserve"> 30 cm pod spodní plochu pražců (20,0 x 8,0 = 160,0 m2) ..</w:t>
      </w:r>
      <w:r>
        <w:tab/>
        <w:t>160,0 m2</w:t>
      </w:r>
    </w:p>
    <w:p w14:paraId="0C52CB9F" w14:textId="77777777" w:rsidR="0006705B" w:rsidRDefault="0006705B" w:rsidP="0006705B">
      <w:pPr>
        <w:pStyle w:val="Bezmezer"/>
      </w:pPr>
      <w:r>
        <w:t>- demontáž příčného odvodnění s litinovými mřížemi ………………………….</w:t>
      </w:r>
      <w:r>
        <w:tab/>
        <w:t xml:space="preserve">    8,0 m </w:t>
      </w:r>
    </w:p>
    <w:p w14:paraId="5F5A3B26" w14:textId="77777777" w:rsidR="0006705B" w:rsidRDefault="0006705B" w:rsidP="0006705B">
      <w:pPr>
        <w:pStyle w:val="Bezmezer"/>
      </w:pPr>
      <w:r>
        <w:t>- odvodnění zemní pláně trativodem (2 x 20,0 = 40,0 (m)) ……………………..</w:t>
      </w:r>
      <w:r>
        <w:tab/>
        <w:t xml:space="preserve">  40,0 m</w:t>
      </w:r>
    </w:p>
    <w:p w14:paraId="239BF6F9" w14:textId="77777777" w:rsidR="0006705B" w:rsidRDefault="0006705B" w:rsidP="0006705B">
      <w:pPr>
        <w:pStyle w:val="Bezmezer"/>
      </w:pPr>
      <w:r>
        <w:t>- urovnání pláně do sklonu, vložení trativodu …………………………………...</w:t>
      </w:r>
      <w:r>
        <w:tab/>
        <w:t>160,0 m2</w:t>
      </w:r>
    </w:p>
    <w:p w14:paraId="315E83F4" w14:textId="77777777" w:rsidR="0006705B" w:rsidRDefault="0006705B" w:rsidP="0006705B">
      <w:pPr>
        <w:pStyle w:val="Bezmezer"/>
      </w:pPr>
      <w:r>
        <w:t xml:space="preserve">- montáž žel. svršku1., </w:t>
      </w:r>
      <w:proofErr w:type="gramStart"/>
      <w:r>
        <w:t>2.kol.(</w:t>
      </w:r>
      <w:proofErr w:type="gramEnd"/>
      <w:r>
        <w:t xml:space="preserve">50xB91S, kol.UIC60, 50x4 (200 ks) </w:t>
      </w:r>
      <w:proofErr w:type="spellStart"/>
      <w:r>
        <w:t>Skl.antikoroz</w:t>
      </w:r>
      <w:proofErr w:type="spellEnd"/>
      <w:r>
        <w:t>.</w:t>
      </w:r>
      <w:r>
        <w:tab/>
        <w:t xml:space="preserve">  40,0 m</w:t>
      </w:r>
    </w:p>
    <w:p w14:paraId="11F8E4C9" w14:textId="77777777" w:rsidR="0006705B" w:rsidRDefault="0006705B" w:rsidP="0006705B">
      <w:pPr>
        <w:pStyle w:val="Bezmezer"/>
      </w:pPr>
      <w:r>
        <w:t>- montáž pryž.přejezd.konstr.1.,2.kol. (</w:t>
      </w:r>
      <w:proofErr w:type="spellStart"/>
      <w:proofErr w:type="gramStart"/>
      <w:r>
        <w:t>vnějš.panely</w:t>
      </w:r>
      <w:proofErr w:type="spellEnd"/>
      <w:proofErr w:type="gramEnd"/>
      <w:r>
        <w:t xml:space="preserve"> šíř.900 mm) </w:t>
      </w:r>
      <w:proofErr w:type="spellStart"/>
      <w:r>
        <w:t>vč.závěr.zídek</w:t>
      </w:r>
      <w:proofErr w:type="spellEnd"/>
      <w:r>
        <w:tab/>
        <w:t xml:space="preserve">  32,4 m</w:t>
      </w:r>
    </w:p>
    <w:p w14:paraId="146DAEE4" w14:textId="77777777" w:rsidR="0006705B" w:rsidRDefault="0006705B" w:rsidP="0006705B">
      <w:pPr>
        <w:pStyle w:val="Bezmezer"/>
      </w:pPr>
      <w:r>
        <w:t xml:space="preserve">- montáž </w:t>
      </w:r>
      <w:proofErr w:type="spellStart"/>
      <w:proofErr w:type="gramStart"/>
      <w:r>
        <w:t>příč.odvodnění</w:t>
      </w:r>
      <w:proofErr w:type="spellEnd"/>
      <w:proofErr w:type="gramEnd"/>
      <w:r>
        <w:t xml:space="preserve"> s </w:t>
      </w:r>
      <w:proofErr w:type="spellStart"/>
      <w:r>
        <w:t>plast.mřížemi</w:t>
      </w:r>
      <w:proofErr w:type="spellEnd"/>
      <w:r>
        <w:t xml:space="preserve"> (</w:t>
      </w:r>
      <w:proofErr w:type="spellStart"/>
      <w:r>
        <w:t>rozšíř.odvod</w:t>
      </w:r>
      <w:proofErr w:type="spellEnd"/>
      <w:r>
        <w:t xml:space="preserve">.- důvod - </w:t>
      </w:r>
      <w:proofErr w:type="spellStart"/>
      <w:r>
        <w:t>rozšíř.komun</w:t>
      </w:r>
      <w:proofErr w:type="spellEnd"/>
      <w:r>
        <w:t>.).</w:t>
      </w:r>
      <w:r>
        <w:tab/>
        <w:t xml:space="preserve">  16,0 m </w:t>
      </w:r>
    </w:p>
    <w:p w14:paraId="4EDB1953" w14:textId="77777777" w:rsidR="0006705B" w:rsidRDefault="0006705B" w:rsidP="0006705B">
      <w:pPr>
        <w:pStyle w:val="Bezmezer"/>
      </w:pPr>
      <w:r>
        <w:t xml:space="preserve">- vložení podkladní vrstvy – </w:t>
      </w:r>
      <w:proofErr w:type="spellStart"/>
      <w:proofErr w:type="gramStart"/>
      <w:r>
        <w:t>asfalt.koberec</w:t>
      </w:r>
      <w:proofErr w:type="spellEnd"/>
      <w:proofErr w:type="gramEnd"/>
      <w:r>
        <w:t xml:space="preserve"> ACP 16  tl.70 mm ……………........</w:t>
      </w:r>
      <w:r>
        <w:tab/>
        <w:t>350,0 m2</w:t>
      </w:r>
    </w:p>
    <w:p w14:paraId="46675D58" w14:textId="77777777" w:rsidR="0006705B" w:rsidRDefault="0006705B" w:rsidP="0006705B">
      <w:pPr>
        <w:pStyle w:val="Bezmezer"/>
      </w:pPr>
      <w:r>
        <w:tab/>
        <w:t xml:space="preserve">   (12,0x13,0+15,0x12,0=156,0+180=336,</w:t>
      </w:r>
      <w:proofErr w:type="gramStart"/>
      <w:r>
        <w:t xml:space="preserve">0  </w:t>
      </w:r>
      <w:r>
        <w:rPr>
          <w:rFonts w:ascii="Cambria Math" w:hAnsi="Cambria Math" w:cs="Cambria Math"/>
        </w:rPr>
        <w:t>≐</w:t>
      </w:r>
      <w:proofErr w:type="gramEnd"/>
      <w:r>
        <w:t xml:space="preserve">  350,0 (m2)) (dle </w:t>
      </w:r>
      <w:proofErr w:type="spellStart"/>
      <w:r>
        <w:t>skut.</w:t>
      </w:r>
      <w:r>
        <w:rPr>
          <w:rFonts w:ascii="Verdana" w:hAnsi="Verdana" w:cs="Verdana"/>
        </w:rPr>
        <w:t>šíř</w:t>
      </w:r>
      <w:r>
        <w:t>ky</w:t>
      </w:r>
      <w:proofErr w:type="spellEnd"/>
      <w:r>
        <w:t xml:space="preserve"> voz.)</w:t>
      </w:r>
      <w:r>
        <w:tab/>
      </w:r>
    </w:p>
    <w:p w14:paraId="0674CACB" w14:textId="77777777" w:rsidR="0006705B" w:rsidRDefault="0006705B" w:rsidP="0006705B">
      <w:pPr>
        <w:pStyle w:val="Bezmezer"/>
      </w:pPr>
      <w:r>
        <w:t xml:space="preserve">- živičný spojovací postřik z asfaltu …………………………………………… </w:t>
      </w:r>
      <w:r>
        <w:tab/>
        <w:t>350,0 m2</w:t>
      </w:r>
    </w:p>
    <w:p w14:paraId="49948EB5" w14:textId="77777777" w:rsidR="0006705B" w:rsidRDefault="0006705B" w:rsidP="0006705B">
      <w:pPr>
        <w:pStyle w:val="Bezmezer"/>
      </w:pPr>
      <w:r>
        <w:t xml:space="preserve">- položení vrstvy – </w:t>
      </w:r>
      <w:proofErr w:type="spellStart"/>
      <w:proofErr w:type="gramStart"/>
      <w:r>
        <w:t>asfalt.koberec</w:t>
      </w:r>
      <w:proofErr w:type="spellEnd"/>
      <w:proofErr w:type="gramEnd"/>
      <w:r>
        <w:t xml:space="preserve"> typu ACO 11  tl.60 mm …………………….  </w:t>
      </w:r>
      <w:r>
        <w:tab/>
        <w:t>350,0 m2</w:t>
      </w:r>
    </w:p>
    <w:p w14:paraId="6333A219" w14:textId="77777777" w:rsidR="0006705B" w:rsidRDefault="0006705B" w:rsidP="0006705B">
      <w:pPr>
        <w:pStyle w:val="Bezmezer"/>
      </w:pPr>
      <w:r>
        <w:t xml:space="preserve">- živičný spojovací postřik z asfaltu …………………………………………….   </w:t>
      </w:r>
      <w:r>
        <w:tab/>
        <w:t>350,0 m2</w:t>
      </w:r>
    </w:p>
    <w:p w14:paraId="4EDE8BF2" w14:textId="77777777" w:rsidR="0006705B" w:rsidRDefault="0006705B" w:rsidP="0006705B">
      <w:pPr>
        <w:pStyle w:val="Bezmezer"/>
      </w:pPr>
      <w:r>
        <w:t xml:space="preserve">- položení obrusné vrstvy – </w:t>
      </w:r>
      <w:proofErr w:type="spellStart"/>
      <w:proofErr w:type="gramStart"/>
      <w:r>
        <w:t>asfalt.koberec</w:t>
      </w:r>
      <w:proofErr w:type="spellEnd"/>
      <w:proofErr w:type="gramEnd"/>
      <w:r>
        <w:t xml:space="preserve"> ACO 8 tl.40 mm …………………...</w:t>
      </w:r>
      <w:r>
        <w:tab/>
        <w:t>350,0 m2</w:t>
      </w:r>
    </w:p>
    <w:p w14:paraId="4AABAE36" w14:textId="77777777" w:rsidR="0006705B" w:rsidRDefault="0006705B" w:rsidP="0006705B">
      <w:pPr>
        <w:pStyle w:val="Bezmezer"/>
      </w:pPr>
      <w:r>
        <w:t xml:space="preserve">- vyfrézování pracovní spáry (50 x 5) mm a provedení výplně </w:t>
      </w:r>
      <w:proofErr w:type="spellStart"/>
      <w:r>
        <w:t>pružněplastickým</w:t>
      </w:r>
      <w:proofErr w:type="spellEnd"/>
      <w:r>
        <w:t xml:space="preserve"> </w:t>
      </w:r>
    </w:p>
    <w:p w14:paraId="37472BA7" w14:textId="77777777" w:rsidR="0006705B" w:rsidRDefault="0006705B" w:rsidP="0006705B">
      <w:pPr>
        <w:pStyle w:val="Bezmezer"/>
      </w:pPr>
      <w:r>
        <w:t xml:space="preserve">    </w:t>
      </w:r>
      <w:r>
        <w:tab/>
        <w:t xml:space="preserve">materiálem za tepla (180-190)o (např. MOZAL, …)  ..………………………. </w:t>
      </w:r>
      <w:r>
        <w:tab/>
        <w:t xml:space="preserve">  33,0 m </w:t>
      </w:r>
    </w:p>
    <w:p w14:paraId="40627DEF" w14:textId="77777777" w:rsidR="0006705B" w:rsidRDefault="0006705B" w:rsidP="0006705B">
      <w:pPr>
        <w:pStyle w:val="Bezmezer"/>
      </w:pPr>
      <w:r>
        <w:t>- proříznutí a zalití pracovní spáry  …………………………………………….</w:t>
      </w:r>
      <w:r>
        <w:tab/>
        <w:t xml:space="preserve">  17,0 m</w:t>
      </w:r>
    </w:p>
    <w:p w14:paraId="1D86129E" w14:textId="77777777" w:rsidR="0006705B" w:rsidRDefault="0006705B" w:rsidP="0006705B">
      <w:pPr>
        <w:pStyle w:val="Bezmezer"/>
      </w:pPr>
      <w:r>
        <w:t>- odstranění materiálu (zeminy) z krajnic a od přejezdové konstrukce ………..</w:t>
      </w:r>
      <w:r>
        <w:tab/>
        <w:t xml:space="preserve">  20,0 m3 </w:t>
      </w:r>
    </w:p>
    <w:p w14:paraId="3B84F43E" w14:textId="77777777" w:rsidR="0006705B" w:rsidRDefault="0006705B" w:rsidP="0006705B">
      <w:pPr>
        <w:pStyle w:val="Bezmezer"/>
      </w:pPr>
      <w:r>
        <w:t>- zemní úpravy  …………………………………………………………………</w:t>
      </w:r>
      <w:r>
        <w:tab/>
        <w:t xml:space="preserve">  30,0 m3</w:t>
      </w:r>
    </w:p>
    <w:p w14:paraId="769AB4E1" w14:textId="77777777" w:rsidR="0006705B" w:rsidRDefault="0006705B" w:rsidP="0006705B">
      <w:pPr>
        <w:pStyle w:val="Bezmezer"/>
      </w:pPr>
      <w:r>
        <w:t xml:space="preserve">- vodorovné značení na </w:t>
      </w:r>
      <w:proofErr w:type="spellStart"/>
      <w:r>
        <w:t>poz</w:t>
      </w:r>
      <w:proofErr w:type="spellEnd"/>
      <w:r>
        <w:t>. komunikaci v místě přejezdu a přilehlé komun. ..</w:t>
      </w:r>
      <w:r>
        <w:tab/>
        <w:t xml:space="preserve">  60,0 m </w:t>
      </w:r>
    </w:p>
    <w:p w14:paraId="281A0B15" w14:textId="77777777" w:rsidR="0006705B" w:rsidRDefault="0006705B" w:rsidP="0006705B">
      <w:pPr>
        <w:pStyle w:val="Nadpis2"/>
      </w:pPr>
      <w:r w:rsidRPr="0006705B">
        <w:t xml:space="preserve">SO 10 </w:t>
      </w:r>
      <w:r w:rsidR="00AE5592">
        <w:t>Rekonstrukce žel. přejezdu</w:t>
      </w:r>
      <w:r w:rsidR="005C384E">
        <w:t xml:space="preserve"> P4920 v km 343,291</w:t>
      </w:r>
    </w:p>
    <w:p w14:paraId="0A27FB79" w14:textId="77777777" w:rsidR="0006705B" w:rsidRDefault="0006705B" w:rsidP="0006705B">
      <w:pPr>
        <w:pStyle w:val="Nadpis4"/>
      </w:pPr>
      <w:r>
        <w:t>Stávající stav</w:t>
      </w:r>
    </w:p>
    <w:p w14:paraId="3AE71870" w14:textId="77777777" w:rsidR="0006705B" w:rsidRDefault="0006705B" w:rsidP="0006705B">
      <w:pPr>
        <w:pStyle w:val="Bezmezer"/>
      </w:pPr>
      <w:r>
        <w:t>- stavební délka přejezdové konstrukce 2 x 14,4 (m), komunikace III/3275</w:t>
      </w:r>
    </w:p>
    <w:p w14:paraId="4EA16577" w14:textId="77777777" w:rsidR="0006705B" w:rsidRDefault="0006705B" w:rsidP="0006705B">
      <w:pPr>
        <w:pStyle w:val="Bezmezer"/>
      </w:pPr>
      <w:r>
        <w:t xml:space="preserve">- kolej. rošt 2 x 20 m – beton. pražce B91S, kolejnice UIC 60, </w:t>
      </w:r>
      <w:proofErr w:type="spellStart"/>
      <w:r>
        <w:t>upev</w:t>
      </w:r>
      <w:proofErr w:type="spellEnd"/>
      <w:r>
        <w:t xml:space="preserve">. kolejnic W 14 (svěrky </w:t>
      </w:r>
      <w:proofErr w:type="spellStart"/>
      <w:r>
        <w:t>Skl</w:t>
      </w:r>
      <w:proofErr w:type="spellEnd"/>
      <w:r>
        <w:t xml:space="preserve"> 14)</w:t>
      </w:r>
    </w:p>
    <w:p w14:paraId="20BE6BD6" w14:textId="77777777" w:rsidR="0006705B" w:rsidRDefault="0006705B" w:rsidP="0006705B">
      <w:pPr>
        <w:pStyle w:val="Bezmezer"/>
      </w:pPr>
      <w:r>
        <w:t xml:space="preserve">- pryžová přejezdová  (vnitřní panely), živičná vozovka vně koleje, </w:t>
      </w:r>
      <w:proofErr w:type="spellStart"/>
      <w:r>
        <w:t>náběž</w:t>
      </w:r>
      <w:proofErr w:type="spellEnd"/>
      <w:r>
        <w:t>. klíny</w:t>
      </w:r>
    </w:p>
    <w:p w14:paraId="443BAFE8" w14:textId="77777777" w:rsidR="0006705B" w:rsidRDefault="0006705B" w:rsidP="0006705B">
      <w:pPr>
        <w:pStyle w:val="Nadpis4"/>
      </w:pPr>
      <w:r>
        <w:t>Nový stav</w:t>
      </w:r>
    </w:p>
    <w:p w14:paraId="40D835D7" w14:textId="77777777" w:rsidR="0006705B" w:rsidRDefault="0006705B" w:rsidP="0006705B">
      <w:pPr>
        <w:pStyle w:val="Bezmezer"/>
      </w:pPr>
      <w:r>
        <w:t xml:space="preserve">- stavební délka přejezd. konstrukce 14,4 m, silnice </w:t>
      </w:r>
      <w:proofErr w:type="spellStart"/>
      <w:proofErr w:type="gramStart"/>
      <w:r>
        <w:t>III.třídy</w:t>
      </w:r>
      <w:proofErr w:type="spellEnd"/>
      <w:r>
        <w:t xml:space="preserve">  (</w:t>
      </w:r>
      <w:proofErr w:type="gramEnd"/>
      <w:r>
        <w:t>III/3275, Česká Třebová - Praha)</w:t>
      </w:r>
    </w:p>
    <w:p w14:paraId="41965BC9" w14:textId="77777777" w:rsidR="0006705B" w:rsidRDefault="0006705B" w:rsidP="0006705B">
      <w:pPr>
        <w:pStyle w:val="Bezmezer"/>
      </w:pPr>
      <w:r>
        <w:t xml:space="preserve">- kolejový rošt: pražce B91S, kolejnice UIC60, upevnění W 14, v místě přejezdu pružné svěrky </w:t>
      </w:r>
      <w:proofErr w:type="spellStart"/>
      <w:r>
        <w:t>Skl</w:t>
      </w:r>
      <w:proofErr w:type="spellEnd"/>
      <w:r>
        <w:t xml:space="preserve"> 14 s antikorozní úpravou</w:t>
      </w:r>
    </w:p>
    <w:p w14:paraId="404C1053" w14:textId="77777777" w:rsidR="005C384E" w:rsidRDefault="005C384E" w:rsidP="005C384E">
      <w:pPr>
        <w:pStyle w:val="Bezmezer"/>
      </w:pPr>
      <w:r>
        <w:lastRenderedPageBreak/>
        <w:t xml:space="preserve">- strojní podbíjení je součástí jiného </w:t>
      </w:r>
      <w:proofErr w:type="spellStart"/>
      <w:r>
        <w:t>objektutu</w:t>
      </w:r>
      <w:proofErr w:type="spellEnd"/>
      <w:r>
        <w:t xml:space="preserve"> této stavby</w:t>
      </w:r>
    </w:p>
    <w:p w14:paraId="411B25FB" w14:textId="77777777" w:rsidR="0006705B" w:rsidRDefault="0006705B" w:rsidP="0006705B">
      <w:pPr>
        <w:pStyle w:val="Bezmezer"/>
      </w:pPr>
      <w:r>
        <w:t>- pryžová přejezd. konstrukce, vnější panely délky 900 mm), závěr. zídky (2 x 14,4 (m))</w:t>
      </w:r>
    </w:p>
    <w:p w14:paraId="498CE241" w14:textId="77777777" w:rsidR="0006705B" w:rsidRDefault="0006705B" w:rsidP="0006705B">
      <w:pPr>
        <w:pStyle w:val="Bezmezer"/>
      </w:pPr>
      <w:r>
        <w:t>- odbourání vozov.do 20 cm (1,5x10,5+2,1x12,0+(10,6+12,1)*6,1/2=110,2 (m2))</w:t>
      </w:r>
      <w:r>
        <w:tab/>
        <w:t>110,2 m2</w:t>
      </w:r>
    </w:p>
    <w:p w14:paraId="3CD0A9CF" w14:textId="77777777" w:rsidR="0006705B" w:rsidRDefault="0006705B" w:rsidP="0006705B">
      <w:pPr>
        <w:pStyle w:val="Bezmezer"/>
      </w:pPr>
      <w:r>
        <w:t>- odfrézování vozovky do 12 cm (9,7+18,7)*7,0/2 = 99,4 (m2)) ……………….</w:t>
      </w:r>
      <w:r>
        <w:tab/>
        <w:t xml:space="preserve">  99,5 m2</w:t>
      </w:r>
    </w:p>
    <w:p w14:paraId="2C0F4E01" w14:textId="77777777" w:rsidR="0006705B" w:rsidRDefault="0006705B" w:rsidP="0006705B">
      <w:pPr>
        <w:pStyle w:val="Bezmezer"/>
      </w:pPr>
      <w:r>
        <w:t>- demontáž pryžové přejezdové konstrukce v 1. koleji………………………….</w:t>
      </w:r>
      <w:r>
        <w:tab/>
        <w:t xml:space="preserve">  14,4 m</w:t>
      </w:r>
    </w:p>
    <w:p w14:paraId="6230541A" w14:textId="77777777" w:rsidR="0006705B" w:rsidRDefault="0006705B" w:rsidP="0006705B">
      <w:pPr>
        <w:pStyle w:val="Bezmezer"/>
      </w:pPr>
      <w:r>
        <w:t>- demontáž pryžové přejezdové konstrukce ve 2. koleji…………………………</w:t>
      </w:r>
      <w:r>
        <w:tab/>
        <w:t xml:space="preserve">  14,4 m</w:t>
      </w:r>
    </w:p>
    <w:p w14:paraId="73175E2E" w14:textId="77777777" w:rsidR="0006705B" w:rsidRDefault="0006705B" w:rsidP="0006705B">
      <w:pPr>
        <w:pStyle w:val="Bezmezer"/>
      </w:pPr>
      <w:r>
        <w:t xml:space="preserve">- demontáž žel svršku v </w:t>
      </w:r>
      <w:proofErr w:type="gramStart"/>
      <w:r>
        <w:t>1.,ve</w:t>
      </w:r>
      <w:proofErr w:type="gramEnd"/>
      <w:r>
        <w:t xml:space="preserve"> 2. kol.(bet.praž.B91S, kol.UIC60, komplety W14) </w:t>
      </w:r>
      <w:r>
        <w:tab/>
        <w:t xml:space="preserve">  40,0 m</w:t>
      </w:r>
    </w:p>
    <w:p w14:paraId="62850AC3" w14:textId="77777777" w:rsidR="0006705B" w:rsidRDefault="0006705B" w:rsidP="0006705B">
      <w:pPr>
        <w:pStyle w:val="Bezmezer"/>
      </w:pPr>
      <w:r>
        <w:t xml:space="preserve">- odtěžení </w:t>
      </w:r>
      <w:proofErr w:type="spellStart"/>
      <w:proofErr w:type="gramStart"/>
      <w:r>
        <w:t>štěrk.lože</w:t>
      </w:r>
      <w:proofErr w:type="spellEnd"/>
      <w:proofErr w:type="gramEnd"/>
      <w:r>
        <w:t xml:space="preserve"> 30 cm pod spodní plochu pražců (15.0 x 8,0 = 120,0 m2) ..</w:t>
      </w:r>
      <w:r>
        <w:tab/>
        <w:t>120,0 m2</w:t>
      </w:r>
    </w:p>
    <w:p w14:paraId="24FAC504" w14:textId="77777777" w:rsidR="0006705B" w:rsidRDefault="0006705B" w:rsidP="0006705B">
      <w:pPr>
        <w:pStyle w:val="Bezmezer"/>
      </w:pPr>
      <w:r>
        <w:t>- odvodnění zemní pláně trativodem (2 x 15,0 = 30,0 (m)) ……………………..</w:t>
      </w:r>
      <w:r>
        <w:tab/>
        <w:t xml:space="preserve">  30,0 m</w:t>
      </w:r>
    </w:p>
    <w:p w14:paraId="4364ECB1" w14:textId="77777777" w:rsidR="0006705B" w:rsidRDefault="0006705B" w:rsidP="0006705B">
      <w:pPr>
        <w:pStyle w:val="Bezmezer"/>
      </w:pPr>
      <w:r>
        <w:t>- urovnání pláně do sklonu, vložení trativodu …………………………………...</w:t>
      </w:r>
      <w:r>
        <w:tab/>
        <w:t>120,0 m2</w:t>
      </w:r>
    </w:p>
    <w:p w14:paraId="11D90BA9" w14:textId="77777777" w:rsidR="0006705B" w:rsidRDefault="0006705B" w:rsidP="0006705B">
      <w:pPr>
        <w:pStyle w:val="Bezmezer"/>
      </w:pPr>
      <w:r>
        <w:t xml:space="preserve">- montáž žel. svršku1., </w:t>
      </w:r>
      <w:proofErr w:type="gramStart"/>
      <w:r>
        <w:t>2.kol.(</w:t>
      </w:r>
      <w:proofErr w:type="gramEnd"/>
      <w:r>
        <w:t xml:space="preserve">50xB91S, kol.UIC60, 50x4 (200 ks) </w:t>
      </w:r>
      <w:proofErr w:type="spellStart"/>
      <w:r>
        <w:t>Skl.antikoroz</w:t>
      </w:r>
      <w:proofErr w:type="spellEnd"/>
      <w:r>
        <w:t>.</w:t>
      </w:r>
      <w:r>
        <w:tab/>
        <w:t xml:space="preserve">  40,0 m</w:t>
      </w:r>
    </w:p>
    <w:p w14:paraId="4EA0FF33" w14:textId="77777777" w:rsidR="0006705B" w:rsidRDefault="0006705B" w:rsidP="0006705B">
      <w:pPr>
        <w:pStyle w:val="Bezmezer"/>
      </w:pPr>
      <w:r>
        <w:t>-</w:t>
      </w:r>
      <w:r w:rsidR="00FC4F4A">
        <w:t xml:space="preserve"> </w:t>
      </w:r>
      <w:r>
        <w:t>montáž pryž.přejezd.konstr.1.,2.kol. (</w:t>
      </w:r>
      <w:proofErr w:type="spellStart"/>
      <w:proofErr w:type="gramStart"/>
      <w:r>
        <w:t>vnějš.panely</w:t>
      </w:r>
      <w:proofErr w:type="spellEnd"/>
      <w:proofErr w:type="gramEnd"/>
      <w:r>
        <w:t xml:space="preserve"> šíř.900 mm) </w:t>
      </w:r>
      <w:proofErr w:type="spellStart"/>
      <w:r>
        <w:t>vč.závěr.zídek</w:t>
      </w:r>
      <w:proofErr w:type="spellEnd"/>
      <w:r>
        <w:tab/>
        <w:t xml:space="preserve">  28,8 m</w:t>
      </w:r>
    </w:p>
    <w:p w14:paraId="116B3932" w14:textId="77777777" w:rsidR="0006705B" w:rsidRDefault="0006705B" w:rsidP="0006705B">
      <w:pPr>
        <w:pStyle w:val="Bezmezer"/>
      </w:pPr>
      <w:r>
        <w:t xml:space="preserve">- vložení podkladní vrstvy – </w:t>
      </w:r>
      <w:proofErr w:type="spellStart"/>
      <w:proofErr w:type="gramStart"/>
      <w:r>
        <w:t>asfalt.koberec</w:t>
      </w:r>
      <w:proofErr w:type="spellEnd"/>
      <w:proofErr w:type="gramEnd"/>
      <w:r>
        <w:t xml:space="preserve"> ACP 16  tl.80 mm ……………........</w:t>
      </w:r>
      <w:r>
        <w:tab/>
        <w:t>209,7 m2</w:t>
      </w:r>
    </w:p>
    <w:p w14:paraId="597DFBB2" w14:textId="77777777" w:rsidR="0006705B" w:rsidRDefault="0006705B" w:rsidP="0006705B">
      <w:pPr>
        <w:pStyle w:val="Bezmezer"/>
      </w:pPr>
      <w:r>
        <w:t xml:space="preserve">-  živičný spojovací postřik z asfaltu …………………………………………… </w:t>
      </w:r>
      <w:r>
        <w:tab/>
        <w:t>209,7 m2</w:t>
      </w:r>
    </w:p>
    <w:p w14:paraId="512DAEE9" w14:textId="77777777" w:rsidR="0006705B" w:rsidRDefault="0006705B" w:rsidP="0006705B">
      <w:pPr>
        <w:pStyle w:val="Bezmezer"/>
      </w:pPr>
      <w:r>
        <w:t xml:space="preserve">- výztužná </w:t>
      </w:r>
      <w:proofErr w:type="spellStart"/>
      <w:r>
        <w:t>geomřížka</w:t>
      </w:r>
      <w:proofErr w:type="spellEnd"/>
      <w:r>
        <w:t xml:space="preserve"> do živičné konstrukce vozovky …………………………</w:t>
      </w:r>
      <w:r>
        <w:tab/>
        <w:t>126,0 m2</w:t>
      </w:r>
    </w:p>
    <w:p w14:paraId="609BF2EA" w14:textId="77777777" w:rsidR="0006705B" w:rsidRDefault="0006705B" w:rsidP="0006705B">
      <w:pPr>
        <w:pStyle w:val="Bezmezer"/>
      </w:pPr>
      <w:r>
        <w:t xml:space="preserve">- položení vrstvy – </w:t>
      </w:r>
      <w:proofErr w:type="spellStart"/>
      <w:proofErr w:type="gramStart"/>
      <w:r>
        <w:t>asfalt.koberec</w:t>
      </w:r>
      <w:proofErr w:type="spellEnd"/>
      <w:proofErr w:type="gramEnd"/>
      <w:r>
        <w:t xml:space="preserve"> typu ACO 11  tl.70 mm …………………….  </w:t>
      </w:r>
      <w:r>
        <w:tab/>
        <w:t>209,7 m2</w:t>
      </w:r>
    </w:p>
    <w:p w14:paraId="59C2E5C8" w14:textId="77777777" w:rsidR="0006705B" w:rsidRDefault="0006705B" w:rsidP="0006705B">
      <w:pPr>
        <w:pStyle w:val="Bezmezer"/>
      </w:pPr>
      <w:r>
        <w:t xml:space="preserve">- živičný spojovací postřik z asfaltu …………………………………………….   </w:t>
      </w:r>
      <w:r>
        <w:tab/>
        <w:t>209,7 m2</w:t>
      </w:r>
    </w:p>
    <w:p w14:paraId="24F5FD47" w14:textId="77777777" w:rsidR="0006705B" w:rsidRDefault="0006705B" w:rsidP="0006705B">
      <w:pPr>
        <w:pStyle w:val="Bezmezer"/>
      </w:pPr>
      <w:r>
        <w:t>- položení obrusné vrstvy – asfaltový koberec mastixový SMA 11</w:t>
      </w:r>
      <w:proofErr w:type="gramStart"/>
      <w:r>
        <w:t>S  tl.</w:t>
      </w:r>
      <w:proofErr w:type="gramEnd"/>
      <w:r>
        <w:t>50 mm</w:t>
      </w:r>
      <w:r>
        <w:tab/>
        <w:t>209,7 m2</w:t>
      </w:r>
    </w:p>
    <w:p w14:paraId="0C025B8C" w14:textId="77777777" w:rsidR="0006705B" w:rsidRDefault="0006705B" w:rsidP="0006705B">
      <w:pPr>
        <w:pStyle w:val="Bezmezer"/>
      </w:pPr>
      <w:r>
        <w:t xml:space="preserve">- vyfrézování pracovní spáry (50 x 5) mm a provedení výplně </w:t>
      </w:r>
      <w:proofErr w:type="spellStart"/>
      <w:r>
        <w:t>pružněplastickým</w:t>
      </w:r>
      <w:proofErr w:type="spellEnd"/>
      <w:r>
        <w:t xml:space="preserve"> </w:t>
      </w:r>
    </w:p>
    <w:p w14:paraId="517EB9AA" w14:textId="77777777" w:rsidR="0006705B" w:rsidRDefault="0006705B" w:rsidP="0006705B">
      <w:pPr>
        <w:pStyle w:val="Bezmezer"/>
      </w:pPr>
      <w:r>
        <w:t xml:space="preserve">    </w:t>
      </w:r>
      <w:r>
        <w:tab/>
        <w:t xml:space="preserve">materiálem za tepla (180-190)o (např. MOZAL, …)  ..………………………. </w:t>
      </w:r>
      <w:r>
        <w:tab/>
        <w:t xml:space="preserve">  45,0 m </w:t>
      </w:r>
    </w:p>
    <w:p w14:paraId="05A58441" w14:textId="77777777" w:rsidR="0006705B" w:rsidRDefault="0006705B" w:rsidP="0006705B">
      <w:pPr>
        <w:pStyle w:val="Bezmezer"/>
      </w:pPr>
      <w:r>
        <w:t>- proříznutí a zalití pracovní spáry  …………………………………………….</w:t>
      </w:r>
      <w:r>
        <w:tab/>
        <w:t xml:space="preserve">  14,0 m</w:t>
      </w:r>
    </w:p>
    <w:p w14:paraId="39CF6EC1" w14:textId="77777777" w:rsidR="0006705B" w:rsidRDefault="00FC4F4A" w:rsidP="0006705B">
      <w:pPr>
        <w:pStyle w:val="Bezmezer"/>
      </w:pPr>
      <w:r>
        <w:t>- odstranění materiálu (</w:t>
      </w:r>
      <w:r w:rsidR="0006705B">
        <w:t xml:space="preserve">zeminy) z krajnic a od přejezdové konstrukce </w:t>
      </w:r>
    </w:p>
    <w:p w14:paraId="65D8C458" w14:textId="77777777" w:rsidR="0006705B" w:rsidRDefault="00FC4F4A" w:rsidP="0006705B">
      <w:pPr>
        <w:pStyle w:val="Bezmezer"/>
      </w:pPr>
      <w:r>
        <w:t>-</w:t>
      </w:r>
      <w:r w:rsidR="0006705B">
        <w:t xml:space="preserve"> zemní úpravy  …………………………………………………………………</w:t>
      </w:r>
      <w:r w:rsidR="0006705B">
        <w:tab/>
        <w:t xml:space="preserve">  10,0 m3</w:t>
      </w:r>
    </w:p>
    <w:p w14:paraId="47F142D4" w14:textId="77777777" w:rsidR="0006705B" w:rsidRDefault="0006705B" w:rsidP="0006705B">
      <w:pPr>
        <w:pStyle w:val="Bezmezer"/>
      </w:pPr>
      <w:r>
        <w:t>-</w:t>
      </w:r>
      <w:r w:rsidR="00FC4F4A">
        <w:t xml:space="preserve"> </w:t>
      </w:r>
      <w:r>
        <w:t xml:space="preserve">vodorovné značení na </w:t>
      </w:r>
      <w:proofErr w:type="spellStart"/>
      <w:r>
        <w:t>poz</w:t>
      </w:r>
      <w:proofErr w:type="spellEnd"/>
      <w:r>
        <w:t>. komunikaci v místě přejezdu a přilehlé komun. ..</w:t>
      </w:r>
      <w:r>
        <w:tab/>
        <w:t xml:space="preserve">  60,0 m</w:t>
      </w:r>
    </w:p>
    <w:p w14:paraId="0D9D9736" w14:textId="77777777" w:rsidR="0049067B" w:rsidRDefault="0006705B" w:rsidP="00095037">
      <w:pPr>
        <w:pStyle w:val="Nadpis2"/>
        <w:rPr>
          <w:noProof/>
        </w:rPr>
      </w:pPr>
      <w:r>
        <w:rPr>
          <w:noProof/>
        </w:rPr>
        <w:t xml:space="preserve">SO 11 </w:t>
      </w:r>
      <w:r w:rsidR="0049067B">
        <w:rPr>
          <w:noProof/>
        </w:rPr>
        <w:t>Materiál objednatele</w:t>
      </w:r>
    </w:p>
    <w:p w14:paraId="71BE9E13" w14:textId="77777777" w:rsidR="0049067B" w:rsidRDefault="0049067B" w:rsidP="0049067B">
      <w:pPr>
        <w:pStyle w:val="Bezmezer"/>
      </w:pPr>
      <w:r>
        <w:t>- kolejnice 60 E1</w:t>
      </w:r>
    </w:p>
    <w:p w14:paraId="38C3263B" w14:textId="77777777" w:rsidR="0049067B" w:rsidRDefault="00095037" w:rsidP="0049067B">
      <w:pPr>
        <w:pStyle w:val="Bezmezer"/>
      </w:pPr>
      <w:r>
        <w:t>- VPS pražce</w:t>
      </w:r>
    </w:p>
    <w:p w14:paraId="319E6B7E" w14:textId="77777777" w:rsidR="0049067B" w:rsidRDefault="0049067B" w:rsidP="0049067B">
      <w:pPr>
        <w:pStyle w:val="Bezmezer"/>
      </w:pPr>
      <w:r>
        <w:t>- pražce B91S T/1</w:t>
      </w:r>
    </w:p>
    <w:p w14:paraId="258E943F" w14:textId="77777777" w:rsidR="0049067B" w:rsidRDefault="0049067B" w:rsidP="0049067B">
      <w:pPr>
        <w:pStyle w:val="Bezmezer"/>
      </w:pPr>
      <w:r>
        <w:t>- podložka pod patou kolejnice</w:t>
      </w:r>
    </w:p>
    <w:p w14:paraId="69D9F5B3" w14:textId="77777777" w:rsidR="0049067B" w:rsidRDefault="0049067B" w:rsidP="0049067B">
      <w:pPr>
        <w:pStyle w:val="Bezmezer"/>
      </w:pPr>
      <w:r>
        <w:t>- jazyky a opornice v prodloužené délce</w:t>
      </w:r>
    </w:p>
    <w:p w14:paraId="69B3B26F" w14:textId="77777777" w:rsidR="0049067B" w:rsidRDefault="00095037" w:rsidP="0049067B">
      <w:pPr>
        <w:pStyle w:val="Bezmezer"/>
      </w:pPr>
      <w:r>
        <w:t>- srdcovky</w:t>
      </w:r>
    </w:p>
    <w:p w14:paraId="2DD1476F" w14:textId="77777777" w:rsidR="0049067B" w:rsidRDefault="0049067B" w:rsidP="0049067B">
      <w:pPr>
        <w:pStyle w:val="Bezmezer"/>
      </w:pPr>
      <w:r>
        <w:t>- střed JKS</w:t>
      </w:r>
    </w:p>
    <w:p w14:paraId="50AE3182" w14:textId="77777777" w:rsidR="0049067B" w:rsidRDefault="0049067B" w:rsidP="0049067B">
      <w:pPr>
        <w:pStyle w:val="Bezmezer"/>
      </w:pPr>
      <w:r>
        <w:t>- LIS s</w:t>
      </w:r>
      <w:r w:rsidR="00095037">
        <w:t> </w:t>
      </w:r>
      <w:r>
        <w:t>vrtáním</w:t>
      </w:r>
      <w:r w:rsidR="00095037">
        <w:t xml:space="preserve"> na CEMBRE</w:t>
      </w:r>
    </w:p>
    <w:p w14:paraId="45AE2D4E" w14:textId="77777777" w:rsidR="00FC4F4A" w:rsidRDefault="00FC4F4A" w:rsidP="00FC4F4A">
      <w:pPr>
        <w:pStyle w:val="Podnadpis"/>
      </w:pPr>
    </w:p>
    <w:p w14:paraId="460CE473" w14:textId="77777777" w:rsidR="00FC4F4A" w:rsidRDefault="00FC4F4A" w:rsidP="00FC4F4A">
      <w:pPr>
        <w:pStyle w:val="Podnadpis"/>
      </w:pPr>
      <w:r>
        <w:t>Přílohy</w:t>
      </w:r>
    </w:p>
    <w:p w14:paraId="77A4E4D1" w14:textId="77777777" w:rsidR="00FC4F4A" w:rsidRDefault="00FC4F4A" w:rsidP="00FC4F4A">
      <w:pPr>
        <w:pStyle w:val="Bezmezer"/>
      </w:pPr>
      <w:r>
        <w:t>- plánky stanic</w:t>
      </w:r>
    </w:p>
    <w:p w14:paraId="0BEB2C5A" w14:textId="77777777" w:rsidR="00FC4F4A" w:rsidRDefault="00FC4F4A" w:rsidP="00FC4F4A">
      <w:pPr>
        <w:pStyle w:val="Bezmezer"/>
      </w:pPr>
      <w:r>
        <w:t>- tabulka výhybek</w:t>
      </w:r>
    </w:p>
    <w:p w14:paraId="58112713" w14:textId="77777777" w:rsidR="00FC4F4A" w:rsidRDefault="00FC4F4A" w:rsidP="00FC4F4A">
      <w:pPr>
        <w:pStyle w:val="Bezmezer"/>
      </w:pPr>
      <w:r>
        <w:t>- nákresný přehled železničního svršku</w:t>
      </w:r>
    </w:p>
    <w:p w14:paraId="2514EE74" w14:textId="77777777" w:rsidR="00FC4F4A" w:rsidRDefault="00FC4F4A" w:rsidP="00FC4F4A">
      <w:pPr>
        <w:pStyle w:val="Bezmezer"/>
      </w:pPr>
    </w:p>
    <w:p w14:paraId="2F0C96DB" w14:textId="77777777" w:rsidR="00FC4F4A" w:rsidRDefault="00FC4F4A" w:rsidP="00FC4F4A">
      <w:pPr>
        <w:pStyle w:val="Podnadpis"/>
      </w:pPr>
      <w:r>
        <w:t>Zpracoval</w:t>
      </w:r>
    </w:p>
    <w:p w14:paraId="11042AAD" w14:textId="77777777" w:rsidR="00FC4F4A" w:rsidRDefault="00FC4F4A" w:rsidP="00FC4F4A">
      <w:pPr>
        <w:pStyle w:val="Bezmezer"/>
      </w:pPr>
      <w:r>
        <w:t>Ing. Jiří Wimmer, tel. 724218377</w:t>
      </w:r>
    </w:p>
    <w:p w14:paraId="67E5DD87" w14:textId="77777777" w:rsidR="00FC4F4A" w:rsidRDefault="00FC4F4A" w:rsidP="00FC4F4A">
      <w:pPr>
        <w:pStyle w:val="Bezmezer"/>
      </w:pPr>
      <w:r>
        <w:t>Ing. David Kubala, tel. 702299597</w:t>
      </w:r>
    </w:p>
    <w:p w14:paraId="78706419" w14:textId="77777777" w:rsidR="00FC4F4A" w:rsidRDefault="00FC4F4A" w:rsidP="00FC4F4A">
      <w:pPr>
        <w:pStyle w:val="Bezmezer"/>
      </w:pPr>
      <w:r>
        <w:t>Ing. Bc. Martin Filip, tel. 724403554</w:t>
      </w:r>
    </w:p>
    <w:p w14:paraId="0ABD0E0B" w14:textId="77777777" w:rsidR="00FC4F4A" w:rsidRPr="00FC4F4A" w:rsidRDefault="00FC4F4A" w:rsidP="00FC4F4A">
      <w:pPr>
        <w:pStyle w:val="Bezmezer"/>
      </w:pPr>
    </w:p>
    <w:sectPr w:rsidR="00FC4F4A" w:rsidRPr="00FC4F4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F000E" w14:textId="77777777" w:rsidR="00BB33B1" w:rsidRDefault="00BB33B1" w:rsidP="00962258">
      <w:pPr>
        <w:spacing w:after="0" w:line="240" w:lineRule="auto"/>
      </w:pPr>
      <w:r>
        <w:separator/>
      </w:r>
    </w:p>
  </w:endnote>
  <w:endnote w:type="continuationSeparator" w:id="0">
    <w:p w14:paraId="5FFDF412" w14:textId="77777777" w:rsidR="00BB33B1" w:rsidRDefault="00BB33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05BD" w14:paraId="377DFCC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C3AF62" w14:textId="77777777" w:rsidR="004D05BD" w:rsidRPr="00B8518B" w:rsidRDefault="004D05B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0208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0208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2C207C" w14:textId="77777777" w:rsidR="004D05BD" w:rsidRDefault="004D05B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725BD" w14:textId="77777777" w:rsidR="004D05BD" w:rsidRDefault="004D05BD" w:rsidP="00B8518B">
          <w:pPr>
            <w:pStyle w:val="Zpat"/>
          </w:pPr>
        </w:p>
      </w:tc>
      <w:tc>
        <w:tcPr>
          <w:tcW w:w="2921" w:type="dxa"/>
        </w:tcPr>
        <w:p w14:paraId="709FA4B1" w14:textId="77777777" w:rsidR="004D05BD" w:rsidRDefault="004D05BD" w:rsidP="00D831A3">
          <w:pPr>
            <w:pStyle w:val="Zpat"/>
          </w:pPr>
        </w:p>
      </w:tc>
    </w:tr>
  </w:tbl>
  <w:p w14:paraId="77566C06" w14:textId="77777777" w:rsidR="004D05BD" w:rsidRPr="00B8518B" w:rsidRDefault="004D05B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F08141" wp14:editId="729B75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8FB7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FD55BE" wp14:editId="21CF3E5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ED9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05BD" w14:paraId="79B4A03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C3976A" w14:textId="77777777" w:rsidR="004D05BD" w:rsidRPr="00B8518B" w:rsidRDefault="004D05B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02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0208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949780" w14:textId="77777777" w:rsidR="004D05BD" w:rsidRDefault="004D05BD" w:rsidP="00460660">
          <w:pPr>
            <w:pStyle w:val="Zpat"/>
          </w:pPr>
          <w:r>
            <w:t>Správa železnic, státní organizace</w:t>
          </w:r>
        </w:p>
        <w:p w14:paraId="4484C2BF" w14:textId="77777777" w:rsidR="004D05BD" w:rsidRDefault="004D05BD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42FEA89" w14:textId="77777777" w:rsidR="004D05BD" w:rsidRDefault="004D05BD" w:rsidP="00460660">
          <w:pPr>
            <w:pStyle w:val="Zpat"/>
          </w:pPr>
          <w:r>
            <w:t>Sídlo: Dlážděná 1003/7, 110 00 Praha 1</w:t>
          </w:r>
        </w:p>
        <w:p w14:paraId="2D4558BF" w14:textId="77777777" w:rsidR="004D05BD" w:rsidRDefault="004D05BD" w:rsidP="00460660">
          <w:pPr>
            <w:pStyle w:val="Zpat"/>
          </w:pPr>
          <w:r>
            <w:t>IČO: 709 94 234 DIČ: CZ 709 94 234</w:t>
          </w:r>
        </w:p>
        <w:p w14:paraId="586A5C18" w14:textId="77777777" w:rsidR="004D05BD" w:rsidRDefault="004D05B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35BF437" w14:textId="77777777" w:rsidR="004D05BD" w:rsidRDefault="004D05BD" w:rsidP="00460660">
          <w:pPr>
            <w:pStyle w:val="Zpat"/>
          </w:pPr>
        </w:p>
      </w:tc>
    </w:tr>
  </w:tbl>
  <w:p w14:paraId="2174688E" w14:textId="77777777" w:rsidR="004D05BD" w:rsidRPr="00B8518B" w:rsidRDefault="004D05B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A0C34E" wp14:editId="5A7158C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EFC12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67DB81" wp14:editId="305CBE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ED6C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DBD725" w14:textId="77777777" w:rsidR="004D05BD" w:rsidRPr="00460660" w:rsidRDefault="004D05B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8EBDB" w14:textId="77777777" w:rsidR="00BB33B1" w:rsidRDefault="00BB33B1" w:rsidP="00962258">
      <w:pPr>
        <w:spacing w:after="0" w:line="240" w:lineRule="auto"/>
      </w:pPr>
      <w:r>
        <w:separator/>
      </w:r>
    </w:p>
  </w:footnote>
  <w:footnote w:type="continuationSeparator" w:id="0">
    <w:p w14:paraId="4C23BDD1" w14:textId="77777777" w:rsidR="00BB33B1" w:rsidRDefault="00BB33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D05BD" w14:paraId="5D02ED2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BA7F4D3" w14:textId="77777777" w:rsidR="004D05BD" w:rsidRPr="00B8518B" w:rsidRDefault="004D05B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6814B4" w14:textId="77777777" w:rsidR="004D05BD" w:rsidRDefault="004D05B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EEECE6" w14:textId="77777777" w:rsidR="004D05BD" w:rsidRPr="00D6163D" w:rsidRDefault="004D05BD" w:rsidP="00D6163D">
          <w:pPr>
            <w:pStyle w:val="Druhdokumentu"/>
          </w:pPr>
        </w:p>
      </w:tc>
    </w:tr>
  </w:tbl>
  <w:p w14:paraId="5451A4F9" w14:textId="77777777" w:rsidR="004D05BD" w:rsidRPr="00D6163D" w:rsidRDefault="004D05B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D05BD" w14:paraId="55E897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DFFB8E" w14:textId="77777777" w:rsidR="004D05BD" w:rsidRPr="00B8518B" w:rsidRDefault="004D05B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C23BAC" w14:textId="77777777" w:rsidR="004D05BD" w:rsidRDefault="004D05B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77FB18" w14:textId="77777777" w:rsidR="004D05BD" w:rsidRPr="00D6163D" w:rsidRDefault="004D05BD" w:rsidP="00FC6389">
          <w:pPr>
            <w:pStyle w:val="Druhdokumentu"/>
          </w:pPr>
        </w:p>
      </w:tc>
    </w:tr>
    <w:tr w:rsidR="004D05BD" w14:paraId="5952882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7122D90" w14:textId="77777777" w:rsidR="004D05BD" w:rsidRPr="00B8518B" w:rsidRDefault="004D05B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6AC979" w14:textId="77777777" w:rsidR="004D05BD" w:rsidRDefault="004D05B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EC010D4" w14:textId="77777777" w:rsidR="004D05BD" w:rsidRPr="00D6163D" w:rsidRDefault="004D05BD" w:rsidP="00FC6389">
          <w:pPr>
            <w:pStyle w:val="Druhdokumentu"/>
          </w:pPr>
        </w:p>
      </w:tc>
    </w:tr>
  </w:tbl>
  <w:p w14:paraId="4E3F2D98" w14:textId="77777777" w:rsidR="004D05BD" w:rsidRPr="00D6163D" w:rsidRDefault="004D05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697E4DA" wp14:editId="2C33571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4F4BC" w14:textId="77777777" w:rsidR="004D05BD" w:rsidRPr="00460660" w:rsidRDefault="004D05B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487E01"/>
    <w:multiLevelType w:val="hybridMultilevel"/>
    <w:tmpl w:val="7C7C327C"/>
    <w:lvl w:ilvl="0" w:tplc="4A10A0D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25204"/>
    <w:multiLevelType w:val="hybridMultilevel"/>
    <w:tmpl w:val="361639BA"/>
    <w:lvl w:ilvl="0" w:tplc="0562CE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06E5A"/>
    <w:multiLevelType w:val="hybridMultilevel"/>
    <w:tmpl w:val="7786DCA2"/>
    <w:lvl w:ilvl="0" w:tplc="CC1607A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F6B6F"/>
    <w:multiLevelType w:val="hybridMultilevel"/>
    <w:tmpl w:val="0B74C71E"/>
    <w:lvl w:ilvl="0" w:tplc="B204B87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916E5"/>
    <w:multiLevelType w:val="hybridMultilevel"/>
    <w:tmpl w:val="F8CC4280"/>
    <w:lvl w:ilvl="0" w:tplc="7146212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57C0E8E"/>
    <w:multiLevelType w:val="hybridMultilevel"/>
    <w:tmpl w:val="81E6B930"/>
    <w:lvl w:ilvl="0" w:tplc="3EAA765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B0D08"/>
    <w:multiLevelType w:val="hybridMultilevel"/>
    <w:tmpl w:val="2BAAA754"/>
    <w:lvl w:ilvl="0" w:tplc="A754D4C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445"/>
    <w:multiLevelType w:val="hybridMultilevel"/>
    <w:tmpl w:val="3E081B5E"/>
    <w:lvl w:ilvl="0" w:tplc="2828D57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61576"/>
    <w:multiLevelType w:val="hybridMultilevel"/>
    <w:tmpl w:val="6E149770"/>
    <w:lvl w:ilvl="0" w:tplc="BA7CB3C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13DDA"/>
    <w:multiLevelType w:val="hybridMultilevel"/>
    <w:tmpl w:val="6358C682"/>
    <w:lvl w:ilvl="0" w:tplc="B7082B2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2DD5F94"/>
    <w:multiLevelType w:val="hybridMultilevel"/>
    <w:tmpl w:val="51080488"/>
    <w:lvl w:ilvl="0" w:tplc="6E32009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num w:numId="1" w16cid:durableId="1263537698">
    <w:abstractNumId w:val="6"/>
  </w:num>
  <w:num w:numId="2" w16cid:durableId="278685956">
    <w:abstractNumId w:val="1"/>
  </w:num>
  <w:num w:numId="3" w16cid:durableId="5055537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7281768">
    <w:abstractNumId w:val="17"/>
  </w:num>
  <w:num w:numId="5" w16cid:durableId="1120223633">
    <w:abstractNumId w:val="7"/>
  </w:num>
  <w:num w:numId="6" w16cid:durableId="539589872">
    <w:abstractNumId w:val="9"/>
  </w:num>
  <w:num w:numId="7" w16cid:durableId="532378371">
    <w:abstractNumId w:val="0"/>
  </w:num>
  <w:num w:numId="8" w16cid:durableId="1480423366">
    <w:abstractNumId w:val="10"/>
  </w:num>
  <w:num w:numId="9" w16cid:durableId="18837845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7470202">
    <w:abstractNumId w:val="9"/>
  </w:num>
  <w:num w:numId="11" w16cid:durableId="100490334">
    <w:abstractNumId w:val="1"/>
  </w:num>
  <w:num w:numId="12" w16cid:durableId="992568041">
    <w:abstractNumId w:val="9"/>
  </w:num>
  <w:num w:numId="13" w16cid:durableId="916327013">
    <w:abstractNumId w:val="9"/>
  </w:num>
  <w:num w:numId="14" w16cid:durableId="2052725930">
    <w:abstractNumId w:val="9"/>
  </w:num>
  <w:num w:numId="15" w16cid:durableId="759183783">
    <w:abstractNumId w:val="9"/>
  </w:num>
  <w:num w:numId="16" w16cid:durableId="816724256">
    <w:abstractNumId w:val="19"/>
  </w:num>
  <w:num w:numId="17" w16cid:durableId="367996705">
    <w:abstractNumId w:val="6"/>
  </w:num>
  <w:num w:numId="18" w16cid:durableId="605159587">
    <w:abstractNumId w:val="19"/>
  </w:num>
  <w:num w:numId="19" w16cid:durableId="852107710">
    <w:abstractNumId w:val="19"/>
  </w:num>
  <w:num w:numId="20" w16cid:durableId="1085539588">
    <w:abstractNumId w:val="19"/>
  </w:num>
  <w:num w:numId="21" w16cid:durableId="301077283">
    <w:abstractNumId w:val="19"/>
  </w:num>
  <w:num w:numId="22" w16cid:durableId="206569676">
    <w:abstractNumId w:val="9"/>
  </w:num>
  <w:num w:numId="23" w16cid:durableId="615060095">
    <w:abstractNumId w:val="1"/>
  </w:num>
  <w:num w:numId="24" w16cid:durableId="872965785">
    <w:abstractNumId w:val="9"/>
  </w:num>
  <w:num w:numId="25" w16cid:durableId="512380619">
    <w:abstractNumId w:val="9"/>
  </w:num>
  <w:num w:numId="26" w16cid:durableId="1865702308">
    <w:abstractNumId w:val="9"/>
  </w:num>
  <w:num w:numId="27" w16cid:durableId="181743636">
    <w:abstractNumId w:val="9"/>
  </w:num>
  <w:num w:numId="28" w16cid:durableId="67310341">
    <w:abstractNumId w:val="19"/>
  </w:num>
  <w:num w:numId="29" w16cid:durableId="1945772153">
    <w:abstractNumId w:val="6"/>
  </w:num>
  <w:num w:numId="30" w16cid:durableId="1824539222">
    <w:abstractNumId w:val="19"/>
  </w:num>
  <w:num w:numId="31" w16cid:durableId="1372462200">
    <w:abstractNumId w:val="19"/>
  </w:num>
  <w:num w:numId="32" w16cid:durableId="1772044324">
    <w:abstractNumId w:val="19"/>
  </w:num>
  <w:num w:numId="33" w16cid:durableId="1746684325">
    <w:abstractNumId w:val="19"/>
  </w:num>
  <w:num w:numId="34" w16cid:durableId="1523393694">
    <w:abstractNumId w:val="18"/>
  </w:num>
  <w:num w:numId="35" w16cid:durableId="1655572583">
    <w:abstractNumId w:val="14"/>
  </w:num>
  <w:num w:numId="36" w16cid:durableId="1656448816">
    <w:abstractNumId w:val="4"/>
  </w:num>
  <w:num w:numId="37" w16cid:durableId="1894386949">
    <w:abstractNumId w:val="13"/>
  </w:num>
  <w:num w:numId="38" w16cid:durableId="1466654250">
    <w:abstractNumId w:val="16"/>
  </w:num>
  <w:num w:numId="39" w16cid:durableId="107314960">
    <w:abstractNumId w:val="5"/>
  </w:num>
  <w:num w:numId="40" w16cid:durableId="1158306576">
    <w:abstractNumId w:val="8"/>
  </w:num>
  <w:num w:numId="41" w16cid:durableId="159664798">
    <w:abstractNumId w:val="15"/>
  </w:num>
  <w:num w:numId="42" w16cid:durableId="1027290560">
    <w:abstractNumId w:val="2"/>
  </w:num>
  <w:num w:numId="43" w16cid:durableId="1251695337">
    <w:abstractNumId w:val="12"/>
  </w:num>
  <w:num w:numId="44" w16cid:durableId="189257170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273"/>
    <w:rsid w:val="00010997"/>
    <w:rsid w:val="000142E9"/>
    <w:rsid w:val="00016F54"/>
    <w:rsid w:val="000227C9"/>
    <w:rsid w:val="0003076F"/>
    <w:rsid w:val="00050E1D"/>
    <w:rsid w:val="00050F0F"/>
    <w:rsid w:val="00060FF4"/>
    <w:rsid w:val="0006705B"/>
    <w:rsid w:val="00071E64"/>
    <w:rsid w:val="00072C1E"/>
    <w:rsid w:val="000825B1"/>
    <w:rsid w:val="00085176"/>
    <w:rsid w:val="000926A1"/>
    <w:rsid w:val="00095037"/>
    <w:rsid w:val="000A5338"/>
    <w:rsid w:val="000C5A7E"/>
    <w:rsid w:val="000C5DD5"/>
    <w:rsid w:val="000C683A"/>
    <w:rsid w:val="000C7D10"/>
    <w:rsid w:val="000D1282"/>
    <w:rsid w:val="000D2353"/>
    <w:rsid w:val="000D60DF"/>
    <w:rsid w:val="000E0A39"/>
    <w:rsid w:val="000E23A7"/>
    <w:rsid w:val="000F315F"/>
    <w:rsid w:val="0010693F"/>
    <w:rsid w:val="001116E0"/>
    <w:rsid w:val="00114472"/>
    <w:rsid w:val="0012078B"/>
    <w:rsid w:val="00125189"/>
    <w:rsid w:val="00127A98"/>
    <w:rsid w:val="001365D4"/>
    <w:rsid w:val="001550BC"/>
    <w:rsid w:val="00157B77"/>
    <w:rsid w:val="001605B9"/>
    <w:rsid w:val="00161FA6"/>
    <w:rsid w:val="0017080A"/>
    <w:rsid w:val="00170EC5"/>
    <w:rsid w:val="001730BE"/>
    <w:rsid w:val="001747C1"/>
    <w:rsid w:val="00174871"/>
    <w:rsid w:val="00174A8D"/>
    <w:rsid w:val="00181A5F"/>
    <w:rsid w:val="00184743"/>
    <w:rsid w:val="00185B42"/>
    <w:rsid w:val="0019295B"/>
    <w:rsid w:val="001A190E"/>
    <w:rsid w:val="001A3F3A"/>
    <w:rsid w:val="001B0C3A"/>
    <w:rsid w:val="001D1758"/>
    <w:rsid w:val="001E49BB"/>
    <w:rsid w:val="001F6C87"/>
    <w:rsid w:val="00202A23"/>
    <w:rsid w:val="00207DF5"/>
    <w:rsid w:val="0021781C"/>
    <w:rsid w:val="002261CD"/>
    <w:rsid w:val="002532D0"/>
    <w:rsid w:val="00271D7F"/>
    <w:rsid w:val="00272304"/>
    <w:rsid w:val="00272565"/>
    <w:rsid w:val="002759D7"/>
    <w:rsid w:val="00280A89"/>
    <w:rsid w:val="00280E07"/>
    <w:rsid w:val="00284611"/>
    <w:rsid w:val="002B6486"/>
    <w:rsid w:val="002C31BF"/>
    <w:rsid w:val="002D08B1"/>
    <w:rsid w:val="002D0B8C"/>
    <w:rsid w:val="002E0CD7"/>
    <w:rsid w:val="00303A2D"/>
    <w:rsid w:val="00306B17"/>
    <w:rsid w:val="00341DCB"/>
    <w:rsid w:val="00341DCF"/>
    <w:rsid w:val="003444D1"/>
    <w:rsid w:val="003455B8"/>
    <w:rsid w:val="00347814"/>
    <w:rsid w:val="00355289"/>
    <w:rsid w:val="00357BC6"/>
    <w:rsid w:val="00383308"/>
    <w:rsid w:val="003956C6"/>
    <w:rsid w:val="0039649F"/>
    <w:rsid w:val="00397032"/>
    <w:rsid w:val="00397D20"/>
    <w:rsid w:val="003C0FCB"/>
    <w:rsid w:val="003C4ABD"/>
    <w:rsid w:val="003C7DC7"/>
    <w:rsid w:val="003D7014"/>
    <w:rsid w:val="003D7059"/>
    <w:rsid w:val="003F31ED"/>
    <w:rsid w:val="0040469D"/>
    <w:rsid w:val="00406377"/>
    <w:rsid w:val="00421607"/>
    <w:rsid w:val="00431250"/>
    <w:rsid w:val="00436192"/>
    <w:rsid w:val="00441430"/>
    <w:rsid w:val="00441D58"/>
    <w:rsid w:val="004428FF"/>
    <w:rsid w:val="00450F07"/>
    <w:rsid w:val="00453CD3"/>
    <w:rsid w:val="00460660"/>
    <w:rsid w:val="00483BC4"/>
    <w:rsid w:val="00486107"/>
    <w:rsid w:val="004864DE"/>
    <w:rsid w:val="0049067B"/>
    <w:rsid w:val="00490D6A"/>
    <w:rsid w:val="00491827"/>
    <w:rsid w:val="00491C32"/>
    <w:rsid w:val="004A0D93"/>
    <w:rsid w:val="004A0F34"/>
    <w:rsid w:val="004A5958"/>
    <w:rsid w:val="004B348C"/>
    <w:rsid w:val="004B6E0A"/>
    <w:rsid w:val="004B6EA5"/>
    <w:rsid w:val="004C2217"/>
    <w:rsid w:val="004C4399"/>
    <w:rsid w:val="004C787C"/>
    <w:rsid w:val="004D05BD"/>
    <w:rsid w:val="004D43CB"/>
    <w:rsid w:val="004E143C"/>
    <w:rsid w:val="004E3553"/>
    <w:rsid w:val="004E3A53"/>
    <w:rsid w:val="004E45B7"/>
    <w:rsid w:val="004E6409"/>
    <w:rsid w:val="004F20BC"/>
    <w:rsid w:val="004F4B9B"/>
    <w:rsid w:val="004F69EA"/>
    <w:rsid w:val="00501B89"/>
    <w:rsid w:val="00501C8F"/>
    <w:rsid w:val="00502ACC"/>
    <w:rsid w:val="00511AB9"/>
    <w:rsid w:val="00523EA7"/>
    <w:rsid w:val="005321EA"/>
    <w:rsid w:val="00546B26"/>
    <w:rsid w:val="00553375"/>
    <w:rsid w:val="00557C28"/>
    <w:rsid w:val="005736B7"/>
    <w:rsid w:val="00575E5A"/>
    <w:rsid w:val="0058543B"/>
    <w:rsid w:val="00587826"/>
    <w:rsid w:val="0059167C"/>
    <w:rsid w:val="005A12BC"/>
    <w:rsid w:val="005C20D1"/>
    <w:rsid w:val="005C384E"/>
    <w:rsid w:val="005C3C4E"/>
    <w:rsid w:val="005E0BCB"/>
    <w:rsid w:val="005F1404"/>
    <w:rsid w:val="005F5596"/>
    <w:rsid w:val="005F5F9A"/>
    <w:rsid w:val="005F76D2"/>
    <w:rsid w:val="006033E6"/>
    <w:rsid w:val="0060589F"/>
    <w:rsid w:val="0061068E"/>
    <w:rsid w:val="00610AF2"/>
    <w:rsid w:val="006142E8"/>
    <w:rsid w:val="006255DE"/>
    <w:rsid w:val="00632A2D"/>
    <w:rsid w:val="00641A35"/>
    <w:rsid w:val="00654978"/>
    <w:rsid w:val="0065618F"/>
    <w:rsid w:val="00660AD3"/>
    <w:rsid w:val="00673B23"/>
    <w:rsid w:val="00677B7F"/>
    <w:rsid w:val="00683CA3"/>
    <w:rsid w:val="00692992"/>
    <w:rsid w:val="006965DE"/>
    <w:rsid w:val="006A5570"/>
    <w:rsid w:val="006A689C"/>
    <w:rsid w:val="006B3D79"/>
    <w:rsid w:val="006C0208"/>
    <w:rsid w:val="006C3EA8"/>
    <w:rsid w:val="006D7AFE"/>
    <w:rsid w:val="006E0578"/>
    <w:rsid w:val="006E314D"/>
    <w:rsid w:val="006F07B1"/>
    <w:rsid w:val="006F4915"/>
    <w:rsid w:val="00700591"/>
    <w:rsid w:val="00710723"/>
    <w:rsid w:val="007108C1"/>
    <w:rsid w:val="0071226E"/>
    <w:rsid w:val="00723ED1"/>
    <w:rsid w:val="00743525"/>
    <w:rsid w:val="00752D82"/>
    <w:rsid w:val="00752DC9"/>
    <w:rsid w:val="0076286B"/>
    <w:rsid w:val="00763BED"/>
    <w:rsid w:val="00766846"/>
    <w:rsid w:val="00770B69"/>
    <w:rsid w:val="0077673A"/>
    <w:rsid w:val="00777273"/>
    <w:rsid w:val="00782A26"/>
    <w:rsid w:val="007846E1"/>
    <w:rsid w:val="007A5F98"/>
    <w:rsid w:val="007A604E"/>
    <w:rsid w:val="007B570C"/>
    <w:rsid w:val="007C589B"/>
    <w:rsid w:val="007D22BC"/>
    <w:rsid w:val="007E4A6E"/>
    <w:rsid w:val="007F2D1D"/>
    <w:rsid w:val="007F2F3E"/>
    <w:rsid w:val="007F56A7"/>
    <w:rsid w:val="00807DD0"/>
    <w:rsid w:val="00811E6F"/>
    <w:rsid w:val="00813F0E"/>
    <w:rsid w:val="00823D9F"/>
    <w:rsid w:val="0083784A"/>
    <w:rsid w:val="00847BF4"/>
    <w:rsid w:val="008532B4"/>
    <w:rsid w:val="008631AD"/>
    <w:rsid w:val="008641CD"/>
    <w:rsid w:val="00864EB0"/>
    <w:rsid w:val="008659F3"/>
    <w:rsid w:val="00865F3C"/>
    <w:rsid w:val="00880E71"/>
    <w:rsid w:val="00886D4B"/>
    <w:rsid w:val="00895406"/>
    <w:rsid w:val="008A1103"/>
    <w:rsid w:val="008A3568"/>
    <w:rsid w:val="008B311D"/>
    <w:rsid w:val="008C3247"/>
    <w:rsid w:val="008C51F7"/>
    <w:rsid w:val="008D03B9"/>
    <w:rsid w:val="008D346C"/>
    <w:rsid w:val="008E3719"/>
    <w:rsid w:val="008E6E1B"/>
    <w:rsid w:val="008E7D91"/>
    <w:rsid w:val="008F18D6"/>
    <w:rsid w:val="008F256D"/>
    <w:rsid w:val="008F359D"/>
    <w:rsid w:val="00904780"/>
    <w:rsid w:val="00922385"/>
    <w:rsid w:val="009223DF"/>
    <w:rsid w:val="00923BFA"/>
    <w:rsid w:val="00923DE9"/>
    <w:rsid w:val="00932C13"/>
    <w:rsid w:val="00935064"/>
    <w:rsid w:val="00936091"/>
    <w:rsid w:val="00940D8A"/>
    <w:rsid w:val="00962258"/>
    <w:rsid w:val="00964D0C"/>
    <w:rsid w:val="009678B7"/>
    <w:rsid w:val="0097073F"/>
    <w:rsid w:val="009833E1"/>
    <w:rsid w:val="00991BEA"/>
    <w:rsid w:val="00992D9C"/>
    <w:rsid w:val="00996CB8"/>
    <w:rsid w:val="009A5531"/>
    <w:rsid w:val="009B14A9"/>
    <w:rsid w:val="009B2E97"/>
    <w:rsid w:val="009B4FAF"/>
    <w:rsid w:val="009B552B"/>
    <w:rsid w:val="009E07F4"/>
    <w:rsid w:val="009E4C09"/>
    <w:rsid w:val="009F0365"/>
    <w:rsid w:val="009F392E"/>
    <w:rsid w:val="009F3FDD"/>
    <w:rsid w:val="00A0184D"/>
    <w:rsid w:val="00A03852"/>
    <w:rsid w:val="00A209F9"/>
    <w:rsid w:val="00A4103F"/>
    <w:rsid w:val="00A41689"/>
    <w:rsid w:val="00A44FC2"/>
    <w:rsid w:val="00A6177B"/>
    <w:rsid w:val="00A66136"/>
    <w:rsid w:val="00A712FF"/>
    <w:rsid w:val="00A71DBE"/>
    <w:rsid w:val="00AA1B84"/>
    <w:rsid w:val="00AA4CBB"/>
    <w:rsid w:val="00AA65FA"/>
    <w:rsid w:val="00AA7351"/>
    <w:rsid w:val="00AC3778"/>
    <w:rsid w:val="00AD056F"/>
    <w:rsid w:val="00AD1807"/>
    <w:rsid w:val="00AD6731"/>
    <w:rsid w:val="00AD6BD1"/>
    <w:rsid w:val="00AE011F"/>
    <w:rsid w:val="00AE5592"/>
    <w:rsid w:val="00AF5145"/>
    <w:rsid w:val="00AF6B05"/>
    <w:rsid w:val="00B0321C"/>
    <w:rsid w:val="00B10EEB"/>
    <w:rsid w:val="00B14307"/>
    <w:rsid w:val="00B15D0D"/>
    <w:rsid w:val="00B31E3C"/>
    <w:rsid w:val="00B45679"/>
    <w:rsid w:val="00B67BDF"/>
    <w:rsid w:val="00B7174B"/>
    <w:rsid w:val="00B75EE1"/>
    <w:rsid w:val="00B77481"/>
    <w:rsid w:val="00B8518B"/>
    <w:rsid w:val="00B954E1"/>
    <w:rsid w:val="00BB33B1"/>
    <w:rsid w:val="00BB4BC5"/>
    <w:rsid w:val="00BD20AE"/>
    <w:rsid w:val="00BD6B93"/>
    <w:rsid w:val="00BD7E91"/>
    <w:rsid w:val="00BE0E45"/>
    <w:rsid w:val="00BE2AF1"/>
    <w:rsid w:val="00BF1956"/>
    <w:rsid w:val="00C02D0A"/>
    <w:rsid w:val="00C03A6E"/>
    <w:rsid w:val="00C04BF0"/>
    <w:rsid w:val="00C33EE2"/>
    <w:rsid w:val="00C44F6A"/>
    <w:rsid w:val="00C47AE3"/>
    <w:rsid w:val="00C620FC"/>
    <w:rsid w:val="00C63AF3"/>
    <w:rsid w:val="00C71970"/>
    <w:rsid w:val="00C7533A"/>
    <w:rsid w:val="00C84188"/>
    <w:rsid w:val="00C87D21"/>
    <w:rsid w:val="00C905D8"/>
    <w:rsid w:val="00C906E9"/>
    <w:rsid w:val="00C95B7D"/>
    <w:rsid w:val="00C9793A"/>
    <w:rsid w:val="00CB30E5"/>
    <w:rsid w:val="00CD1FC4"/>
    <w:rsid w:val="00CE3AA4"/>
    <w:rsid w:val="00CF0000"/>
    <w:rsid w:val="00D137C3"/>
    <w:rsid w:val="00D1564C"/>
    <w:rsid w:val="00D21061"/>
    <w:rsid w:val="00D245C3"/>
    <w:rsid w:val="00D4108E"/>
    <w:rsid w:val="00D44199"/>
    <w:rsid w:val="00D6163D"/>
    <w:rsid w:val="00D67C6A"/>
    <w:rsid w:val="00D73D46"/>
    <w:rsid w:val="00D831A3"/>
    <w:rsid w:val="00D8685C"/>
    <w:rsid w:val="00D96E8B"/>
    <w:rsid w:val="00DA3EFF"/>
    <w:rsid w:val="00DA44C2"/>
    <w:rsid w:val="00DB049A"/>
    <w:rsid w:val="00DB1051"/>
    <w:rsid w:val="00DC75F3"/>
    <w:rsid w:val="00DD1DC6"/>
    <w:rsid w:val="00DD46F3"/>
    <w:rsid w:val="00DE56F2"/>
    <w:rsid w:val="00DE7724"/>
    <w:rsid w:val="00DF116D"/>
    <w:rsid w:val="00E22BAB"/>
    <w:rsid w:val="00E341AB"/>
    <w:rsid w:val="00E626A2"/>
    <w:rsid w:val="00E7428E"/>
    <w:rsid w:val="00E74577"/>
    <w:rsid w:val="00E778FC"/>
    <w:rsid w:val="00E80959"/>
    <w:rsid w:val="00EA0639"/>
    <w:rsid w:val="00EA3459"/>
    <w:rsid w:val="00EA5236"/>
    <w:rsid w:val="00EA6EFF"/>
    <w:rsid w:val="00EB104F"/>
    <w:rsid w:val="00EB1551"/>
    <w:rsid w:val="00ED14B5"/>
    <w:rsid w:val="00ED14BD"/>
    <w:rsid w:val="00F0533E"/>
    <w:rsid w:val="00F056CB"/>
    <w:rsid w:val="00F063CC"/>
    <w:rsid w:val="00F07324"/>
    <w:rsid w:val="00F1048D"/>
    <w:rsid w:val="00F12DEC"/>
    <w:rsid w:val="00F12FF1"/>
    <w:rsid w:val="00F1715C"/>
    <w:rsid w:val="00F218B7"/>
    <w:rsid w:val="00F310F8"/>
    <w:rsid w:val="00F35939"/>
    <w:rsid w:val="00F42B20"/>
    <w:rsid w:val="00F45607"/>
    <w:rsid w:val="00F52512"/>
    <w:rsid w:val="00F532CC"/>
    <w:rsid w:val="00F5558F"/>
    <w:rsid w:val="00F60C33"/>
    <w:rsid w:val="00F659EB"/>
    <w:rsid w:val="00F86BA6"/>
    <w:rsid w:val="00FA73F5"/>
    <w:rsid w:val="00FB5297"/>
    <w:rsid w:val="00FC4F4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F861C"/>
  <w14:defaultImageDpi w14:val="32767"/>
  <w15:docId w15:val="{0C120981-8D64-4959-AE56-A3708D62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mmer\Documents\1501%20&#268;T&#345;ebov&#225;%20-%20Pardubice%20-%20Kol&#237;n\2022_04%2093XN%20roz&#345;ez\z&#225;pis%20z%20M&#353;%202022_04_22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C9C34F3-A353-4131-8C19-3691E102BE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AB96F7-2992-4B16-BB13-F08403D8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zápis z Mš 2022_04_22.dotx</Template>
  <TotalTime>25</TotalTime>
  <Pages>32</Pages>
  <Words>10130</Words>
  <Characters>59769</Characters>
  <Application>Microsoft Office Word</Application>
  <DocSecurity>0</DocSecurity>
  <Lines>498</Lines>
  <Paragraphs>139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Wimmer Jiří, Ing.</dc:creator>
  <cp:lastModifiedBy>Frnka Jan</cp:lastModifiedBy>
  <cp:revision>3</cp:revision>
  <cp:lastPrinted>2024-07-18T11:28:00Z</cp:lastPrinted>
  <dcterms:created xsi:type="dcterms:W3CDTF">2024-08-02T07:09:00Z</dcterms:created>
  <dcterms:modified xsi:type="dcterms:W3CDTF">2024-08-02T07:33:00Z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