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D450F" w14:textId="640BE1D1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č. </w:t>
      </w:r>
      <w:r w:rsidRPr="00332B7A">
        <w:t xml:space="preserve">2 Výzvy k podání nabídky a </w:t>
      </w:r>
      <w:r w:rsidR="009B6D48" w:rsidRPr="00332B7A">
        <w:t xml:space="preserve">Příloha č. </w:t>
      </w:r>
      <w:r w:rsidR="00332B7A" w:rsidRPr="00332B7A">
        <w:t>2</w:t>
      </w:r>
      <w:r w:rsidR="009B6D48" w:rsidRPr="00332B7A">
        <w:t xml:space="preserve"> Kupní smlouvy</w:t>
      </w:r>
    </w:p>
    <w:bookmarkEnd w:id="0"/>
    <w:p w14:paraId="5D1D0490" w14:textId="77777777" w:rsidR="005E71DC" w:rsidRDefault="005E71DC" w:rsidP="005E71DC">
      <w:pPr>
        <w:pStyle w:val="Nadpis2"/>
      </w:pPr>
      <w:r w:rsidRPr="00D9088D">
        <w:t>Ceník</w:t>
      </w:r>
      <w:bookmarkStart w:id="1" w:name="_Toc157504218"/>
      <w:bookmarkEnd w:id="1"/>
    </w:p>
    <w:p w14:paraId="12C72500" w14:textId="6DCF84A6" w:rsidR="005E71DC" w:rsidRPr="00471B29" w:rsidRDefault="005E71DC" w:rsidP="005E71DC">
      <w:pPr>
        <w:rPr>
          <w:rStyle w:val="Kurzvatun"/>
        </w:rPr>
      </w:pPr>
    </w:p>
    <w:bookmarkStart w:id="2" w:name="_MON_1758008806"/>
    <w:bookmarkEnd w:id="2"/>
    <w:p w14:paraId="7CE324D9" w14:textId="329FB784" w:rsidR="00332B7A" w:rsidRDefault="00472D47" w:rsidP="005E71DC">
      <w:pPr>
        <w:rPr>
          <w:rStyle w:val="Siln"/>
        </w:rPr>
      </w:pPr>
      <w:r>
        <w:rPr>
          <w:rStyle w:val="Siln"/>
        </w:rPr>
        <w:object w:dxaOrig="11700" w:dyaOrig="315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6.5pt;height:157.5pt" o:ole="">
            <v:imagedata r:id="rId9" o:title=""/>
          </v:shape>
          <o:OLEObject Type="Embed" ProgID="Excel.Sheet.12" ShapeID="_x0000_i1025" DrawAspect="Content" ObjectID="_1783144932" r:id="rId10"/>
        </w:object>
      </w:r>
    </w:p>
    <w:p w14:paraId="36FBD763" w14:textId="77777777" w:rsidR="003727EC" w:rsidRDefault="003727EC" w:rsidP="00277F2D">
      <w:bookmarkStart w:id="3" w:name="_GoBack"/>
      <w:bookmarkEnd w:id="3"/>
    </w:p>
    <w:sectPr w:rsidR="003727EC" w:rsidSect="00277F2D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FA3C8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D9rlRM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F4FEBE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C6rLf6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77F2D"/>
    <w:rsid w:val="002845DF"/>
    <w:rsid w:val="00332B7A"/>
    <w:rsid w:val="003727EC"/>
    <w:rsid w:val="00472D47"/>
    <w:rsid w:val="005E71DC"/>
    <w:rsid w:val="0080301E"/>
    <w:rsid w:val="008F34F0"/>
    <w:rsid w:val="009B6D48"/>
    <w:rsid w:val="00BF6A6B"/>
    <w:rsid w:val="00D9088D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Kresová Petra, Bc.</cp:lastModifiedBy>
  <cp:revision>3</cp:revision>
  <cp:lastPrinted>2024-07-22T07:16:00Z</cp:lastPrinted>
  <dcterms:created xsi:type="dcterms:W3CDTF">2024-07-22T07:15:00Z</dcterms:created>
  <dcterms:modified xsi:type="dcterms:W3CDTF">2024-07-22T07:16:00Z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