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42D31E" w14:textId="77777777" w:rsidR="000719BB" w:rsidRDefault="000719BB" w:rsidP="006C2343">
      <w:pPr>
        <w:pStyle w:val="Titul2"/>
      </w:pPr>
    </w:p>
    <w:p w14:paraId="29A9CD03" w14:textId="77777777" w:rsidR="00826B7B" w:rsidRDefault="00826B7B" w:rsidP="006C2343">
      <w:pPr>
        <w:pStyle w:val="Titul2"/>
      </w:pPr>
    </w:p>
    <w:p w14:paraId="722ABEE2" w14:textId="77777777" w:rsidR="00DA1C67" w:rsidRDefault="00DA1C67" w:rsidP="006C2343">
      <w:pPr>
        <w:pStyle w:val="Titul2"/>
      </w:pPr>
    </w:p>
    <w:p w14:paraId="6CE9D949" w14:textId="77777777" w:rsidR="003254A3" w:rsidRPr="000719BB" w:rsidRDefault="00BD76C3" w:rsidP="006C2343">
      <w:pPr>
        <w:pStyle w:val="Titul2"/>
      </w:pPr>
      <w:r>
        <w:t>Příloha č. 2 c)</w:t>
      </w:r>
    </w:p>
    <w:p w14:paraId="6241C904" w14:textId="77777777" w:rsidR="003254A3" w:rsidRDefault="003254A3" w:rsidP="00AD0C7B">
      <w:pPr>
        <w:pStyle w:val="Titul2"/>
      </w:pPr>
    </w:p>
    <w:p w14:paraId="10C99644" w14:textId="77777777" w:rsidR="00AD0C7B" w:rsidRDefault="00BD76C3" w:rsidP="006C2343">
      <w:pPr>
        <w:pStyle w:val="Titul1"/>
      </w:pPr>
      <w:r>
        <w:t>Zvláštní</w:t>
      </w:r>
      <w:r w:rsidR="00AD0C7B">
        <w:t xml:space="preserve"> technické podmínky</w:t>
      </w:r>
    </w:p>
    <w:p w14:paraId="20967331" w14:textId="77777777" w:rsidR="00AD0C7B" w:rsidRDefault="00AD0C7B" w:rsidP="00EB46E5">
      <w:pPr>
        <w:pStyle w:val="Titul2"/>
      </w:pPr>
    </w:p>
    <w:p w14:paraId="46CDD307"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61257E2B" w14:textId="77777777" w:rsidR="002007BA" w:rsidRDefault="002007BA" w:rsidP="006C2343">
      <w:pPr>
        <w:pStyle w:val="Tituldatum"/>
      </w:pPr>
    </w:p>
    <w:sdt>
      <w:sdtPr>
        <w:rPr>
          <w:rStyle w:val="Nzevakce"/>
        </w:rPr>
        <w:alias w:val="Název akce - Vypsat pole, přenese se do zápatí"/>
        <w:tag w:val="Název akce"/>
        <w:id w:val="1889687308"/>
        <w:placeholder>
          <w:docPart w:val="84DE59A0C21C45BE8EEF85017BE6E116"/>
        </w:placeholder>
        <w:text w:multiLine="1"/>
      </w:sdtPr>
      <w:sdtEndPr>
        <w:rPr>
          <w:rStyle w:val="Nzevakce"/>
        </w:rPr>
      </w:sdtEndPr>
      <w:sdtContent>
        <w:p w14:paraId="76663486" w14:textId="77777777" w:rsidR="00BF54FE" w:rsidRPr="00D61BB3" w:rsidRDefault="00202B11" w:rsidP="006C2343">
          <w:pPr>
            <w:pStyle w:val="Tituldatum"/>
            <w:rPr>
              <w:rStyle w:val="Nzevakce"/>
            </w:rPr>
          </w:pPr>
          <w:r w:rsidRPr="00202B11">
            <w:rPr>
              <w:rStyle w:val="Nzevakce"/>
            </w:rPr>
            <w:t>Rekonstrukce mostu v km 155,900 trati Břeclav - Brno</w:t>
          </w:r>
        </w:p>
      </w:sdtContent>
    </w:sdt>
    <w:p w14:paraId="49F9F104" w14:textId="77777777" w:rsidR="00BF54FE" w:rsidRDefault="00BF54FE" w:rsidP="006C2343">
      <w:pPr>
        <w:pStyle w:val="Tituldatum"/>
      </w:pPr>
    </w:p>
    <w:p w14:paraId="149FF581" w14:textId="77777777" w:rsidR="009226C1" w:rsidRDefault="009226C1" w:rsidP="006C2343">
      <w:pPr>
        <w:pStyle w:val="Tituldatum"/>
      </w:pPr>
    </w:p>
    <w:p w14:paraId="579A218A" w14:textId="77777777" w:rsidR="00DA1C67" w:rsidRDefault="00DA1C67" w:rsidP="006C2343">
      <w:pPr>
        <w:pStyle w:val="Tituldatum"/>
      </w:pPr>
    </w:p>
    <w:p w14:paraId="4F059681" w14:textId="77777777" w:rsidR="00DA1C67" w:rsidRDefault="00DA1C67" w:rsidP="006C2343">
      <w:pPr>
        <w:pStyle w:val="Tituldatum"/>
      </w:pPr>
    </w:p>
    <w:p w14:paraId="246BB7DE" w14:textId="77777777" w:rsidR="003B111D" w:rsidRDefault="003B111D" w:rsidP="006C2343">
      <w:pPr>
        <w:pStyle w:val="Tituldatum"/>
      </w:pPr>
    </w:p>
    <w:p w14:paraId="537993CB" w14:textId="77777777" w:rsidR="00826B7B" w:rsidRPr="006C2343" w:rsidRDefault="006C2343" w:rsidP="006C2343">
      <w:pPr>
        <w:pStyle w:val="Tituldatum"/>
      </w:pPr>
      <w:r w:rsidRPr="00AD01F8">
        <w:t xml:space="preserve">Datum vydání: </w:t>
      </w:r>
      <w:r w:rsidRPr="00AD01F8">
        <w:tab/>
      </w:r>
      <w:r w:rsidR="00E910D4" w:rsidRPr="00AD01F8">
        <w:t>21</w:t>
      </w:r>
      <w:r w:rsidR="003A72CE" w:rsidRPr="00AD01F8">
        <w:t>.</w:t>
      </w:r>
      <w:r w:rsidRPr="00AD01F8">
        <w:t xml:space="preserve"> </w:t>
      </w:r>
      <w:r w:rsidR="00E910D4" w:rsidRPr="00AD01F8">
        <w:t>3</w:t>
      </w:r>
      <w:r w:rsidRPr="00AD01F8">
        <w:t>. 20</w:t>
      </w:r>
      <w:r w:rsidR="003202DC" w:rsidRPr="00AD01F8">
        <w:t>2</w:t>
      </w:r>
      <w:r w:rsidR="001960FD" w:rsidRPr="00AD01F8">
        <w:t>4</w:t>
      </w:r>
      <w:r w:rsidR="0076790E">
        <w:t xml:space="preserve"> </w:t>
      </w:r>
    </w:p>
    <w:p w14:paraId="7A27ABE8" w14:textId="77777777" w:rsidR="00DA1C67" w:rsidRDefault="00DA1C67"/>
    <w:p w14:paraId="5EFAE954" w14:textId="77777777" w:rsidR="00DA1C67" w:rsidRDefault="00DA1C67">
      <w:r>
        <w:br w:type="page"/>
      </w:r>
    </w:p>
    <w:p w14:paraId="5AD613B4" w14:textId="77777777" w:rsidR="00BD7E91" w:rsidRDefault="00BD7E91" w:rsidP="00B101FD">
      <w:pPr>
        <w:pStyle w:val="Nadpisbezsl1-1"/>
      </w:pPr>
      <w:r>
        <w:lastRenderedPageBreak/>
        <w:t>Obsah</w:t>
      </w:r>
      <w:r w:rsidR="00887F36">
        <w:t xml:space="preserve"> </w:t>
      </w:r>
    </w:p>
    <w:p w14:paraId="3CAAC515" w14:textId="1C037B21" w:rsidR="00802BDB"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69510026" w:history="1">
        <w:r w:rsidR="00802BDB" w:rsidRPr="00365CC7">
          <w:rPr>
            <w:rStyle w:val="Hypertextovodkaz"/>
          </w:rPr>
          <w:t>SEZNAM ZKRATEK</w:t>
        </w:r>
        <w:r w:rsidR="00802BDB">
          <w:rPr>
            <w:noProof/>
            <w:webHidden/>
          </w:rPr>
          <w:tab/>
        </w:r>
        <w:r w:rsidR="00802BDB">
          <w:rPr>
            <w:noProof/>
            <w:webHidden/>
          </w:rPr>
          <w:fldChar w:fldCharType="begin"/>
        </w:r>
        <w:r w:rsidR="00802BDB">
          <w:rPr>
            <w:noProof/>
            <w:webHidden/>
          </w:rPr>
          <w:instrText xml:space="preserve"> PAGEREF _Toc169510026 \h </w:instrText>
        </w:r>
        <w:r w:rsidR="00802BDB">
          <w:rPr>
            <w:noProof/>
            <w:webHidden/>
          </w:rPr>
        </w:r>
        <w:r w:rsidR="00802BDB">
          <w:rPr>
            <w:noProof/>
            <w:webHidden/>
          </w:rPr>
          <w:fldChar w:fldCharType="separate"/>
        </w:r>
        <w:r w:rsidR="00802BDB">
          <w:rPr>
            <w:noProof/>
            <w:webHidden/>
          </w:rPr>
          <w:t>2</w:t>
        </w:r>
        <w:r w:rsidR="00802BDB">
          <w:rPr>
            <w:noProof/>
            <w:webHidden/>
          </w:rPr>
          <w:fldChar w:fldCharType="end"/>
        </w:r>
      </w:hyperlink>
    </w:p>
    <w:p w14:paraId="7E5794A9" w14:textId="3B17B02E" w:rsidR="00802BDB" w:rsidRDefault="00AA32CB">
      <w:pPr>
        <w:pStyle w:val="Obsah1"/>
        <w:rPr>
          <w:rFonts w:asciiTheme="minorHAnsi" w:eastAsiaTheme="minorEastAsia" w:hAnsiTheme="minorHAnsi"/>
          <w:b w:val="0"/>
          <w:caps w:val="0"/>
          <w:noProof/>
          <w:spacing w:val="0"/>
          <w:sz w:val="22"/>
          <w:szCs w:val="22"/>
          <w:lang w:eastAsia="cs-CZ"/>
        </w:rPr>
      </w:pPr>
      <w:hyperlink w:anchor="_Toc169510027" w:history="1">
        <w:r w:rsidR="00802BDB" w:rsidRPr="00365CC7">
          <w:rPr>
            <w:rStyle w:val="Hypertextovodkaz"/>
          </w:rPr>
          <w:t>1.</w:t>
        </w:r>
        <w:r w:rsidR="00802BDB">
          <w:rPr>
            <w:rFonts w:asciiTheme="minorHAnsi" w:eastAsiaTheme="minorEastAsia" w:hAnsiTheme="minorHAnsi"/>
            <w:b w:val="0"/>
            <w:caps w:val="0"/>
            <w:noProof/>
            <w:spacing w:val="0"/>
            <w:sz w:val="22"/>
            <w:szCs w:val="22"/>
            <w:lang w:eastAsia="cs-CZ"/>
          </w:rPr>
          <w:tab/>
        </w:r>
        <w:r w:rsidR="00802BDB" w:rsidRPr="00365CC7">
          <w:rPr>
            <w:rStyle w:val="Hypertextovodkaz"/>
          </w:rPr>
          <w:t>SPECIFIKACE PŘEDMĚTU DÍLA</w:t>
        </w:r>
        <w:r w:rsidR="00802BDB">
          <w:rPr>
            <w:noProof/>
            <w:webHidden/>
          </w:rPr>
          <w:tab/>
        </w:r>
        <w:r w:rsidR="00802BDB">
          <w:rPr>
            <w:noProof/>
            <w:webHidden/>
          </w:rPr>
          <w:fldChar w:fldCharType="begin"/>
        </w:r>
        <w:r w:rsidR="00802BDB">
          <w:rPr>
            <w:noProof/>
            <w:webHidden/>
          </w:rPr>
          <w:instrText xml:space="preserve"> PAGEREF _Toc169510027 \h </w:instrText>
        </w:r>
        <w:r w:rsidR="00802BDB">
          <w:rPr>
            <w:noProof/>
            <w:webHidden/>
          </w:rPr>
        </w:r>
        <w:r w:rsidR="00802BDB">
          <w:rPr>
            <w:noProof/>
            <w:webHidden/>
          </w:rPr>
          <w:fldChar w:fldCharType="separate"/>
        </w:r>
        <w:r w:rsidR="00802BDB">
          <w:rPr>
            <w:noProof/>
            <w:webHidden/>
          </w:rPr>
          <w:t>3</w:t>
        </w:r>
        <w:r w:rsidR="00802BDB">
          <w:rPr>
            <w:noProof/>
            <w:webHidden/>
          </w:rPr>
          <w:fldChar w:fldCharType="end"/>
        </w:r>
      </w:hyperlink>
    </w:p>
    <w:p w14:paraId="00EF1607" w14:textId="493E0CEE" w:rsidR="00802BDB" w:rsidRDefault="00AA32CB">
      <w:pPr>
        <w:pStyle w:val="Obsah2"/>
        <w:rPr>
          <w:rFonts w:asciiTheme="minorHAnsi" w:eastAsiaTheme="minorEastAsia" w:hAnsiTheme="minorHAnsi"/>
          <w:noProof/>
          <w:spacing w:val="0"/>
          <w:sz w:val="22"/>
          <w:szCs w:val="22"/>
          <w:lang w:eastAsia="cs-CZ"/>
        </w:rPr>
      </w:pPr>
      <w:hyperlink w:anchor="_Toc169510028" w:history="1">
        <w:r w:rsidR="00802BDB" w:rsidRPr="00365CC7">
          <w:rPr>
            <w:rStyle w:val="Hypertextovodkaz"/>
          </w:rPr>
          <w:t>1.1</w:t>
        </w:r>
        <w:r w:rsidR="00802BDB">
          <w:rPr>
            <w:rFonts w:asciiTheme="minorHAnsi" w:eastAsiaTheme="minorEastAsia" w:hAnsiTheme="minorHAnsi"/>
            <w:noProof/>
            <w:spacing w:val="0"/>
            <w:sz w:val="22"/>
            <w:szCs w:val="22"/>
            <w:lang w:eastAsia="cs-CZ"/>
          </w:rPr>
          <w:tab/>
        </w:r>
        <w:r w:rsidR="00802BDB" w:rsidRPr="00365CC7">
          <w:rPr>
            <w:rStyle w:val="Hypertextovodkaz"/>
          </w:rPr>
          <w:t>Účel a rozsah předmětu Díla</w:t>
        </w:r>
        <w:r w:rsidR="00802BDB">
          <w:rPr>
            <w:noProof/>
            <w:webHidden/>
          </w:rPr>
          <w:tab/>
        </w:r>
        <w:r w:rsidR="00802BDB">
          <w:rPr>
            <w:noProof/>
            <w:webHidden/>
          </w:rPr>
          <w:fldChar w:fldCharType="begin"/>
        </w:r>
        <w:r w:rsidR="00802BDB">
          <w:rPr>
            <w:noProof/>
            <w:webHidden/>
          </w:rPr>
          <w:instrText xml:space="preserve"> PAGEREF _Toc169510028 \h </w:instrText>
        </w:r>
        <w:r w:rsidR="00802BDB">
          <w:rPr>
            <w:noProof/>
            <w:webHidden/>
          </w:rPr>
        </w:r>
        <w:r w:rsidR="00802BDB">
          <w:rPr>
            <w:noProof/>
            <w:webHidden/>
          </w:rPr>
          <w:fldChar w:fldCharType="separate"/>
        </w:r>
        <w:r w:rsidR="00802BDB">
          <w:rPr>
            <w:noProof/>
            <w:webHidden/>
          </w:rPr>
          <w:t>3</w:t>
        </w:r>
        <w:r w:rsidR="00802BDB">
          <w:rPr>
            <w:noProof/>
            <w:webHidden/>
          </w:rPr>
          <w:fldChar w:fldCharType="end"/>
        </w:r>
      </w:hyperlink>
    </w:p>
    <w:p w14:paraId="6F2CBD1E" w14:textId="5AA923BE" w:rsidR="00802BDB" w:rsidRDefault="00AA32CB">
      <w:pPr>
        <w:pStyle w:val="Obsah2"/>
        <w:rPr>
          <w:rFonts w:asciiTheme="minorHAnsi" w:eastAsiaTheme="minorEastAsia" w:hAnsiTheme="minorHAnsi"/>
          <w:noProof/>
          <w:spacing w:val="0"/>
          <w:sz w:val="22"/>
          <w:szCs w:val="22"/>
          <w:lang w:eastAsia="cs-CZ"/>
        </w:rPr>
      </w:pPr>
      <w:hyperlink w:anchor="_Toc169510029" w:history="1">
        <w:r w:rsidR="00802BDB" w:rsidRPr="00365CC7">
          <w:rPr>
            <w:rStyle w:val="Hypertextovodkaz"/>
          </w:rPr>
          <w:t>1.2</w:t>
        </w:r>
        <w:r w:rsidR="00802BDB">
          <w:rPr>
            <w:rFonts w:asciiTheme="minorHAnsi" w:eastAsiaTheme="minorEastAsia" w:hAnsiTheme="minorHAnsi"/>
            <w:noProof/>
            <w:spacing w:val="0"/>
            <w:sz w:val="22"/>
            <w:szCs w:val="22"/>
            <w:lang w:eastAsia="cs-CZ"/>
          </w:rPr>
          <w:tab/>
        </w:r>
        <w:r w:rsidR="00802BDB" w:rsidRPr="00365CC7">
          <w:rPr>
            <w:rStyle w:val="Hypertextovodkaz"/>
          </w:rPr>
          <w:t>Umístění stavby</w:t>
        </w:r>
        <w:r w:rsidR="00802BDB">
          <w:rPr>
            <w:noProof/>
            <w:webHidden/>
          </w:rPr>
          <w:tab/>
        </w:r>
        <w:r w:rsidR="00802BDB">
          <w:rPr>
            <w:noProof/>
            <w:webHidden/>
          </w:rPr>
          <w:fldChar w:fldCharType="begin"/>
        </w:r>
        <w:r w:rsidR="00802BDB">
          <w:rPr>
            <w:noProof/>
            <w:webHidden/>
          </w:rPr>
          <w:instrText xml:space="preserve"> PAGEREF _Toc169510029 \h </w:instrText>
        </w:r>
        <w:r w:rsidR="00802BDB">
          <w:rPr>
            <w:noProof/>
            <w:webHidden/>
          </w:rPr>
        </w:r>
        <w:r w:rsidR="00802BDB">
          <w:rPr>
            <w:noProof/>
            <w:webHidden/>
          </w:rPr>
          <w:fldChar w:fldCharType="separate"/>
        </w:r>
        <w:r w:rsidR="00802BDB">
          <w:rPr>
            <w:noProof/>
            <w:webHidden/>
          </w:rPr>
          <w:t>3</w:t>
        </w:r>
        <w:r w:rsidR="00802BDB">
          <w:rPr>
            <w:noProof/>
            <w:webHidden/>
          </w:rPr>
          <w:fldChar w:fldCharType="end"/>
        </w:r>
      </w:hyperlink>
    </w:p>
    <w:p w14:paraId="2260190B" w14:textId="5CC97E56" w:rsidR="00802BDB" w:rsidRDefault="00AA32CB">
      <w:pPr>
        <w:pStyle w:val="Obsah1"/>
        <w:rPr>
          <w:rFonts w:asciiTheme="minorHAnsi" w:eastAsiaTheme="minorEastAsia" w:hAnsiTheme="minorHAnsi"/>
          <w:b w:val="0"/>
          <w:caps w:val="0"/>
          <w:noProof/>
          <w:spacing w:val="0"/>
          <w:sz w:val="22"/>
          <w:szCs w:val="22"/>
          <w:lang w:eastAsia="cs-CZ"/>
        </w:rPr>
      </w:pPr>
      <w:hyperlink w:anchor="_Toc169510030" w:history="1">
        <w:r w:rsidR="00802BDB" w:rsidRPr="00365CC7">
          <w:rPr>
            <w:rStyle w:val="Hypertextovodkaz"/>
          </w:rPr>
          <w:t>2.</w:t>
        </w:r>
        <w:r w:rsidR="00802BDB">
          <w:rPr>
            <w:rFonts w:asciiTheme="minorHAnsi" w:eastAsiaTheme="minorEastAsia" w:hAnsiTheme="minorHAnsi"/>
            <w:b w:val="0"/>
            <w:caps w:val="0"/>
            <w:noProof/>
            <w:spacing w:val="0"/>
            <w:sz w:val="22"/>
            <w:szCs w:val="22"/>
            <w:lang w:eastAsia="cs-CZ"/>
          </w:rPr>
          <w:tab/>
        </w:r>
        <w:r w:rsidR="00802BDB" w:rsidRPr="00365CC7">
          <w:rPr>
            <w:rStyle w:val="Hypertextovodkaz"/>
          </w:rPr>
          <w:t>PŘEHLED VÝCHOZÍCH PODKLADŮ</w:t>
        </w:r>
        <w:r w:rsidR="00802BDB">
          <w:rPr>
            <w:noProof/>
            <w:webHidden/>
          </w:rPr>
          <w:tab/>
        </w:r>
        <w:r w:rsidR="00802BDB">
          <w:rPr>
            <w:noProof/>
            <w:webHidden/>
          </w:rPr>
          <w:fldChar w:fldCharType="begin"/>
        </w:r>
        <w:r w:rsidR="00802BDB">
          <w:rPr>
            <w:noProof/>
            <w:webHidden/>
          </w:rPr>
          <w:instrText xml:space="preserve"> PAGEREF _Toc169510030 \h </w:instrText>
        </w:r>
        <w:r w:rsidR="00802BDB">
          <w:rPr>
            <w:noProof/>
            <w:webHidden/>
          </w:rPr>
        </w:r>
        <w:r w:rsidR="00802BDB">
          <w:rPr>
            <w:noProof/>
            <w:webHidden/>
          </w:rPr>
          <w:fldChar w:fldCharType="separate"/>
        </w:r>
        <w:r w:rsidR="00802BDB">
          <w:rPr>
            <w:noProof/>
            <w:webHidden/>
          </w:rPr>
          <w:t>3</w:t>
        </w:r>
        <w:r w:rsidR="00802BDB">
          <w:rPr>
            <w:noProof/>
            <w:webHidden/>
          </w:rPr>
          <w:fldChar w:fldCharType="end"/>
        </w:r>
      </w:hyperlink>
    </w:p>
    <w:p w14:paraId="5BAD84A6" w14:textId="197ADF43" w:rsidR="00802BDB" w:rsidRDefault="00AA32CB">
      <w:pPr>
        <w:pStyle w:val="Obsah2"/>
        <w:rPr>
          <w:rFonts w:asciiTheme="minorHAnsi" w:eastAsiaTheme="minorEastAsia" w:hAnsiTheme="minorHAnsi"/>
          <w:noProof/>
          <w:spacing w:val="0"/>
          <w:sz w:val="22"/>
          <w:szCs w:val="22"/>
          <w:lang w:eastAsia="cs-CZ"/>
        </w:rPr>
      </w:pPr>
      <w:hyperlink w:anchor="_Toc169510031" w:history="1">
        <w:r w:rsidR="00802BDB" w:rsidRPr="00365CC7">
          <w:rPr>
            <w:rStyle w:val="Hypertextovodkaz"/>
          </w:rPr>
          <w:t>2.1</w:t>
        </w:r>
        <w:r w:rsidR="00802BDB">
          <w:rPr>
            <w:rFonts w:asciiTheme="minorHAnsi" w:eastAsiaTheme="minorEastAsia" w:hAnsiTheme="minorHAnsi"/>
            <w:noProof/>
            <w:spacing w:val="0"/>
            <w:sz w:val="22"/>
            <w:szCs w:val="22"/>
            <w:lang w:eastAsia="cs-CZ"/>
          </w:rPr>
          <w:tab/>
        </w:r>
        <w:r w:rsidR="00802BDB" w:rsidRPr="00365CC7">
          <w:rPr>
            <w:rStyle w:val="Hypertextovodkaz"/>
          </w:rPr>
          <w:t>Projektová dokumentace</w:t>
        </w:r>
        <w:r w:rsidR="00802BDB">
          <w:rPr>
            <w:noProof/>
            <w:webHidden/>
          </w:rPr>
          <w:tab/>
        </w:r>
        <w:r w:rsidR="00802BDB">
          <w:rPr>
            <w:noProof/>
            <w:webHidden/>
          </w:rPr>
          <w:fldChar w:fldCharType="begin"/>
        </w:r>
        <w:r w:rsidR="00802BDB">
          <w:rPr>
            <w:noProof/>
            <w:webHidden/>
          </w:rPr>
          <w:instrText xml:space="preserve"> PAGEREF _Toc169510031 \h </w:instrText>
        </w:r>
        <w:r w:rsidR="00802BDB">
          <w:rPr>
            <w:noProof/>
            <w:webHidden/>
          </w:rPr>
        </w:r>
        <w:r w:rsidR="00802BDB">
          <w:rPr>
            <w:noProof/>
            <w:webHidden/>
          </w:rPr>
          <w:fldChar w:fldCharType="separate"/>
        </w:r>
        <w:r w:rsidR="00802BDB">
          <w:rPr>
            <w:noProof/>
            <w:webHidden/>
          </w:rPr>
          <w:t>3</w:t>
        </w:r>
        <w:r w:rsidR="00802BDB">
          <w:rPr>
            <w:noProof/>
            <w:webHidden/>
          </w:rPr>
          <w:fldChar w:fldCharType="end"/>
        </w:r>
      </w:hyperlink>
    </w:p>
    <w:p w14:paraId="2AC6C35A" w14:textId="6A84AB83" w:rsidR="00802BDB" w:rsidRDefault="00AA32CB">
      <w:pPr>
        <w:pStyle w:val="Obsah2"/>
        <w:rPr>
          <w:rFonts w:asciiTheme="minorHAnsi" w:eastAsiaTheme="minorEastAsia" w:hAnsiTheme="minorHAnsi"/>
          <w:noProof/>
          <w:spacing w:val="0"/>
          <w:sz w:val="22"/>
          <w:szCs w:val="22"/>
          <w:lang w:eastAsia="cs-CZ"/>
        </w:rPr>
      </w:pPr>
      <w:hyperlink w:anchor="_Toc169510032" w:history="1">
        <w:r w:rsidR="00802BDB" w:rsidRPr="00365CC7">
          <w:rPr>
            <w:rStyle w:val="Hypertextovodkaz"/>
          </w:rPr>
          <w:t>2.2</w:t>
        </w:r>
        <w:r w:rsidR="00802BDB">
          <w:rPr>
            <w:rFonts w:asciiTheme="minorHAnsi" w:eastAsiaTheme="minorEastAsia" w:hAnsiTheme="minorHAnsi"/>
            <w:noProof/>
            <w:spacing w:val="0"/>
            <w:sz w:val="22"/>
            <w:szCs w:val="22"/>
            <w:lang w:eastAsia="cs-CZ"/>
          </w:rPr>
          <w:tab/>
        </w:r>
        <w:r w:rsidR="00802BDB" w:rsidRPr="00365CC7">
          <w:rPr>
            <w:rStyle w:val="Hypertextovodkaz"/>
          </w:rPr>
          <w:t>Související dokumentace</w:t>
        </w:r>
        <w:r w:rsidR="00802BDB">
          <w:rPr>
            <w:noProof/>
            <w:webHidden/>
          </w:rPr>
          <w:tab/>
        </w:r>
        <w:r w:rsidR="00802BDB">
          <w:rPr>
            <w:noProof/>
            <w:webHidden/>
          </w:rPr>
          <w:fldChar w:fldCharType="begin"/>
        </w:r>
        <w:r w:rsidR="00802BDB">
          <w:rPr>
            <w:noProof/>
            <w:webHidden/>
          </w:rPr>
          <w:instrText xml:space="preserve"> PAGEREF _Toc169510032 \h </w:instrText>
        </w:r>
        <w:r w:rsidR="00802BDB">
          <w:rPr>
            <w:noProof/>
            <w:webHidden/>
          </w:rPr>
        </w:r>
        <w:r w:rsidR="00802BDB">
          <w:rPr>
            <w:noProof/>
            <w:webHidden/>
          </w:rPr>
          <w:fldChar w:fldCharType="separate"/>
        </w:r>
        <w:r w:rsidR="00802BDB">
          <w:rPr>
            <w:noProof/>
            <w:webHidden/>
          </w:rPr>
          <w:t>3</w:t>
        </w:r>
        <w:r w:rsidR="00802BDB">
          <w:rPr>
            <w:noProof/>
            <w:webHidden/>
          </w:rPr>
          <w:fldChar w:fldCharType="end"/>
        </w:r>
      </w:hyperlink>
    </w:p>
    <w:p w14:paraId="26410E84" w14:textId="46C5AE25" w:rsidR="00802BDB" w:rsidRDefault="00AA32CB">
      <w:pPr>
        <w:pStyle w:val="Obsah1"/>
        <w:rPr>
          <w:rFonts w:asciiTheme="minorHAnsi" w:eastAsiaTheme="minorEastAsia" w:hAnsiTheme="minorHAnsi"/>
          <w:b w:val="0"/>
          <w:caps w:val="0"/>
          <w:noProof/>
          <w:spacing w:val="0"/>
          <w:sz w:val="22"/>
          <w:szCs w:val="22"/>
          <w:lang w:eastAsia="cs-CZ"/>
        </w:rPr>
      </w:pPr>
      <w:hyperlink w:anchor="_Toc169510033" w:history="1">
        <w:r w:rsidR="00802BDB" w:rsidRPr="00365CC7">
          <w:rPr>
            <w:rStyle w:val="Hypertextovodkaz"/>
          </w:rPr>
          <w:t>3.</w:t>
        </w:r>
        <w:r w:rsidR="00802BDB">
          <w:rPr>
            <w:rFonts w:asciiTheme="minorHAnsi" w:eastAsiaTheme="minorEastAsia" w:hAnsiTheme="minorHAnsi"/>
            <w:b w:val="0"/>
            <w:caps w:val="0"/>
            <w:noProof/>
            <w:spacing w:val="0"/>
            <w:sz w:val="22"/>
            <w:szCs w:val="22"/>
            <w:lang w:eastAsia="cs-CZ"/>
          </w:rPr>
          <w:tab/>
        </w:r>
        <w:r w:rsidR="00802BDB" w:rsidRPr="00365CC7">
          <w:rPr>
            <w:rStyle w:val="Hypertextovodkaz"/>
          </w:rPr>
          <w:t>KOORDINACE S JINÝMI STAVBAMI</w:t>
        </w:r>
        <w:r w:rsidR="00802BDB">
          <w:rPr>
            <w:noProof/>
            <w:webHidden/>
          </w:rPr>
          <w:tab/>
        </w:r>
        <w:r w:rsidR="00802BDB">
          <w:rPr>
            <w:noProof/>
            <w:webHidden/>
          </w:rPr>
          <w:fldChar w:fldCharType="begin"/>
        </w:r>
        <w:r w:rsidR="00802BDB">
          <w:rPr>
            <w:noProof/>
            <w:webHidden/>
          </w:rPr>
          <w:instrText xml:space="preserve"> PAGEREF _Toc169510033 \h </w:instrText>
        </w:r>
        <w:r w:rsidR="00802BDB">
          <w:rPr>
            <w:noProof/>
            <w:webHidden/>
          </w:rPr>
        </w:r>
        <w:r w:rsidR="00802BDB">
          <w:rPr>
            <w:noProof/>
            <w:webHidden/>
          </w:rPr>
          <w:fldChar w:fldCharType="separate"/>
        </w:r>
        <w:r w:rsidR="00802BDB">
          <w:rPr>
            <w:noProof/>
            <w:webHidden/>
          </w:rPr>
          <w:t>3</w:t>
        </w:r>
        <w:r w:rsidR="00802BDB">
          <w:rPr>
            <w:noProof/>
            <w:webHidden/>
          </w:rPr>
          <w:fldChar w:fldCharType="end"/>
        </w:r>
      </w:hyperlink>
    </w:p>
    <w:p w14:paraId="28D6A7FC" w14:textId="492F9B82" w:rsidR="00802BDB" w:rsidRDefault="00AA32CB">
      <w:pPr>
        <w:pStyle w:val="Obsah1"/>
        <w:rPr>
          <w:rFonts w:asciiTheme="minorHAnsi" w:eastAsiaTheme="minorEastAsia" w:hAnsiTheme="minorHAnsi"/>
          <w:b w:val="0"/>
          <w:caps w:val="0"/>
          <w:noProof/>
          <w:spacing w:val="0"/>
          <w:sz w:val="22"/>
          <w:szCs w:val="22"/>
          <w:lang w:eastAsia="cs-CZ"/>
        </w:rPr>
      </w:pPr>
      <w:hyperlink w:anchor="_Toc169510034" w:history="1">
        <w:r w:rsidR="00802BDB" w:rsidRPr="00365CC7">
          <w:rPr>
            <w:rStyle w:val="Hypertextovodkaz"/>
          </w:rPr>
          <w:t>4.</w:t>
        </w:r>
        <w:r w:rsidR="00802BDB">
          <w:rPr>
            <w:rFonts w:asciiTheme="minorHAnsi" w:eastAsiaTheme="minorEastAsia" w:hAnsiTheme="minorHAnsi"/>
            <w:b w:val="0"/>
            <w:caps w:val="0"/>
            <w:noProof/>
            <w:spacing w:val="0"/>
            <w:sz w:val="22"/>
            <w:szCs w:val="22"/>
            <w:lang w:eastAsia="cs-CZ"/>
          </w:rPr>
          <w:tab/>
        </w:r>
        <w:r w:rsidR="00802BDB" w:rsidRPr="00365CC7">
          <w:rPr>
            <w:rStyle w:val="Hypertextovodkaz"/>
          </w:rPr>
          <w:t>POŽADAVKY NA TECHNICKÉ ŘEŠENÍ PROVEDENÍ DÍLA</w:t>
        </w:r>
        <w:r w:rsidR="00802BDB">
          <w:rPr>
            <w:noProof/>
            <w:webHidden/>
          </w:rPr>
          <w:tab/>
        </w:r>
        <w:r w:rsidR="00802BDB">
          <w:rPr>
            <w:noProof/>
            <w:webHidden/>
          </w:rPr>
          <w:fldChar w:fldCharType="begin"/>
        </w:r>
        <w:r w:rsidR="00802BDB">
          <w:rPr>
            <w:noProof/>
            <w:webHidden/>
          </w:rPr>
          <w:instrText xml:space="preserve"> PAGEREF _Toc169510034 \h </w:instrText>
        </w:r>
        <w:r w:rsidR="00802BDB">
          <w:rPr>
            <w:noProof/>
            <w:webHidden/>
          </w:rPr>
        </w:r>
        <w:r w:rsidR="00802BDB">
          <w:rPr>
            <w:noProof/>
            <w:webHidden/>
          </w:rPr>
          <w:fldChar w:fldCharType="separate"/>
        </w:r>
        <w:r w:rsidR="00802BDB">
          <w:rPr>
            <w:noProof/>
            <w:webHidden/>
          </w:rPr>
          <w:t>4</w:t>
        </w:r>
        <w:r w:rsidR="00802BDB">
          <w:rPr>
            <w:noProof/>
            <w:webHidden/>
          </w:rPr>
          <w:fldChar w:fldCharType="end"/>
        </w:r>
      </w:hyperlink>
    </w:p>
    <w:p w14:paraId="4DF733B5" w14:textId="6754F36D" w:rsidR="00802BDB" w:rsidRDefault="00AA32CB">
      <w:pPr>
        <w:pStyle w:val="Obsah2"/>
        <w:rPr>
          <w:rFonts w:asciiTheme="minorHAnsi" w:eastAsiaTheme="minorEastAsia" w:hAnsiTheme="minorHAnsi"/>
          <w:noProof/>
          <w:spacing w:val="0"/>
          <w:sz w:val="22"/>
          <w:szCs w:val="22"/>
          <w:lang w:eastAsia="cs-CZ"/>
        </w:rPr>
      </w:pPr>
      <w:hyperlink w:anchor="_Toc169510035" w:history="1">
        <w:r w:rsidR="00802BDB" w:rsidRPr="00365CC7">
          <w:rPr>
            <w:rStyle w:val="Hypertextovodkaz"/>
          </w:rPr>
          <w:t>4.1</w:t>
        </w:r>
        <w:r w:rsidR="00802BDB">
          <w:rPr>
            <w:rFonts w:asciiTheme="minorHAnsi" w:eastAsiaTheme="minorEastAsia" w:hAnsiTheme="minorHAnsi"/>
            <w:noProof/>
            <w:spacing w:val="0"/>
            <w:sz w:val="22"/>
            <w:szCs w:val="22"/>
            <w:lang w:eastAsia="cs-CZ"/>
          </w:rPr>
          <w:tab/>
        </w:r>
        <w:r w:rsidR="00802BDB" w:rsidRPr="00365CC7">
          <w:rPr>
            <w:rStyle w:val="Hypertextovodkaz"/>
          </w:rPr>
          <w:t>Všeobecně</w:t>
        </w:r>
        <w:r w:rsidR="00802BDB">
          <w:rPr>
            <w:noProof/>
            <w:webHidden/>
          </w:rPr>
          <w:tab/>
        </w:r>
        <w:r w:rsidR="00802BDB">
          <w:rPr>
            <w:noProof/>
            <w:webHidden/>
          </w:rPr>
          <w:fldChar w:fldCharType="begin"/>
        </w:r>
        <w:r w:rsidR="00802BDB">
          <w:rPr>
            <w:noProof/>
            <w:webHidden/>
          </w:rPr>
          <w:instrText xml:space="preserve"> PAGEREF _Toc169510035 \h </w:instrText>
        </w:r>
        <w:r w:rsidR="00802BDB">
          <w:rPr>
            <w:noProof/>
            <w:webHidden/>
          </w:rPr>
        </w:r>
        <w:r w:rsidR="00802BDB">
          <w:rPr>
            <w:noProof/>
            <w:webHidden/>
          </w:rPr>
          <w:fldChar w:fldCharType="separate"/>
        </w:r>
        <w:r w:rsidR="00802BDB">
          <w:rPr>
            <w:noProof/>
            <w:webHidden/>
          </w:rPr>
          <w:t>4</w:t>
        </w:r>
        <w:r w:rsidR="00802BDB">
          <w:rPr>
            <w:noProof/>
            <w:webHidden/>
          </w:rPr>
          <w:fldChar w:fldCharType="end"/>
        </w:r>
      </w:hyperlink>
    </w:p>
    <w:p w14:paraId="1F877355" w14:textId="3A46CC52" w:rsidR="00802BDB" w:rsidRDefault="00AA32CB">
      <w:pPr>
        <w:pStyle w:val="Obsah2"/>
        <w:rPr>
          <w:rFonts w:asciiTheme="minorHAnsi" w:eastAsiaTheme="minorEastAsia" w:hAnsiTheme="minorHAnsi"/>
          <w:noProof/>
          <w:spacing w:val="0"/>
          <w:sz w:val="22"/>
          <w:szCs w:val="22"/>
          <w:lang w:eastAsia="cs-CZ"/>
        </w:rPr>
      </w:pPr>
      <w:hyperlink w:anchor="_Toc169510036" w:history="1">
        <w:r w:rsidR="00802BDB" w:rsidRPr="00365CC7">
          <w:rPr>
            <w:rStyle w:val="Hypertextovodkaz"/>
          </w:rPr>
          <w:t>4.2</w:t>
        </w:r>
        <w:r w:rsidR="00802BDB">
          <w:rPr>
            <w:rFonts w:asciiTheme="minorHAnsi" w:eastAsiaTheme="minorEastAsia" w:hAnsiTheme="minorHAnsi"/>
            <w:noProof/>
            <w:spacing w:val="0"/>
            <w:sz w:val="22"/>
            <w:szCs w:val="22"/>
            <w:lang w:eastAsia="cs-CZ"/>
          </w:rPr>
          <w:tab/>
        </w:r>
        <w:r w:rsidR="00802BDB" w:rsidRPr="00365CC7">
          <w:rPr>
            <w:rStyle w:val="Hypertextovodkaz"/>
          </w:rPr>
          <w:t>Zeměměřická činnost zhotovitele</w:t>
        </w:r>
        <w:r w:rsidR="00802BDB">
          <w:rPr>
            <w:noProof/>
            <w:webHidden/>
          </w:rPr>
          <w:tab/>
        </w:r>
        <w:r w:rsidR="00802BDB">
          <w:rPr>
            <w:noProof/>
            <w:webHidden/>
          </w:rPr>
          <w:fldChar w:fldCharType="begin"/>
        </w:r>
        <w:r w:rsidR="00802BDB">
          <w:rPr>
            <w:noProof/>
            <w:webHidden/>
          </w:rPr>
          <w:instrText xml:space="preserve"> PAGEREF _Toc169510036 \h </w:instrText>
        </w:r>
        <w:r w:rsidR="00802BDB">
          <w:rPr>
            <w:noProof/>
            <w:webHidden/>
          </w:rPr>
        </w:r>
        <w:r w:rsidR="00802BDB">
          <w:rPr>
            <w:noProof/>
            <w:webHidden/>
          </w:rPr>
          <w:fldChar w:fldCharType="separate"/>
        </w:r>
        <w:r w:rsidR="00802BDB">
          <w:rPr>
            <w:noProof/>
            <w:webHidden/>
          </w:rPr>
          <w:t>5</w:t>
        </w:r>
        <w:r w:rsidR="00802BDB">
          <w:rPr>
            <w:noProof/>
            <w:webHidden/>
          </w:rPr>
          <w:fldChar w:fldCharType="end"/>
        </w:r>
      </w:hyperlink>
    </w:p>
    <w:p w14:paraId="2A604FC8" w14:textId="582CA6EB" w:rsidR="00802BDB" w:rsidRDefault="00AA32CB">
      <w:pPr>
        <w:pStyle w:val="Obsah2"/>
        <w:rPr>
          <w:rFonts w:asciiTheme="minorHAnsi" w:eastAsiaTheme="minorEastAsia" w:hAnsiTheme="minorHAnsi"/>
          <w:noProof/>
          <w:spacing w:val="0"/>
          <w:sz w:val="22"/>
          <w:szCs w:val="22"/>
          <w:lang w:eastAsia="cs-CZ"/>
        </w:rPr>
      </w:pPr>
      <w:hyperlink w:anchor="_Toc169510037" w:history="1">
        <w:r w:rsidR="00802BDB" w:rsidRPr="00365CC7">
          <w:rPr>
            <w:rStyle w:val="Hypertextovodkaz"/>
          </w:rPr>
          <w:t>4.3</w:t>
        </w:r>
        <w:r w:rsidR="00802BDB">
          <w:rPr>
            <w:rFonts w:asciiTheme="minorHAnsi" w:eastAsiaTheme="minorEastAsia" w:hAnsiTheme="minorHAnsi"/>
            <w:noProof/>
            <w:spacing w:val="0"/>
            <w:sz w:val="22"/>
            <w:szCs w:val="22"/>
            <w:lang w:eastAsia="cs-CZ"/>
          </w:rPr>
          <w:tab/>
        </w:r>
        <w:r w:rsidR="00802BDB" w:rsidRPr="00365CC7">
          <w:rPr>
            <w:rStyle w:val="Hypertextovodkaz"/>
          </w:rPr>
          <w:t>Doklady předkládané zhotovitelem</w:t>
        </w:r>
        <w:r w:rsidR="00802BDB">
          <w:rPr>
            <w:noProof/>
            <w:webHidden/>
          </w:rPr>
          <w:tab/>
        </w:r>
        <w:r w:rsidR="00802BDB">
          <w:rPr>
            <w:noProof/>
            <w:webHidden/>
          </w:rPr>
          <w:fldChar w:fldCharType="begin"/>
        </w:r>
        <w:r w:rsidR="00802BDB">
          <w:rPr>
            <w:noProof/>
            <w:webHidden/>
          </w:rPr>
          <w:instrText xml:space="preserve"> PAGEREF _Toc169510037 \h </w:instrText>
        </w:r>
        <w:r w:rsidR="00802BDB">
          <w:rPr>
            <w:noProof/>
            <w:webHidden/>
          </w:rPr>
        </w:r>
        <w:r w:rsidR="00802BDB">
          <w:rPr>
            <w:noProof/>
            <w:webHidden/>
          </w:rPr>
          <w:fldChar w:fldCharType="separate"/>
        </w:r>
        <w:r w:rsidR="00802BDB">
          <w:rPr>
            <w:noProof/>
            <w:webHidden/>
          </w:rPr>
          <w:t>5</w:t>
        </w:r>
        <w:r w:rsidR="00802BDB">
          <w:rPr>
            <w:noProof/>
            <w:webHidden/>
          </w:rPr>
          <w:fldChar w:fldCharType="end"/>
        </w:r>
      </w:hyperlink>
    </w:p>
    <w:p w14:paraId="4BE18592" w14:textId="1E7E22BE" w:rsidR="00802BDB" w:rsidRDefault="00AA32CB">
      <w:pPr>
        <w:pStyle w:val="Obsah2"/>
        <w:rPr>
          <w:rFonts w:asciiTheme="minorHAnsi" w:eastAsiaTheme="minorEastAsia" w:hAnsiTheme="minorHAnsi"/>
          <w:noProof/>
          <w:spacing w:val="0"/>
          <w:sz w:val="22"/>
          <w:szCs w:val="22"/>
          <w:lang w:eastAsia="cs-CZ"/>
        </w:rPr>
      </w:pPr>
      <w:hyperlink w:anchor="_Toc169510038" w:history="1">
        <w:r w:rsidR="00802BDB" w:rsidRPr="00365CC7">
          <w:rPr>
            <w:rStyle w:val="Hypertextovodkaz"/>
          </w:rPr>
          <w:t>4.4</w:t>
        </w:r>
        <w:r w:rsidR="00802BDB">
          <w:rPr>
            <w:rFonts w:asciiTheme="minorHAnsi" w:eastAsiaTheme="minorEastAsia" w:hAnsiTheme="minorHAnsi"/>
            <w:noProof/>
            <w:spacing w:val="0"/>
            <w:sz w:val="22"/>
            <w:szCs w:val="22"/>
            <w:lang w:eastAsia="cs-CZ"/>
          </w:rPr>
          <w:tab/>
        </w:r>
        <w:r w:rsidR="00802BDB" w:rsidRPr="00365CC7">
          <w:rPr>
            <w:rStyle w:val="Hypertextovodkaz"/>
          </w:rPr>
          <w:t>Dokumentace zhotovitele pro stavbu</w:t>
        </w:r>
        <w:r w:rsidR="00802BDB">
          <w:rPr>
            <w:noProof/>
            <w:webHidden/>
          </w:rPr>
          <w:tab/>
        </w:r>
        <w:r w:rsidR="00802BDB">
          <w:rPr>
            <w:noProof/>
            <w:webHidden/>
          </w:rPr>
          <w:fldChar w:fldCharType="begin"/>
        </w:r>
        <w:r w:rsidR="00802BDB">
          <w:rPr>
            <w:noProof/>
            <w:webHidden/>
          </w:rPr>
          <w:instrText xml:space="preserve"> PAGEREF _Toc169510038 \h </w:instrText>
        </w:r>
        <w:r w:rsidR="00802BDB">
          <w:rPr>
            <w:noProof/>
            <w:webHidden/>
          </w:rPr>
        </w:r>
        <w:r w:rsidR="00802BDB">
          <w:rPr>
            <w:noProof/>
            <w:webHidden/>
          </w:rPr>
          <w:fldChar w:fldCharType="separate"/>
        </w:r>
        <w:r w:rsidR="00802BDB">
          <w:rPr>
            <w:noProof/>
            <w:webHidden/>
          </w:rPr>
          <w:t>5</w:t>
        </w:r>
        <w:r w:rsidR="00802BDB">
          <w:rPr>
            <w:noProof/>
            <w:webHidden/>
          </w:rPr>
          <w:fldChar w:fldCharType="end"/>
        </w:r>
      </w:hyperlink>
    </w:p>
    <w:p w14:paraId="25CE0AAE" w14:textId="487DFFA7" w:rsidR="00802BDB" w:rsidRDefault="00AA32CB">
      <w:pPr>
        <w:pStyle w:val="Obsah2"/>
        <w:rPr>
          <w:rFonts w:asciiTheme="minorHAnsi" w:eastAsiaTheme="minorEastAsia" w:hAnsiTheme="minorHAnsi"/>
          <w:noProof/>
          <w:spacing w:val="0"/>
          <w:sz w:val="22"/>
          <w:szCs w:val="22"/>
          <w:lang w:eastAsia="cs-CZ"/>
        </w:rPr>
      </w:pPr>
      <w:hyperlink w:anchor="_Toc169510039" w:history="1">
        <w:r w:rsidR="00802BDB" w:rsidRPr="00365CC7">
          <w:rPr>
            <w:rStyle w:val="Hypertextovodkaz"/>
          </w:rPr>
          <w:t>4.5</w:t>
        </w:r>
        <w:r w:rsidR="00802BDB">
          <w:rPr>
            <w:rFonts w:asciiTheme="minorHAnsi" w:eastAsiaTheme="minorEastAsia" w:hAnsiTheme="minorHAnsi"/>
            <w:noProof/>
            <w:spacing w:val="0"/>
            <w:sz w:val="22"/>
            <w:szCs w:val="22"/>
            <w:lang w:eastAsia="cs-CZ"/>
          </w:rPr>
          <w:tab/>
        </w:r>
        <w:r w:rsidR="00802BDB" w:rsidRPr="00365CC7">
          <w:rPr>
            <w:rStyle w:val="Hypertextovodkaz"/>
          </w:rPr>
          <w:t>Dokumentace skutečného provedení stavby</w:t>
        </w:r>
        <w:r w:rsidR="00802BDB">
          <w:rPr>
            <w:noProof/>
            <w:webHidden/>
          </w:rPr>
          <w:tab/>
        </w:r>
        <w:r w:rsidR="00802BDB">
          <w:rPr>
            <w:noProof/>
            <w:webHidden/>
          </w:rPr>
          <w:fldChar w:fldCharType="begin"/>
        </w:r>
        <w:r w:rsidR="00802BDB">
          <w:rPr>
            <w:noProof/>
            <w:webHidden/>
          </w:rPr>
          <w:instrText xml:space="preserve"> PAGEREF _Toc169510039 \h </w:instrText>
        </w:r>
        <w:r w:rsidR="00802BDB">
          <w:rPr>
            <w:noProof/>
            <w:webHidden/>
          </w:rPr>
        </w:r>
        <w:r w:rsidR="00802BDB">
          <w:rPr>
            <w:noProof/>
            <w:webHidden/>
          </w:rPr>
          <w:fldChar w:fldCharType="separate"/>
        </w:r>
        <w:r w:rsidR="00802BDB">
          <w:rPr>
            <w:noProof/>
            <w:webHidden/>
          </w:rPr>
          <w:t>5</w:t>
        </w:r>
        <w:r w:rsidR="00802BDB">
          <w:rPr>
            <w:noProof/>
            <w:webHidden/>
          </w:rPr>
          <w:fldChar w:fldCharType="end"/>
        </w:r>
      </w:hyperlink>
    </w:p>
    <w:p w14:paraId="6C7C8A7A" w14:textId="3E859421" w:rsidR="00802BDB" w:rsidRDefault="00AA32CB">
      <w:pPr>
        <w:pStyle w:val="Obsah2"/>
        <w:rPr>
          <w:rFonts w:asciiTheme="minorHAnsi" w:eastAsiaTheme="minorEastAsia" w:hAnsiTheme="minorHAnsi"/>
          <w:noProof/>
          <w:spacing w:val="0"/>
          <w:sz w:val="22"/>
          <w:szCs w:val="22"/>
          <w:lang w:eastAsia="cs-CZ"/>
        </w:rPr>
      </w:pPr>
      <w:hyperlink w:anchor="_Toc169510040" w:history="1">
        <w:r w:rsidR="00802BDB" w:rsidRPr="00365CC7">
          <w:rPr>
            <w:rStyle w:val="Hypertextovodkaz"/>
          </w:rPr>
          <w:t>4.6</w:t>
        </w:r>
        <w:r w:rsidR="00802BDB">
          <w:rPr>
            <w:rFonts w:asciiTheme="minorHAnsi" w:eastAsiaTheme="minorEastAsia" w:hAnsiTheme="minorHAnsi"/>
            <w:noProof/>
            <w:spacing w:val="0"/>
            <w:sz w:val="22"/>
            <w:szCs w:val="22"/>
            <w:lang w:eastAsia="cs-CZ"/>
          </w:rPr>
          <w:tab/>
        </w:r>
        <w:r w:rsidR="00802BDB" w:rsidRPr="00365CC7">
          <w:rPr>
            <w:rStyle w:val="Hypertextovodkaz"/>
          </w:rPr>
          <w:t>Životní prostředí</w:t>
        </w:r>
        <w:r w:rsidR="00802BDB">
          <w:rPr>
            <w:noProof/>
            <w:webHidden/>
          </w:rPr>
          <w:tab/>
        </w:r>
        <w:r w:rsidR="00802BDB">
          <w:rPr>
            <w:noProof/>
            <w:webHidden/>
          </w:rPr>
          <w:fldChar w:fldCharType="begin"/>
        </w:r>
        <w:r w:rsidR="00802BDB">
          <w:rPr>
            <w:noProof/>
            <w:webHidden/>
          </w:rPr>
          <w:instrText xml:space="preserve"> PAGEREF _Toc169510040 \h </w:instrText>
        </w:r>
        <w:r w:rsidR="00802BDB">
          <w:rPr>
            <w:noProof/>
            <w:webHidden/>
          </w:rPr>
        </w:r>
        <w:r w:rsidR="00802BDB">
          <w:rPr>
            <w:noProof/>
            <w:webHidden/>
          </w:rPr>
          <w:fldChar w:fldCharType="separate"/>
        </w:r>
        <w:r w:rsidR="00802BDB">
          <w:rPr>
            <w:noProof/>
            <w:webHidden/>
          </w:rPr>
          <w:t>6</w:t>
        </w:r>
        <w:r w:rsidR="00802BDB">
          <w:rPr>
            <w:noProof/>
            <w:webHidden/>
          </w:rPr>
          <w:fldChar w:fldCharType="end"/>
        </w:r>
      </w:hyperlink>
    </w:p>
    <w:p w14:paraId="00D95F4A" w14:textId="2016401B" w:rsidR="00802BDB" w:rsidRDefault="00AA32CB">
      <w:pPr>
        <w:pStyle w:val="Obsah2"/>
        <w:rPr>
          <w:rFonts w:asciiTheme="minorHAnsi" w:eastAsiaTheme="minorEastAsia" w:hAnsiTheme="minorHAnsi"/>
          <w:noProof/>
          <w:spacing w:val="0"/>
          <w:sz w:val="22"/>
          <w:szCs w:val="22"/>
          <w:lang w:eastAsia="cs-CZ"/>
        </w:rPr>
      </w:pPr>
      <w:hyperlink w:anchor="_Toc169510041" w:history="1">
        <w:r w:rsidR="00802BDB" w:rsidRPr="00365CC7">
          <w:rPr>
            <w:rStyle w:val="Hypertextovodkaz"/>
          </w:rPr>
          <w:t>4.7</w:t>
        </w:r>
        <w:r w:rsidR="00802BDB">
          <w:rPr>
            <w:rFonts w:asciiTheme="minorHAnsi" w:eastAsiaTheme="minorEastAsia" w:hAnsiTheme="minorHAnsi"/>
            <w:noProof/>
            <w:spacing w:val="0"/>
            <w:sz w:val="22"/>
            <w:szCs w:val="22"/>
            <w:lang w:eastAsia="cs-CZ"/>
          </w:rPr>
          <w:tab/>
        </w:r>
        <w:r w:rsidR="00802BDB" w:rsidRPr="00365CC7">
          <w:rPr>
            <w:rStyle w:val="Hypertextovodkaz"/>
          </w:rPr>
          <w:t>Publicita stavby</w:t>
        </w:r>
        <w:r w:rsidR="00802BDB">
          <w:rPr>
            <w:noProof/>
            <w:webHidden/>
          </w:rPr>
          <w:tab/>
        </w:r>
        <w:r w:rsidR="00802BDB">
          <w:rPr>
            <w:noProof/>
            <w:webHidden/>
          </w:rPr>
          <w:fldChar w:fldCharType="begin"/>
        </w:r>
        <w:r w:rsidR="00802BDB">
          <w:rPr>
            <w:noProof/>
            <w:webHidden/>
          </w:rPr>
          <w:instrText xml:space="preserve"> PAGEREF _Toc169510041 \h </w:instrText>
        </w:r>
        <w:r w:rsidR="00802BDB">
          <w:rPr>
            <w:noProof/>
            <w:webHidden/>
          </w:rPr>
        </w:r>
        <w:r w:rsidR="00802BDB">
          <w:rPr>
            <w:noProof/>
            <w:webHidden/>
          </w:rPr>
          <w:fldChar w:fldCharType="separate"/>
        </w:r>
        <w:r w:rsidR="00802BDB">
          <w:rPr>
            <w:noProof/>
            <w:webHidden/>
          </w:rPr>
          <w:t>7</w:t>
        </w:r>
        <w:r w:rsidR="00802BDB">
          <w:rPr>
            <w:noProof/>
            <w:webHidden/>
          </w:rPr>
          <w:fldChar w:fldCharType="end"/>
        </w:r>
      </w:hyperlink>
    </w:p>
    <w:p w14:paraId="2E293BD4" w14:textId="5300BBCE" w:rsidR="00802BDB" w:rsidRDefault="00AA32CB">
      <w:pPr>
        <w:pStyle w:val="Obsah1"/>
        <w:rPr>
          <w:rFonts w:asciiTheme="minorHAnsi" w:eastAsiaTheme="minorEastAsia" w:hAnsiTheme="minorHAnsi"/>
          <w:b w:val="0"/>
          <w:caps w:val="0"/>
          <w:noProof/>
          <w:spacing w:val="0"/>
          <w:sz w:val="22"/>
          <w:szCs w:val="22"/>
          <w:lang w:eastAsia="cs-CZ"/>
        </w:rPr>
      </w:pPr>
      <w:hyperlink w:anchor="_Toc169510042" w:history="1">
        <w:r w:rsidR="00802BDB" w:rsidRPr="00365CC7">
          <w:rPr>
            <w:rStyle w:val="Hypertextovodkaz"/>
          </w:rPr>
          <w:t>5.</w:t>
        </w:r>
        <w:r w:rsidR="00802BDB">
          <w:rPr>
            <w:rFonts w:asciiTheme="minorHAnsi" w:eastAsiaTheme="minorEastAsia" w:hAnsiTheme="minorHAnsi"/>
            <w:b w:val="0"/>
            <w:caps w:val="0"/>
            <w:noProof/>
            <w:spacing w:val="0"/>
            <w:sz w:val="22"/>
            <w:szCs w:val="22"/>
            <w:lang w:eastAsia="cs-CZ"/>
          </w:rPr>
          <w:tab/>
        </w:r>
        <w:r w:rsidR="00802BDB" w:rsidRPr="00365CC7">
          <w:rPr>
            <w:rStyle w:val="Hypertextovodkaz"/>
          </w:rPr>
          <w:t>ORGANIZACE VÝSTAVBY, VÝLUKY</w:t>
        </w:r>
        <w:r w:rsidR="00802BDB">
          <w:rPr>
            <w:noProof/>
            <w:webHidden/>
          </w:rPr>
          <w:tab/>
        </w:r>
        <w:r w:rsidR="00802BDB">
          <w:rPr>
            <w:noProof/>
            <w:webHidden/>
          </w:rPr>
          <w:fldChar w:fldCharType="begin"/>
        </w:r>
        <w:r w:rsidR="00802BDB">
          <w:rPr>
            <w:noProof/>
            <w:webHidden/>
          </w:rPr>
          <w:instrText xml:space="preserve"> PAGEREF _Toc169510042 \h </w:instrText>
        </w:r>
        <w:r w:rsidR="00802BDB">
          <w:rPr>
            <w:noProof/>
            <w:webHidden/>
          </w:rPr>
        </w:r>
        <w:r w:rsidR="00802BDB">
          <w:rPr>
            <w:noProof/>
            <w:webHidden/>
          </w:rPr>
          <w:fldChar w:fldCharType="separate"/>
        </w:r>
        <w:r w:rsidR="00802BDB">
          <w:rPr>
            <w:noProof/>
            <w:webHidden/>
          </w:rPr>
          <w:t>8</w:t>
        </w:r>
        <w:r w:rsidR="00802BDB">
          <w:rPr>
            <w:noProof/>
            <w:webHidden/>
          </w:rPr>
          <w:fldChar w:fldCharType="end"/>
        </w:r>
      </w:hyperlink>
    </w:p>
    <w:p w14:paraId="7EE8F25B" w14:textId="4B90694C" w:rsidR="00802BDB" w:rsidRDefault="00AA32CB">
      <w:pPr>
        <w:pStyle w:val="Obsah1"/>
        <w:rPr>
          <w:rFonts w:asciiTheme="minorHAnsi" w:eastAsiaTheme="minorEastAsia" w:hAnsiTheme="minorHAnsi"/>
          <w:b w:val="0"/>
          <w:caps w:val="0"/>
          <w:noProof/>
          <w:spacing w:val="0"/>
          <w:sz w:val="22"/>
          <w:szCs w:val="22"/>
          <w:lang w:eastAsia="cs-CZ"/>
        </w:rPr>
      </w:pPr>
      <w:hyperlink w:anchor="_Toc169510043" w:history="1">
        <w:r w:rsidR="00802BDB" w:rsidRPr="00365CC7">
          <w:rPr>
            <w:rStyle w:val="Hypertextovodkaz"/>
          </w:rPr>
          <w:t>6.</w:t>
        </w:r>
        <w:r w:rsidR="00802BDB">
          <w:rPr>
            <w:rFonts w:asciiTheme="minorHAnsi" w:eastAsiaTheme="minorEastAsia" w:hAnsiTheme="minorHAnsi"/>
            <w:b w:val="0"/>
            <w:caps w:val="0"/>
            <w:noProof/>
            <w:spacing w:val="0"/>
            <w:sz w:val="22"/>
            <w:szCs w:val="22"/>
            <w:lang w:eastAsia="cs-CZ"/>
          </w:rPr>
          <w:tab/>
        </w:r>
        <w:r w:rsidR="00802BDB" w:rsidRPr="00365CC7">
          <w:rPr>
            <w:rStyle w:val="Hypertextovodkaz"/>
          </w:rPr>
          <w:t>SOUVISEJÍCÍ DOKUMENTY A PŘEDPISY</w:t>
        </w:r>
        <w:r w:rsidR="00802BDB">
          <w:rPr>
            <w:noProof/>
            <w:webHidden/>
          </w:rPr>
          <w:tab/>
        </w:r>
        <w:r w:rsidR="00802BDB">
          <w:rPr>
            <w:noProof/>
            <w:webHidden/>
          </w:rPr>
          <w:fldChar w:fldCharType="begin"/>
        </w:r>
        <w:r w:rsidR="00802BDB">
          <w:rPr>
            <w:noProof/>
            <w:webHidden/>
          </w:rPr>
          <w:instrText xml:space="preserve"> PAGEREF _Toc169510043 \h </w:instrText>
        </w:r>
        <w:r w:rsidR="00802BDB">
          <w:rPr>
            <w:noProof/>
            <w:webHidden/>
          </w:rPr>
        </w:r>
        <w:r w:rsidR="00802BDB">
          <w:rPr>
            <w:noProof/>
            <w:webHidden/>
          </w:rPr>
          <w:fldChar w:fldCharType="separate"/>
        </w:r>
        <w:r w:rsidR="00802BDB">
          <w:rPr>
            <w:noProof/>
            <w:webHidden/>
          </w:rPr>
          <w:t>8</w:t>
        </w:r>
        <w:r w:rsidR="00802BDB">
          <w:rPr>
            <w:noProof/>
            <w:webHidden/>
          </w:rPr>
          <w:fldChar w:fldCharType="end"/>
        </w:r>
      </w:hyperlink>
    </w:p>
    <w:p w14:paraId="7F3EFA59" w14:textId="05BCF25E" w:rsidR="00AD0C7B" w:rsidRDefault="00BD7E91" w:rsidP="008D03B9">
      <w:r>
        <w:fldChar w:fldCharType="end"/>
      </w:r>
    </w:p>
    <w:p w14:paraId="2E171E0C" w14:textId="77777777" w:rsidR="00AD0C7B" w:rsidRDefault="00AD0C7B" w:rsidP="00DA1C67">
      <w:pPr>
        <w:pStyle w:val="Nadpisbezsl1-1"/>
        <w:outlineLvl w:val="0"/>
      </w:pPr>
      <w:bookmarkStart w:id="0" w:name="_Toc169510026"/>
      <w:bookmarkStart w:id="1" w:name="_Toc13731854"/>
      <w:r>
        <w:t>SEZNAM ZKRATEK</w:t>
      </w:r>
      <w:bookmarkEnd w:id="0"/>
      <w:r w:rsidR="0076790E">
        <w:t xml:space="preserve"> </w:t>
      </w:r>
      <w:bookmarkEnd w:id="1"/>
    </w:p>
    <w:p w14:paraId="47E8739F" w14:textId="77777777"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w:t>
      </w:r>
      <w:r w:rsidR="001F1699">
        <w:rPr>
          <w:rStyle w:val="Tun"/>
        </w:rPr>
        <w:t>TP</w:t>
      </w:r>
      <w:r w:rsidRPr="003B5AAE">
        <w:rPr>
          <w:rStyle w:val="Tun"/>
        </w:rPr>
        <w:t>.</w:t>
      </w:r>
      <w:r w:rsidR="00A51ACE" w:rsidRPr="00A51ACE">
        <w:rPr>
          <w:rStyle w:val="Tun"/>
          <w:b w:val="0"/>
        </w:rPr>
        <w:t xml:space="preserve"> </w:t>
      </w:r>
      <w:r w:rsidR="00A51AC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23820E17" w14:textId="77777777" w:rsidTr="00041EC8">
        <w:tc>
          <w:tcPr>
            <w:tcW w:w="1250" w:type="dxa"/>
            <w:tcMar>
              <w:top w:w="28" w:type="dxa"/>
              <w:left w:w="0" w:type="dxa"/>
              <w:bottom w:w="28" w:type="dxa"/>
              <w:right w:w="0" w:type="dxa"/>
            </w:tcMar>
          </w:tcPr>
          <w:p w14:paraId="3BA87C9E" w14:textId="77777777" w:rsidR="00AD0C7B" w:rsidRPr="00AD0C7B" w:rsidRDefault="00831E0F" w:rsidP="00AD0C7B">
            <w:pPr>
              <w:pStyle w:val="Zkratky1"/>
            </w:pPr>
            <w:r>
              <w:t xml:space="preserve">ESD </w:t>
            </w:r>
            <w:r>
              <w:tab/>
            </w:r>
          </w:p>
        </w:tc>
        <w:tc>
          <w:tcPr>
            <w:tcW w:w="7452" w:type="dxa"/>
            <w:tcMar>
              <w:top w:w="28" w:type="dxa"/>
              <w:left w:w="0" w:type="dxa"/>
              <w:bottom w:w="28" w:type="dxa"/>
              <w:right w:w="0" w:type="dxa"/>
            </w:tcMar>
          </w:tcPr>
          <w:p w14:paraId="49C19BC7" w14:textId="77777777" w:rsidR="00AD0C7B" w:rsidRPr="006115D3" w:rsidRDefault="00831E0F" w:rsidP="000F15F1">
            <w:pPr>
              <w:pStyle w:val="Zkratky2"/>
            </w:pPr>
            <w:r>
              <w:t>Elektronický stavební deník</w:t>
            </w:r>
          </w:p>
        </w:tc>
      </w:tr>
      <w:tr w:rsidR="00AD0C7B" w:rsidRPr="00AD0C7B" w14:paraId="6B5AF690" w14:textId="77777777" w:rsidTr="00041EC8">
        <w:tc>
          <w:tcPr>
            <w:tcW w:w="1250" w:type="dxa"/>
            <w:tcMar>
              <w:top w:w="28" w:type="dxa"/>
              <w:left w:w="0" w:type="dxa"/>
              <w:bottom w:w="28" w:type="dxa"/>
              <w:right w:w="0" w:type="dxa"/>
            </w:tcMar>
          </w:tcPr>
          <w:p w14:paraId="4F63584E" w14:textId="77777777" w:rsidR="00AD0C7B" w:rsidRPr="00AD0C7B" w:rsidRDefault="00D27E08" w:rsidP="00AD0C7B">
            <w:pPr>
              <w:pStyle w:val="Zkratky1"/>
            </w:pPr>
            <w:r>
              <w:t xml:space="preserve">AZI </w:t>
            </w:r>
            <w:r>
              <w:tab/>
            </w:r>
          </w:p>
        </w:tc>
        <w:tc>
          <w:tcPr>
            <w:tcW w:w="7452" w:type="dxa"/>
            <w:tcMar>
              <w:top w:w="28" w:type="dxa"/>
              <w:left w:w="0" w:type="dxa"/>
              <w:bottom w:w="28" w:type="dxa"/>
              <w:right w:w="0" w:type="dxa"/>
            </w:tcMar>
          </w:tcPr>
          <w:p w14:paraId="313F7AE8" w14:textId="77777777" w:rsidR="00AD0C7B" w:rsidRPr="006115D3" w:rsidRDefault="00D27E08" w:rsidP="000F15F1">
            <w:pPr>
              <w:pStyle w:val="Zkratky2"/>
            </w:pPr>
            <w:r>
              <w:t>Autorizovaný zeměměřický inženýr (dříve ÚOZI)</w:t>
            </w:r>
          </w:p>
        </w:tc>
      </w:tr>
      <w:tr w:rsidR="00AD0C7B" w:rsidRPr="00AD0C7B" w14:paraId="73BC15A4" w14:textId="77777777" w:rsidTr="00041EC8">
        <w:tc>
          <w:tcPr>
            <w:tcW w:w="1250" w:type="dxa"/>
            <w:tcMar>
              <w:top w:w="28" w:type="dxa"/>
              <w:left w:w="0" w:type="dxa"/>
              <w:bottom w:w="28" w:type="dxa"/>
              <w:right w:w="0" w:type="dxa"/>
            </w:tcMar>
          </w:tcPr>
          <w:p w14:paraId="1BB1DBD0" w14:textId="77777777" w:rsidR="00AD0C7B" w:rsidRPr="00AD0C7B" w:rsidRDefault="00AB6BE0" w:rsidP="00AD0C7B">
            <w:pPr>
              <w:pStyle w:val="Zkratky1"/>
            </w:pPr>
            <w:r>
              <w:t>NSZ</w:t>
            </w:r>
            <w:r>
              <w:tab/>
            </w:r>
          </w:p>
        </w:tc>
        <w:tc>
          <w:tcPr>
            <w:tcW w:w="7452" w:type="dxa"/>
            <w:tcMar>
              <w:top w:w="28" w:type="dxa"/>
              <w:left w:w="0" w:type="dxa"/>
              <w:bottom w:w="28" w:type="dxa"/>
              <w:right w:w="0" w:type="dxa"/>
            </w:tcMar>
          </w:tcPr>
          <w:p w14:paraId="114A8AD0" w14:textId="77777777" w:rsidR="00AB6BE0" w:rsidRPr="006115D3" w:rsidRDefault="00AB6BE0" w:rsidP="000F15F1">
            <w:pPr>
              <w:pStyle w:val="Zkratky2"/>
            </w:pPr>
            <w:r>
              <w:t>Nový stavební zákon - zákon č. 283/2021 Sb., stavební zákon, ve znění účinném od 1. 1. 2024</w:t>
            </w:r>
          </w:p>
        </w:tc>
      </w:tr>
      <w:tr w:rsidR="00AD0C7B" w:rsidRPr="00AD0C7B" w14:paraId="57E4186D" w14:textId="77777777" w:rsidTr="00041EC8">
        <w:tc>
          <w:tcPr>
            <w:tcW w:w="1250" w:type="dxa"/>
            <w:tcMar>
              <w:top w:w="28" w:type="dxa"/>
              <w:left w:w="0" w:type="dxa"/>
              <w:bottom w:w="28" w:type="dxa"/>
              <w:right w:w="0" w:type="dxa"/>
            </w:tcMar>
          </w:tcPr>
          <w:p w14:paraId="11972ABE" w14:textId="77777777" w:rsidR="00AD0C7B" w:rsidRPr="00AD0C7B" w:rsidRDefault="00AD0C7B" w:rsidP="00AD0C7B">
            <w:pPr>
              <w:pStyle w:val="Zkratky1"/>
            </w:pPr>
          </w:p>
        </w:tc>
        <w:tc>
          <w:tcPr>
            <w:tcW w:w="7452" w:type="dxa"/>
            <w:tcMar>
              <w:top w:w="28" w:type="dxa"/>
              <w:left w:w="0" w:type="dxa"/>
              <w:bottom w:w="28" w:type="dxa"/>
              <w:right w:w="0" w:type="dxa"/>
            </w:tcMar>
          </w:tcPr>
          <w:p w14:paraId="6F4F7FBB" w14:textId="77777777" w:rsidR="00AD0C7B" w:rsidRPr="006115D3" w:rsidRDefault="00AD0C7B" w:rsidP="000F15F1">
            <w:pPr>
              <w:pStyle w:val="Zkratky2"/>
            </w:pPr>
          </w:p>
        </w:tc>
      </w:tr>
    </w:tbl>
    <w:p w14:paraId="6489F239" w14:textId="77777777" w:rsidR="00041EC8" w:rsidRDefault="00041EC8" w:rsidP="00AD0C7B"/>
    <w:p w14:paraId="1B1E72BD" w14:textId="77777777" w:rsidR="00826B7B" w:rsidRDefault="00826B7B">
      <w:r>
        <w:br w:type="page"/>
      </w:r>
    </w:p>
    <w:p w14:paraId="7A248410" w14:textId="77777777" w:rsidR="00DF7BAA" w:rsidRDefault="00DF7BAA" w:rsidP="00DF7BAA">
      <w:pPr>
        <w:pStyle w:val="Nadpis2-1"/>
      </w:pPr>
      <w:bookmarkStart w:id="2" w:name="_Toc6410429"/>
      <w:bookmarkStart w:id="3" w:name="_Toc169510027"/>
      <w:bookmarkStart w:id="4" w:name="_Toc389559699"/>
      <w:bookmarkStart w:id="5" w:name="_Toc397429847"/>
      <w:bookmarkStart w:id="6" w:name="_Ref433028040"/>
      <w:bookmarkStart w:id="7" w:name="_Toc1048197"/>
      <w:bookmarkStart w:id="8" w:name="_Toc13731855"/>
      <w:r w:rsidRPr="00782CE4">
        <w:lastRenderedPageBreak/>
        <w:t>SPECIFIKACE</w:t>
      </w:r>
      <w:r>
        <w:t xml:space="preserve"> PŘEDMĚTU DÍLA</w:t>
      </w:r>
      <w:bookmarkEnd w:id="2"/>
      <w:bookmarkEnd w:id="3"/>
    </w:p>
    <w:p w14:paraId="65EB5DFC" w14:textId="77777777" w:rsidR="00DF7BAA" w:rsidRDefault="00DF7BAA" w:rsidP="00DF7BAA">
      <w:pPr>
        <w:pStyle w:val="Nadpis2-2"/>
      </w:pPr>
      <w:bookmarkStart w:id="9" w:name="_Toc6410430"/>
      <w:bookmarkStart w:id="10" w:name="_Toc169510028"/>
      <w:r>
        <w:t>Účel a rozsah předmětu Díla</w:t>
      </w:r>
      <w:bookmarkEnd w:id="9"/>
      <w:bookmarkEnd w:id="10"/>
    </w:p>
    <w:p w14:paraId="11817646" w14:textId="77777777" w:rsidR="00DF7BAA" w:rsidRPr="00E6195B" w:rsidRDefault="00DF7BAA" w:rsidP="00E6195B">
      <w:pPr>
        <w:pStyle w:val="Text2-1"/>
      </w:pPr>
      <w:r w:rsidRPr="00E6195B">
        <w:t>Předmětem díla je zhotovení stavby „</w:t>
      </w:r>
      <w:r w:rsidR="00202B11" w:rsidRPr="00E6195B">
        <w:t>Rekonstrukce mostu v km 155,900 trati Břeclav - Brno</w:t>
      </w:r>
      <w:r w:rsidRPr="00E6195B">
        <w:t>“</w:t>
      </w:r>
      <w:r w:rsidR="00EC4FA5" w:rsidRPr="00E6195B">
        <w:t>,</w:t>
      </w:r>
      <w:r w:rsidR="00202B11" w:rsidRPr="00E6195B">
        <w:t xml:space="preserve"> jejímž cílem je zvýšení bezpečnosti železniční dopravy na mostě a silniční dopravy pod mostem. Použití nové konstrukce mostu s kolejovým ložem přispěje ke snížení hluku v centru města Brna z železniční dopravy.</w:t>
      </w:r>
    </w:p>
    <w:p w14:paraId="2EA31A39" w14:textId="77777777" w:rsidR="00E70AB8" w:rsidRPr="00E6195B" w:rsidRDefault="00E70AB8" w:rsidP="00E6195B">
      <w:pPr>
        <w:pStyle w:val="Text2-1"/>
      </w:pPr>
      <w:r w:rsidRPr="00E6195B">
        <w:t>Součástí d</w:t>
      </w:r>
      <w:r w:rsidR="00A1330B" w:rsidRPr="00E6195B">
        <w:t>íla je zajištění publicity (</w:t>
      </w:r>
      <w:proofErr w:type="gramStart"/>
      <w:r w:rsidR="00A1330B" w:rsidRPr="00E6195B">
        <w:t xml:space="preserve">viz </w:t>
      </w:r>
      <w:r w:rsidR="008B4E0D" w:rsidRPr="00E6195B">
        <w:fldChar w:fldCharType="begin"/>
      </w:r>
      <w:r w:rsidR="008B4E0D" w:rsidRPr="00E6195B">
        <w:instrText xml:space="preserve"> REF _Ref79059397 \r \h </w:instrText>
      </w:r>
      <w:r w:rsidR="00E6195B">
        <w:instrText xml:space="preserve"> \* MERGEFORMAT </w:instrText>
      </w:r>
      <w:r w:rsidR="008B4E0D" w:rsidRPr="00E6195B">
        <w:fldChar w:fldCharType="separate"/>
      </w:r>
      <w:r w:rsidR="007E53C4">
        <w:t>4.7</w:t>
      </w:r>
      <w:r w:rsidR="008B4E0D" w:rsidRPr="00E6195B">
        <w:fldChar w:fldCharType="end"/>
      </w:r>
      <w:r w:rsidRPr="00E6195B">
        <w:t xml:space="preserve"> těchto</w:t>
      </w:r>
      <w:proofErr w:type="gramEnd"/>
      <w:r w:rsidRPr="00E6195B">
        <w:t xml:space="preserve"> ZTP). </w:t>
      </w:r>
    </w:p>
    <w:p w14:paraId="4231B86D" w14:textId="77777777" w:rsidR="00DF7BAA" w:rsidRPr="00E6195B" w:rsidRDefault="00DF7BAA" w:rsidP="00E6195B">
      <w:pPr>
        <w:pStyle w:val="Text2-1"/>
      </w:pPr>
      <w:r w:rsidRPr="00E6195B">
        <w:t>Rozsah Díla „</w:t>
      </w:r>
      <w:r w:rsidR="00202B11" w:rsidRPr="00E6195B">
        <w:t>Rekonstrukce mostu v km 155,900 trati Břeclav - Brno</w:t>
      </w:r>
      <w:r w:rsidRPr="00E6195B">
        <w:t>“ je</w:t>
      </w:r>
      <w:r w:rsidR="00AC678D" w:rsidRPr="00E6195B">
        <w:t>:</w:t>
      </w:r>
    </w:p>
    <w:p w14:paraId="087CFE86" w14:textId="77777777" w:rsidR="00D12C76" w:rsidRDefault="00D12C76" w:rsidP="00936D2A">
      <w:pPr>
        <w:pStyle w:val="Odrka1-1"/>
      </w:pPr>
      <w:r>
        <w:t>zhotovení stavby dle zadávací dokumentace,</w:t>
      </w:r>
    </w:p>
    <w:p w14:paraId="3E3D14C0" w14:textId="77777777" w:rsidR="00D12C76" w:rsidRDefault="00D12C76" w:rsidP="00936D2A">
      <w:pPr>
        <w:pStyle w:val="Odrka1-1"/>
      </w:pPr>
      <w:r>
        <w:t>zpracování Realizační dokumentace stavby,</w:t>
      </w:r>
    </w:p>
    <w:p w14:paraId="4851DAD2" w14:textId="77777777" w:rsidR="00D12C76" w:rsidRDefault="00D12C76" w:rsidP="00936D2A">
      <w:pPr>
        <w:pStyle w:val="Odrka1-1"/>
      </w:pPr>
      <w:r>
        <w:t>vypracování Dokumentace skutečného provedení stavby</w:t>
      </w:r>
      <w:r w:rsidR="00E70AB8">
        <w:t xml:space="preserve"> včetně geodetické části</w:t>
      </w:r>
      <w:r>
        <w:t>.</w:t>
      </w:r>
    </w:p>
    <w:p w14:paraId="074498AA" w14:textId="77777777" w:rsidR="00DF7BAA" w:rsidRDefault="00DF7BAA" w:rsidP="00DF7BAA">
      <w:pPr>
        <w:pStyle w:val="Nadpis2-2"/>
      </w:pPr>
      <w:bookmarkStart w:id="11" w:name="_Toc6410431"/>
      <w:bookmarkStart w:id="12" w:name="_Toc169510029"/>
      <w:r>
        <w:t>Umístění stavby</w:t>
      </w:r>
      <w:bookmarkEnd w:id="11"/>
      <w:bookmarkEnd w:id="12"/>
    </w:p>
    <w:p w14:paraId="6DA15439" w14:textId="77777777" w:rsidR="00DF7BAA" w:rsidRDefault="00DF7BAA" w:rsidP="00DF7BAA">
      <w:pPr>
        <w:pStyle w:val="Text2-1"/>
      </w:pPr>
      <w:r>
        <w:t>Stavb</w:t>
      </w:r>
      <w:r w:rsidR="00202B11">
        <w:t xml:space="preserve">a bude probíhat na trati TÚ 2001 Břeclav </w:t>
      </w:r>
      <w:proofErr w:type="spellStart"/>
      <w:r w:rsidR="00202B11">
        <w:t>předn</w:t>
      </w:r>
      <w:proofErr w:type="spellEnd"/>
      <w:r w:rsidR="00202B11">
        <w:t xml:space="preserve">. (mimo) – Brno </w:t>
      </w:r>
      <w:proofErr w:type="spellStart"/>
      <w:proofErr w:type="gramStart"/>
      <w:r w:rsidR="00202B11">
        <w:t>hl.n</w:t>
      </w:r>
      <w:proofErr w:type="spellEnd"/>
      <w:r w:rsidR="00202B11">
        <w:t>.</w:t>
      </w:r>
      <w:proofErr w:type="gramEnd"/>
      <w:r w:rsidR="00202B11">
        <w:t xml:space="preserve"> (včetně), DÚ JC </w:t>
      </w:r>
      <w:proofErr w:type="spellStart"/>
      <w:r w:rsidR="00202B11">
        <w:t>žst</w:t>
      </w:r>
      <w:proofErr w:type="spellEnd"/>
      <w:r w:rsidR="00202B11">
        <w:t>. Brno hlavní nádraží odst.</w:t>
      </w:r>
      <w:r w:rsidR="008B4E0D">
        <w:t> </w:t>
      </w:r>
      <w:r w:rsidR="00202B11">
        <w:t>S, km 155,900</w:t>
      </w:r>
    </w:p>
    <w:p w14:paraId="6128FDD3" w14:textId="77777777" w:rsidR="006972D4" w:rsidRDefault="006972D4" w:rsidP="006972D4">
      <w:pPr>
        <w:pStyle w:val="TabulkaNadpis"/>
      </w:pPr>
      <w:r>
        <w:t>Údaje o stavbě</w:t>
      </w:r>
    </w:p>
    <w:tbl>
      <w:tblPr>
        <w:tblStyle w:val="TabZTPbez"/>
        <w:tblW w:w="8080" w:type="dxa"/>
        <w:tblInd w:w="737" w:type="dxa"/>
        <w:tblLook w:val="04E0" w:firstRow="1" w:lastRow="1" w:firstColumn="1" w:lastColumn="0" w:noHBand="0" w:noVBand="1"/>
      </w:tblPr>
      <w:tblGrid>
        <w:gridCol w:w="2949"/>
        <w:gridCol w:w="5131"/>
      </w:tblGrid>
      <w:tr w:rsidR="006972D4" w:rsidRPr="005A2CE9" w14:paraId="03FA89F7" w14:textId="77777777" w:rsidTr="00C22D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7C9E6FE0" w14:textId="77777777" w:rsidR="006972D4" w:rsidRPr="005A2CE9" w:rsidRDefault="006972D4" w:rsidP="00C22D8F">
            <w:pPr>
              <w:pStyle w:val="Tabulka-7"/>
            </w:pPr>
            <w:r>
              <w:t>Označení (S-kód)</w:t>
            </w:r>
          </w:p>
        </w:tc>
        <w:tc>
          <w:tcPr>
            <w:tcW w:w="5131" w:type="dxa"/>
          </w:tcPr>
          <w:p w14:paraId="6536D79D" w14:textId="77777777" w:rsidR="006972D4" w:rsidRPr="005A2CE9" w:rsidRDefault="0043231F" w:rsidP="00C22D8F">
            <w:pPr>
              <w:pStyle w:val="Tabulka-7"/>
              <w:cnfStyle w:val="100000000000" w:firstRow="1" w:lastRow="0" w:firstColumn="0" w:lastColumn="0" w:oddVBand="0" w:evenVBand="0" w:oddHBand="0" w:evenHBand="0" w:firstRowFirstColumn="0" w:firstRowLastColumn="0" w:lastRowFirstColumn="0" w:lastRowLastColumn="0"/>
            </w:pPr>
            <w:r w:rsidRPr="0043231F">
              <w:t>S622000245</w:t>
            </w:r>
          </w:p>
        </w:tc>
      </w:tr>
      <w:tr w:rsidR="006972D4" w:rsidRPr="005A2CE9" w14:paraId="20838D19"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3D8B79BC" w14:textId="77777777" w:rsidR="006972D4" w:rsidRPr="005A2CE9" w:rsidRDefault="006972D4" w:rsidP="00C22D8F">
            <w:pPr>
              <w:pStyle w:val="Tabulka-7"/>
            </w:pPr>
            <w:r>
              <w:t>Kraj</w:t>
            </w:r>
          </w:p>
        </w:tc>
        <w:tc>
          <w:tcPr>
            <w:tcW w:w="5131" w:type="dxa"/>
          </w:tcPr>
          <w:p w14:paraId="2AC9F332" w14:textId="77777777" w:rsidR="006972D4" w:rsidRPr="005A2CE9" w:rsidRDefault="00202B11" w:rsidP="00C22D8F">
            <w:pPr>
              <w:pStyle w:val="Tabulka-7"/>
              <w:cnfStyle w:val="000000000000" w:firstRow="0" w:lastRow="0" w:firstColumn="0" w:lastColumn="0" w:oddVBand="0" w:evenVBand="0" w:oddHBand="0" w:evenHBand="0" w:firstRowFirstColumn="0" w:firstRowLastColumn="0" w:lastRowFirstColumn="0" w:lastRowLastColumn="0"/>
            </w:pPr>
            <w:r>
              <w:t>Jihomoravský</w:t>
            </w:r>
          </w:p>
        </w:tc>
      </w:tr>
      <w:tr w:rsidR="006972D4" w:rsidRPr="005A2CE9" w14:paraId="528C3E4F"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71C8B9F1" w14:textId="77777777" w:rsidR="006972D4" w:rsidRPr="005A2CE9" w:rsidRDefault="00A1330B" w:rsidP="00C22D8F">
            <w:pPr>
              <w:pStyle w:val="Tabulka-7"/>
            </w:pPr>
            <w:r>
              <w:t>Místo stavby</w:t>
            </w:r>
          </w:p>
        </w:tc>
        <w:tc>
          <w:tcPr>
            <w:tcW w:w="5131" w:type="dxa"/>
          </w:tcPr>
          <w:p w14:paraId="3C9245CB" w14:textId="77777777" w:rsidR="006972D4" w:rsidRPr="005A2CE9" w:rsidRDefault="00A1330B" w:rsidP="00C22D8F">
            <w:pPr>
              <w:pStyle w:val="Tabulka-7"/>
              <w:cnfStyle w:val="000000000000" w:firstRow="0" w:lastRow="0" w:firstColumn="0" w:lastColumn="0" w:oddVBand="0" w:evenVBand="0" w:oddHBand="0" w:evenHBand="0" w:firstRowFirstColumn="0" w:firstRowLastColumn="0" w:lastRowFirstColumn="0" w:lastRowLastColumn="0"/>
            </w:pPr>
            <w:proofErr w:type="spellStart"/>
            <w:r>
              <w:t>Žst</w:t>
            </w:r>
            <w:proofErr w:type="spellEnd"/>
            <w:r>
              <w:t xml:space="preserve">. Brno hl. n., </w:t>
            </w:r>
            <w:r w:rsidRPr="00A1330B">
              <w:t>Most převádí kolej a zpevněnou neveřejnou komunikaci do odstavného nádraží přes ulici Nádražní / Křenovou</w:t>
            </w:r>
          </w:p>
        </w:tc>
      </w:tr>
      <w:tr w:rsidR="006972D4" w:rsidRPr="005A2CE9" w14:paraId="4F9C9AD5" w14:textId="77777777" w:rsidTr="00C22D8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693F3410" w14:textId="77777777" w:rsidR="006972D4" w:rsidRPr="005A2CE9" w:rsidRDefault="006972D4" w:rsidP="00C22D8F">
            <w:pPr>
              <w:pStyle w:val="Tabulka-7"/>
            </w:pPr>
            <w:r>
              <w:t xml:space="preserve">Správce </w:t>
            </w:r>
          </w:p>
        </w:tc>
        <w:tc>
          <w:tcPr>
            <w:tcW w:w="5131" w:type="dxa"/>
          </w:tcPr>
          <w:p w14:paraId="38BD4213" w14:textId="77777777" w:rsidR="006972D4" w:rsidRPr="005A2CE9" w:rsidRDefault="0043231F" w:rsidP="00C22D8F">
            <w:pPr>
              <w:pStyle w:val="Tabulka-7"/>
              <w:cnfStyle w:val="010000000000" w:firstRow="0" w:lastRow="1" w:firstColumn="0" w:lastColumn="0" w:oddVBand="0" w:evenVBand="0" w:oddHBand="0" w:evenHBand="0" w:firstRowFirstColumn="0" w:firstRowLastColumn="0" w:lastRowFirstColumn="0" w:lastRowLastColumn="0"/>
            </w:pPr>
            <w:r>
              <w:t>OŘ Brno</w:t>
            </w:r>
          </w:p>
        </w:tc>
      </w:tr>
    </w:tbl>
    <w:p w14:paraId="45ECC59B" w14:textId="77777777" w:rsidR="006972D4" w:rsidRDefault="006972D4" w:rsidP="006972D4">
      <w:pPr>
        <w:pStyle w:val="TextbezslBEZMEZER"/>
      </w:pPr>
    </w:p>
    <w:p w14:paraId="27659830" w14:textId="77777777" w:rsidR="00DF7BAA" w:rsidRDefault="00DF7BAA" w:rsidP="00DF7BAA">
      <w:pPr>
        <w:pStyle w:val="Nadpis2-1"/>
      </w:pPr>
      <w:bookmarkStart w:id="13" w:name="_Toc6410432"/>
      <w:bookmarkStart w:id="14" w:name="_Toc169510030"/>
      <w:r>
        <w:t>PŘEHLED VÝCHOZÍCH PODKLADŮ</w:t>
      </w:r>
      <w:bookmarkEnd w:id="13"/>
      <w:bookmarkEnd w:id="14"/>
    </w:p>
    <w:p w14:paraId="7F8C2AD9" w14:textId="77777777" w:rsidR="00DF7BAA" w:rsidRDefault="00DF7BAA" w:rsidP="00DF7BAA">
      <w:pPr>
        <w:pStyle w:val="Nadpis2-2"/>
      </w:pPr>
      <w:bookmarkStart w:id="15" w:name="_Toc6410433"/>
      <w:bookmarkStart w:id="16" w:name="_Toc169510031"/>
      <w:r>
        <w:t>Projektová dokumentace</w:t>
      </w:r>
      <w:bookmarkEnd w:id="15"/>
      <w:bookmarkEnd w:id="16"/>
    </w:p>
    <w:p w14:paraId="3F54B6A0" w14:textId="77777777" w:rsidR="00DF7BAA" w:rsidRDefault="00DF7BAA" w:rsidP="00206570">
      <w:pPr>
        <w:pStyle w:val="Text2-1"/>
      </w:pPr>
      <w:r>
        <w:t xml:space="preserve">Projektová dokumentace </w:t>
      </w:r>
      <w:r w:rsidR="00206570">
        <w:t>DUSL+PDPS „</w:t>
      </w:r>
      <w:r w:rsidR="00206570" w:rsidRPr="00206570">
        <w:t>Rekonstrukce mostu v km 155,900 trati Břeclav – Brno</w:t>
      </w:r>
      <w:r w:rsidR="00206570">
        <w:t xml:space="preserve">“, zpracovatel </w:t>
      </w:r>
      <w:proofErr w:type="spellStart"/>
      <w:r w:rsidR="00206570">
        <w:t>EXprojekt</w:t>
      </w:r>
      <w:proofErr w:type="spellEnd"/>
      <w:r w:rsidR="00206570">
        <w:t xml:space="preserve"> s.r.o., Heršpická 758/13, 619 00 </w:t>
      </w:r>
      <w:r w:rsidR="008B4E0D">
        <w:t>Brno, z 11/2023</w:t>
      </w:r>
      <w:r w:rsidR="00206570">
        <w:t>.</w:t>
      </w:r>
    </w:p>
    <w:p w14:paraId="2FEEF244" w14:textId="77777777" w:rsidR="00BA2F47" w:rsidRDefault="00BA2F47" w:rsidP="00BA2F47">
      <w:pPr>
        <w:pStyle w:val="Textbezslovn"/>
      </w:pPr>
      <w:r>
        <w:t>Zhotovitel po uzavření SOD obdrží elektronickou podobu Projektové dokumentace v otevřené formě.</w:t>
      </w:r>
    </w:p>
    <w:p w14:paraId="7CD0E1E2" w14:textId="77777777" w:rsidR="00DF7BAA" w:rsidRDefault="00DF7BAA" w:rsidP="00DF7BAA">
      <w:pPr>
        <w:pStyle w:val="Nadpis2-2"/>
      </w:pPr>
      <w:bookmarkStart w:id="17" w:name="_Toc6410434"/>
      <w:bookmarkStart w:id="18" w:name="_Toc169510032"/>
      <w:r>
        <w:t>Související dokumentace</w:t>
      </w:r>
      <w:bookmarkEnd w:id="17"/>
      <w:bookmarkEnd w:id="18"/>
    </w:p>
    <w:p w14:paraId="74768A5E" w14:textId="77777777" w:rsidR="00DF7BAA" w:rsidRPr="00206570" w:rsidRDefault="00DF7BAA" w:rsidP="00DF7BAA">
      <w:pPr>
        <w:pStyle w:val="Text2-1"/>
      </w:pPr>
      <w:r w:rsidRPr="00206570">
        <w:t>Posuzova</w:t>
      </w:r>
      <w:r w:rsidR="00206570" w:rsidRPr="00206570">
        <w:t xml:space="preserve">cí protokol projektu SŽ </w:t>
      </w:r>
      <w:r w:rsidRPr="00206570">
        <w:t xml:space="preserve">ze dne </w:t>
      </w:r>
      <w:r w:rsidR="008B4E0D" w:rsidRPr="00206570">
        <w:t>13. 5. 2024</w:t>
      </w:r>
    </w:p>
    <w:p w14:paraId="02A72E50" w14:textId="77777777" w:rsidR="00DF7BAA" w:rsidRPr="00206570" w:rsidRDefault="00DF7BAA" w:rsidP="00DF7BAA">
      <w:pPr>
        <w:pStyle w:val="Text2-1"/>
      </w:pPr>
      <w:r w:rsidRPr="00206570">
        <w:t>Schvalovací protokol projektu SŽ čj</w:t>
      </w:r>
      <w:r w:rsidR="000619E9" w:rsidRPr="00206570">
        <w:t>.</w:t>
      </w:r>
      <w:r w:rsidRPr="00206570">
        <w:t xml:space="preserve">: </w:t>
      </w:r>
      <w:r w:rsidR="00206570" w:rsidRPr="00206570">
        <w:t>30784/2024_SŽ-GŘ-O6-Dro</w:t>
      </w:r>
      <w:r w:rsidRPr="00206570">
        <w:t xml:space="preserve"> ze dne </w:t>
      </w:r>
      <w:r w:rsidR="008B4E0D" w:rsidRPr="00206570">
        <w:t>16. 5. 2024</w:t>
      </w:r>
    </w:p>
    <w:p w14:paraId="62A877C5" w14:textId="77777777" w:rsidR="00DF7BAA" w:rsidRPr="00B36419" w:rsidRDefault="00DF7BAA" w:rsidP="00DF7BAA">
      <w:pPr>
        <w:pStyle w:val="Text2-1"/>
      </w:pPr>
      <w:r>
        <w:t xml:space="preserve">Stavební povolení čj.: </w:t>
      </w:r>
      <w:r w:rsidR="00B36419">
        <w:t xml:space="preserve">DESU/001/007966/24 </w:t>
      </w:r>
      <w:r>
        <w:t xml:space="preserve">ze dne </w:t>
      </w:r>
      <w:r w:rsidR="008B4E0D" w:rsidRPr="00B36419">
        <w:t>10. 6. 2024</w:t>
      </w:r>
    </w:p>
    <w:p w14:paraId="7407B00F" w14:textId="77777777" w:rsidR="00DF7BAA" w:rsidRDefault="00DF7BAA" w:rsidP="00DF7BAA">
      <w:pPr>
        <w:pStyle w:val="Nadpis2-1"/>
      </w:pPr>
      <w:bookmarkStart w:id="19" w:name="_Toc6410435"/>
      <w:bookmarkStart w:id="20" w:name="_Toc169510033"/>
      <w:r>
        <w:t>KOORDINACE S JINÝMI STAVBAMI</w:t>
      </w:r>
      <w:bookmarkEnd w:id="19"/>
      <w:bookmarkEnd w:id="20"/>
      <w:r>
        <w:t xml:space="preserve"> </w:t>
      </w:r>
    </w:p>
    <w:p w14:paraId="65FA2B14" w14:textId="77777777" w:rsidR="00DF7BAA" w:rsidRPr="00E6195B" w:rsidRDefault="00DF7BAA" w:rsidP="00E6195B">
      <w:pPr>
        <w:pStyle w:val="Text2-1"/>
      </w:pPr>
      <w:r>
        <w:t xml:space="preserve">Zhotovení stavby musí být provedeno v koordinaci s připravovanými, případně aktuálně </w:t>
      </w:r>
      <w:r w:rsidRPr="00E6195B">
        <w:t xml:space="preserve">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rsidRPr="00E6195B">
        <w:t>žst</w:t>
      </w:r>
      <w:proofErr w:type="spellEnd"/>
      <w:r w:rsidRPr="00E6195B">
        <w:t xml:space="preserve">. apod. </w:t>
      </w:r>
    </w:p>
    <w:p w14:paraId="49539361" w14:textId="77777777" w:rsidR="00DF7BAA" w:rsidRPr="006F2EFE" w:rsidRDefault="00DF7BAA" w:rsidP="00E6195B">
      <w:pPr>
        <w:pStyle w:val="Text2-1"/>
      </w:pPr>
      <w:r w:rsidRPr="00E6195B">
        <w:t>Koordinace musí probíhat zejména s níže uvedenými investicemi a opravnými pracemi</w:t>
      </w:r>
      <w:r w:rsidR="006F2EFE" w:rsidRPr="00E6195B">
        <w:t xml:space="preserve"> (níže uvedené</w:t>
      </w:r>
      <w:r w:rsidR="006F2EFE" w:rsidRPr="006F2EFE">
        <w:t xml:space="preserve"> připravované stavby města Brna budou realizovány samostatně až po realizaci stavby „Rekonstrukce mostu v km 155,900 trati Břeclav – Brno“</w:t>
      </w:r>
      <w:r w:rsidRPr="006F2EFE">
        <w:t>:</w:t>
      </w:r>
    </w:p>
    <w:p w14:paraId="2649C668" w14:textId="77777777" w:rsidR="001579E1" w:rsidRPr="00E6195B" w:rsidRDefault="001579E1" w:rsidP="00E6195B">
      <w:pPr>
        <w:pStyle w:val="Odstavec1-1a"/>
      </w:pPr>
      <w:r w:rsidRPr="006F2EFE">
        <w:t xml:space="preserve">Rekonstrukce </w:t>
      </w:r>
      <w:r w:rsidRPr="00E6195B">
        <w:t xml:space="preserve">ulice Benešova Brněnské komunikace, a.s. </w:t>
      </w:r>
    </w:p>
    <w:p w14:paraId="774D5945" w14:textId="77777777" w:rsidR="001579E1" w:rsidRPr="00E6195B" w:rsidRDefault="001579E1" w:rsidP="00E6195B">
      <w:pPr>
        <w:pStyle w:val="Odstavec1-1a"/>
      </w:pPr>
      <w:r w:rsidRPr="00E6195B">
        <w:t xml:space="preserve">Rekonstrukce SCZT pára x HV - přepoj. </w:t>
      </w:r>
      <w:proofErr w:type="spellStart"/>
      <w:proofErr w:type="gramStart"/>
      <w:r w:rsidRPr="00E6195B">
        <w:t>hl.nádr</w:t>
      </w:r>
      <w:proofErr w:type="spellEnd"/>
      <w:proofErr w:type="gramEnd"/>
      <w:r w:rsidRPr="00E6195B">
        <w:t xml:space="preserve">. a pošty Teplárny Brno, a.s. </w:t>
      </w:r>
    </w:p>
    <w:p w14:paraId="6D66B5EF" w14:textId="77777777" w:rsidR="001579E1" w:rsidRPr="00E6195B" w:rsidRDefault="001579E1" w:rsidP="00E6195B">
      <w:pPr>
        <w:pStyle w:val="Odstavec1-1a"/>
      </w:pPr>
      <w:r w:rsidRPr="00E6195B">
        <w:t xml:space="preserve">Přestavba z páry na horkou vodu, oblast Benešova Teplárny Brno, a.s. </w:t>
      </w:r>
    </w:p>
    <w:p w14:paraId="185E740F" w14:textId="77777777" w:rsidR="001579E1" w:rsidRPr="00E6195B" w:rsidRDefault="001579E1" w:rsidP="00E6195B">
      <w:pPr>
        <w:pStyle w:val="Odstavec1-1a"/>
      </w:pPr>
      <w:r w:rsidRPr="00E6195B">
        <w:lastRenderedPageBreak/>
        <w:t xml:space="preserve">Rekonstrukce kanalizace a vodovodu BVK, a.s. </w:t>
      </w:r>
    </w:p>
    <w:p w14:paraId="7A971C04" w14:textId="77777777" w:rsidR="001579E1" w:rsidRPr="006F2EFE" w:rsidRDefault="001579E1" w:rsidP="00E6195B">
      <w:pPr>
        <w:pStyle w:val="Odstavec1-1a"/>
      </w:pPr>
      <w:proofErr w:type="spellStart"/>
      <w:r w:rsidRPr="00E6195B">
        <w:t>Reko</w:t>
      </w:r>
      <w:proofErr w:type="spellEnd"/>
      <w:r w:rsidRPr="00E6195B">
        <w:t xml:space="preserve"> MS Brno – Benešova</w:t>
      </w:r>
      <w:r w:rsidRPr="006F2EFE">
        <w:t xml:space="preserve"> </w:t>
      </w:r>
      <w:proofErr w:type="spellStart"/>
      <w:r w:rsidRPr="006F2EFE">
        <w:t>GasNet</w:t>
      </w:r>
      <w:proofErr w:type="spellEnd"/>
      <w:r w:rsidRPr="006F2EFE">
        <w:t>, s.r.o.</w:t>
      </w:r>
    </w:p>
    <w:p w14:paraId="121ACAFA" w14:textId="77777777" w:rsidR="00DF7BAA" w:rsidRDefault="00E70AB8" w:rsidP="00DF7BAA">
      <w:pPr>
        <w:pStyle w:val="Nadpis2-1"/>
      </w:pPr>
      <w:bookmarkStart w:id="21" w:name="_Toc6410436"/>
      <w:bookmarkStart w:id="22" w:name="_Toc169510034"/>
      <w:r>
        <w:t xml:space="preserve">POŽADAVKY NA </w:t>
      </w:r>
      <w:r w:rsidR="00DF7BAA" w:rsidRPr="00EC2E51">
        <w:t>TECHNICKÉ</w:t>
      </w:r>
      <w:r w:rsidR="00DF7BAA">
        <w:t xml:space="preserve"> </w:t>
      </w:r>
      <w:r>
        <w:t>ŘEŠENÍ</w:t>
      </w:r>
      <w:r w:rsidR="00DF7BAA">
        <w:t xml:space="preserve"> PROVEDENÍ DÍLA</w:t>
      </w:r>
      <w:bookmarkEnd w:id="21"/>
      <w:bookmarkEnd w:id="22"/>
    </w:p>
    <w:p w14:paraId="28E9A6AC" w14:textId="77777777" w:rsidR="00DF7BAA" w:rsidRDefault="00DF7BAA" w:rsidP="00DF7BAA">
      <w:pPr>
        <w:pStyle w:val="Nadpis2-2"/>
      </w:pPr>
      <w:bookmarkStart w:id="23" w:name="_Toc6410437"/>
      <w:bookmarkStart w:id="24" w:name="_Toc169510035"/>
      <w:r>
        <w:t>Všeobecně</w:t>
      </w:r>
      <w:bookmarkEnd w:id="23"/>
      <w:bookmarkEnd w:id="24"/>
    </w:p>
    <w:p w14:paraId="26ABE3C3" w14:textId="77777777" w:rsidR="00831E0F" w:rsidRPr="00C22D8F" w:rsidRDefault="00831E0F" w:rsidP="00831E0F">
      <w:pPr>
        <w:pStyle w:val="Text2-1"/>
      </w:pPr>
      <w:r w:rsidRPr="00C22D8F">
        <w:t>Odstavec 7.3.2 a 7.3.3 ve VTP/R/1</w:t>
      </w:r>
      <w:r w:rsidR="006146BF">
        <w:t>6</w:t>
      </w:r>
      <w:r w:rsidRPr="00C22D8F">
        <w:t xml:space="preserve">/22 se ruší a nahrazuje se následujícími odstavci: </w:t>
      </w:r>
    </w:p>
    <w:p w14:paraId="2B4D6A10" w14:textId="77777777" w:rsidR="00625BE6" w:rsidRDefault="00831E0F" w:rsidP="00625BE6">
      <w:pPr>
        <w:pStyle w:val="Textbezslovn"/>
        <w:tabs>
          <w:tab w:val="left" w:pos="1701"/>
        </w:tabs>
        <w:ind w:left="1701" w:hanging="964"/>
      </w:pPr>
      <w:r w:rsidRPr="00C22D8F">
        <w:t>„7.3.2</w:t>
      </w:r>
      <w:r w:rsidRPr="00C22D8F">
        <w:tab/>
      </w:r>
      <w:r w:rsidR="00625BE6">
        <w:t xml:space="preserve">Zhotovitel předloží </w:t>
      </w:r>
      <w:r w:rsidR="009D343C">
        <w:t xml:space="preserve">Objednateli </w:t>
      </w:r>
      <w:r w:rsidR="00625BE6">
        <w:t xml:space="preserve">v dostatečném předstihu před převzetím části Díla nebo Díla Závěrečnou zprávu odpadového hospodářství stavby dle směrnice SŽ SM096, podle závazné osnovy uvedené v </w:t>
      </w:r>
      <w:proofErr w:type="gramStart"/>
      <w:r w:rsidR="00625BE6">
        <w:t>příloze B.1 směrnice</w:t>
      </w:r>
      <w:proofErr w:type="gramEnd"/>
      <w:r w:rsidR="00625BE6">
        <w:t xml:space="preserve"> SŽ SM096, včetně Výkazu o předcházení vzniku odpadu a nakládání s odpady dle Přílohy B.2 směrnice SŽ SM096. </w:t>
      </w:r>
      <w:r w:rsidR="009D343C">
        <w:t xml:space="preserve">Objednatel </w:t>
      </w:r>
      <w:r w:rsidR="00625BE6">
        <w:t xml:space="preserve">zajistí kontrolu Závěrečné zprávy a Výkazu garantem za ŽP Objednatele. Po odsouhlasení Závěrečné zprávy a Výkazu garantem za ŽP Objednatele předá </w:t>
      </w:r>
      <w:r w:rsidR="009D343C">
        <w:t xml:space="preserve">Objednatel </w:t>
      </w:r>
      <w:r w:rsidR="00625BE6">
        <w:t xml:space="preserve">Závěrečnou zprávu a Výkaz prokazatelně na GŘ O15. </w:t>
      </w:r>
    </w:p>
    <w:p w14:paraId="53EAA075" w14:textId="77777777" w:rsidR="00831E0F" w:rsidRPr="00C653C9" w:rsidRDefault="00625BE6" w:rsidP="00625BE6">
      <w:pPr>
        <w:pStyle w:val="Textbezslovn"/>
        <w:tabs>
          <w:tab w:val="left" w:pos="1701"/>
        </w:tabs>
        <w:ind w:left="1701" w:hanging="964"/>
      </w:pPr>
      <w:r>
        <w:t>7.3.3</w:t>
      </w:r>
      <w:r>
        <w:tab/>
      </w:r>
      <w:r w:rsidR="009D343C">
        <w:t xml:space="preserve">Objednatel </w:t>
      </w:r>
      <w:r>
        <w:t>nesmí potvrdit dokončení díla v Potvrzení o převzetí bez zajištění odevzdání Závěrečné zprávy a Výkazu.“</w:t>
      </w:r>
    </w:p>
    <w:p w14:paraId="6B1A8EA1" w14:textId="77777777" w:rsidR="00462DB8" w:rsidRDefault="00462DB8" w:rsidP="00462DB8">
      <w:pPr>
        <w:pStyle w:val="Text2-1"/>
        <w:numPr>
          <w:ilvl w:val="2"/>
          <w:numId w:val="6"/>
        </w:numPr>
      </w:pPr>
      <w:r>
        <w:t xml:space="preserve">Třetí odrážka odst. (6) </w:t>
      </w:r>
      <w:proofErr w:type="spellStart"/>
      <w:r w:rsidR="00090F72">
        <w:t>podčlánku</w:t>
      </w:r>
      <w:proofErr w:type="spellEnd"/>
      <w:r w:rsidR="00090F72">
        <w:t xml:space="preserve"> 1.11.5.1 </w:t>
      </w:r>
      <w:r>
        <w:t>v Kapitole 1 TKP se ruší a nahrazuje se následujícím textem:</w:t>
      </w:r>
    </w:p>
    <w:p w14:paraId="74DEA66E" w14:textId="77777777" w:rsidR="00E6195B" w:rsidRDefault="00E6195B" w:rsidP="00E6195B">
      <w:pPr>
        <w:pStyle w:val="Textbezslovn"/>
      </w:pPr>
      <w:r>
        <w:t xml:space="preserve">„• </w:t>
      </w:r>
      <w:r w:rsidRPr="00462DB8">
        <w:t>kompletní</w:t>
      </w:r>
      <w:r>
        <w:t xml:space="preserve"> dokumentace Stavby ve struktuře </w:t>
      </w:r>
      <w:proofErr w:type="spellStart"/>
      <w:r>
        <w:t>TreeInfo</w:t>
      </w:r>
      <w:proofErr w:type="spellEnd"/>
      <w:r>
        <w:t xml:space="preserve">, resp. </w:t>
      </w:r>
      <w:proofErr w:type="spellStart"/>
      <w:r>
        <w:t>InvestDokument</w:t>
      </w:r>
      <w:proofErr w:type="spellEnd"/>
      <w:r>
        <w:t>, v otevřené a uzavřené formě,“</w:t>
      </w:r>
    </w:p>
    <w:p w14:paraId="1CA3B230" w14:textId="77777777" w:rsidR="001960FD" w:rsidRPr="006F2EFE" w:rsidRDefault="001960FD" w:rsidP="001960FD">
      <w:pPr>
        <w:pStyle w:val="Text2-1"/>
        <w:numPr>
          <w:ilvl w:val="2"/>
          <w:numId w:val="6"/>
        </w:numPr>
      </w:pPr>
      <w:r w:rsidRPr="006F2EFE">
        <w:t xml:space="preserve">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jakýkoli částí SO/PS atd.) po dobu provádění Díla. Náklady na zajištění těchto opatření jsou součástí smluvní ceny. </w:t>
      </w:r>
    </w:p>
    <w:p w14:paraId="4EF7A863" w14:textId="77777777" w:rsidR="00DA1F32" w:rsidRPr="005608FA" w:rsidRDefault="00DA1F32" w:rsidP="00DA1F32">
      <w:pPr>
        <w:pStyle w:val="Text2-1"/>
        <w:numPr>
          <w:ilvl w:val="2"/>
          <w:numId w:val="6"/>
        </w:numPr>
      </w:pPr>
      <w:bookmarkStart w:id="25" w:name="_Ref156223095"/>
      <w:bookmarkStart w:id="26" w:name="_Ref148000090"/>
      <w:r w:rsidRPr="005608FA">
        <w:t xml:space="preserve">Zhotovitel nesmí při práci zasahovat jakýmkoliv (strojním) vybavením do provozované koleje. </w:t>
      </w:r>
      <w:r w:rsidRPr="005608FA">
        <w:rPr>
          <w:b/>
        </w:rPr>
        <w:t xml:space="preserve">Zhotovitel pro splnění požadavků dle </w:t>
      </w:r>
      <w:r w:rsidR="00D02F18" w:rsidRPr="005608FA">
        <w:rPr>
          <w:b/>
        </w:rPr>
        <w:t xml:space="preserve">Obchodních </w:t>
      </w:r>
      <w:r w:rsidRPr="005608FA">
        <w:rPr>
          <w:b/>
        </w:rPr>
        <w:t xml:space="preserve">podmínek je povinen při práci </w:t>
      </w:r>
      <w:r w:rsidR="007E53C4">
        <w:rPr>
          <w:b/>
        </w:rPr>
        <w:t xml:space="preserve">na koleji </w:t>
      </w:r>
      <w:r w:rsidRPr="005608FA">
        <w:rPr>
          <w:b/>
        </w:rPr>
        <w:t>vedle provozované koleje použít pouze takové stroje/mechanismy, které jsou vybaveny bezpečnostním systémem omezující otočení pro zamezení střetu projíždějícího vlaku s pracovním strojem, resp. omezovačem zdvihu.</w:t>
      </w:r>
      <w:r w:rsidRPr="005608FA">
        <w:t xml:space="preserve"> Tyto omezovače musí být při práci vždy správně naprogramovány/nastaveny, zapnuté a plně funkční. O funkčnosti, nastavení a použití je Zhotovitel povinen vést písemný záznam. Uvedené platí pro mechanizaci, která svou konstrukcí (např. zádí bagru, lžící atd.) do profilu provozované koleje, resp. troleje, může zasáhnout.</w:t>
      </w:r>
      <w:bookmarkEnd w:id="25"/>
      <w:r w:rsidRPr="005608FA">
        <w:t xml:space="preserve"> </w:t>
      </w:r>
    </w:p>
    <w:p w14:paraId="0E03CCB6" w14:textId="54733181" w:rsidR="00DA1F32" w:rsidRPr="005608FA" w:rsidRDefault="00DA1F32" w:rsidP="00DA1F32">
      <w:pPr>
        <w:pStyle w:val="Text2-1"/>
        <w:numPr>
          <w:ilvl w:val="2"/>
          <w:numId w:val="6"/>
        </w:numPr>
        <w:rPr>
          <w:b/>
        </w:rPr>
      </w:pPr>
      <w:r w:rsidRPr="005608FA">
        <w:rPr>
          <w:b/>
        </w:rPr>
        <w:t>Nedodržením jakýchkoliv z podmínek z výše uveden</w:t>
      </w:r>
      <w:r w:rsidR="007E53C4">
        <w:rPr>
          <w:b/>
        </w:rPr>
        <w:t xml:space="preserve">ého </w:t>
      </w:r>
      <w:proofErr w:type="gramStart"/>
      <w:r w:rsidRPr="005608FA">
        <w:rPr>
          <w:b/>
        </w:rPr>
        <w:t xml:space="preserve">odst. </w:t>
      </w:r>
      <w:r w:rsidR="003D34C5" w:rsidRPr="005608FA">
        <w:rPr>
          <w:b/>
        </w:rPr>
        <w:fldChar w:fldCharType="begin"/>
      </w:r>
      <w:r w:rsidR="003D34C5" w:rsidRPr="005608FA">
        <w:rPr>
          <w:b/>
        </w:rPr>
        <w:instrText xml:space="preserve"> REF _Ref156223095 \r \h </w:instrText>
      </w:r>
      <w:r w:rsidR="00BB5275" w:rsidRPr="005608FA">
        <w:rPr>
          <w:b/>
        </w:rPr>
        <w:instrText xml:space="preserve"> \* MERGEFORMAT </w:instrText>
      </w:r>
      <w:r w:rsidR="003D34C5" w:rsidRPr="005608FA">
        <w:rPr>
          <w:b/>
        </w:rPr>
      </w:r>
      <w:r w:rsidR="003D34C5" w:rsidRPr="005608FA">
        <w:rPr>
          <w:b/>
        </w:rPr>
        <w:fldChar w:fldCharType="separate"/>
      </w:r>
      <w:r w:rsidR="007E53C4">
        <w:rPr>
          <w:b/>
        </w:rPr>
        <w:t>4.1.4</w:t>
      </w:r>
      <w:proofErr w:type="gramEnd"/>
      <w:r w:rsidR="003D34C5" w:rsidRPr="005608FA">
        <w:rPr>
          <w:b/>
        </w:rPr>
        <w:fldChar w:fldCharType="end"/>
      </w:r>
      <w:r w:rsidR="003D34C5" w:rsidRPr="005608FA">
        <w:rPr>
          <w:b/>
        </w:rPr>
        <w:t xml:space="preserve"> těchto ZTP</w:t>
      </w:r>
      <w:r w:rsidR="007E53C4">
        <w:rPr>
          <w:b/>
        </w:rPr>
        <w:t>,</w:t>
      </w:r>
      <w:r w:rsidRPr="005608FA">
        <w:rPr>
          <w:b/>
        </w:rPr>
        <w:t xml:space="preserve"> je porušením BOZP a Zhotovitel je povinen uhradit smluvní pokutu ve výši uvedené v</w:t>
      </w:r>
      <w:r w:rsidR="003D34C5" w:rsidRPr="005608FA">
        <w:rPr>
          <w:b/>
        </w:rPr>
        <w:t> Obchodních podmínkách</w:t>
      </w:r>
      <w:r w:rsidRPr="005608FA">
        <w:rPr>
          <w:b/>
        </w:rPr>
        <w:t>.</w:t>
      </w:r>
      <w:bookmarkEnd w:id="26"/>
    </w:p>
    <w:p w14:paraId="42D1276D" w14:textId="77777777" w:rsidR="00C83FA2" w:rsidRPr="005608FA" w:rsidRDefault="00C83FA2" w:rsidP="00C83FA2">
      <w:pPr>
        <w:pStyle w:val="Text2-1"/>
      </w:pPr>
      <w:r w:rsidRPr="005608FA">
        <w:t xml:space="preserve">Zhotovitel provede ruční kopané sondy za účelem ověření skutečného vedení inženýrských sítí před započetím zemních prací strojmo. </w:t>
      </w:r>
    </w:p>
    <w:p w14:paraId="6CE25B1C" w14:textId="77777777" w:rsidR="00C83FA2" w:rsidRPr="005608FA" w:rsidRDefault="00C83FA2" w:rsidP="00C83FA2">
      <w:pPr>
        <w:pStyle w:val="Text2-1"/>
      </w:pPr>
      <w:r w:rsidRPr="005608FA">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42CE2B32" w14:textId="77777777" w:rsidR="007A4FA9" w:rsidRDefault="007A4FA9" w:rsidP="00C83FA2">
      <w:pPr>
        <w:pStyle w:val="Text2-1"/>
      </w:pPr>
      <w:bookmarkStart w:id="27" w:name="_Ref147916882"/>
      <w:r w:rsidRPr="00535B20">
        <w:t>Vyhrazené objekty (stavební buňky) pro potřeby Objednatele dle odst. (2) článku 1.9.4 Kapitoly 1 TKP, budou označeny pouze logem SŽ. Označení, tj. instalace polepu, včetně vytvoření přesného grafického návrhu dle zadání Objednatele</w:t>
      </w:r>
      <w:r>
        <w:t xml:space="preserve"> (</w:t>
      </w:r>
      <w:r w:rsidRPr="00A535EA">
        <w:t>Manuál jednotného vizuálního stylu označení a prezentace staveb</w:t>
      </w:r>
      <w:r w:rsidR="00E13A73">
        <w:t xml:space="preserve"> – 04 označení staveb</w:t>
      </w:r>
      <w:r w:rsidR="005D5CE2">
        <w:t>, Stavební buňka;</w:t>
      </w:r>
      <w:r w:rsidRPr="00A535EA">
        <w:t xml:space="preserve"> https://www.spravazeleznic.cz/stavby-zakazky/podklady-pro-zhotovitele/vizualni-styl-prezentace-staveb)</w:t>
      </w:r>
      <w:r w:rsidRPr="00535B20">
        <w:t>, zajistí Zhotovitel.</w:t>
      </w:r>
      <w:bookmarkEnd w:id="27"/>
    </w:p>
    <w:p w14:paraId="7A5BF7E6" w14:textId="77777777" w:rsidR="00AB6BE0" w:rsidRDefault="00AB6BE0" w:rsidP="007E53C4">
      <w:pPr>
        <w:pStyle w:val="Text2-1"/>
      </w:pPr>
      <w:r>
        <w:lastRenderedPageBreak/>
        <w:t xml:space="preserve">V zadávací dokumentaci uváděný pojem „Autorský dozor“ se rozumí pojem Dozor projektanta podle NSZ. </w:t>
      </w:r>
      <w:r w:rsidR="007E53C4" w:rsidRPr="007E53C4">
        <w:t>Dozor projektanta je průběžný dozor zhotovitele dokumentace pro povolení záměru (DUSP/DUSL/DSP) nad souladem realizace dokumentace pro provádění záměru (PDPS) a dále průběžný dozor nad prováděním záměru (stavby) v</w:t>
      </w:r>
      <w:r w:rsidR="007E53C4">
        <w:t> </w:t>
      </w:r>
      <w:r w:rsidR="007E53C4" w:rsidRPr="007E53C4">
        <w:t>souladu s dokumentací pro provedení záměru (PDPS včetně RDS).</w:t>
      </w:r>
    </w:p>
    <w:p w14:paraId="3542317C" w14:textId="77777777" w:rsidR="00DF7BAA" w:rsidRDefault="00DF7BAA" w:rsidP="00DF7BAA">
      <w:pPr>
        <w:pStyle w:val="Nadpis2-2"/>
      </w:pPr>
      <w:bookmarkStart w:id="28" w:name="_Toc169510036"/>
      <w:r>
        <w:t xml:space="preserve">Zeměměřická </w:t>
      </w:r>
      <w:r w:rsidRPr="0080577B">
        <w:t>činnost</w:t>
      </w:r>
      <w:r>
        <w:t xml:space="preserve"> zhotovitele</w:t>
      </w:r>
      <w:bookmarkEnd w:id="28"/>
    </w:p>
    <w:p w14:paraId="4771307F" w14:textId="77777777" w:rsidR="00E70AB8" w:rsidRDefault="00E70AB8" w:rsidP="00F63E79">
      <w:pPr>
        <w:pStyle w:val="Text2-1"/>
      </w:pPr>
      <w:r>
        <w:t xml:space="preserve">Zhotovitel zažádá jmenovaného </w:t>
      </w:r>
      <w:r w:rsidR="00F63E79" w:rsidRPr="00F63E79">
        <w:t>Autorizovaného zeměměřického inženýra (AZI</w:t>
      </w:r>
      <w:r w:rsidR="00F63E79">
        <w:t>)</w:t>
      </w:r>
      <w:r>
        <w:t xml:space="preserve"> Objednatele o zajištění aktuálních podkladů a postupu vyplývajícího z požadavků uvedených v příslušných VTP a těchto ZTP pro provedení díla nejpozději do termínu předání Staveniště. </w:t>
      </w:r>
    </w:p>
    <w:p w14:paraId="5C5E58CB" w14:textId="77777777" w:rsidR="00E70AB8" w:rsidRDefault="00E70AB8" w:rsidP="00E70AB8">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2A8149BA" w14:textId="77777777" w:rsidR="00E910D4" w:rsidRDefault="00E910D4" w:rsidP="00E910D4">
      <w:pPr>
        <w:pStyle w:val="Text2-1"/>
      </w:pPr>
      <w:r w:rsidRPr="00D403AE">
        <w:t xml:space="preserve">Zhotovitel je povinen </w:t>
      </w:r>
      <w:r>
        <w:t xml:space="preserve">v případě </w:t>
      </w:r>
      <w:r w:rsidRPr="00D403AE">
        <w:t xml:space="preserve">prací </w:t>
      </w:r>
      <w:r>
        <w:t xml:space="preserve">na geodetické části DSPS jak jednotlivých SO a PS tak i souborného zpracování </w:t>
      </w:r>
      <w:r w:rsidRPr="00D403AE">
        <w:t>si alespoň 1 měsíc před</w:t>
      </w:r>
      <w:r>
        <w:t>em</w:t>
      </w:r>
      <w:r w:rsidRPr="00D403AE">
        <w:t xml:space="preserve"> vyžádat aktuální mapové podklady </w:t>
      </w:r>
      <w:r>
        <w:t>u</w:t>
      </w:r>
      <w:r w:rsidRPr="00D403AE">
        <w:t xml:space="preserve"> SŽG ve vazbě na stav </w:t>
      </w:r>
      <w:r>
        <w:t xml:space="preserve">informačního systému </w:t>
      </w:r>
      <w:r w:rsidRPr="00D403AE">
        <w:t>DTMŽ.</w:t>
      </w:r>
    </w:p>
    <w:p w14:paraId="3CF62037" w14:textId="7793B949" w:rsidR="00E910D4" w:rsidRPr="00D403AE" w:rsidRDefault="00E910D4" w:rsidP="00E910D4">
      <w:pPr>
        <w:pStyle w:val="Text2-1"/>
      </w:pPr>
      <w:r>
        <w:t xml:space="preserve">Zhotovitel se zavazuje předat geodetickou část DSPS po 30. 6. 2024 podle pravidel uvedených v předpisu SŽ M20/MP014 ve formátu ŽXML. </w:t>
      </w:r>
      <w:r w:rsidRPr="6890E902">
        <w:rPr>
          <w:i/>
          <w:iCs/>
        </w:rPr>
        <w:t xml:space="preserve"> </w:t>
      </w:r>
      <w:r>
        <w:t xml:space="preserve">Zhotovitel se zavazuje data </w:t>
      </w:r>
      <w:r w:rsidRPr="00802BDB">
        <w:rPr>
          <w:rFonts w:ascii="Verdana-Bold" w:hAnsi="Verdana-Bold" w:cs="Verdana-Bold"/>
          <w:spacing w:val="-2"/>
        </w:rPr>
        <w:t>ve</w:t>
      </w:r>
      <w:r w:rsidR="002F5BC5" w:rsidRPr="00802BDB">
        <w:rPr>
          <w:rFonts w:ascii="Verdana-Bold" w:hAnsi="Verdana-Bold" w:cs="Verdana-Bold"/>
          <w:spacing w:val="-2"/>
        </w:rPr>
        <w:t> </w:t>
      </w:r>
      <w:r w:rsidRPr="00802BDB">
        <w:rPr>
          <w:rFonts w:ascii="Verdana-Bold" w:hAnsi="Verdana-Bold" w:cs="Verdana-Bold"/>
          <w:spacing w:val="-2"/>
        </w:rPr>
        <w:t>formátu ŽXML předat plně navázána na stav v informačním sytému DTMŽ a DTM krajů</w:t>
      </w:r>
      <w:r w:rsidRPr="00802BDB">
        <w:rPr>
          <w:spacing w:val="-2"/>
        </w:rPr>
        <w:t>.</w:t>
      </w:r>
    </w:p>
    <w:p w14:paraId="493EA7EF" w14:textId="77777777" w:rsidR="00E910D4" w:rsidRDefault="00E910D4" w:rsidP="00E910D4">
      <w:pPr>
        <w:pStyle w:val="Text2-1"/>
      </w:pPr>
      <w:r>
        <w:t>Po 30. 6. 2024 se geodetická část jednotlivých SO a PS a souborné zpracování geodetické části DSPS předává samostatně a ve formátu ŽXML prostřednictvím informačního systému DTMŽ.</w:t>
      </w:r>
    </w:p>
    <w:p w14:paraId="03BD6062" w14:textId="77777777" w:rsidR="00DF7BAA" w:rsidRDefault="00DF7BAA" w:rsidP="00DF7BAA">
      <w:pPr>
        <w:pStyle w:val="Nadpis2-2"/>
      </w:pPr>
      <w:bookmarkStart w:id="29" w:name="_Toc6410438"/>
      <w:bookmarkStart w:id="30" w:name="_Toc169510037"/>
      <w:r>
        <w:t>Doklady pře</w:t>
      </w:r>
      <w:r w:rsidR="000C7E5E">
        <w:t>d</w:t>
      </w:r>
      <w:r>
        <w:t>kládané zhotovitelem</w:t>
      </w:r>
      <w:bookmarkEnd w:id="29"/>
      <w:bookmarkEnd w:id="30"/>
    </w:p>
    <w:p w14:paraId="132739F0" w14:textId="77777777" w:rsidR="00D12C76" w:rsidRPr="006C33D8" w:rsidRDefault="00562909" w:rsidP="00562909">
      <w:pPr>
        <w:pStyle w:val="Text2-1"/>
      </w:pPr>
      <w:r w:rsidRPr="00562909">
        <w:t xml:space="preserve">Pokud již Zhotovitel nepředložil dále uvedené doklady pře uzavřením SOD, předloží </w:t>
      </w:r>
      <w:r>
        <w:t>p</w:t>
      </w:r>
      <w:r w:rsidR="00D12C76" w:rsidRPr="006C33D8">
        <w:t>řed zahájením prací na objektech, jejichž součástí jsou „Určená technická zařízení“ ve</w:t>
      </w:r>
      <w:r w:rsidR="00D12C76">
        <w:t> </w:t>
      </w:r>
      <w:r w:rsidR="00D12C76" w:rsidRPr="006C33D8">
        <w:t>smyslu vyhlášky MD č. 100/1995 Sb., kterou se stanoví podmínky pro provoz, konstrukci a</w:t>
      </w:r>
      <w:r>
        <w:t> </w:t>
      </w:r>
      <w:r w:rsidR="00D12C76"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D12C76" w:rsidRPr="006C33D8">
        <w:t xml:space="preserve">zajištěnou spolupráci </w:t>
      </w:r>
      <w:r>
        <w:t>s </w:t>
      </w:r>
      <w:r w:rsidR="00D12C76" w:rsidRPr="006C33D8">
        <w:t>právnick</w:t>
      </w:r>
      <w:r>
        <w:t xml:space="preserve">ou </w:t>
      </w:r>
      <w:r w:rsidR="00D12C76" w:rsidRPr="006C33D8">
        <w:t>osob</w:t>
      </w:r>
      <w:r>
        <w:t>ou, která má pověření</w:t>
      </w:r>
      <w:r w:rsidR="00D12C76" w:rsidRPr="006C33D8">
        <w:t xml:space="preserve"> podle ust</w:t>
      </w:r>
      <w:r w:rsidR="00D12C76">
        <w:t>anovení</w:t>
      </w:r>
      <w:r w:rsidR="00D12C76" w:rsidRPr="006C33D8">
        <w:t xml:space="preserve"> §</w:t>
      </w:r>
      <w:r w:rsidR="00D12C76">
        <w:t> </w:t>
      </w:r>
      <w:r w:rsidR="00D12C76" w:rsidRPr="006C33D8">
        <w:t>47 odst. 4 zákona č.</w:t>
      </w:r>
      <w:r w:rsidR="00D12C76">
        <w:t> </w:t>
      </w:r>
      <w:r w:rsidR="00D12C76" w:rsidRPr="006C33D8">
        <w:t>266/1994 Sb.</w:t>
      </w:r>
      <w:r w:rsidR="00F71810">
        <w:t>,</w:t>
      </w:r>
      <w:r w:rsidR="00D12C76" w:rsidRPr="006C33D8">
        <w:t xml:space="preserve"> o drahách</w:t>
      </w:r>
      <w:r w:rsidR="00F71810">
        <w:t>,</w:t>
      </w:r>
      <w:r w:rsidR="00D12C76" w:rsidRPr="006C33D8">
        <w:t xml:space="preserve"> v platném znění pro všechny druhy „Určených technických zařízení“, dotčených výstavbou. Z tohoto dokladu musí být zřejmé, že se vztahuje k plnění předmětné zakázky a bez jeho předložení </w:t>
      </w:r>
      <w:r w:rsidR="00D12C76">
        <w:t xml:space="preserve">těchto dokladů </w:t>
      </w:r>
      <w:r w:rsidR="00D12C76" w:rsidRPr="006C33D8">
        <w:t>nebude možné zahájit práce na výše uvedených objektech.</w:t>
      </w:r>
    </w:p>
    <w:p w14:paraId="62E677B7" w14:textId="77777777" w:rsidR="00DF7BAA" w:rsidRDefault="00DF7BAA" w:rsidP="00DF7BAA">
      <w:pPr>
        <w:pStyle w:val="Nadpis2-2"/>
      </w:pPr>
      <w:bookmarkStart w:id="31" w:name="_Toc6410439"/>
      <w:bookmarkStart w:id="32" w:name="_Toc169510038"/>
      <w:r>
        <w:t>Dokumentace zhotovitele pro stavbu</w:t>
      </w:r>
      <w:bookmarkEnd w:id="31"/>
      <w:bookmarkEnd w:id="32"/>
    </w:p>
    <w:p w14:paraId="3E8B84EB" w14:textId="77777777" w:rsidR="00DF7BAA" w:rsidRPr="00E71F53" w:rsidRDefault="00130E62" w:rsidP="00562909">
      <w:pPr>
        <w:pStyle w:val="Text2-1"/>
      </w:pPr>
      <w:r w:rsidRPr="00E71F53">
        <w:t>Součástí předmětu díla je i vyhotovení Realizační dokumentace stavby (výrobní, montážní, dílenské, dokumentace dodavatele mostních objektů), která v případě potřeby rozpracovává PDPS</w:t>
      </w:r>
      <w:r w:rsidR="00562909" w:rsidRPr="00E71F53">
        <w:t xml:space="preserve"> s ohledem na znalosti konkrétních dodávaných výrobků, technologií, postupů a výrobních podmínek Zhotovitele.</w:t>
      </w:r>
      <w:r w:rsidRPr="00E71F53">
        <w:t xml:space="preserve"> </w:t>
      </w:r>
      <w:r w:rsidR="00562909" w:rsidRPr="00E71F53">
        <w:t>Obsah a rozsah RDS je definován přílohou P8 směrnice SŽ SM011, Dokumentace staveb Správy železnic, státní organizace (dále jen „SŽ SM011“),</w:t>
      </w:r>
      <w:r w:rsidRPr="00E71F53">
        <w:t xml:space="preserve"> zejména</w:t>
      </w:r>
      <w:r w:rsidR="00E37E06" w:rsidRPr="00E71F53">
        <w:t> </w:t>
      </w:r>
      <w:r w:rsidRPr="00E71F53">
        <w:t>pro:</w:t>
      </w:r>
    </w:p>
    <w:p w14:paraId="0976F242" w14:textId="77777777" w:rsidR="00DF7BAA" w:rsidRPr="00E71F53" w:rsidRDefault="00E71F53" w:rsidP="00103B38">
      <w:pPr>
        <w:pStyle w:val="Odstavec1-1a"/>
        <w:numPr>
          <w:ilvl w:val="0"/>
          <w:numId w:val="7"/>
        </w:numPr>
        <w:spacing w:after="120"/>
      </w:pPr>
      <w:r w:rsidRPr="00E71F53">
        <w:t>mostní objekt, část nosné ocelové konstrukce</w:t>
      </w:r>
    </w:p>
    <w:p w14:paraId="33387B02" w14:textId="77777777" w:rsidR="00DF7BAA" w:rsidRDefault="00DF7BAA" w:rsidP="00DF7BAA">
      <w:pPr>
        <w:pStyle w:val="Text2-1"/>
      </w:pPr>
      <w:r>
        <w:t>Za dodání schválené související výkresové dokumentace pro ostatní stavební postupy zodpovídá Zhotovitel stavby v souladu s</w:t>
      </w:r>
      <w:r w:rsidR="00532F79">
        <w:t> </w:t>
      </w:r>
      <w:r w:rsidR="00E37E06">
        <w:t>p</w:t>
      </w:r>
      <w:r w:rsidR="00532F79">
        <w:t>řílohou P8 s</w:t>
      </w:r>
      <w:r>
        <w:t>měrnic</w:t>
      </w:r>
      <w:r w:rsidR="00532F79">
        <w:t>e SŽ SM011</w:t>
      </w:r>
      <w:r>
        <w:t>.</w:t>
      </w:r>
    </w:p>
    <w:p w14:paraId="18D3DBF0" w14:textId="77777777" w:rsidR="00DF7BAA" w:rsidRDefault="00DF7BAA" w:rsidP="00DF7BAA">
      <w:pPr>
        <w:pStyle w:val="Text2-1"/>
      </w:pPr>
      <w:r>
        <w:t>Z</w:t>
      </w:r>
      <w:r w:rsidR="00532F79">
        <w:t>hotovitel z</w:t>
      </w:r>
      <w:r>
        <w:t>prac</w:t>
      </w:r>
      <w:r w:rsidR="00532F79">
        <w:t>uje</w:t>
      </w:r>
      <w:r>
        <w:t xml:space="preserve"> technologick</w:t>
      </w:r>
      <w:r w:rsidR="00532F79">
        <w:t>é</w:t>
      </w:r>
      <w:r>
        <w:t xml:space="preserve"> </w:t>
      </w:r>
      <w:r w:rsidR="00FA17DD">
        <w:t>předpisy (</w:t>
      </w:r>
      <w:proofErr w:type="spellStart"/>
      <w:r w:rsidR="00FA17DD">
        <w:t>TePř</w:t>
      </w:r>
      <w:proofErr w:type="spellEnd"/>
      <w:r w:rsidR="00FA17DD">
        <w:t xml:space="preserve">) </w:t>
      </w:r>
      <w:r>
        <w:t>prováděn</w:t>
      </w:r>
      <w:r w:rsidR="00FA17DD">
        <w:t xml:space="preserve">ých </w:t>
      </w:r>
      <w:r>
        <w:t xml:space="preserve">prací včetně kontrolního a zkušebního plánu v jednotlivých etapách stavby (především v plánované výluce) jednotlivých SO a PS v přiměřeném rozsahu nutném pro </w:t>
      </w:r>
      <w:r w:rsidR="00532F79">
        <w:t xml:space="preserve">zhotovení </w:t>
      </w:r>
      <w:r>
        <w:t>stavby</w:t>
      </w:r>
      <w:r w:rsidR="00532F79">
        <w:t>.</w:t>
      </w:r>
    </w:p>
    <w:p w14:paraId="12A9425C" w14:textId="77777777" w:rsidR="00DF7BAA" w:rsidRDefault="00DF7BAA" w:rsidP="00DF7BAA">
      <w:pPr>
        <w:pStyle w:val="Nadpis2-2"/>
      </w:pPr>
      <w:bookmarkStart w:id="33" w:name="_Toc6410440"/>
      <w:bookmarkStart w:id="34" w:name="_Toc169510039"/>
      <w:r>
        <w:t>Dokumentace skutečného provedení stavby</w:t>
      </w:r>
      <w:bookmarkEnd w:id="33"/>
      <w:bookmarkEnd w:id="34"/>
    </w:p>
    <w:p w14:paraId="0263716F" w14:textId="77777777" w:rsidR="00B53E41" w:rsidRDefault="00B53E41" w:rsidP="00B53E41">
      <w:pPr>
        <w:pStyle w:val="Text2-1"/>
      </w:pPr>
      <w:r>
        <w:t xml:space="preserve">DSPS bude zpracována dle </w:t>
      </w:r>
      <w:r w:rsidR="00E37E06">
        <w:t>p</w:t>
      </w:r>
      <w:r>
        <w:t>řílohy P9 směrnice SŽ SM011.</w:t>
      </w:r>
    </w:p>
    <w:p w14:paraId="3C0350AB" w14:textId="77777777" w:rsidR="00DF7BAA" w:rsidRDefault="00DF7BAA" w:rsidP="00DF7BAA">
      <w:pPr>
        <w:pStyle w:val="Text2-1"/>
      </w:pPr>
      <w:r>
        <w:lastRenderedPageBreak/>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663A8371" w14:textId="77777777" w:rsidR="00DF7BAA" w:rsidRDefault="00B94742" w:rsidP="005528C6">
      <w:pPr>
        <w:pStyle w:val="Text2-1"/>
      </w:pPr>
      <w:r>
        <w:t xml:space="preserve">Předání DSPS dle </w:t>
      </w:r>
      <w:r w:rsidR="00090F72">
        <w:t>článku</w:t>
      </w:r>
      <w:r w:rsidR="00090F72" w:rsidRPr="00FA17DD">
        <w:t xml:space="preserve"> </w:t>
      </w:r>
      <w:r w:rsidR="00FA17DD" w:rsidRPr="00FA17DD">
        <w:t xml:space="preserve">1.11.5 </w:t>
      </w:r>
      <w:r w:rsidR="00FA17DD">
        <w:t>K</w:t>
      </w:r>
      <w:r w:rsidR="00FA17DD" w:rsidRPr="00FA17DD">
        <w:t xml:space="preserve">apitoly 1 TKP </w:t>
      </w:r>
      <w:r>
        <w:t>proběhne na médiu</w:t>
      </w:r>
      <w:r w:rsidR="00FA17DD" w:rsidRPr="00296953">
        <w:t>:</w:t>
      </w:r>
      <w:r w:rsidRPr="00296953">
        <w:t xml:space="preserve">  USB </w:t>
      </w:r>
      <w:proofErr w:type="spellStart"/>
      <w:r w:rsidRPr="00296953">
        <w:t>flash</w:t>
      </w:r>
      <w:proofErr w:type="spellEnd"/>
      <w:r w:rsidRPr="00296953">
        <w:t xml:space="preserve"> disk. </w:t>
      </w:r>
    </w:p>
    <w:p w14:paraId="6DD1764A" w14:textId="77777777" w:rsidR="00DF7BAA" w:rsidRDefault="00DF7BAA" w:rsidP="00DF7BAA">
      <w:pPr>
        <w:pStyle w:val="Nadpis2-2"/>
      </w:pPr>
      <w:bookmarkStart w:id="35" w:name="_Toc169510040"/>
      <w:bookmarkStart w:id="36" w:name="_Toc6410458"/>
      <w:r>
        <w:t>Životní prostředí</w:t>
      </w:r>
      <w:bookmarkEnd w:id="35"/>
      <w:r>
        <w:t xml:space="preserve"> </w:t>
      </w:r>
      <w:bookmarkEnd w:id="36"/>
    </w:p>
    <w:p w14:paraId="17B3F8D6" w14:textId="77777777" w:rsidR="001860E7" w:rsidRPr="00B61D30" w:rsidRDefault="001860E7" w:rsidP="001860E7">
      <w:pPr>
        <w:pStyle w:val="Text2-1"/>
        <w:rPr>
          <w:rStyle w:val="Tun"/>
        </w:rPr>
      </w:pPr>
      <w:r w:rsidRPr="00B61D30">
        <w:rPr>
          <w:rStyle w:val="Tun"/>
        </w:rPr>
        <w:t xml:space="preserve">Nakládání s odpady </w:t>
      </w:r>
    </w:p>
    <w:p w14:paraId="6E5DD845" w14:textId="77777777" w:rsidR="00217951" w:rsidRPr="005528C6" w:rsidRDefault="00B61D30" w:rsidP="005528C6">
      <w:pPr>
        <w:pStyle w:val="Text2-2"/>
      </w:pPr>
      <w:r w:rsidRPr="00856573">
        <w:t xml:space="preserve">Zhotovitel se zavazuje zajistit </w:t>
      </w:r>
      <w:proofErr w:type="spellStart"/>
      <w:r w:rsidRPr="00856573">
        <w:t>převzorkování</w:t>
      </w:r>
      <w:proofErr w:type="spellEnd"/>
      <w:r w:rsidRPr="00856573">
        <w:t xml:space="preserve">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 rámci provádění stavební činnosti (viz směrnice SŽ SM096, Směrnice pro nakládání s odpady). Vzorkování bude probíhat dle Metodického návodu Správy železnic k problematice vzorkování stavebních a demoličních odpadů v rámci přípravy a realizace staveb, který je </w:t>
      </w:r>
      <w:proofErr w:type="gramStart"/>
      <w:r w:rsidRPr="00856573">
        <w:t>přílohou B.3 směrnice</w:t>
      </w:r>
      <w:proofErr w:type="gramEnd"/>
      <w:r w:rsidRPr="00856573">
        <w:t xml:space="preserve"> SŽ SM096, Směrnice pro nakládání s odpady.</w:t>
      </w:r>
    </w:p>
    <w:p w14:paraId="213EC78E" w14:textId="77777777" w:rsidR="00217951" w:rsidRPr="00ED2516" w:rsidRDefault="009B5181" w:rsidP="008444F1">
      <w:pPr>
        <w:pStyle w:val="Text2-2"/>
        <w:rPr>
          <w:rStyle w:val="Tun"/>
          <w:b w:val="0"/>
        </w:rPr>
      </w:pPr>
      <w:r w:rsidRPr="008444F1">
        <w:rPr>
          <w:b/>
        </w:rPr>
        <w:t>Nad rámec Projektové dokumentace bude Zhotovitel stavební a demoliční odpad (skupina katalogu odpadů č. 17</w:t>
      </w:r>
      <w:r w:rsidRPr="008444F1">
        <w:t xml:space="preserve">) </w:t>
      </w:r>
      <w:r w:rsidRPr="008444F1">
        <w:rPr>
          <w:b/>
        </w:rPr>
        <w:t>v co největší možné míře recyklovat.</w:t>
      </w:r>
      <w:r w:rsidRPr="008444F1">
        <w:t xml:space="preserve"> </w:t>
      </w:r>
      <w:r w:rsidR="003833A8" w:rsidRPr="008444F1">
        <w:t>Vytěžená zemina se recykluje, ale nespadá do</w:t>
      </w:r>
      <w:r w:rsidR="0030057C">
        <w:t> </w:t>
      </w:r>
      <w:r w:rsidR="003833A8" w:rsidRPr="008444F1">
        <w:t>procesu výpočtu pro recyklaci stavebního a demoličního odpadu.</w:t>
      </w:r>
      <w:r w:rsidRPr="008444F1">
        <w:t xml:space="preserve"> V rámci Odpadového hospodářství je v Projektové dokumentaci pro daný odpad většinou navržen způsob likvidace odvoz na skládku. </w:t>
      </w:r>
      <w:r w:rsidRPr="008444F1">
        <w:rPr>
          <w:b/>
        </w:rPr>
        <w:t xml:space="preserve">Zhotovitel </w:t>
      </w:r>
      <w:r w:rsidR="00E739C5" w:rsidRPr="008444F1">
        <w:rPr>
          <w:b/>
        </w:rPr>
        <w:t xml:space="preserve">bude se </w:t>
      </w:r>
      <w:r w:rsidRPr="008444F1">
        <w:rPr>
          <w:b/>
        </w:rPr>
        <w:t>stavební</w:t>
      </w:r>
      <w:r w:rsidR="00E739C5" w:rsidRPr="008444F1">
        <w:rPr>
          <w:b/>
        </w:rPr>
        <w:t>m</w:t>
      </w:r>
      <w:r w:rsidRPr="008444F1">
        <w:rPr>
          <w:b/>
        </w:rPr>
        <w:t xml:space="preserve"> a demoliční</w:t>
      </w:r>
      <w:r w:rsidR="00E739C5" w:rsidRPr="008444F1">
        <w:rPr>
          <w:b/>
        </w:rPr>
        <w:t>m</w:t>
      </w:r>
      <w:r w:rsidRPr="008444F1">
        <w:rPr>
          <w:b/>
        </w:rPr>
        <w:t xml:space="preserve"> odpad</w:t>
      </w:r>
      <w:r w:rsidR="00E739C5" w:rsidRPr="008444F1">
        <w:rPr>
          <w:b/>
        </w:rPr>
        <w:t>em</w:t>
      </w:r>
      <w:r w:rsidRPr="008444F1">
        <w:rPr>
          <w:b/>
        </w:rPr>
        <w:t xml:space="preserve"> </w:t>
      </w:r>
      <w:r w:rsidRPr="008444F1">
        <w:rPr>
          <w:i/>
        </w:rPr>
        <w:t xml:space="preserve">(s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w:t>
      </w:r>
      <w:r w:rsidR="003202DC" w:rsidRPr="008444F1">
        <w:rPr>
          <w:i/>
        </w:rPr>
        <w:t>17 04 Kovy (včetně jejich slitin</w:t>
      </w:r>
      <w:r w:rsidR="004E28F5">
        <w:rPr>
          <w:i/>
        </w:rPr>
        <w:t>)</w:t>
      </w:r>
      <w:r w:rsidR="003202DC" w:rsidRPr="008444F1">
        <w:rPr>
          <w:i/>
        </w:rPr>
        <w:t xml:space="preserve">; </w:t>
      </w:r>
      <w:r w:rsidRPr="008444F1">
        <w:rPr>
          <w:i/>
        </w:rPr>
        <w:t xml:space="preserve">17 05 04 Zemina a kamení neuvedené pod číslem 17 05 03;  17 05 08 Štěrk ze železničního svršku neuvedený pod číslem 17 05 07; </w:t>
      </w:r>
      <w:r w:rsidR="003202DC" w:rsidRPr="008444F1">
        <w:rPr>
          <w:i/>
        </w:rPr>
        <w:t xml:space="preserve">17 06 04 Izolační materiály neuvedené pod čísly 17 06 01 a 17 06 03; </w:t>
      </w:r>
      <w:r w:rsidRPr="008444F1">
        <w:rPr>
          <w:i/>
        </w:rPr>
        <w:t>17 08 02 Stavební materiály na bázi sádry neuvedené pod číslem 17 08 01; 17 09 04 Směsné stavební a demoliční odpady neuvedené pod</w:t>
      </w:r>
      <w:r w:rsidR="0030057C">
        <w:rPr>
          <w:i/>
        </w:rPr>
        <w:t> </w:t>
      </w:r>
      <w:r w:rsidRPr="008444F1">
        <w:rPr>
          <w:i/>
        </w:rPr>
        <w:t>čísly 17 09 01, 17 09 02 a 17 09 03)</w:t>
      </w:r>
      <w:r w:rsidRPr="008444F1">
        <w:t xml:space="preserve"> </w:t>
      </w:r>
      <w:r w:rsidRPr="008444F1">
        <w:rPr>
          <w:b/>
        </w:rPr>
        <w:t xml:space="preserve">nakládat jako s odpadem vhodným k dalšímu zpracování, resp. k recyklaci. </w:t>
      </w:r>
      <w:r w:rsidRPr="008444F1">
        <w:t xml:space="preserve">Tento </w:t>
      </w:r>
      <w:r w:rsidRPr="008444F1">
        <w:rPr>
          <w:b/>
        </w:rPr>
        <w:t>stavební a</w:t>
      </w:r>
      <w:r w:rsidR="0030057C">
        <w:rPr>
          <w:b/>
        </w:rPr>
        <w:t> </w:t>
      </w:r>
      <w:r w:rsidRPr="008444F1">
        <w:rPr>
          <w:b/>
        </w:rPr>
        <w:t>demoliční odpad, považovaný za vhodný k recyklaci nebude odvážen na skládky odpadu</w:t>
      </w:r>
      <w:r w:rsidRPr="008444F1">
        <w:t>, nýbrž v případě kdy nedojde k jeho přípravě k opětovnému použití a jeho následného využití Zhotovitelem, bude předáván k dalšímu zpracování na nejbližší k tomu určená recyklační místa/centra</w:t>
      </w:r>
      <w:r w:rsidR="00CA71A9">
        <w:t xml:space="preserve">. </w:t>
      </w:r>
      <w:r w:rsidR="00CA71A9">
        <w:rPr>
          <w:rStyle w:val="Tun"/>
          <w:b w:val="0"/>
        </w:rPr>
        <w:t xml:space="preserve">Rozhodnutí o zřízení místní </w:t>
      </w:r>
      <w:proofErr w:type="spellStart"/>
      <w:r w:rsidR="00CA71A9">
        <w:rPr>
          <w:rStyle w:val="Tun"/>
          <w:b w:val="0"/>
        </w:rPr>
        <w:t>recykl</w:t>
      </w:r>
      <w:proofErr w:type="spellEnd"/>
      <w:r w:rsidR="00CA71A9">
        <w:rPr>
          <w:rStyle w:val="Tun"/>
          <w:b w:val="0"/>
        </w:rPr>
        <w:t xml:space="preserve">. zákl. </w:t>
      </w:r>
      <w:proofErr w:type="gramStart"/>
      <w:r w:rsidR="00CA71A9">
        <w:rPr>
          <w:rStyle w:val="Tun"/>
          <w:b w:val="0"/>
        </w:rPr>
        <w:t>nebo</w:t>
      </w:r>
      <w:proofErr w:type="gramEnd"/>
      <w:r w:rsidR="00CA71A9">
        <w:rPr>
          <w:rStyle w:val="Tun"/>
          <w:b w:val="0"/>
        </w:rPr>
        <w:t xml:space="preserve"> o odvozu na </w:t>
      </w:r>
      <w:proofErr w:type="spellStart"/>
      <w:r w:rsidR="00CA71A9">
        <w:rPr>
          <w:rStyle w:val="Tun"/>
          <w:b w:val="0"/>
        </w:rPr>
        <w:t>recykl</w:t>
      </w:r>
      <w:proofErr w:type="spellEnd"/>
      <w:r w:rsidR="00CA71A9">
        <w:rPr>
          <w:rStyle w:val="Tun"/>
          <w:b w:val="0"/>
        </w:rPr>
        <w:t>. místa/centra bude vždy provedeno na základě ekonomické efektivnosti a bude odsouhlaseno Objednatelem</w:t>
      </w:r>
      <w:r w:rsidRPr="008444F1">
        <w:t xml:space="preserve">. Přehled recyklačních center v rámci České republiky je uveden např. na webových stránkách </w:t>
      </w:r>
      <w:hyperlink r:id="rId11" w:history="1">
        <w:r w:rsidR="009C016F" w:rsidRPr="005528C6">
          <w:rPr>
            <w:rStyle w:val="Hypertextovodkaz"/>
          </w:rPr>
          <w:t>https://www.betonserver.cz/skladky-suti-recyklace/recyklacni-centra</w:t>
        </w:r>
      </w:hyperlink>
      <w:r w:rsidR="009C016F" w:rsidRPr="005528C6">
        <w:t xml:space="preserve">. </w:t>
      </w:r>
      <w:r w:rsidRPr="005528C6">
        <w:t xml:space="preserve">Zhotovitel ocení položky odpadů v SO 90-90 </w:t>
      </w:r>
      <w:r w:rsidR="00886163" w:rsidRPr="005528C6">
        <w:t xml:space="preserve">/ jednotlivých SO/PS </w:t>
      </w:r>
      <w:r w:rsidRPr="005528C6">
        <w:t>s výše uvedenými katalogovými čísly odpadů k recyklaci na jím navržená recy</w:t>
      </w:r>
      <w:r w:rsidRPr="008444F1">
        <w:t>klační místa/centra. Do Závěrečné zprávy o nakládání s odpady je Zhotovitel povinen nad rámec Projektové dokumentace doplnit přehlednou tabulku nejen likvidovaných odpadů, ale i odpadů předaných k recyklaci, popřípadě k přípravě</w:t>
      </w:r>
      <w:r w:rsidRPr="00ED2516">
        <w:rPr>
          <w:rStyle w:val="Tun"/>
          <w:b w:val="0"/>
        </w:rPr>
        <w:t xml:space="preserve"> pro opětovné použití. </w:t>
      </w:r>
    </w:p>
    <w:p w14:paraId="007A4910" w14:textId="77777777" w:rsidR="00217951" w:rsidRPr="00052DB3" w:rsidRDefault="00217951" w:rsidP="00217951">
      <w:pPr>
        <w:pStyle w:val="Text2-2"/>
        <w:rPr>
          <w:rStyle w:val="Tun"/>
          <w:b w:val="0"/>
        </w:rPr>
      </w:pPr>
      <w:r w:rsidRPr="00052DB3">
        <w:rPr>
          <w:rStyle w:val="Tun"/>
          <w:b w:val="0"/>
        </w:rPr>
        <w:t xml:space="preserve">Zhotovitel předloží </w:t>
      </w:r>
      <w:r>
        <w:rPr>
          <w:rStyle w:val="Tun"/>
          <w:b w:val="0"/>
        </w:rPr>
        <w:t>TDS</w:t>
      </w:r>
      <w:r w:rsidRPr="00052DB3">
        <w:rPr>
          <w:rStyle w:val="Tun"/>
          <w:b w:val="0"/>
        </w:rPr>
        <w:t xml:space="preserve"> a </w:t>
      </w:r>
      <w:r w:rsidR="00EB7A07">
        <w:rPr>
          <w:rStyle w:val="Tun"/>
          <w:b w:val="0"/>
        </w:rPr>
        <w:t>garantovi za</w:t>
      </w:r>
      <w:r w:rsidR="00EB7A07" w:rsidRPr="00052DB3">
        <w:rPr>
          <w:rStyle w:val="Tun"/>
          <w:b w:val="0"/>
        </w:rPr>
        <w:t xml:space="preserve"> </w:t>
      </w:r>
      <w:r w:rsidRPr="00052DB3">
        <w:rPr>
          <w:rStyle w:val="Tun"/>
          <w:b w:val="0"/>
        </w:rPr>
        <w:t>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w:t>
      </w:r>
      <w:r w:rsidRPr="00052DB3">
        <w:rPr>
          <w:rStyle w:val="Tun"/>
          <w:b w:val="0"/>
        </w:rPr>
        <w:lastRenderedPageBreak/>
        <w:t xml:space="preserve">stavebních prací (dle ZOV). Následné vzorkování proběhne za účasti </w:t>
      </w:r>
      <w:r w:rsidR="00C654BD">
        <w:rPr>
          <w:rStyle w:val="Tun"/>
          <w:b w:val="0"/>
        </w:rPr>
        <w:t xml:space="preserve">garanta za </w:t>
      </w:r>
      <w:r w:rsidRPr="00052DB3">
        <w:rPr>
          <w:rStyle w:val="Tun"/>
          <w:b w:val="0"/>
        </w:rPr>
        <w:t>ŽP Objednatele a</w:t>
      </w:r>
      <w:r>
        <w:rPr>
          <w:rStyle w:val="Tun"/>
          <w:b w:val="0"/>
        </w:rPr>
        <w:t> </w:t>
      </w:r>
      <w:r w:rsidRPr="00052DB3">
        <w:rPr>
          <w:rStyle w:val="Tun"/>
          <w:b w:val="0"/>
        </w:rPr>
        <w:t>Správce trati.</w:t>
      </w:r>
    </w:p>
    <w:p w14:paraId="6E51A04F" w14:textId="77777777" w:rsidR="00217951" w:rsidRPr="00052DB3" w:rsidRDefault="00217951" w:rsidP="00217951">
      <w:pPr>
        <w:pStyle w:val="Text2-2"/>
        <w:rPr>
          <w:rStyle w:val="Tun"/>
          <w:b w:val="0"/>
        </w:rPr>
      </w:pPr>
      <w:r w:rsidRPr="00052DB3">
        <w:rPr>
          <w:rStyle w:val="Tun"/>
          <w:b w:val="0"/>
        </w:rPr>
        <w:t xml:space="preserve">Zhotovitel na základě závěrů ze vzorkování předá </w:t>
      </w:r>
      <w:r w:rsidR="00EB7A07">
        <w:rPr>
          <w:rStyle w:val="Tun"/>
          <w:b w:val="0"/>
        </w:rPr>
        <w:t>garantovi za </w:t>
      </w:r>
      <w:r w:rsidRPr="00052DB3">
        <w:rPr>
          <w:rStyle w:val="Tun"/>
          <w:b w:val="0"/>
        </w:rPr>
        <w:t xml:space="preserve">ŽP Objednatele plán nakládání s vytěženým materiálem, respektive odpadem, který bude specifikovat změny oproti </w:t>
      </w:r>
      <w:r>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4C7FEB10" w14:textId="77777777" w:rsidR="001860E7" w:rsidRPr="00217951" w:rsidRDefault="001860E7" w:rsidP="001860E7">
      <w:pPr>
        <w:pStyle w:val="Text2-2"/>
      </w:pPr>
      <w:r w:rsidRPr="00217951">
        <w:rPr>
          <w:rStyle w:val="Tun"/>
        </w:rPr>
        <w:t>Zhotovitel stavby si zajistí rozsah skládek</w:t>
      </w:r>
      <w:r w:rsidR="00217951" w:rsidRPr="00217951">
        <w:rPr>
          <w:rStyle w:val="Tun"/>
        </w:rPr>
        <w:t>, resp</w:t>
      </w:r>
      <w:r w:rsidR="00D271D7">
        <w:rPr>
          <w:rStyle w:val="Tun"/>
        </w:rPr>
        <w:t>.</w:t>
      </w:r>
      <w:r w:rsidR="00217951" w:rsidRPr="00217951">
        <w:rPr>
          <w:rStyle w:val="Tun"/>
        </w:rPr>
        <w:t xml:space="preserve"> recyklačních </w:t>
      </w:r>
      <w:r w:rsidR="00D271D7">
        <w:rPr>
          <w:rStyle w:val="Tun"/>
        </w:rPr>
        <w:t xml:space="preserve">míst/center </w:t>
      </w:r>
      <w:r w:rsidRPr="00217951">
        <w:rPr>
          <w:rStyle w:val="Tun"/>
        </w:rPr>
        <w:t>sám, a to dle celkového množství a kategorie odpadů a</w:t>
      </w:r>
      <w:r w:rsidR="002370B0">
        <w:rPr>
          <w:rStyle w:val="Tun"/>
        </w:rPr>
        <w:t> </w:t>
      </w:r>
      <w:r w:rsidRPr="00217951">
        <w:rPr>
          <w:rStyle w:val="Tun"/>
        </w:rPr>
        <w:t>tuto cenu si včetně rizika zohlední v nabídkové ceně položky.</w:t>
      </w:r>
      <w:r w:rsidRPr="00217951">
        <w:t xml:space="preserve">   </w:t>
      </w:r>
    </w:p>
    <w:p w14:paraId="6269ADA3" w14:textId="77777777" w:rsidR="001860E7" w:rsidRPr="00217951" w:rsidRDefault="001860E7" w:rsidP="001860E7">
      <w:pPr>
        <w:pStyle w:val="Text2-2"/>
      </w:pPr>
      <w:r w:rsidRPr="00217951">
        <w:rPr>
          <w:rStyle w:val="Tun"/>
        </w:rPr>
        <w:t>Polohy a vzdálenosti skládek</w:t>
      </w:r>
      <w:r w:rsidR="00234E1A">
        <w:rPr>
          <w:rStyle w:val="Tun"/>
        </w:rPr>
        <w:t>, resp</w:t>
      </w:r>
      <w:r w:rsidR="00D271D7">
        <w:rPr>
          <w:rStyle w:val="Tun"/>
        </w:rPr>
        <w:t>.</w:t>
      </w:r>
      <w:r w:rsidR="00234E1A">
        <w:rPr>
          <w:rStyle w:val="Tun"/>
        </w:rPr>
        <w:t xml:space="preserve"> recyklačních </w:t>
      </w:r>
      <w:r w:rsidR="00D271D7">
        <w:rPr>
          <w:rStyle w:val="Tun"/>
        </w:rPr>
        <w:t>míst/center</w:t>
      </w:r>
      <w:r w:rsidRPr="00217951">
        <w:rPr>
          <w:rStyle w:val="Tun"/>
        </w:rPr>
        <w:t xml:space="preserve"> pro</w:t>
      </w:r>
      <w:r w:rsidR="00D173CC">
        <w:rPr>
          <w:rStyle w:val="Tun"/>
        </w:rPr>
        <w:t> </w:t>
      </w:r>
      <w:r w:rsidRPr="00217951">
        <w:rPr>
          <w:rStyle w:val="Tun"/>
        </w:rPr>
        <w:t>likvidaci</w:t>
      </w:r>
      <w:r w:rsidR="00234E1A">
        <w:rPr>
          <w:rStyle w:val="Tun"/>
        </w:rPr>
        <w:t>, resp</w:t>
      </w:r>
      <w:r w:rsidR="00D271D7">
        <w:rPr>
          <w:rStyle w:val="Tun"/>
        </w:rPr>
        <w:t xml:space="preserve">. </w:t>
      </w:r>
      <w:r w:rsidR="00234E1A">
        <w:rPr>
          <w:rStyle w:val="Tun"/>
        </w:rPr>
        <w:t>recyklaci</w:t>
      </w:r>
      <w:r w:rsidRPr="00217951">
        <w:rPr>
          <w:rStyle w:val="Tun"/>
        </w:rPr>
        <w:t xml:space="preserve"> odpadů uvedené v Projektové dokumentaci jsou pouze informativní a slouží pro interní potřeby Objednatele a</w:t>
      </w:r>
      <w:r w:rsidR="00D271D7">
        <w:rPr>
          <w:rStyle w:val="Tun"/>
        </w:rPr>
        <w:t> </w:t>
      </w:r>
      <w:r w:rsidRPr="00217951">
        <w:rPr>
          <w:rStyle w:val="Tun"/>
        </w:rPr>
        <w:t>stavebního řízení. Umístění skládek</w:t>
      </w:r>
      <w:r w:rsidR="00234E1A">
        <w:rPr>
          <w:rStyle w:val="Tun"/>
        </w:rPr>
        <w:t>, resp</w:t>
      </w:r>
      <w:r w:rsidR="00D271D7">
        <w:rPr>
          <w:rStyle w:val="Tun"/>
        </w:rPr>
        <w:t>.</w:t>
      </w:r>
      <w:r w:rsidR="00234E1A">
        <w:rPr>
          <w:rStyle w:val="Tun"/>
        </w:rPr>
        <w:t xml:space="preserve"> recyklačních </w:t>
      </w:r>
      <w:r w:rsidR="00D271D7">
        <w:rPr>
          <w:rStyle w:val="Tun"/>
        </w:rPr>
        <w:t>míst/center</w:t>
      </w:r>
      <w:r w:rsidRPr="00217951">
        <w:rPr>
          <w:rStyle w:val="Tun"/>
        </w:rPr>
        <w:t xml:space="preserve"> není podkladem pro výběrové řízení na</w:t>
      </w:r>
      <w:r w:rsidR="00234E1A">
        <w:rPr>
          <w:rStyle w:val="Tun"/>
        </w:rPr>
        <w:t> </w:t>
      </w:r>
      <w:r w:rsidRPr="00217951">
        <w:rPr>
          <w:rStyle w:val="Tun"/>
        </w:rPr>
        <w:t>zhotovitele stavby, má tedy pouze informativní charakter.</w:t>
      </w:r>
      <w:r w:rsidRPr="00217951">
        <w:t xml:space="preserve"> </w:t>
      </w:r>
    </w:p>
    <w:p w14:paraId="0B37247A" w14:textId="77777777" w:rsidR="001860E7" w:rsidRPr="00C80C12" w:rsidRDefault="001860E7" w:rsidP="001860E7">
      <w:pPr>
        <w:pStyle w:val="Text2-2"/>
      </w:pPr>
      <w:r w:rsidRPr="00C80C12">
        <w:t>Za vícepráci pro položku „Likvidace odpadů včetně dopravy“ se počítá navýšení množství odpadu v dané kategorii nad rámec celkového množství v kategorii v součtu všech SO a PS uvedené v SO 90-90.</w:t>
      </w:r>
    </w:p>
    <w:p w14:paraId="5D7F2320" w14:textId="77777777" w:rsidR="001860E7" w:rsidRPr="00C80C12" w:rsidRDefault="001860E7" w:rsidP="001860E7">
      <w:pPr>
        <w:pStyle w:val="Text2-2"/>
      </w:pPr>
      <w:r w:rsidRPr="00C80C12">
        <w:t>Ceny Zhotovitele pro „Likvidaci odpadu včetně dopravy“ lze využít do množství odpadu v dané kategorii navýšené o 20%. V případě, kdy množství odpadu v</w:t>
      </w:r>
      <w:r w:rsidR="004D6F0C" w:rsidRPr="00C80C12">
        <w:t> </w:t>
      </w:r>
      <w:r w:rsidRPr="00C80C12">
        <w:t>daném druhu odpadu překročí 20%, má Objednatel možnost požadovat po</w:t>
      </w:r>
      <w:r w:rsidR="00D173CC" w:rsidRPr="00C80C12">
        <w:t> </w:t>
      </w:r>
      <w:r w:rsidRPr="00C80C12">
        <w:t xml:space="preserve">Zhotoviteli individuální kalkulaci, příp. si zajistit likvidaci odpadu sám. </w:t>
      </w:r>
    </w:p>
    <w:p w14:paraId="7173756A" w14:textId="77777777" w:rsidR="001860E7" w:rsidRPr="00C80C12" w:rsidRDefault="00A66030" w:rsidP="001860E7">
      <w:pPr>
        <w:pStyle w:val="Text2-2"/>
      </w:pPr>
      <w:r w:rsidRPr="00C80C12">
        <w:t>Objednatel</w:t>
      </w:r>
      <w:r w:rsidR="001860E7" w:rsidRPr="00C80C12">
        <w:t xml:space="preserve"> v průběhu zhotovení stavby oznámí Zhotoviteli, zda si vícepráce nad 20%, každé jedné kategorii odpadu - položce SO 90-90, vztahující se k</w:t>
      </w:r>
      <w:r w:rsidR="004D6F0C" w:rsidRPr="00C80C12">
        <w:t> </w:t>
      </w:r>
      <w:r w:rsidR="001860E7" w:rsidRPr="00C80C12">
        <w:t xml:space="preserve">„Likvidaci odpadů včetně dopravy“ zajistí sám. </w:t>
      </w:r>
    </w:p>
    <w:p w14:paraId="756C47D5" w14:textId="77777777" w:rsidR="001860E7" w:rsidRPr="00C80C12" w:rsidRDefault="001860E7" w:rsidP="001860E7">
      <w:pPr>
        <w:pStyle w:val="Text2-2"/>
      </w:pPr>
      <w:r w:rsidRPr="00C80C12">
        <w:t>Zhotovitel stavby si zajistí rozsah skládek</w:t>
      </w:r>
      <w:r w:rsidR="00234E1A" w:rsidRPr="00C80C12">
        <w:rPr>
          <w:rStyle w:val="Tun"/>
          <w:b w:val="0"/>
        </w:rPr>
        <w:t>, resp</w:t>
      </w:r>
      <w:r w:rsidR="004D6F0C" w:rsidRPr="00C80C12">
        <w:rPr>
          <w:rStyle w:val="Tun"/>
          <w:b w:val="0"/>
        </w:rPr>
        <w:t>.</w:t>
      </w:r>
      <w:r w:rsidR="00234E1A" w:rsidRPr="00C80C12">
        <w:rPr>
          <w:rStyle w:val="Tun"/>
          <w:b w:val="0"/>
        </w:rPr>
        <w:t xml:space="preserve"> recyklační</w:t>
      </w:r>
      <w:r w:rsidR="004D6F0C" w:rsidRPr="00C80C12">
        <w:rPr>
          <w:rStyle w:val="Tun"/>
          <w:b w:val="0"/>
        </w:rPr>
        <w:t>ch míst/center</w:t>
      </w:r>
      <w:r w:rsidRPr="00C80C12">
        <w:t xml:space="preserve"> a</w:t>
      </w:r>
      <w:r w:rsidR="004D6F0C" w:rsidRPr="00C80C12">
        <w:t> </w:t>
      </w:r>
      <w:r w:rsidRPr="00C80C12">
        <w:t xml:space="preserve">možnost ukládání odpadů sám, a 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 o 20% vyšší. </w:t>
      </w:r>
    </w:p>
    <w:p w14:paraId="560CBEF9" w14:textId="77777777" w:rsidR="00A51ACE" w:rsidRPr="00C80C12" w:rsidRDefault="00A51ACE" w:rsidP="00A51ACE">
      <w:pPr>
        <w:pStyle w:val="Text2-2"/>
        <w:numPr>
          <w:ilvl w:val="3"/>
          <w:numId w:val="6"/>
        </w:numPr>
      </w:pPr>
      <w:r w:rsidRPr="00C80C12">
        <w:t>Zhotovitel oceňuje položky odpadů (Varianta 901 až 999) pouze SO 90-90, v jednotlivých SO/PS je neoceňuje.</w:t>
      </w:r>
    </w:p>
    <w:p w14:paraId="42073564" w14:textId="77777777" w:rsidR="00936D2A" w:rsidRPr="00CD6A69" w:rsidRDefault="00936D2A" w:rsidP="007E0E61">
      <w:pPr>
        <w:pStyle w:val="Nadpis2-2"/>
      </w:pPr>
      <w:bookmarkStart w:id="37" w:name="_Ref79059397"/>
      <w:bookmarkStart w:id="38" w:name="_Toc169510041"/>
      <w:r w:rsidRPr="00CD6A69">
        <w:t>Publicita stavb</w:t>
      </w:r>
      <w:r w:rsidR="00412D61" w:rsidRPr="00CD6A69">
        <w:t>y</w:t>
      </w:r>
      <w:bookmarkEnd w:id="37"/>
      <w:bookmarkEnd w:id="38"/>
    </w:p>
    <w:p w14:paraId="29981C7D" w14:textId="77777777" w:rsidR="0088200B" w:rsidRPr="00535B20" w:rsidRDefault="0088200B" w:rsidP="0047647C">
      <w:pPr>
        <w:pStyle w:val="Text2-1"/>
        <w:numPr>
          <w:ilvl w:val="2"/>
          <w:numId w:val="6"/>
        </w:numPr>
      </w:pPr>
      <w:r w:rsidRPr="00535B20">
        <w:t>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w:t>
      </w:r>
      <w:r w:rsidR="00515137" w:rsidRPr="00535B20">
        <w:t xml:space="preserve"> </w:t>
      </w:r>
      <w:r w:rsidR="00515137" w:rsidRPr="002A1BDB">
        <w:t>(</w:t>
      </w:r>
      <w:r w:rsidR="002A1BDB" w:rsidRPr="002A1BDB">
        <w:t>Bc. Kateřina Veselá, 724 240 7</w:t>
      </w:r>
      <w:r w:rsidR="002A1BDB">
        <w:t>18; veselak@spravazeleznic.cz</w:t>
      </w:r>
      <w:r w:rsidR="00515137" w:rsidRPr="00535B20">
        <w:t>)</w:t>
      </w:r>
      <w:r w:rsidRPr="00535B20">
        <w:t xml:space="preserve">. </w:t>
      </w:r>
    </w:p>
    <w:p w14:paraId="4B89B51C" w14:textId="77777777" w:rsidR="00D771F6" w:rsidRPr="00535B20" w:rsidRDefault="00A535EA" w:rsidP="00D771F6">
      <w:pPr>
        <w:pStyle w:val="Text2-1"/>
        <w:numPr>
          <w:ilvl w:val="2"/>
          <w:numId w:val="6"/>
        </w:numPr>
      </w:pPr>
      <w:bookmarkStart w:id="39" w:name="_Ref131594633"/>
      <w:bookmarkStart w:id="40" w:name="_Ref131598107"/>
      <w:r w:rsidRPr="00A535EA">
        <w:t xml:space="preserve">Veškerá zpracování prezenčních a propagačních materiálů pro stavbu bude v souladu s jednotným vizuálním stylem organizace dle Grafického manuálu jednotného vizuálního stylu SŽ (viz https://www.spravazeleznic.cz/kontakty/sprava-webu-a-logomanual) a Manuálu jednotného vizuálního stylu označení a prezentace staveb (viz https://www.spravazeleznic.cz/stavby-zakazky/podklady-pro-zhotovitele/vizualni-styl-prezentace-staveb). </w:t>
      </w:r>
      <w:bookmarkEnd w:id="39"/>
      <w:bookmarkEnd w:id="40"/>
    </w:p>
    <w:p w14:paraId="7CF5DADF" w14:textId="77777777" w:rsidR="0088200B" w:rsidRPr="003D6A74" w:rsidRDefault="0088200B" w:rsidP="00AB06AB">
      <w:pPr>
        <w:pStyle w:val="Text2-1"/>
      </w:pPr>
      <w:r w:rsidRPr="003D6A74">
        <w:t>Typy informačních materiálů:</w:t>
      </w:r>
    </w:p>
    <w:p w14:paraId="7EDA85D5" w14:textId="77777777" w:rsidR="0088200B" w:rsidRPr="003D6A74" w:rsidRDefault="0088200B" w:rsidP="00AB06AB">
      <w:pPr>
        <w:pStyle w:val="Odrka1-1"/>
      </w:pPr>
      <w:r w:rsidRPr="003D6A74">
        <w:t xml:space="preserve">informační bannery ve velikosti šíře až 3 m × výška </w:t>
      </w:r>
      <w:r w:rsidR="002A1BDB" w:rsidRPr="003D6A74">
        <w:t>až 2 m s oky po 50 cm, v počtu 4</w:t>
      </w:r>
      <w:r w:rsidRPr="003D6A74">
        <w:t xml:space="preserve"> ks, dle možnosti umístění;</w:t>
      </w:r>
    </w:p>
    <w:p w14:paraId="204D4114" w14:textId="77777777" w:rsidR="0088200B" w:rsidRPr="00535B20" w:rsidRDefault="0088200B" w:rsidP="00AB06AB">
      <w:pPr>
        <w:pStyle w:val="Text2-1"/>
      </w:pPr>
      <w:r w:rsidRPr="00535B20">
        <w:t xml:space="preserve">Informační materiály budou instalovány ihned po předání staveniště a po celou dobu realizace stavby budou Zhotovitelem udržovány v bezvadném stavu. V případě jejich poškození, nebo výrazném znečistění, budou nahrazeny novými identickými materiály. </w:t>
      </w:r>
    </w:p>
    <w:p w14:paraId="4EC66A1E" w14:textId="77777777" w:rsidR="0088200B" w:rsidRPr="00535B20" w:rsidRDefault="0088200B" w:rsidP="00AB06AB">
      <w:pPr>
        <w:pStyle w:val="Text2-1"/>
      </w:pPr>
      <w:r w:rsidRPr="00535B20">
        <w:lastRenderedPageBreak/>
        <w:t>Umístění materiálů s logem Zhotovitele bude možné pouze po konzultaci a po odsouhlasení Objednatelem.</w:t>
      </w:r>
    </w:p>
    <w:p w14:paraId="6DFC0891" w14:textId="77777777" w:rsidR="00DF7BAA" w:rsidRDefault="00DF7BAA" w:rsidP="00DF7BAA">
      <w:pPr>
        <w:pStyle w:val="Nadpis2-1"/>
      </w:pPr>
      <w:bookmarkStart w:id="41" w:name="_Toc6410460"/>
      <w:bookmarkStart w:id="42" w:name="_Toc169510042"/>
      <w:bookmarkStart w:id="43" w:name="_GoBack"/>
      <w:bookmarkEnd w:id="43"/>
      <w:r w:rsidRPr="00EC2E51">
        <w:t>ORGANIZACE</w:t>
      </w:r>
      <w:r>
        <w:t xml:space="preserve"> VÝSTAVBY, VÝLUKY</w:t>
      </w:r>
      <w:bookmarkEnd w:id="41"/>
      <w:bookmarkEnd w:id="42"/>
    </w:p>
    <w:p w14:paraId="78E181AF" w14:textId="77777777" w:rsidR="00BC5413" w:rsidRPr="00E95D78" w:rsidRDefault="00DF7BAA" w:rsidP="00DF7BAA">
      <w:pPr>
        <w:pStyle w:val="Text2-1"/>
      </w:pPr>
      <w:r w:rsidRPr="00E95D78">
        <w:t xml:space="preserve">Rozhodující milníky doporučeného časového harmonogramu: Při zpracování harmonogramu je nutné vycházet z jednotlivých stavebních postupů uvedených </w:t>
      </w:r>
      <w:r w:rsidRPr="00AD01F8">
        <w:rPr>
          <w:b/>
        </w:rPr>
        <w:t>v</w:t>
      </w:r>
      <w:r w:rsidR="00E95D78" w:rsidRPr="00AD01F8">
        <w:rPr>
          <w:b/>
        </w:rPr>
        <w:t xml:space="preserve"> části </w:t>
      </w:r>
      <w:proofErr w:type="gramStart"/>
      <w:r w:rsidR="00E95D78" w:rsidRPr="00AD01F8">
        <w:rPr>
          <w:b/>
        </w:rPr>
        <w:t xml:space="preserve">dokumentace B.8 </w:t>
      </w:r>
      <w:r w:rsidRPr="00AD01F8">
        <w:rPr>
          <w:b/>
        </w:rPr>
        <w:t>ZOV</w:t>
      </w:r>
      <w:proofErr w:type="gramEnd"/>
      <w:r w:rsidRPr="00AD01F8">
        <w:rPr>
          <w:b/>
        </w:rPr>
        <w:t xml:space="preserve"> </w:t>
      </w:r>
      <w:r w:rsidRPr="00E95D78">
        <w:t>a</w:t>
      </w:r>
      <w:r w:rsidR="00BC5413" w:rsidRPr="00E95D78">
        <w:t> </w:t>
      </w:r>
      <w:r w:rsidRPr="00E95D78">
        <w:t>dodržet množství a délku předjednaných výluk</w:t>
      </w:r>
      <w:r w:rsidR="00157AEC">
        <w:t xml:space="preserve"> uvedených v příslušných přílohách této části dokumentace.</w:t>
      </w:r>
    </w:p>
    <w:p w14:paraId="7E38FCB3" w14:textId="77777777" w:rsidR="00DF7BAA" w:rsidRPr="00E95D78" w:rsidRDefault="00DF7BAA" w:rsidP="00DF7BAA">
      <w:pPr>
        <w:pStyle w:val="Text2-1"/>
      </w:pPr>
      <w:r w:rsidRPr="00E95D78">
        <w:t>V harmonogramu postupu prací je nutno dle ZOV v Projektové dokumentaci respektovat zejména následující požadavky a termíny:</w:t>
      </w:r>
    </w:p>
    <w:p w14:paraId="6B434F0B" w14:textId="77777777" w:rsidR="00DF7BAA" w:rsidRPr="00E95D78" w:rsidRDefault="00DF7BAA" w:rsidP="0047647C">
      <w:pPr>
        <w:pStyle w:val="Odrka1-1"/>
        <w:numPr>
          <w:ilvl w:val="0"/>
          <w:numId w:val="4"/>
        </w:numPr>
        <w:spacing w:after="60"/>
      </w:pPr>
      <w:r w:rsidRPr="00E95D78">
        <w:t>termín zahájení a ukončení stavby</w:t>
      </w:r>
    </w:p>
    <w:p w14:paraId="103C481E" w14:textId="77777777" w:rsidR="00DF7BAA" w:rsidRPr="00E95D78" w:rsidRDefault="00DF7BAA" w:rsidP="0047647C">
      <w:pPr>
        <w:pStyle w:val="Odrka1-1"/>
        <w:numPr>
          <w:ilvl w:val="0"/>
          <w:numId w:val="4"/>
        </w:numPr>
        <w:spacing w:after="60"/>
      </w:pPr>
      <w:r w:rsidRPr="00E95D78">
        <w:t>výlukovou činnost s maximálním využitím výlukových časů</w:t>
      </w:r>
    </w:p>
    <w:p w14:paraId="73A768C2" w14:textId="77777777" w:rsidR="00DF7BAA" w:rsidRPr="00E95D78" w:rsidRDefault="00DF7BAA" w:rsidP="0047647C">
      <w:pPr>
        <w:pStyle w:val="Odrka1-1"/>
        <w:numPr>
          <w:ilvl w:val="0"/>
          <w:numId w:val="4"/>
        </w:numPr>
        <w:spacing w:after="60"/>
      </w:pPr>
      <w:r w:rsidRPr="00E95D78">
        <w:t>uzavírky pozemních komunikací</w:t>
      </w:r>
    </w:p>
    <w:p w14:paraId="786ACDB7" w14:textId="77777777" w:rsidR="00DF7BAA" w:rsidRDefault="00DF7BAA" w:rsidP="0047647C">
      <w:pPr>
        <w:pStyle w:val="Odrka1-1"/>
        <w:numPr>
          <w:ilvl w:val="0"/>
          <w:numId w:val="4"/>
        </w:numPr>
        <w:spacing w:after="60"/>
      </w:pPr>
      <w:r w:rsidRPr="00E95D78">
        <w:t>přechodové stavy, provozní zkoušky (kontrolní a zkušební plán)</w:t>
      </w:r>
    </w:p>
    <w:p w14:paraId="3462CD68" w14:textId="77777777" w:rsidR="00157AEC" w:rsidRDefault="00157AEC" w:rsidP="0047647C">
      <w:pPr>
        <w:pStyle w:val="Odrka1-1"/>
        <w:numPr>
          <w:ilvl w:val="0"/>
          <w:numId w:val="4"/>
        </w:numPr>
        <w:spacing w:after="60"/>
      </w:pPr>
      <w:r>
        <w:t>dokončení následné směrové a výškové úpravy koleje</w:t>
      </w:r>
    </w:p>
    <w:p w14:paraId="4D6EE639" w14:textId="77777777" w:rsidR="00157AEC" w:rsidRPr="00E95D78" w:rsidRDefault="00157AEC" w:rsidP="0047647C">
      <w:pPr>
        <w:pStyle w:val="Odrka1-1"/>
        <w:numPr>
          <w:ilvl w:val="0"/>
          <w:numId w:val="4"/>
        </w:numPr>
        <w:spacing w:after="60"/>
      </w:pPr>
      <w:r>
        <w:t>předání dokumentace skutečného provedení stavby</w:t>
      </w:r>
    </w:p>
    <w:p w14:paraId="3282F193" w14:textId="77777777" w:rsidR="00DF7BAA" w:rsidRPr="00E95D78" w:rsidRDefault="00DF7BAA" w:rsidP="0047647C">
      <w:pPr>
        <w:pStyle w:val="Odrka1-1"/>
        <w:numPr>
          <w:ilvl w:val="0"/>
          <w:numId w:val="4"/>
        </w:numPr>
        <w:spacing w:after="60"/>
      </w:pPr>
      <w:r w:rsidRPr="00E95D78">
        <w:t>koordinace se souběžně probíhajícími stavbami</w:t>
      </w:r>
    </w:p>
    <w:p w14:paraId="647A5836" w14:textId="77777777" w:rsidR="00DF7BAA" w:rsidRPr="00E95D78" w:rsidRDefault="00DF7BAA" w:rsidP="00DF7BAA">
      <w:pPr>
        <w:pStyle w:val="Text2-1"/>
      </w:pPr>
      <w:r w:rsidRPr="00E95D78">
        <w:t xml:space="preserve">Zhotovitel se zavazuje v souladu s Projektovou dokumentací, část dopravní technologie, považovat zde uvedené množství a délku výluk za maximální. Objednatel si vyhrazuje právo pozměnit </w:t>
      </w:r>
      <w:r w:rsidR="00DB58AA" w:rsidRPr="00E95D78">
        <w:t>Z</w:t>
      </w:r>
      <w:r w:rsidRPr="00E95D78">
        <w:t>hotoviteli navržené časové horizonty rozhodujících výluk s cílem dosáhnout jejich maximálního využití a sladění s výlukami sousedních staveb.</w:t>
      </w:r>
    </w:p>
    <w:p w14:paraId="4496F838" w14:textId="77777777" w:rsidR="00DF7BAA" w:rsidRDefault="00DF7BAA" w:rsidP="00DF7BAA">
      <w:pPr>
        <w:pStyle w:val="Nadpis2-1"/>
      </w:pPr>
      <w:bookmarkStart w:id="44" w:name="_Toc6410461"/>
      <w:bookmarkStart w:id="45" w:name="_Toc169510043"/>
      <w:r w:rsidRPr="00EC2E51">
        <w:t>SOUVISEJÍCÍ</w:t>
      </w:r>
      <w:r>
        <w:t xml:space="preserve"> DOKUMENTY A PŘEDPISY</w:t>
      </w:r>
      <w:bookmarkEnd w:id="44"/>
      <w:bookmarkEnd w:id="45"/>
    </w:p>
    <w:p w14:paraId="6EBD45B2" w14:textId="77777777" w:rsidR="009C4EEA" w:rsidRPr="007D016E" w:rsidRDefault="009C4EEA" w:rsidP="009C4EEA">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6E27B732"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4ABEAFC" w14:textId="77777777" w:rsidR="0010428D" w:rsidRDefault="0010428D" w:rsidP="0010428D">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w:t>
      </w:r>
      <w:r>
        <w:rPr>
          <w:rStyle w:val="Tun"/>
        </w:rPr>
        <w:t xml:space="preserve"> Správy železnic</w:t>
      </w:r>
      <w:r w:rsidRPr="003846BE">
        <w:rPr>
          <w:rStyle w:val="Tun"/>
        </w:rPr>
        <w:t xml:space="preserve"> / odkaz Dokumenty a</w:t>
      </w:r>
      <w:r>
        <w:rPr>
          <w:rStyle w:val="Tun"/>
        </w:rPr>
        <w:t xml:space="preserve"> </w:t>
      </w:r>
      <w:r w:rsidRPr="003846BE">
        <w:rPr>
          <w:rStyle w:val="Tun"/>
        </w:rPr>
        <w:t>předpisy</w:t>
      </w:r>
      <w:r>
        <w:rPr>
          <w:rStyle w:val="Tun"/>
        </w:rPr>
        <w:t>“</w:t>
      </w:r>
      <w:r>
        <w:t xml:space="preserve"> </w:t>
      </w:r>
      <w:r w:rsidRPr="009B5292">
        <w:rPr>
          <w:spacing w:val="2"/>
        </w:rPr>
        <w:t>(https://www.spravazeleznic.cz/o-nas/vnitrni-predpisy-spravy-zeleznic/</w:t>
      </w:r>
      <w:r>
        <w:rPr>
          <w:spacing w:val="2"/>
        </w:rPr>
        <w:t xml:space="preserve"> </w:t>
      </w:r>
      <w:r w:rsidRPr="009B5292">
        <w:rPr>
          <w:spacing w:val="2"/>
        </w:rP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526275BA"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64B328B"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DDECD66" w14:textId="77777777" w:rsidR="009C4EEA" w:rsidRPr="00E85446" w:rsidRDefault="009C4EEA" w:rsidP="009C4EEA">
      <w:pPr>
        <w:pStyle w:val="Textbezslovn"/>
        <w:keepNext/>
        <w:spacing w:after="0"/>
        <w:rPr>
          <w:rStyle w:val="Tun"/>
        </w:rPr>
      </w:pPr>
      <w:r>
        <w:rPr>
          <w:rStyle w:val="Tun"/>
        </w:rPr>
        <w:t>Centrum te</w:t>
      </w:r>
      <w:r w:rsidR="003175F1">
        <w:rPr>
          <w:rStyle w:val="Tun"/>
        </w:rPr>
        <w:t>chniky</w:t>
      </w:r>
      <w:r>
        <w:rPr>
          <w:rStyle w:val="Tun"/>
        </w:rPr>
        <w:t xml:space="preserve"> a diagnostiky</w:t>
      </w:r>
      <w:r w:rsidRPr="00E85446">
        <w:rPr>
          <w:rStyle w:val="Tun"/>
        </w:rPr>
        <w:t xml:space="preserve"> </w:t>
      </w:r>
    </w:p>
    <w:p w14:paraId="577A7FCB" w14:textId="77777777" w:rsidR="009C4EEA" w:rsidRPr="007D7A4E" w:rsidRDefault="00B44CC6" w:rsidP="009C4EEA">
      <w:pPr>
        <w:pStyle w:val="Textbezslovn"/>
        <w:keepNext/>
        <w:spacing w:after="0"/>
        <w:rPr>
          <w:b/>
        </w:rPr>
      </w:pPr>
      <w:r>
        <w:rPr>
          <w:rStyle w:val="Tun"/>
        </w:rPr>
        <w:t>Odbor servisních služeb</w:t>
      </w:r>
      <w:r w:rsidR="00F331C1">
        <w:rPr>
          <w:rStyle w:val="Tun"/>
        </w:rPr>
        <w:t>, OHČ</w:t>
      </w:r>
    </w:p>
    <w:p w14:paraId="1185825D" w14:textId="77777777" w:rsidR="009C4EEA" w:rsidRPr="007D016E" w:rsidRDefault="009C4EEA" w:rsidP="009C4EEA">
      <w:pPr>
        <w:pStyle w:val="Textbezslovn"/>
        <w:keepNext/>
        <w:spacing w:after="0"/>
      </w:pPr>
      <w:r>
        <w:t>Jeremenkova 103/23</w:t>
      </w:r>
    </w:p>
    <w:p w14:paraId="49E6E7AD" w14:textId="77777777" w:rsidR="009C4EEA" w:rsidRDefault="009C4EEA" w:rsidP="009C4EEA">
      <w:pPr>
        <w:pStyle w:val="Textbezslovn"/>
      </w:pPr>
      <w:r w:rsidRPr="007D016E">
        <w:t>77</w:t>
      </w:r>
      <w:r>
        <w:t>9 00</w:t>
      </w:r>
      <w:r w:rsidRPr="007D016E">
        <w:t xml:space="preserve"> </w:t>
      </w:r>
      <w:r w:rsidRPr="00BA22D4">
        <w:t>Olomouc</w:t>
      </w:r>
    </w:p>
    <w:p w14:paraId="3A52B309" w14:textId="77777777" w:rsidR="009C4EEA" w:rsidRDefault="009C4EEA" w:rsidP="009C4EEA">
      <w:pPr>
        <w:pStyle w:val="Textbezslovn"/>
      </w:pPr>
      <w:r>
        <w:t xml:space="preserve">nebo </w:t>
      </w:r>
      <w:r w:rsidRPr="007D016E">
        <w:t>e-</w:t>
      </w:r>
      <w:r w:rsidRPr="00BA22D4">
        <w:t>mail</w:t>
      </w:r>
      <w:r w:rsidRPr="007D016E">
        <w:t xml:space="preserve">: </w:t>
      </w:r>
      <w:r w:rsidRPr="003846BE">
        <w:rPr>
          <w:rStyle w:val="Tun"/>
        </w:rPr>
        <w:t>typdok@</w:t>
      </w:r>
      <w:r w:rsidR="00A535EA">
        <w:rPr>
          <w:rStyle w:val="Tun"/>
        </w:rPr>
        <w:t>spravazeleznic</w:t>
      </w:r>
      <w:r w:rsidRPr="003846BE">
        <w:rPr>
          <w:rStyle w:val="Tun"/>
        </w:rPr>
        <w:t>.cz</w:t>
      </w:r>
    </w:p>
    <w:p w14:paraId="11AB3C49"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71347217" w14:textId="77777777" w:rsidR="009C4EEA" w:rsidRDefault="009C4EEA" w:rsidP="009C4EEA">
      <w:pPr>
        <w:pStyle w:val="Textbezslovn"/>
      </w:pPr>
      <w:r>
        <w:t xml:space="preserve">Ceníky: </w:t>
      </w:r>
      <w:r w:rsidRPr="00E64846">
        <w:t>https://typdok.tudc.cz/</w:t>
      </w:r>
    </w:p>
    <w:p w14:paraId="0409D7B1" w14:textId="77777777" w:rsidR="00F01B21" w:rsidRDefault="00F01B21" w:rsidP="00F01B21">
      <w:pPr>
        <w:pStyle w:val="Textbezslovn"/>
      </w:pPr>
    </w:p>
    <w:p w14:paraId="08A4542E" w14:textId="77777777" w:rsidR="00F01B21" w:rsidRPr="00F01B21" w:rsidRDefault="00F01B21" w:rsidP="00F01B21">
      <w:pPr>
        <w:pStyle w:val="Textbezslovn"/>
      </w:pPr>
    </w:p>
    <w:bookmarkEnd w:id="4"/>
    <w:bookmarkEnd w:id="5"/>
    <w:bookmarkEnd w:id="6"/>
    <w:bookmarkEnd w:id="7"/>
    <w:bookmarkEnd w:id="8"/>
    <w:p w14:paraId="233E2900" w14:textId="77777777" w:rsidR="002B6B58" w:rsidRDefault="002B6B58" w:rsidP="00264D52">
      <w:pPr>
        <w:pStyle w:val="Textbezodsazen"/>
      </w:pPr>
    </w:p>
    <w:sectPr w:rsidR="002B6B58" w:rsidSect="00EA69A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AF1F71" w14:textId="77777777" w:rsidR="00535F4D" w:rsidRDefault="00535F4D" w:rsidP="00962258">
      <w:pPr>
        <w:spacing w:after="0" w:line="240" w:lineRule="auto"/>
      </w:pPr>
      <w:r>
        <w:separator/>
      </w:r>
    </w:p>
  </w:endnote>
  <w:endnote w:type="continuationSeparator" w:id="0">
    <w:p w14:paraId="4BB85BB8" w14:textId="77777777" w:rsidR="00535F4D" w:rsidRDefault="00535F4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202B11" w:rsidRPr="003462EB" w14:paraId="253CDA94" w14:textId="77777777" w:rsidTr="00614E71">
      <w:tc>
        <w:tcPr>
          <w:tcW w:w="993" w:type="dxa"/>
          <w:tcMar>
            <w:left w:w="0" w:type="dxa"/>
            <w:right w:w="0" w:type="dxa"/>
          </w:tcMar>
          <w:vAlign w:val="bottom"/>
        </w:tcPr>
        <w:p w14:paraId="4A709833" w14:textId="791CF627" w:rsidR="00202B11" w:rsidRPr="00B8518B" w:rsidRDefault="00202B11"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A32CB">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A32CB">
            <w:rPr>
              <w:rStyle w:val="slostrnky"/>
              <w:noProof/>
            </w:rPr>
            <w:t>8</w:t>
          </w:r>
          <w:r w:rsidRPr="00B8518B">
            <w:rPr>
              <w:rStyle w:val="slostrnky"/>
            </w:rPr>
            <w:fldChar w:fldCharType="end"/>
          </w:r>
        </w:p>
      </w:tc>
      <w:tc>
        <w:tcPr>
          <w:tcW w:w="7739" w:type="dxa"/>
          <w:vAlign w:val="bottom"/>
        </w:tcPr>
        <w:p w14:paraId="5C8BA8BA" w14:textId="3FD79243" w:rsidR="00202B11" w:rsidRDefault="00535F4D" w:rsidP="003462EB">
          <w:pPr>
            <w:pStyle w:val="Zpatvlevo"/>
          </w:pPr>
          <w:fldSimple w:instr=" STYLEREF  _Název_akce  \* MERGEFORMAT ">
            <w:r w:rsidR="00AA32CB">
              <w:rPr>
                <w:noProof/>
              </w:rPr>
              <w:t>Rekonstrukce mostu v km 155,900 trati Břeclav - Brno</w:t>
            </w:r>
            <w:r w:rsidR="00AA32CB">
              <w:rPr>
                <w:noProof/>
              </w:rPr>
              <w:cr/>
            </w:r>
          </w:fldSimple>
          <w:r w:rsidR="00202B11">
            <w:t>Příloha č. 2 c)</w:t>
          </w:r>
          <w:r w:rsidR="00202B11" w:rsidRPr="003462EB">
            <w:t xml:space="preserve"> </w:t>
          </w:r>
        </w:p>
        <w:p w14:paraId="74D4DD5B" w14:textId="77777777" w:rsidR="00202B11" w:rsidRPr="003462EB" w:rsidRDefault="00202B11" w:rsidP="00DF7BAA">
          <w:pPr>
            <w:pStyle w:val="Zpatvlevo"/>
          </w:pPr>
          <w:r>
            <w:t>Zvláštní</w:t>
          </w:r>
          <w:r w:rsidRPr="003462EB">
            <w:t xml:space="preserve"> technické podmínky</w:t>
          </w:r>
          <w:r>
            <w:t xml:space="preserve"> - Zhotovení stavby </w:t>
          </w:r>
        </w:p>
      </w:tc>
    </w:tr>
  </w:tbl>
  <w:p w14:paraId="2A9A369C" w14:textId="77777777" w:rsidR="00202B11" w:rsidRPr="00614E71" w:rsidRDefault="00202B11">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202B11" w:rsidRPr="009E09BE" w14:paraId="3119F301" w14:textId="77777777" w:rsidTr="00614E71">
      <w:tc>
        <w:tcPr>
          <w:tcW w:w="7797" w:type="dxa"/>
          <w:tcMar>
            <w:left w:w="0" w:type="dxa"/>
            <w:right w:w="0" w:type="dxa"/>
          </w:tcMar>
          <w:vAlign w:val="bottom"/>
        </w:tcPr>
        <w:p w14:paraId="6C17AAF2" w14:textId="0AFE1D47" w:rsidR="00202B11" w:rsidRDefault="00535F4D" w:rsidP="003B111D">
          <w:pPr>
            <w:pStyle w:val="Zpatvpravo"/>
          </w:pPr>
          <w:fldSimple w:instr=" STYLEREF  _Název_akce  \* MERGEFORMAT ">
            <w:r w:rsidR="00AA32CB">
              <w:rPr>
                <w:noProof/>
              </w:rPr>
              <w:t>Rekonstrukce mostu v km 155,900 trati Břeclav - Brno</w:t>
            </w:r>
            <w:r w:rsidR="00AA32CB">
              <w:rPr>
                <w:noProof/>
              </w:rPr>
              <w:cr/>
            </w:r>
          </w:fldSimple>
          <w:r w:rsidR="00202B11">
            <w:t>Příloha č. 2 c)</w:t>
          </w:r>
        </w:p>
        <w:p w14:paraId="6305EB97" w14:textId="77777777" w:rsidR="00202B11" w:rsidRPr="003462EB" w:rsidRDefault="00202B11"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752BEC6C" w14:textId="76FD11F5" w:rsidR="00202B11" w:rsidRPr="009E09BE" w:rsidRDefault="00202B11"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AA32CB">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A32CB">
            <w:rPr>
              <w:rStyle w:val="slostrnky"/>
              <w:noProof/>
            </w:rPr>
            <w:t>8</w:t>
          </w:r>
          <w:r w:rsidRPr="00B8518B">
            <w:rPr>
              <w:rStyle w:val="slostrnky"/>
            </w:rPr>
            <w:fldChar w:fldCharType="end"/>
          </w:r>
        </w:p>
      </w:tc>
    </w:tr>
  </w:tbl>
  <w:p w14:paraId="4B8C4C4C" w14:textId="77777777" w:rsidR="00202B11" w:rsidRPr="00B8518B" w:rsidRDefault="00202B1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5E47DF" w14:textId="77777777" w:rsidR="00202B11" w:rsidRPr="00B8518B" w:rsidRDefault="00202B11" w:rsidP="00460660">
    <w:pPr>
      <w:pStyle w:val="Zpat"/>
      <w:rPr>
        <w:sz w:val="2"/>
        <w:szCs w:val="2"/>
      </w:rPr>
    </w:pPr>
  </w:p>
  <w:p w14:paraId="30F83757" w14:textId="77777777" w:rsidR="00202B11" w:rsidRDefault="00202B11" w:rsidP="00757290">
    <w:pPr>
      <w:pStyle w:val="Zpatvlevo"/>
      <w:rPr>
        <w:rFonts w:cs="Calibri"/>
        <w:szCs w:val="12"/>
      </w:rPr>
    </w:pPr>
  </w:p>
  <w:p w14:paraId="3D6FCBDD" w14:textId="77777777" w:rsidR="00202B11" w:rsidRPr="00460660" w:rsidRDefault="00202B1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0CF339" w14:textId="77777777" w:rsidR="00535F4D" w:rsidRDefault="00535F4D" w:rsidP="00962258">
      <w:pPr>
        <w:spacing w:after="0" w:line="240" w:lineRule="auto"/>
      </w:pPr>
      <w:r>
        <w:separator/>
      </w:r>
    </w:p>
  </w:footnote>
  <w:footnote w:type="continuationSeparator" w:id="0">
    <w:p w14:paraId="0C1A7980" w14:textId="77777777" w:rsidR="00535F4D" w:rsidRDefault="00535F4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2B11" w14:paraId="2705D5C9" w14:textId="77777777" w:rsidTr="00B22106">
      <w:trPr>
        <w:trHeight w:hRule="exact" w:val="936"/>
      </w:trPr>
      <w:tc>
        <w:tcPr>
          <w:tcW w:w="1361" w:type="dxa"/>
          <w:tcMar>
            <w:left w:w="0" w:type="dxa"/>
            <w:right w:w="0" w:type="dxa"/>
          </w:tcMar>
        </w:tcPr>
        <w:p w14:paraId="2609F945" w14:textId="77777777" w:rsidR="00202B11" w:rsidRPr="00B8518B" w:rsidRDefault="00202B11" w:rsidP="00FC6389">
          <w:pPr>
            <w:pStyle w:val="Zpat"/>
            <w:rPr>
              <w:rStyle w:val="slostrnky"/>
            </w:rPr>
          </w:pPr>
        </w:p>
      </w:tc>
      <w:tc>
        <w:tcPr>
          <w:tcW w:w="3458" w:type="dxa"/>
          <w:shd w:val="clear" w:color="auto" w:fill="auto"/>
          <w:tcMar>
            <w:left w:w="0" w:type="dxa"/>
            <w:right w:w="0" w:type="dxa"/>
          </w:tcMar>
        </w:tcPr>
        <w:p w14:paraId="67AC8D67" w14:textId="77777777" w:rsidR="00202B11" w:rsidRDefault="00202B11" w:rsidP="00FC6389">
          <w:pPr>
            <w:pStyle w:val="Zpat"/>
          </w:pPr>
          <w:r>
            <w:rPr>
              <w:noProof/>
              <w:lang w:eastAsia="cs-CZ"/>
            </w:rPr>
            <w:drawing>
              <wp:anchor distT="0" distB="0" distL="114300" distR="114300" simplePos="0" relativeHeight="251674624" behindDoc="0" locked="1" layoutInCell="1" allowOverlap="1" wp14:anchorId="6D2DF18A" wp14:editId="16982443">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1B9913E" w14:textId="77777777" w:rsidR="00202B11" w:rsidRPr="00D6163D" w:rsidRDefault="00202B11" w:rsidP="00FC6389">
          <w:pPr>
            <w:pStyle w:val="Druhdokumentu"/>
          </w:pPr>
        </w:p>
      </w:tc>
    </w:tr>
    <w:tr w:rsidR="00202B11" w14:paraId="6C824964" w14:textId="77777777" w:rsidTr="00B22106">
      <w:trPr>
        <w:trHeight w:hRule="exact" w:val="936"/>
      </w:trPr>
      <w:tc>
        <w:tcPr>
          <w:tcW w:w="1361" w:type="dxa"/>
          <w:tcMar>
            <w:left w:w="0" w:type="dxa"/>
            <w:right w:w="0" w:type="dxa"/>
          </w:tcMar>
        </w:tcPr>
        <w:p w14:paraId="25E746D4" w14:textId="77777777" w:rsidR="00202B11" w:rsidRPr="00B8518B" w:rsidRDefault="00202B11" w:rsidP="00FC6389">
          <w:pPr>
            <w:pStyle w:val="Zpat"/>
            <w:rPr>
              <w:rStyle w:val="slostrnky"/>
            </w:rPr>
          </w:pPr>
        </w:p>
      </w:tc>
      <w:tc>
        <w:tcPr>
          <w:tcW w:w="3458" w:type="dxa"/>
          <w:shd w:val="clear" w:color="auto" w:fill="auto"/>
          <w:tcMar>
            <w:left w:w="0" w:type="dxa"/>
            <w:right w:w="0" w:type="dxa"/>
          </w:tcMar>
        </w:tcPr>
        <w:p w14:paraId="3494FF72" w14:textId="77777777" w:rsidR="00202B11" w:rsidRDefault="00202B11" w:rsidP="00FC6389">
          <w:pPr>
            <w:pStyle w:val="Zpat"/>
          </w:pPr>
        </w:p>
      </w:tc>
      <w:tc>
        <w:tcPr>
          <w:tcW w:w="5756" w:type="dxa"/>
          <w:shd w:val="clear" w:color="auto" w:fill="auto"/>
          <w:tcMar>
            <w:left w:w="0" w:type="dxa"/>
            <w:right w:w="0" w:type="dxa"/>
          </w:tcMar>
        </w:tcPr>
        <w:p w14:paraId="53187661" w14:textId="77777777" w:rsidR="00202B11" w:rsidRPr="00D6163D" w:rsidRDefault="00202B11" w:rsidP="00FC6389">
          <w:pPr>
            <w:pStyle w:val="Druhdokumentu"/>
          </w:pPr>
        </w:p>
      </w:tc>
    </w:tr>
  </w:tbl>
  <w:p w14:paraId="5D467F95" w14:textId="77777777" w:rsidR="00202B11" w:rsidRPr="00D6163D" w:rsidRDefault="00202B11" w:rsidP="00FC6389">
    <w:pPr>
      <w:pStyle w:val="Zhlav"/>
      <w:rPr>
        <w:sz w:val="8"/>
        <w:szCs w:val="8"/>
      </w:rPr>
    </w:pPr>
  </w:p>
  <w:p w14:paraId="74995383" w14:textId="77777777" w:rsidR="00202B11" w:rsidRPr="00460660" w:rsidRDefault="00202B1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BA6E8B46"/>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495"/>
        </w:tabs>
        <w:ind w:left="2495" w:hanging="454"/>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2"/>
  </w:num>
  <w:num w:numId="4">
    <w:abstractNumId w:val="7"/>
  </w:num>
  <w:num w:numId="5">
    <w:abstractNumId w:val="8"/>
  </w:num>
  <w:num w:numId="6">
    <w:abstractNumId w:val="3"/>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7"/>
  </w:num>
  <w:num w:numId="12">
    <w:abstractNumId w:val="8"/>
  </w:num>
  <w:num w:numId="13">
    <w:abstractNumId w:val="9"/>
  </w:num>
  <w:num w:numId="14">
    <w:abstractNumId w:val="1"/>
  </w:num>
  <w:num w:numId="15">
    <w:abstractNumId w:val="3"/>
  </w:num>
  <w:num w:numId="16">
    <w:abstractNumId w:val="10"/>
  </w:num>
  <w:num w:numId="17">
    <w:abstractNumId w:val="10"/>
  </w:num>
  <w:num w:numId="18">
    <w:abstractNumId w:val="10"/>
  </w:num>
  <w:num w:numId="19">
    <w:abstractNumId w:val="5"/>
  </w:num>
  <w:num w:numId="20">
    <w:abstractNumId w:val="1"/>
  </w:num>
  <w:num w:numId="21">
    <w:abstractNumId w:val="3"/>
  </w:num>
  <w:num w:numId="22">
    <w:abstractNumId w:val="3"/>
  </w:num>
  <w:num w:numId="23">
    <w:abstractNumId w:val="7"/>
  </w:num>
  <w:num w:numId="24">
    <w:abstractNumId w:val="7"/>
  </w:num>
  <w:num w:numId="25">
    <w:abstractNumId w:val="7"/>
  </w:num>
  <w:num w:numId="26">
    <w:abstractNumId w:val="7"/>
  </w:num>
  <w:num w:numId="27">
    <w:abstractNumId w:val="7"/>
  </w:num>
  <w:num w:numId="28">
    <w:abstractNumId w:val="8"/>
  </w:num>
  <w:num w:numId="29">
    <w:abstractNumId w:val="8"/>
  </w:num>
  <w:num w:numId="30">
    <w:abstractNumId w:val="8"/>
  </w:num>
  <w:num w:numId="31">
    <w:abstractNumId w:val="8"/>
  </w:num>
  <w:num w:numId="32">
    <w:abstractNumId w:val="8"/>
  </w:num>
  <w:num w:numId="33">
    <w:abstractNumId w:val="8"/>
  </w:num>
  <w:num w:numId="34">
    <w:abstractNumId w:val="9"/>
  </w:num>
  <w:num w:numId="35">
    <w:abstractNumId w:val="1"/>
  </w:num>
  <w:num w:numId="36">
    <w:abstractNumId w:val="1"/>
  </w:num>
  <w:num w:numId="37">
    <w:abstractNumId w:val="3"/>
  </w:num>
  <w:num w:numId="38">
    <w:abstractNumId w:val="3"/>
  </w:num>
  <w:num w:numId="39">
    <w:abstractNumId w:val="10"/>
  </w:num>
  <w:num w:numId="4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28A"/>
    <w:rsid w:val="00002F26"/>
    <w:rsid w:val="00005B8A"/>
    <w:rsid w:val="00005BDD"/>
    <w:rsid w:val="0001145D"/>
    <w:rsid w:val="00012EC4"/>
    <w:rsid w:val="00013877"/>
    <w:rsid w:val="000145C8"/>
    <w:rsid w:val="00016F90"/>
    <w:rsid w:val="0001744E"/>
    <w:rsid w:val="00017F3C"/>
    <w:rsid w:val="00021D3A"/>
    <w:rsid w:val="0002279D"/>
    <w:rsid w:val="00022FA5"/>
    <w:rsid w:val="00024EF0"/>
    <w:rsid w:val="00031D7C"/>
    <w:rsid w:val="00037612"/>
    <w:rsid w:val="00041EC8"/>
    <w:rsid w:val="00045576"/>
    <w:rsid w:val="0005496A"/>
    <w:rsid w:val="00054FC6"/>
    <w:rsid w:val="000619E9"/>
    <w:rsid w:val="0006465A"/>
    <w:rsid w:val="00065329"/>
    <w:rsid w:val="0006588D"/>
    <w:rsid w:val="0006796D"/>
    <w:rsid w:val="00067A5E"/>
    <w:rsid w:val="000719BB"/>
    <w:rsid w:val="00072A65"/>
    <w:rsid w:val="00072C1E"/>
    <w:rsid w:val="000742F5"/>
    <w:rsid w:val="00075675"/>
    <w:rsid w:val="000768BE"/>
    <w:rsid w:val="00076B14"/>
    <w:rsid w:val="00076B98"/>
    <w:rsid w:val="00080F45"/>
    <w:rsid w:val="0008439D"/>
    <w:rsid w:val="0008461A"/>
    <w:rsid w:val="00090F72"/>
    <w:rsid w:val="000920FE"/>
    <w:rsid w:val="0009438C"/>
    <w:rsid w:val="000946FB"/>
    <w:rsid w:val="000A03B8"/>
    <w:rsid w:val="000A2B28"/>
    <w:rsid w:val="000A503C"/>
    <w:rsid w:val="000A6E75"/>
    <w:rsid w:val="000B408F"/>
    <w:rsid w:val="000B4EB8"/>
    <w:rsid w:val="000C41F2"/>
    <w:rsid w:val="000C618D"/>
    <w:rsid w:val="000C7E5E"/>
    <w:rsid w:val="000D22C4"/>
    <w:rsid w:val="000D27D1"/>
    <w:rsid w:val="000D6539"/>
    <w:rsid w:val="000E1A7F"/>
    <w:rsid w:val="000E335E"/>
    <w:rsid w:val="000E4E36"/>
    <w:rsid w:val="000F15F1"/>
    <w:rsid w:val="000F68E8"/>
    <w:rsid w:val="00103B38"/>
    <w:rsid w:val="0010428D"/>
    <w:rsid w:val="00104CC3"/>
    <w:rsid w:val="00107C19"/>
    <w:rsid w:val="00110D71"/>
    <w:rsid w:val="00112864"/>
    <w:rsid w:val="00114472"/>
    <w:rsid w:val="00114988"/>
    <w:rsid w:val="00114DE9"/>
    <w:rsid w:val="00115069"/>
    <w:rsid w:val="001150F2"/>
    <w:rsid w:val="00116940"/>
    <w:rsid w:val="0012299E"/>
    <w:rsid w:val="00130E62"/>
    <w:rsid w:val="00132923"/>
    <w:rsid w:val="00140433"/>
    <w:rsid w:val="00144CF7"/>
    <w:rsid w:val="001458CB"/>
    <w:rsid w:val="001458F9"/>
    <w:rsid w:val="00146147"/>
    <w:rsid w:val="00146BCB"/>
    <w:rsid w:val="001476BD"/>
    <w:rsid w:val="00147D82"/>
    <w:rsid w:val="0015027B"/>
    <w:rsid w:val="00153B6C"/>
    <w:rsid w:val="001579E1"/>
    <w:rsid w:val="00157AEC"/>
    <w:rsid w:val="001603BD"/>
    <w:rsid w:val="00164C06"/>
    <w:rsid w:val="001656A2"/>
    <w:rsid w:val="0017050C"/>
    <w:rsid w:val="00170EC5"/>
    <w:rsid w:val="001747C1"/>
    <w:rsid w:val="00177D6B"/>
    <w:rsid w:val="00184334"/>
    <w:rsid w:val="001860E7"/>
    <w:rsid w:val="00187CC6"/>
    <w:rsid w:val="00191F90"/>
    <w:rsid w:val="0019235F"/>
    <w:rsid w:val="001960FD"/>
    <w:rsid w:val="001976B3"/>
    <w:rsid w:val="00197D96"/>
    <w:rsid w:val="001A3B3C"/>
    <w:rsid w:val="001A649E"/>
    <w:rsid w:val="001B3CD3"/>
    <w:rsid w:val="001B4180"/>
    <w:rsid w:val="001B4E74"/>
    <w:rsid w:val="001B531E"/>
    <w:rsid w:val="001B6316"/>
    <w:rsid w:val="001B7668"/>
    <w:rsid w:val="001C645F"/>
    <w:rsid w:val="001D1CE9"/>
    <w:rsid w:val="001D39DE"/>
    <w:rsid w:val="001E351F"/>
    <w:rsid w:val="001E678E"/>
    <w:rsid w:val="001E78D3"/>
    <w:rsid w:val="001F06EA"/>
    <w:rsid w:val="001F1699"/>
    <w:rsid w:val="001F1D6B"/>
    <w:rsid w:val="0020061E"/>
    <w:rsid w:val="002007BA"/>
    <w:rsid w:val="00202B11"/>
    <w:rsid w:val="00202CF7"/>
    <w:rsid w:val="00202D9D"/>
    <w:rsid w:val="002038C9"/>
    <w:rsid w:val="00206570"/>
    <w:rsid w:val="002071BB"/>
    <w:rsid w:val="00207DF5"/>
    <w:rsid w:val="00207F2A"/>
    <w:rsid w:val="00214AA6"/>
    <w:rsid w:val="00217951"/>
    <w:rsid w:val="00224E36"/>
    <w:rsid w:val="00232000"/>
    <w:rsid w:val="00234E1A"/>
    <w:rsid w:val="002370B0"/>
    <w:rsid w:val="00237695"/>
    <w:rsid w:val="00240B81"/>
    <w:rsid w:val="00240E11"/>
    <w:rsid w:val="00246914"/>
    <w:rsid w:val="00247D01"/>
    <w:rsid w:val="0025030F"/>
    <w:rsid w:val="00250479"/>
    <w:rsid w:val="00250AAA"/>
    <w:rsid w:val="0025283D"/>
    <w:rsid w:val="002548B5"/>
    <w:rsid w:val="00261A5B"/>
    <w:rsid w:val="00262E5B"/>
    <w:rsid w:val="00264D52"/>
    <w:rsid w:val="002717EE"/>
    <w:rsid w:val="002723B9"/>
    <w:rsid w:val="00273D82"/>
    <w:rsid w:val="0027422E"/>
    <w:rsid w:val="00275272"/>
    <w:rsid w:val="00276AC4"/>
    <w:rsid w:val="00276AFE"/>
    <w:rsid w:val="00286B2D"/>
    <w:rsid w:val="0029043F"/>
    <w:rsid w:val="002944A6"/>
    <w:rsid w:val="00296953"/>
    <w:rsid w:val="002A1BDB"/>
    <w:rsid w:val="002A3B57"/>
    <w:rsid w:val="002A416D"/>
    <w:rsid w:val="002B2A79"/>
    <w:rsid w:val="002B6B58"/>
    <w:rsid w:val="002C1924"/>
    <w:rsid w:val="002C31BF"/>
    <w:rsid w:val="002D2102"/>
    <w:rsid w:val="002D5307"/>
    <w:rsid w:val="002D5715"/>
    <w:rsid w:val="002D5B86"/>
    <w:rsid w:val="002D7FD6"/>
    <w:rsid w:val="002E0CD7"/>
    <w:rsid w:val="002E0CFB"/>
    <w:rsid w:val="002E0DBA"/>
    <w:rsid w:val="002E0E29"/>
    <w:rsid w:val="002E1905"/>
    <w:rsid w:val="002E2A6B"/>
    <w:rsid w:val="002E305A"/>
    <w:rsid w:val="002E3C78"/>
    <w:rsid w:val="002E5C7B"/>
    <w:rsid w:val="002E6D26"/>
    <w:rsid w:val="002F31F1"/>
    <w:rsid w:val="002F4333"/>
    <w:rsid w:val="002F5BC5"/>
    <w:rsid w:val="002F6173"/>
    <w:rsid w:val="003003AD"/>
    <w:rsid w:val="0030057C"/>
    <w:rsid w:val="00304DAF"/>
    <w:rsid w:val="00307207"/>
    <w:rsid w:val="003130A4"/>
    <w:rsid w:val="003137DF"/>
    <w:rsid w:val="00313E2E"/>
    <w:rsid w:val="003175F1"/>
    <w:rsid w:val="003202DC"/>
    <w:rsid w:val="00321E3E"/>
    <w:rsid w:val="003229ED"/>
    <w:rsid w:val="003254A3"/>
    <w:rsid w:val="00327EEF"/>
    <w:rsid w:val="0033239F"/>
    <w:rsid w:val="00334918"/>
    <w:rsid w:val="003418A3"/>
    <w:rsid w:val="0034274B"/>
    <w:rsid w:val="00344519"/>
    <w:rsid w:val="003462EB"/>
    <w:rsid w:val="00346853"/>
    <w:rsid w:val="0034719F"/>
    <w:rsid w:val="00350A35"/>
    <w:rsid w:val="0035463D"/>
    <w:rsid w:val="00355002"/>
    <w:rsid w:val="003571D8"/>
    <w:rsid w:val="00357BC6"/>
    <w:rsid w:val="00361422"/>
    <w:rsid w:val="003728A8"/>
    <w:rsid w:val="00372998"/>
    <w:rsid w:val="003729DD"/>
    <w:rsid w:val="0037545D"/>
    <w:rsid w:val="00376246"/>
    <w:rsid w:val="00376FAE"/>
    <w:rsid w:val="00381272"/>
    <w:rsid w:val="003827BF"/>
    <w:rsid w:val="003833A8"/>
    <w:rsid w:val="00386FF1"/>
    <w:rsid w:val="00392EB6"/>
    <w:rsid w:val="00394893"/>
    <w:rsid w:val="003956C6"/>
    <w:rsid w:val="003A7237"/>
    <w:rsid w:val="003A72CE"/>
    <w:rsid w:val="003B111D"/>
    <w:rsid w:val="003B2407"/>
    <w:rsid w:val="003B5864"/>
    <w:rsid w:val="003C1E63"/>
    <w:rsid w:val="003C33F2"/>
    <w:rsid w:val="003C6679"/>
    <w:rsid w:val="003C7295"/>
    <w:rsid w:val="003D34C5"/>
    <w:rsid w:val="003D3906"/>
    <w:rsid w:val="003D6A74"/>
    <w:rsid w:val="003D756E"/>
    <w:rsid w:val="003D7905"/>
    <w:rsid w:val="003E0100"/>
    <w:rsid w:val="003E2007"/>
    <w:rsid w:val="003E2851"/>
    <w:rsid w:val="003E29C0"/>
    <w:rsid w:val="003E420D"/>
    <w:rsid w:val="003E4C13"/>
    <w:rsid w:val="003E735B"/>
    <w:rsid w:val="003F2B5E"/>
    <w:rsid w:val="003F64A7"/>
    <w:rsid w:val="004012C9"/>
    <w:rsid w:val="00402BD6"/>
    <w:rsid w:val="0040435C"/>
    <w:rsid w:val="00404F88"/>
    <w:rsid w:val="004078F3"/>
    <w:rsid w:val="00407F22"/>
    <w:rsid w:val="00410C44"/>
    <w:rsid w:val="00412D61"/>
    <w:rsid w:val="004211D8"/>
    <w:rsid w:val="0042581E"/>
    <w:rsid w:val="00426465"/>
    <w:rsid w:val="00426CA4"/>
    <w:rsid w:val="00427794"/>
    <w:rsid w:val="0043231F"/>
    <w:rsid w:val="0043237D"/>
    <w:rsid w:val="004337FB"/>
    <w:rsid w:val="00443210"/>
    <w:rsid w:val="0044359F"/>
    <w:rsid w:val="004461DF"/>
    <w:rsid w:val="00450F07"/>
    <w:rsid w:val="00453CD3"/>
    <w:rsid w:val="00455B83"/>
    <w:rsid w:val="004570EC"/>
    <w:rsid w:val="00460660"/>
    <w:rsid w:val="00462A46"/>
    <w:rsid w:val="00462DB8"/>
    <w:rsid w:val="00463785"/>
    <w:rsid w:val="00463BD5"/>
    <w:rsid w:val="00464BA9"/>
    <w:rsid w:val="00464D4A"/>
    <w:rsid w:val="004716BA"/>
    <w:rsid w:val="004725AC"/>
    <w:rsid w:val="0047647C"/>
    <w:rsid w:val="0048341C"/>
    <w:rsid w:val="00483969"/>
    <w:rsid w:val="00486107"/>
    <w:rsid w:val="00486DF3"/>
    <w:rsid w:val="004877A7"/>
    <w:rsid w:val="0049107E"/>
    <w:rsid w:val="00491827"/>
    <w:rsid w:val="00494D8D"/>
    <w:rsid w:val="004960EB"/>
    <w:rsid w:val="00497800"/>
    <w:rsid w:val="004A4096"/>
    <w:rsid w:val="004B7823"/>
    <w:rsid w:val="004B7997"/>
    <w:rsid w:val="004C05CC"/>
    <w:rsid w:val="004C0BA4"/>
    <w:rsid w:val="004C27A1"/>
    <w:rsid w:val="004C3255"/>
    <w:rsid w:val="004C430E"/>
    <w:rsid w:val="004C4399"/>
    <w:rsid w:val="004C787C"/>
    <w:rsid w:val="004D6F0C"/>
    <w:rsid w:val="004D7D8C"/>
    <w:rsid w:val="004E1007"/>
    <w:rsid w:val="004E28F5"/>
    <w:rsid w:val="004E3E76"/>
    <w:rsid w:val="004E524B"/>
    <w:rsid w:val="004E7A1F"/>
    <w:rsid w:val="004F3617"/>
    <w:rsid w:val="004F4B9B"/>
    <w:rsid w:val="004F70CD"/>
    <w:rsid w:val="00500C8E"/>
    <w:rsid w:val="0050666E"/>
    <w:rsid w:val="00511AB9"/>
    <w:rsid w:val="00515137"/>
    <w:rsid w:val="00523BB5"/>
    <w:rsid w:val="00523EA7"/>
    <w:rsid w:val="00525187"/>
    <w:rsid w:val="0052735A"/>
    <w:rsid w:val="00531CB9"/>
    <w:rsid w:val="00532F79"/>
    <w:rsid w:val="005334A9"/>
    <w:rsid w:val="00535B20"/>
    <w:rsid w:val="00535F4D"/>
    <w:rsid w:val="005403D3"/>
    <w:rsid w:val="005406EB"/>
    <w:rsid w:val="00540FAD"/>
    <w:rsid w:val="00544B1A"/>
    <w:rsid w:val="00545AD1"/>
    <w:rsid w:val="005528C6"/>
    <w:rsid w:val="00553375"/>
    <w:rsid w:val="00553A91"/>
    <w:rsid w:val="00554D0D"/>
    <w:rsid w:val="00555884"/>
    <w:rsid w:val="0055798A"/>
    <w:rsid w:val="005608FA"/>
    <w:rsid w:val="00562909"/>
    <w:rsid w:val="0056407F"/>
    <w:rsid w:val="005734B2"/>
    <w:rsid w:val="005736B7"/>
    <w:rsid w:val="00575E5A"/>
    <w:rsid w:val="00580245"/>
    <w:rsid w:val="00585A86"/>
    <w:rsid w:val="0058742A"/>
    <w:rsid w:val="00587CA4"/>
    <w:rsid w:val="00590B8A"/>
    <w:rsid w:val="005A1F44"/>
    <w:rsid w:val="005A499F"/>
    <w:rsid w:val="005C4F2D"/>
    <w:rsid w:val="005D1608"/>
    <w:rsid w:val="005D1B50"/>
    <w:rsid w:val="005D2C6C"/>
    <w:rsid w:val="005D3C39"/>
    <w:rsid w:val="005D5CE2"/>
    <w:rsid w:val="005D7706"/>
    <w:rsid w:val="005E0049"/>
    <w:rsid w:val="005E1267"/>
    <w:rsid w:val="005F0383"/>
    <w:rsid w:val="005F63AC"/>
    <w:rsid w:val="00601A8C"/>
    <w:rsid w:val="0060289C"/>
    <w:rsid w:val="0061068E"/>
    <w:rsid w:val="006115D3"/>
    <w:rsid w:val="00612EDB"/>
    <w:rsid w:val="00613D3A"/>
    <w:rsid w:val="006146BF"/>
    <w:rsid w:val="006149D2"/>
    <w:rsid w:val="00614E71"/>
    <w:rsid w:val="00615426"/>
    <w:rsid w:val="00616EAA"/>
    <w:rsid w:val="00616F81"/>
    <w:rsid w:val="006208DF"/>
    <w:rsid w:val="00621BA9"/>
    <w:rsid w:val="00625BE6"/>
    <w:rsid w:val="00634834"/>
    <w:rsid w:val="00645371"/>
    <w:rsid w:val="006501CA"/>
    <w:rsid w:val="00652C01"/>
    <w:rsid w:val="0065491E"/>
    <w:rsid w:val="00655976"/>
    <w:rsid w:val="00655F45"/>
    <w:rsid w:val="0065610E"/>
    <w:rsid w:val="006606DB"/>
    <w:rsid w:val="00660AD3"/>
    <w:rsid w:val="00662818"/>
    <w:rsid w:val="00673E44"/>
    <w:rsid w:val="006776B6"/>
    <w:rsid w:val="00677850"/>
    <w:rsid w:val="00686559"/>
    <w:rsid w:val="0069136C"/>
    <w:rsid w:val="00693150"/>
    <w:rsid w:val="006952C7"/>
    <w:rsid w:val="006972D4"/>
    <w:rsid w:val="0069770B"/>
    <w:rsid w:val="00697A72"/>
    <w:rsid w:val="006A019B"/>
    <w:rsid w:val="006A5570"/>
    <w:rsid w:val="006A689C"/>
    <w:rsid w:val="006A747D"/>
    <w:rsid w:val="006B13A8"/>
    <w:rsid w:val="006B2318"/>
    <w:rsid w:val="006B2436"/>
    <w:rsid w:val="006B3D79"/>
    <w:rsid w:val="006B3E78"/>
    <w:rsid w:val="006B6FE4"/>
    <w:rsid w:val="006C16E1"/>
    <w:rsid w:val="006C18F3"/>
    <w:rsid w:val="006C2343"/>
    <w:rsid w:val="006C26FF"/>
    <w:rsid w:val="006C3137"/>
    <w:rsid w:val="006C31D3"/>
    <w:rsid w:val="006C442A"/>
    <w:rsid w:val="006C49F2"/>
    <w:rsid w:val="006C761E"/>
    <w:rsid w:val="006E0578"/>
    <w:rsid w:val="006E2751"/>
    <w:rsid w:val="006E2FFA"/>
    <w:rsid w:val="006E314D"/>
    <w:rsid w:val="006F0578"/>
    <w:rsid w:val="006F2EFE"/>
    <w:rsid w:val="006F455E"/>
    <w:rsid w:val="006F70E0"/>
    <w:rsid w:val="007020E6"/>
    <w:rsid w:val="00710723"/>
    <w:rsid w:val="007161BD"/>
    <w:rsid w:val="00720802"/>
    <w:rsid w:val="00723ED1"/>
    <w:rsid w:val="00725312"/>
    <w:rsid w:val="00732A80"/>
    <w:rsid w:val="00733AD8"/>
    <w:rsid w:val="0074045E"/>
    <w:rsid w:val="00740AF5"/>
    <w:rsid w:val="007426F9"/>
    <w:rsid w:val="00743525"/>
    <w:rsid w:val="00744D42"/>
    <w:rsid w:val="00745555"/>
    <w:rsid w:val="00745B7E"/>
    <w:rsid w:val="00745F94"/>
    <w:rsid w:val="007541A2"/>
    <w:rsid w:val="00754C65"/>
    <w:rsid w:val="00755818"/>
    <w:rsid w:val="00756A89"/>
    <w:rsid w:val="00757290"/>
    <w:rsid w:val="0076286B"/>
    <w:rsid w:val="00766846"/>
    <w:rsid w:val="0076790E"/>
    <w:rsid w:val="00770601"/>
    <w:rsid w:val="0077155B"/>
    <w:rsid w:val="00771A4E"/>
    <w:rsid w:val="0077673A"/>
    <w:rsid w:val="00776C2B"/>
    <w:rsid w:val="00781F41"/>
    <w:rsid w:val="007846E1"/>
    <w:rsid w:val="007847D6"/>
    <w:rsid w:val="00784EFE"/>
    <w:rsid w:val="00797640"/>
    <w:rsid w:val="00797BF3"/>
    <w:rsid w:val="00797E5F"/>
    <w:rsid w:val="007A202B"/>
    <w:rsid w:val="007A4FA9"/>
    <w:rsid w:val="007A5172"/>
    <w:rsid w:val="007A67A0"/>
    <w:rsid w:val="007B133E"/>
    <w:rsid w:val="007B1A9D"/>
    <w:rsid w:val="007B1F2E"/>
    <w:rsid w:val="007B570C"/>
    <w:rsid w:val="007C0F65"/>
    <w:rsid w:val="007C15BD"/>
    <w:rsid w:val="007C4C8F"/>
    <w:rsid w:val="007D41FF"/>
    <w:rsid w:val="007D6164"/>
    <w:rsid w:val="007E0E61"/>
    <w:rsid w:val="007E4A6E"/>
    <w:rsid w:val="007E53C4"/>
    <w:rsid w:val="007F56A7"/>
    <w:rsid w:val="007F605F"/>
    <w:rsid w:val="007F6B4A"/>
    <w:rsid w:val="007F7AFD"/>
    <w:rsid w:val="00800851"/>
    <w:rsid w:val="0080171C"/>
    <w:rsid w:val="008028FD"/>
    <w:rsid w:val="00802BDB"/>
    <w:rsid w:val="00803449"/>
    <w:rsid w:val="00803BF3"/>
    <w:rsid w:val="00807DD0"/>
    <w:rsid w:val="00810E5C"/>
    <w:rsid w:val="00811DD3"/>
    <w:rsid w:val="00814696"/>
    <w:rsid w:val="00814C9F"/>
    <w:rsid w:val="00816930"/>
    <w:rsid w:val="00817499"/>
    <w:rsid w:val="00821D01"/>
    <w:rsid w:val="00824893"/>
    <w:rsid w:val="00826B7B"/>
    <w:rsid w:val="0083197D"/>
    <w:rsid w:val="00831E0F"/>
    <w:rsid w:val="00834146"/>
    <w:rsid w:val="00835F5C"/>
    <w:rsid w:val="008444F1"/>
    <w:rsid w:val="00845A0A"/>
    <w:rsid w:val="00846789"/>
    <w:rsid w:val="00847078"/>
    <w:rsid w:val="00851F48"/>
    <w:rsid w:val="00854B3C"/>
    <w:rsid w:val="00855810"/>
    <w:rsid w:val="00856573"/>
    <w:rsid w:val="008579F7"/>
    <w:rsid w:val="0086295E"/>
    <w:rsid w:val="00865F5F"/>
    <w:rsid w:val="00872C00"/>
    <w:rsid w:val="00874BB5"/>
    <w:rsid w:val="00877EEA"/>
    <w:rsid w:val="0088200B"/>
    <w:rsid w:val="008828A6"/>
    <w:rsid w:val="00886163"/>
    <w:rsid w:val="0088683E"/>
    <w:rsid w:val="00887F36"/>
    <w:rsid w:val="00890A4F"/>
    <w:rsid w:val="00891AAE"/>
    <w:rsid w:val="00893DFC"/>
    <w:rsid w:val="008A01EA"/>
    <w:rsid w:val="008A23C0"/>
    <w:rsid w:val="008A3568"/>
    <w:rsid w:val="008A3ACD"/>
    <w:rsid w:val="008A4FE4"/>
    <w:rsid w:val="008B2B40"/>
    <w:rsid w:val="008B391B"/>
    <w:rsid w:val="008B4E0D"/>
    <w:rsid w:val="008B5C64"/>
    <w:rsid w:val="008B60A4"/>
    <w:rsid w:val="008C1BFC"/>
    <w:rsid w:val="008C24A8"/>
    <w:rsid w:val="008C50F3"/>
    <w:rsid w:val="008C51A4"/>
    <w:rsid w:val="008C7EFE"/>
    <w:rsid w:val="008D03B9"/>
    <w:rsid w:val="008D2896"/>
    <w:rsid w:val="008D30C7"/>
    <w:rsid w:val="008D34E6"/>
    <w:rsid w:val="008D5138"/>
    <w:rsid w:val="008E3E00"/>
    <w:rsid w:val="008E54C8"/>
    <w:rsid w:val="008F18D6"/>
    <w:rsid w:val="008F2C9B"/>
    <w:rsid w:val="008F797B"/>
    <w:rsid w:val="0090019A"/>
    <w:rsid w:val="009018AE"/>
    <w:rsid w:val="00904780"/>
    <w:rsid w:val="009048B2"/>
    <w:rsid w:val="00904CC9"/>
    <w:rsid w:val="0090635B"/>
    <w:rsid w:val="0090674C"/>
    <w:rsid w:val="00914F81"/>
    <w:rsid w:val="00917BAD"/>
    <w:rsid w:val="00922385"/>
    <w:rsid w:val="009223DF"/>
    <w:rsid w:val="009226C1"/>
    <w:rsid w:val="00923406"/>
    <w:rsid w:val="0092529B"/>
    <w:rsid w:val="00930A74"/>
    <w:rsid w:val="00930A9B"/>
    <w:rsid w:val="00933FD0"/>
    <w:rsid w:val="00935956"/>
    <w:rsid w:val="00936091"/>
    <w:rsid w:val="00936D2A"/>
    <w:rsid w:val="00940734"/>
    <w:rsid w:val="00940D8A"/>
    <w:rsid w:val="00950944"/>
    <w:rsid w:val="00957F1F"/>
    <w:rsid w:val="00962258"/>
    <w:rsid w:val="00967398"/>
    <w:rsid w:val="009678B7"/>
    <w:rsid w:val="00967F48"/>
    <w:rsid w:val="009717F1"/>
    <w:rsid w:val="0097239D"/>
    <w:rsid w:val="009774EB"/>
    <w:rsid w:val="00980EEF"/>
    <w:rsid w:val="00981A8E"/>
    <w:rsid w:val="009903C3"/>
    <w:rsid w:val="009920E1"/>
    <w:rsid w:val="00992D9C"/>
    <w:rsid w:val="00992FC6"/>
    <w:rsid w:val="00996CB8"/>
    <w:rsid w:val="009A404E"/>
    <w:rsid w:val="009B2AD9"/>
    <w:rsid w:val="009B2E97"/>
    <w:rsid w:val="009B303C"/>
    <w:rsid w:val="009B50C1"/>
    <w:rsid w:val="009B5146"/>
    <w:rsid w:val="009B5181"/>
    <w:rsid w:val="009C016F"/>
    <w:rsid w:val="009C418E"/>
    <w:rsid w:val="009C442C"/>
    <w:rsid w:val="009C4EEA"/>
    <w:rsid w:val="009D2FC5"/>
    <w:rsid w:val="009D343C"/>
    <w:rsid w:val="009D5183"/>
    <w:rsid w:val="009D623F"/>
    <w:rsid w:val="009E07F4"/>
    <w:rsid w:val="009E09BE"/>
    <w:rsid w:val="009E1D5F"/>
    <w:rsid w:val="009E3221"/>
    <w:rsid w:val="009E3D46"/>
    <w:rsid w:val="009E4D19"/>
    <w:rsid w:val="009F1404"/>
    <w:rsid w:val="009F25DD"/>
    <w:rsid w:val="009F309B"/>
    <w:rsid w:val="009F392E"/>
    <w:rsid w:val="009F4F28"/>
    <w:rsid w:val="009F52B4"/>
    <w:rsid w:val="009F53C5"/>
    <w:rsid w:val="009F69FE"/>
    <w:rsid w:val="00A04D7F"/>
    <w:rsid w:val="00A07078"/>
    <w:rsid w:val="00A0740E"/>
    <w:rsid w:val="00A1330B"/>
    <w:rsid w:val="00A23726"/>
    <w:rsid w:val="00A23CD5"/>
    <w:rsid w:val="00A31269"/>
    <w:rsid w:val="00A4050F"/>
    <w:rsid w:val="00A4561A"/>
    <w:rsid w:val="00A47324"/>
    <w:rsid w:val="00A47B7A"/>
    <w:rsid w:val="00A50641"/>
    <w:rsid w:val="00A51ACE"/>
    <w:rsid w:val="00A530BF"/>
    <w:rsid w:val="00A535EA"/>
    <w:rsid w:val="00A6177B"/>
    <w:rsid w:val="00A620B8"/>
    <w:rsid w:val="00A62E74"/>
    <w:rsid w:val="00A66030"/>
    <w:rsid w:val="00A66136"/>
    <w:rsid w:val="00A66853"/>
    <w:rsid w:val="00A672C6"/>
    <w:rsid w:val="00A67C50"/>
    <w:rsid w:val="00A71189"/>
    <w:rsid w:val="00A7364A"/>
    <w:rsid w:val="00A74789"/>
    <w:rsid w:val="00A74DCC"/>
    <w:rsid w:val="00A753ED"/>
    <w:rsid w:val="00A77512"/>
    <w:rsid w:val="00A8227E"/>
    <w:rsid w:val="00A8385E"/>
    <w:rsid w:val="00A861A2"/>
    <w:rsid w:val="00A90043"/>
    <w:rsid w:val="00A94C2F"/>
    <w:rsid w:val="00A94F0E"/>
    <w:rsid w:val="00A95445"/>
    <w:rsid w:val="00A97BF8"/>
    <w:rsid w:val="00AA207C"/>
    <w:rsid w:val="00AA32CB"/>
    <w:rsid w:val="00AA4CBB"/>
    <w:rsid w:val="00AA65FA"/>
    <w:rsid w:val="00AA7351"/>
    <w:rsid w:val="00AB06AB"/>
    <w:rsid w:val="00AB6BE0"/>
    <w:rsid w:val="00AC3E83"/>
    <w:rsid w:val="00AC547E"/>
    <w:rsid w:val="00AC59BD"/>
    <w:rsid w:val="00AC678D"/>
    <w:rsid w:val="00AD01F8"/>
    <w:rsid w:val="00AD056F"/>
    <w:rsid w:val="00AD0C7B"/>
    <w:rsid w:val="00AD38D0"/>
    <w:rsid w:val="00AD5F1A"/>
    <w:rsid w:val="00AD6731"/>
    <w:rsid w:val="00AF0FD3"/>
    <w:rsid w:val="00AF2E9E"/>
    <w:rsid w:val="00AF5943"/>
    <w:rsid w:val="00B008D5"/>
    <w:rsid w:val="00B00CFD"/>
    <w:rsid w:val="00B01542"/>
    <w:rsid w:val="00B02F73"/>
    <w:rsid w:val="00B0619F"/>
    <w:rsid w:val="00B101FD"/>
    <w:rsid w:val="00B11C42"/>
    <w:rsid w:val="00B13A26"/>
    <w:rsid w:val="00B15371"/>
    <w:rsid w:val="00B15D0D"/>
    <w:rsid w:val="00B22106"/>
    <w:rsid w:val="00B31D98"/>
    <w:rsid w:val="00B331AB"/>
    <w:rsid w:val="00B344A3"/>
    <w:rsid w:val="00B36419"/>
    <w:rsid w:val="00B413E7"/>
    <w:rsid w:val="00B44CC6"/>
    <w:rsid w:val="00B46BA5"/>
    <w:rsid w:val="00B479CC"/>
    <w:rsid w:val="00B50AB2"/>
    <w:rsid w:val="00B53E41"/>
    <w:rsid w:val="00B5431A"/>
    <w:rsid w:val="00B54C83"/>
    <w:rsid w:val="00B54FBB"/>
    <w:rsid w:val="00B56EB2"/>
    <w:rsid w:val="00B61D30"/>
    <w:rsid w:val="00B75605"/>
    <w:rsid w:val="00B75DE2"/>
    <w:rsid w:val="00B75EE1"/>
    <w:rsid w:val="00B77481"/>
    <w:rsid w:val="00B81CBE"/>
    <w:rsid w:val="00B8518B"/>
    <w:rsid w:val="00B861EA"/>
    <w:rsid w:val="00B90FC2"/>
    <w:rsid w:val="00B93566"/>
    <w:rsid w:val="00B94742"/>
    <w:rsid w:val="00B94F10"/>
    <w:rsid w:val="00B95A4C"/>
    <w:rsid w:val="00B97CC3"/>
    <w:rsid w:val="00BA2F47"/>
    <w:rsid w:val="00BB04DD"/>
    <w:rsid w:val="00BB5275"/>
    <w:rsid w:val="00BC0405"/>
    <w:rsid w:val="00BC06C4"/>
    <w:rsid w:val="00BC5413"/>
    <w:rsid w:val="00BC5755"/>
    <w:rsid w:val="00BC62DD"/>
    <w:rsid w:val="00BD2B67"/>
    <w:rsid w:val="00BD6C04"/>
    <w:rsid w:val="00BD76C3"/>
    <w:rsid w:val="00BD7E91"/>
    <w:rsid w:val="00BD7F0D"/>
    <w:rsid w:val="00BE06DC"/>
    <w:rsid w:val="00BE60B8"/>
    <w:rsid w:val="00BF54FE"/>
    <w:rsid w:val="00BF6922"/>
    <w:rsid w:val="00BF6AEC"/>
    <w:rsid w:val="00C01A3A"/>
    <w:rsid w:val="00C02346"/>
    <w:rsid w:val="00C02D0A"/>
    <w:rsid w:val="00C03A6E"/>
    <w:rsid w:val="00C05C11"/>
    <w:rsid w:val="00C062C9"/>
    <w:rsid w:val="00C065D9"/>
    <w:rsid w:val="00C13860"/>
    <w:rsid w:val="00C16FA4"/>
    <w:rsid w:val="00C226C0"/>
    <w:rsid w:val="00C22D8F"/>
    <w:rsid w:val="00C24A6A"/>
    <w:rsid w:val="00C3030A"/>
    <w:rsid w:val="00C30CA8"/>
    <w:rsid w:val="00C3492B"/>
    <w:rsid w:val="00C34D5E"/>
    <w:rsid w:val="00C365DA"/>
    <w:rsid w:val="00C36679"/>
    <w:rsid w:val="00C423B6"/>
    <w:rsid w:val="00C42FE6"/>
    <w:rsid w:val="00C44F6A"/>
    <w:rsid w:val="00C51B48"/>
    <w:rsid w:val="00C53FFF"/>
    <w:rsid w:val="00C55C22"/>
    <w:rsid w:val="00C6198E"/>
    <w:rsid w:val="00C64D7C"/>
    <w:rsid w:val="00C654BD"/>
    <w:rsid w:val="00C708EA"/>
    <w:rsid w:val="00C71821"/>
    <w:rsid w:val="00C73385"/>
    <w:rsid w:val="00C778A5"/>
    <w:rsid w:val="00C80C12"/>
    <w:rsid w:val="00C83FA2"/>
    <w:rsid w:val="00C85035"/>
    <w:rsid w:val="00C8578E"/>
    <w:rsid w:val="00C86957"/>
    <w:rsid w:val="00C91DC3"/>
    <w:rsid w:val="00C93497"/>
    <w:rsid w:val="00C95162"/>
    <w:rsid w:val="00C95790"/>
    <w:rsid w:val="00CA4B8C"/>
    <w:rsid w:val="00CA71A9"/>
    <w:rsid w:val="00CB05FC"/>
    <w:rsid w:val="00CB6A37"/>
    <w:rsid w:val="00CB7684"/>
    <w:rsid w:val="00CC11FB"/>
    <w:rsid w:val="00CC2699"/>
    <w:rsid w:val="00CC7C8F"/>
    <w:rsid w:val="00CD1383"/>
    <w:rsid w:val="00CD1FC4"/>
    <w:rsid w:val="00CD6A69"/>
    <w:rsid w:val="00CE1C97"/>
    <w:rsid w:val="00CF034F"/>
    <w:rsid w:val="00CF2936"/>
    <w:rsid w:val="00D0273B"/>
    <w:rsid w:val="00D02F18"/>
    <w:rsid w:val="00D034A0"/>
    <w:rsid w:val="00D04909"/>
    <w:rsid w:val="00D06214"/>
    <w:rsid w:val="00D0732C"/>
    <w:rsid w:val="00D12130"/>
    <w:rsid w:val="00D12C76"/>
    <w:rsid w:val="00D173CC"/>
    <w:rsid w:val="00D21061"/>
    <w:rsid w:val="00D2244B"/>
    <w:rsid w:val="00D24AE7"/>
    <w:rsid w:val="00D271D7"/>
    <w:rsid w:val="00D27E08"/>
    <w:rsid w:val="00D3228A"/>
    <w:rsid w:val="00D322B7"/>
    <w:rsid w:val="00D33D4C"/>
    <w:rsid w:val="00D4108E"/>
    <w:rsid w:val="00D521D0"/>
    <w:rsid w:val="00D55077"/>
    <w:rsid w:val="00D6163D"/>
    <w:rsid w:val="00D61BB3"/>
    <w:rsid w:val="00D67D3D"/>
    <w:rsid w:val="00D771F6"/>
    <w:rsid w:val="00D80E63"/>
    <w:rsid w:val="00D831A3"/>
    <w:rsid w:val="00D83E74"/>
    <w:rsid w:val="00D8421D"/>
    <w:rsid w:val="00D85204"/>
    <w:rsid w:val="00D86F92"/>
    <w:rsid w:val="00D90C8B"/>
    <w:rsid w:val="00D95BFF"/>
    <w:rsid w:val="00D97BE3"/>
    <w:rsid w:val="00D97E89"/>
    <w:rsid w:val="00DA1C67"/>
    <w:rsid w:val="00DA1F32"/>
    <w:rsid w:val="00DA2178"/>
    <w:rsid w:val="00DA26BC"/>
    <w:rsid w:val="00DA27EA"/>
    <w:rsid w:val="00DA3711"/>
    <w:rsid w:val="00DA3FB1"/>
    <w:rsid w:val="00DA4963"/>
    <w:rsid w:val="00DA7BD2"/>
    <w:rsid w:val="00DB52E5"/>
    <w:rsid w:val="00DB58AA"/>
    <w:rsid w:val="00DB6450"/>
    <w:rsid w:val="00DC430B"/>
    <w:rsid w:val="00DC60F1"/>
    <w:rsid w:val="00DD46F3"/>
    <w:rsid w:val="00DE39FF"/>
    <w:rsid w:val="00DE51A5"/>
    <w:rsid w:val="00DE56F2"/>
    <w:rsid w:val="00DF116D"/>
    <w:rsid w:val="00DF4DDD"/>
    <w:rsid w:val="00DF7BAA"/>
    <w:rsid w:val="00E01124"/>
    <w:rsid w:val="00E014A7"/>
    <w:rsid w:val="00E03018"/>
    <w:rsid w:val="00E03689"/>
    <w:rsid w:val="00E03B03"/>
    <w:rsid w:val="00E04A7B"/>
    <w:rsid w:val="00E10E36"/>
    <w:rsid w:val="00E125E0"/>
    <w:rsid w:val="00E13140"/>
    <w:rsid w:val="00E13A73"/>
    <w:rsid w:val="00E14972"/>
    <w:rsid w:val="00E16FF7"/>
    <w:rsid w:val="00E1732F"/>
    <w:rsid w:val="00E20AE7"/>
    <w:rsid w:val="00E2241A"/>
    <w:rsid w:val="00E26D68"/>
    <w:rsid w:val="00E311B8"/>
    <w:rsid w:val="00E31C29"/>
    <w:rsid w:val="00E3341A"/>
    <w:rsid w:val="00E37AC7"/>
    <w:rsid w:val="00E37E06"/>
    <w:rsid w:val="00E42BBE"/>
    <w:rsid w:val="00E44045"/>
    <w:rsid w:val="00E516F2"/>
    <w:rsid w:val="00E536EF"/>
    <w:rsid w:val="00E618C4"/>
    <w:rsid w:val="00E6195B"/>
    <w:rsid w:val="00E67218"/>
    <w:rsid w:val="00E70AB8"/>
    <w:rsid w:val="00E71F53"/>
    <w:rsid w:val="00E7218A"/>
    <w:rsid w:val="00E726BC"/>
    <w:rsid w:val="00E739C5"/>
    <w:rsid w:val="00E84C3A"/>
    <w:rsid w:val="00E86EF7"/>
    <w:rsid w:val="00E878EE"/>
    <w:rsid w:val="00E910D4"/>
    <w:rsid w:val="00E95D78"/>
    <w:rsid w:val="00EA23AF"/>
    <w:rsid w:val="00EA3302"/>
    <w:rsid w:val="00EA69AC"/>
    <w:rsid w:val="00EA6A2E"/>
    <w:rsid w:val="00EA6EC7"/>
    <w:rsid w:val="00EB0835"/>
    <w:rsid w:val="00EB104F"/>
    <w:rsid w:val="00EB121E"/>
    <w:rsid w:val="00EB1EA8"/>
    <w:rsid w:val="00EB24DF"/>
    <w:rsid w:val="00EB4139"/>
    <w:rsid w:val="00EB46E5"/>
    <w:rsid w:val="00EB7065"/>
    <w:rsid w:val="00EB7387"/>
    <w:rsid w:val="00EB7A07"/>
    <w:rsid w:val="00EC216A"/>
    <w:rsid w:val="00EC4FA5"/>
    <w:rsid w:val="00EC58B6"/>
    <w:rsid w:val="00EC613E"/>
    <w:rsid w:val="00EC75ED"/>
    <w:rsid w:val="00ED0703"/>
    <w:rsid w:val="00ED1089"/>
    <w:rsid w:val="00ED14BD"/>
    <w:rsid w:val="00ED1E11"/>
    <w:rsid w:val="00ED2516"/>
    <w:rsid w:val="00ED2AC4"/>
    <w:rsid w:val="00EE75CA"/>
    <w:rsid w:val="00EF1373"/>
    <w:rsid w:val="00EF50A7"/>
    <w:rsid w:val="00F016C7"/>
    <w:rsid w:val="00F01B21"/>
    <w:rsid w:val="00F02597"/>
    <w:rsid w:val="00F10AF7"/>
    <w:rsid w:val="00F10C74"/>
    <w:rsid w:val="00F116B6"/>
    <w:rsid w:val="00F11928"/>
    <w:rsid w:val="00F12DEC"/>
    <w:rsid w:val="00F1481D"/>
    <w:rsid w:val="00F1715C"/>
    <w:rsid w:val="00F24845"/>
    <w:rsid w:val="00F310F8"/>
    <w:rsid w:val="00F331C1"/>
    <w:rsid w:val="00F35939"/>
    <w:rsid w:val="00F40272"/>
    <w:rsid w:val="00F43984"/>
    <w:rsid w:val="00F45607"/>
    <w:rsid w:val="00F4722B"/>
    <w:rsid w:val="00F54432"/>
    <w:rsid w:val="00F60DF5"/>
    <w:rsid w:val="00F60EBA"/>
    <w:rsid w:val="00F63E79"/>
    <w:rsid w:val="00F659EB"/>
    <w:rsid w:val="00F66312"/>
    <w:rsid w:val="00F66DA9"/>
    <w:rsid w:val="00F673CB"/>
    <w:rsid w:val="00F705D1"/>
    <w:rsid w:val="00F71810"/>
    <w:rsid w:val="00F77FD9"/>
    <w:rsid w:val="00F82B00"/>
    <w:rsid w:val="00F83AE6"/>
    <w:rsid w:val="00F84891"/>
    <w:rsid w:val="00F85B8B"/>
    <w:rsid w:val="00F86BA6"/>
    <w:rsid w:val="00F8788B"/>
    <w:rsid w:val="00F87B3E"/>
    <w:rsid w:val="00F915D0"/>
    <w:rsid w:val="00FA1285"/>
    <w:rsid w:val="00FA17DD"/>
    <w:rsid w:val="00FA5522"/>
    <w:rsid w:val="00FB5DE8"/>
    <w:rsid w:val="00FB6342"/>
    <w:rsid w:val="00FC0944"/>
    <w:rsid w:val="00FC4D1B"/>
    <w:rsid w:val="00FC6389"/>
    <w:rsid w:val="00FD55A7"/>
    <w:rsid w:val="00FE0699"/>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058C77"/>
  <w15:docId w15:val="{4E6E5983-9325-40A7-A04B-0488D4BFF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8B4E0D"/>
    <w:pPr>
      <w:keepNext/>
      <w:numPr>
        <w:numId w:val="3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8B4E0D"/>
    <w:pPr>
      <w:numPr>
        <w:ilvl w:val="1"/>
      </w:numPr>
      <w:spacing w:before="200"/>
      <w:outlineLvl w:val="1"/>
    </w:pPr>
    <w:rPr>
      <w:caps w:val="0"/>
      <w:sz w:val="20"/>
    </w:rPr>
  </w:style>
  <w:style w:type="character" w:customStyle="1" w:styleId="Nadpis2-1Char">
    <w:name w:val="_Nadpis_2-1 Char"/>
    <w:basedOn w:val="Standardnpsmoodstavce"/>
    <w:link w:val="Nadpis2-1"/>
    <w:rsid w:val="008B4E0D"/>
    <w:rPr>
      <w:rFonts w:ascii="Verdana" w:hAnsi="Verdana"/>
      <w:b/>
      <w:caps/>
      <w:sz w:val="22"/>
    </w:rPr>
  </w:style>
  <w:style w:type="paragraph" w:customStyle="1" w:styleId="Text2-1">
    <w:name w:val="_Text_2-1"/>
    <w:basedOn w:val="Odstavecseseznamem"/>
    <w:link w:val="Text2-1Char"/>
    <w:qFormat/>
    <w:rsid w:val="008B4E0D"/>
    <w:pPr>
      <w:numPr>
        <w:ilvl w:val="2"/>
        <w:numId w:val="38"/>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8B4E0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8B4E0D"/>
    <w:rPr>
      <w:rFonts w:ascii="Verdana" w:hAnsi="Verdana"/>
    </w:rPr>
  </w:style>
  <w:style w:type="paragraph" w:customStyle="1" w:styleId="Titul2">
    <w:name w:val="_Titul_2"/>
    <w:basedOn w:val="Normln"/>
    <w:qFormat/>
    <w:rsid w:val="008B4E0D"/>
    <w:pPr>
      <w:tabs>
        <w:tab w:val="left" w:pos="6796"/>
      </w:tabs>
      <w:spacing w:after="240" w:line="264" w:lineRule="auto"/>
    </w:pPr>
    <w:rPr>
      <w:b/>
      <w:sz w:val="36"/>
      <w:szCs w:val="32"/>
    </w:rPr>
  </w:style>
  <w:style w:type="paragraph" w:customStyle="1" w:styleId="Tituldatum">
    <w:name w:val="_Titul_datum"/>
    <w:basedOn w:val="Normln"/>
    <w:link w:val="TituldatumChar"/>
    <w:qFormat/>
    <w:rsid w:val="008B4E0D"/>
    <w:pPr>
      <w:spacing w:after="240" w:line="264" w:lineRule="auto"/>
    </w:pPr>
    <w:rPr>
      <w:sz w:val="24"/>
      <w:szCs w:val="24"/>
    </w:rPr>
  </w:style>
  <w:style w:type="character" w:customStyle="1" w:styleId="TituldatumChar">
    <w:name w:val="_Titul_datum Char"/>
    <w:basedOn w:val="Standardnpsmoodstavce"/>
    <w:link w:val="Tituldatum"/>
    <w:rsid w:val="008B4E0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B4E0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B4E0D"/>
    <w:pPr>
      <w:numPr>
        <w:ilvl w:val="2"/>
      </w:numPr>
    </w:pPr>
  </w:style>
  <w:style w:type="paragraph" w:customStyle="1" w:styleId="Text1-1">
    <w:name w:val="_Text_1-1"/>
    <w:basedOn w:val="Normln"/>
    <w:link w:val="Text1-1Char"/>
    <w:rsid w:val="008B4E0D"/>
    <w:pPr>
      <w:numPr>
        <w:ilvl w:val="1"/>
        <w:numId w:val="36"/>
      </w:numPr>
      <w:spacing w:after="120" w:line="264" w:lineRule="auto"/>
      <w:jc w:val="both"/>
    </w:pPr>
    <w:rPr>
      <w:sz w:val="18"/>
      <w:szCs w:val="18"/>
    </w:rPr>
  </w:style>
  <w:style w:type="paragraph" w:customStyle="1" w:styleId="Nadpis1-1">
    <w:name w:val="_Nadpis_1-1"/>
    <w:basedOn w:val="Odstavecseseznamem"/>
    <w:next w:val="Normln"/>
    <w:link w:val="Nadpis1-1Char"/>
    <w:qFormat/>
    <w:rsid w:val="008B4E0D"/>
    <w:pPr>
      <w:keepNext/>
      <w:numPr>
        <w:numId w:val="36"/>
      </w:numPr>
      <w:spacing w:before="280" w:after="120" w:line="264" w:lineRule="auto"/>
      <w:outlineLvl w:val="0"/>
    </w:pPr>
    <w:rPr>
      <w:b/>
      <w:caps/>
      <w:sz w:val="22"/>
      <w:szCs w:val="18"/>
    </w:rPr>
  </w:style>
  <w:style w:type="paragraph" w:customStyle="1" w:styleId="Odrka1-1">
    <w:name w:val="_Odrážka_1-1_•"/>
    <w:basedOn w:val="Normln"/>
    <w:link w:val="Odrka1-1Char"/>
    <w:qFormat/>
    <w:rsid w:val="008B4E0D"/>
    <w:pPr>
      <w:numPr>
        <w:numId w:val="27"/>
      </w:numPr>
      <w:spacing w:after="80" w:line="264" w:lineRule="auto"/>
      <w:jc w:val="both"/>
    </w:pPr>
    <w:rPr>
      <w:sz w:val="18"/>
      <w:szCs w:val="18"/>
    </w:rPr>
  </w:style>
  <w:style w:type="character" w:customStyle="1" w:styleId="Text1-1Char">
    <w:name w:val="_Text_1-1 Char"/>
    <w:basedOn w:val="Standardnpsmoodstavce"/>
    <w:link w:val="Text1-1"/>
    <w:rsid w:val="008B4E0D"/>
    <w:rPr>
      <w:rFonts w:ascii="Verdana" w:hAnsi="Verdana"/>
    </w:rPr>
  </w:style>
  <w:style w:type="character" w:customStyle="1" w:styleId="Nadpis1-1Char">
    <w:name w:val="_Nadpis_1-1 Char"/>
    <w:basedOn w:val="Standardnpsmoodstavce"/>
    <w:link w:val="Nadpis1-1"/>
    <w:rsid w:val="008B4E0D"/>
    <w:rPr>
      <w:rFonts w:ascii="Verdana" w:hAnsi="Verdana"/>
      <w:b/>
      <w:caps/>
      <w:sz w:val="22"/>
    </w:rPr>
  </w:style>
  <w:style w:type="character" w:customStyle="1" w:styleId="Text1-2Char">
    <w:name w:val="_Text_1-2 Char"/>
    <w:basedOn w:val="Text1-1Char"/>
    <w:link w:val="Text1-2"/>
    <w:rsid w:val="008B4E0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8B4E0D"/>
    <w:rPr>
      <w:rFonts w:ascii="Verdana" w:hAnsi="Verdana"/>
    </w:rPr>
  </w:style>
  <w:style w:type="paragraph" w:customStyle="1" w:styleId="Odrka1-2-">
    <w:name w:val="_Odrážka_1-2_-"/>
    <w:basedOn w:val="Odrka1-1"/>
    <w:qFormat/>
    <w:rsid w:val="008B4E0D"/>
    <w:pPr>
      <w:numPr>
        <w:ilvl w:val="1"/>
      </w:numPr>
    </w:pPr>
  </w:style>
  <w:style w:type="paragraph" w:customStyle="1" w:styleId="Odrka1-3">
    <w:name w:val="_Odrážka_1-3_·"/>
    <w:basedOn w:val="Odrka1-2-"/>
    <w:qFormat/>
    <w:rsid w:val="008B4E0D"/>
    <w:pPr>
      <w:numPr>
        <w:ilvl w:val="2"/>
      </w:numPr>
    </w:pPr>
  </w:style>
  <w:style w:type="paragraph" w:customStyle="1" w:styleId="Odstavec1-1a">
    <w:name w:val="_Odstavec_1-1_a)"/>
    <w:basedOn w:val="Normln"/>
    <w:link w:val="Odstavec1-1aChar"/>
    <w:qFormat/>
    <w:rsid w:val="008B4E0D"/>
    <w:pPr>
      <w:numPr>
        <w:numId w:val="33"/>
      </w:numPr>
      <w:spacing w:after="80" w:line="264" w:lineRule="auto"/>
      <w:jc w:val="both"/>
    </w:pPr>
    <w:rPr>
      <w:sz w:val="18"/>
      <w:szCs w:val="18"/>
    </w:rPr>
  </w:style>
  <w:style w:type="paragraph" w:customStyle="1" w:styleId="Odstavec1-2i">
    <w:name w:val="_Odstavec_1-2_(i)"/>
    <w:basedOn w:val="Odstavec1-1a"/>
    <w:qFormat/>
    <w:rsid w:val="008B4E0D"/>
    <w:pPr>
      <w:numPr>
        <w:ilvl w:val="1"/>
      </w:numPr>
    </w:pPr>
  </w:style>
  <w:style w:type="paragraph" w:customStyle="1" w:styleId="Odstavec1-31">
    <w:name w:val="_Odstavec_1-3_1)"/>
    <w:basedOn w:val="Odstavec1-2i"/>
    <w:qFormat/>
    <w:rsid w:val="008B4E0D"/>
    <w:pPr>
      <w:numPr>
        <w:ilvl w:val="2"/>
      </w:numPr>
    </w:pPr>
  </w:style>
  <w:style w:type="paragraph" w:customStyle="1" w:styleId="Textbezslovn">
    <w:name w:val="_Text_bez_číslování"/>
    <w:basedOn w:val="Normln"/>
    <w:link w:val="TextbezslovnChar"/>
    <w:qFormat/>
    <w:rsid w:val="008B4E0D"/>
    <w:pPr>
      <w:spacing w:after="120" w:line="264" w:lineRule="auto"/>
      <w:ind w:left="737"/>
      <w:jc w:val="both"/>
    </w:pPr>
    <w:rPr>
      <w:sz w:val="18"/>
      <w:szCs w:val="18"/>
    </w:rPr>
  </w:style>
  <w:style w:type="paragraph" w:customStyle="1" w:styleId="Zpatvlevo">
    <w:name w:val="_Zápatí_vlevo"/>
    <w:basedOn w:val="Zpatvpravo"/>
    <w:qFormat/>
    <w:rsid w:val="008B4E0D"/>
    <w:pPr>
      <w:jc w:val="left"/>
    </w:pPr>
  </w:style>
  <w:style w:type="character" w:customStyle="1" w:styleId="Tun">
    <w:name w:val="_Tučně"/>
    <w:basedOn w:val="Standardnpsmoodstavce"/>
    <w:qFormat/>
    <w:rsid w:val="008B4E0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B4E0D"/>
    <w:pPr>
      <w:numPr>
        <w:ilvl w:val="3"/>
      </w:numPr>
    </w:pPr>
  </w:style>
  <w:style w:type="character" w:customStyle="1" w:styleId="Text2-2Char">
    <w:name w:val="_Text_2-2 Char"/>
    <w:basedOn w:val="Text2-1Char"/>
    <w:link w:val="Text2-2"/>
    <w:rsid w:val="008B4E0D"/>
    <w:rPr>
      <w:rFonts w:ascii="Verdana" w:hAnsi="Verdana"/>
    </w:rPr>
  </w:style>
  <w:style w:type="paragraph" w:customStyle="1" w:styleId="Zkratky1">
    <w:name w:val="_Zkratky_1"/>
    <w:basedOn w:val="Normln"/>
    <w:qFormat/>
    <w:rsid w:val="008B4E0D"/>
    <w:pPr>
      <w:tabs>
        <w:tab w:val="right" w:leader="dot" w:pos="1134"/>
      </w:tabs>
      <w:spacing w:after="0" w:line="240" w:lineRule="auto"/>
    </w:pPr>
    <w:rPr>
      <w:b/>
      <w:sz w:val="16"/>
      <w:szCs w:val="18"/>
    </w:rPr>
  </w:style>
  <w:style w:type="paragraph" w:customStyle="1" w:styleId="Seznam1">
    <w:name w:val="_Seznam_[1]"/>
    <w:basedOn w:val="Normln"/>
    <w:qFormat/>
    <w:rsid w:val="008B4E0D"/>
    <w:pPr>
      <w:numPr>
        <w:numId w:val="34"/>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8B4E0D"/>
    <w:pPr>
      <w:spacing w:after="0" w:line="240" w:lineRule="auto"/>
    </w:pPr>
    <w:rPr>
      <w:sz w:val="16"/>
      <w:szCs w:val="16"/>
    </w:rPr>
  </w:style>
  <w:style w:type="character" w:customStyle="1" w:styleId="Tun-ZRUIT">
    <w:name w:val="_Tučně-ZRUŠIT"/>
    <w:basedOn w:val="Standardnpsmoodstavce"/>
    <w:qFormat/>
    <w:rsid w:val="008B4E0D"/>
    <w:rPr>
      <w:b w:val="0"/>
      <w:i w:val="0"/>
    </w:rPr>
  </w:style>
  <w:style w:type="paragraph" w:customStyle="1" w:styleId="Nadpisbezsl1-1">
    <w:name w:val="_Nadpis_bez_čísl_1-1"/>
    <w:next w:val="Nadpisbezsl1-2"/>
    <w:qFormat/>
    <w:rsid w:val="008B4E0D"/>
    <w:pPr>
      <w:keepNext/>
      <w:spacing w:before="280" w:after="120"/>
    </w:pPr>
    <w:rPr>
      <w:rFonts w:ascii="Verdana" w:hAnsi="Verdana"/>
      <w:b/>
      <w:caps/>
      <w:sz w:val="22"/>
    </w:rPr>
  </w:style>
  <w:style w:type="paragraph" w:customStyle="1" w:styleId="Nadpisbezsl1-2">
    <w:name w:val="_Nadpis_bez_čísl_1-2"/>
    <w:next w:val="Text2-1"/>
    <w:qFormat/>
    <w:rsid w:val="008B4E0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B4E0D"/>
    <w:pPr>
      <w:spacing w:after="120" w:line="264" w:lineRule="auto"/>
      <w:jc w:val="both"/>
    </w:pPr>
    <w:rPr>
      <w:sz w:val="18"/>
      <w:szCs w:val="18"/>
    </w:rPr>
  </w:style>
  <w:style w:type="character" w:customStyle="1" w:styleId="TextbezodsazenChar">
    <w:name w:val="_Text_bez_odsazení Char"/>
    <w:basedOn w:val="Standardnpsmoodstavce"/>
    <w:link w:val="Textbezodsazen"/>
    <w:rsid w:val="008B4E0D"/>
    <w:rPr>
      <w:rFonts w:ascii="Verdana" w:hAnsi="Verdana"/>
    </w:rPr>
  </w:style>
  <w:style w:type="paragraph" w:customStyle="1" w:styleId="ZTPinfo-text">
    <w:name w:val="_ZTP_info-text"/>
    <w:basedOn w:val="Textbezslovn"/>
    <w:link w:val="ZTPinfo-textChar"/>
    <w:qFormat/>
    <w:rsid w:val="008B4E0D"/>
    <w:pPr>
      <w:ind w:left="0"/>
    </w:pPr>
    <w:rPr>
      <w:i/>
      <w:color w:val="00A1E0"/>
    </w:rPr>
  </w:style>
  <w:style w:type="character" w:customStyle="1" w:styleId="ZTPinfo-textChar">
    <w:name w:val="_ZTP_info-text Char"/>
    <w:basedOn w:val="Standardnpsmoodstavce"/>
    <w:link w:val="ZTPinfo-text"/>
    <w:rsid w:val="008B4E0D"/>
    <w:rPr>
      <w:rFonts w:ascii="Verdana" w:hAnsi="Verdana"/>
      <w:i/>
      <w:color w:val="00A1E0"/>
    </w:rPr>
  </w:style>
  <w:style w:type="paragraph" w:customStyle="1" w:styleId="ZTPinfo-text-odr">
    <w:name w:val="_ZTP_info-text-odr"/>
    <w:basedOn w:val="ZTPinfo-text"/>
    <w:link w:val="ZTPinfo-text-odrChar"/>
    <w:qFormat/>
    <w:rsid w:val="008B4E0D"/>
    <w:pPr>
      <w:numPr>
        <w:numId w:val="40"/>
      </w:numPr>
    </w:pPr>
  </w:style>
  <w:style w:type="character" w:customStyle="1" w:styleId="ZTPinfo-text-odrChar">
    <w:name w:val="_ZTP_info-text-odr Char"/>
    <w:basedOn w:val="ZTPinfo-textChar"/>
    <w:link w:val="ZTPinfo-text-odr"/>
    <w:rsid w:val="008B4E0D"/>
    <w:rPr>
      <w:rFonts w:ascii="Verdana" w:hAnsi="Verdana"/>
      <w:i/>
      <w:color w:val="00A1E0"/>
    </w:rPr>
  </w:style>
  <w:style w:type="paragraph" w:customStyle="1" w:styleId="Tabulka">
    <w:name w:val="_Tabulka"/>
    <w:basedOn w:val="Normln"/>
    <w:qFormat/>
    <w:rsid w:val="008B4E0D"/>
    <w:pPr>
      <w:spacing w:before="40" w:after="40" w:line="240" w:lineRule="auto"/>
      <w:jc w:val="both"/>
    </w:pPr>
    <w:rPr>
      <w:sz w:val="18"/>
      <w:szCs w:val="18"/>
    </w:rPr>
  </w:style>
  <w:style w:type="paragraph" w:customStyle="1" w:styleId="Odrka1-4">
    <w:name w:val="_Odrážka_1-4_•"/>
    <w:basedOn w:val="Odrka1-1"/>
    <w:qFormat/>
    <w:rsid w:val="008B4E0D"/>
    <w:pPr>
      <w:numPr>
        <w:ilvl w:val="3"/>
      </w:numPr>
    </w:pPr>
  </w:style>
  <w:style w:type="character" w:customStyle="1" w:styleId="Odstavec1-1aChar">
    <w:name w:val="_Odstavec_1-1_a) Char"/>
    <w:basedOn w:val="Standardnpsmoodstavce"/>
    <w:link w:val="Odstavec1-1a"/>
    <w:rsid w:val="008B4E0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B4E0D"/>
    <w:rPr>
      <w:rFonts w:ascii="Verdana" w:hAnsi="Verdana"/>
      <w:b/>
      <w:sz w:val="36"/>
    </w:rPr>
  </w:style>
  <w:style w:type="paragraph" w:customStyle="1" w:styleId="Zpatvpravo">
    <w:name w:val="_Zápatí_vpravo"/>
    <w:qFormat/>
    <w:rsid w:val="008B4E0D"/>
    <w:pPr>
      <w:spacing w:after="0" w:line="240" w:lineRule="auto"/>
      <w:jc w:val="right"/>
    </w:pPr>
    <w:rPr>
      <w:rFonts w:ascii="Verdana" w:hAnsi="Verdana"/>
      <w:sz w:val="12"/>
    </w:rPr>
  </w:style>
  <w:style w:type="character" w:customStyle="1" w:styleId="Nzevakce">
    <w:name w:val="_Název_akce"/>
    <w:basedOn w:val="Standardnpsmoodstavce"/>
    <w:qFormat/>
    <w:rsid w:val="008B4E0D"/>
    <w:rPr>
      <w:rFonts w:ascii="Verdana" w:hAnsi="Verdana"/>
      <w:b/>
      <w:sz w:val="36"/>
    </w:rPr>
  </w:style>
  <w:style w:type="character" w:customStyle="1" w:styleId="TextbezslovnChar">
    <w:name w:val="_Text_bez_číslování Char"/>
    <w:basedOn w:val="Standardnpsmoodstavce"/>
    <w:link w:val="Textbezslovn"/>
    <w:rsid w:val="008B4E0D"/>
    <w:rPr>
      <w:rFonts w:ascii="Verdana" w:hAnsi="Verdana"/>
    </w:rPr>
  </w:style>
  <w:style w:type="paragraph" w:customStyle="1" w:styleId="ZTPinfo-text-odr0">
    <w:name w:val="_ZTP_info-text-odr_•"/>
    <w:basedOn w:val="ZTPinfo-text-odr"/>
    <w:link w:val="ZTPinfo-text-odrChar0"/>
    <w:qFormat/>
    <w:rsid w:val="008B4E0D"/>
    <w:pPr>
      <w:numPr>
        <w:ilvl w:val="1"/>
      </w:numPr>
      <w:spacing w:after="80"/>
      <w:contextualSpacing/>
    </w:pPr>
  </w:style>
  <w:style w:type="character" w:customStyle="1" w:styleId="ZTPinfo-text-odrChar0">
    <w:name w:val="_ZTP_info-text-odr_• Char"/>
    <w:basedOn w:val="ZTPinfo-text-odrChar"/>
    <w:link w:val="ZTPinfo-text-odr0"/>
    <w:rsid w:val="008B4E0D"/>
    <w:rPr>
      <w:rFonts w:ascii="Verdana" w:hAnsi="Verdana"/>
      <w:i/>
      <w:color w:val="00A1E0"/>
    </w:rPr>
  </w:style>
  <w:style w:type="paragraph" w:customStyle="1" w:styleId="Tabulka-9">
    <w:name w:val="_Tabulka-9"/>
    <w:basedOn w:val="Textbezodsazen"/>
    <w:qFormat/>
    <w:rsid w:val="008B4E0D"/>
    <w:pPr>
      <w:spacing w:before="40" w:after="40" w:line="240" w:lineRule="auto"/>
      <w:jc w:val="left"/>
    </w:pPr>
  </w:style>
  <w:style w:type="paragraph" w:customStyle="1" w:styleId="Tabulka-8">
    <w:name w:val="_Tabulka-8"/>
    <w:basedOn w:val="Tabulka-9"/>
    <w:qFormat/>
    <w:rsid w:val="008B4E0D"/>
    <w:rPr>
      <w:sz w:val="16"/>
    </w:rPr>
  </w:style>
  <w:style w:type="paragraph" w:customStyle="1" w:styleId="Odrka1-5-">
    <w:name w:val="_Odrážka_1-5_-"/>
    <w:basedOn w:val="Odrka1-4"/>
    <w:link w:val="Odrka1-5-Char"/>
    <w:qFormat/>
    <w:rsid w:val="008B4E0D"/>
    <w:pPr>
      <w:numPr>
        <w:ilvl w:val="4"/>
      </w:numPr>
      <w:spacing w:after="40"/>
    </w:pPr>
  </w:style>
  <w:style w:type="paragraph" w:customStyle="1" w:styleId="Odstavec1-4a">
    <w:name w:val="_Odstavec_1-4_(a)"/>
    <w:basedOn w:val="Odstavec1-1a"/>
    <w:link w:val="Odstavec1-4aChar"/>
    <w:qFormat/>
    <w:rsid w:val="008B4E0D"/>
    <w:pPr>
      <w:numPr>
        <w:ilvl w:val="3"/>
      </w:numPr>
    </w:pPr>
  </w:style>
  <w:style w:type="character" w:customStyle="1" w:styleId="Odrka1-5-Char">
    <w:name w:val="_Odrážka_1-5_- Char"/>
    <w:basedOn w:val="Standardnpsmoodstavce"/>
    <w:link w:val="Odrka1-5-"/>
    <w:rsid w:val="008B4E0D"/>
    <w:rPr>
      <w:rFonts w:ascii="Verdana" w:hAnsi="Verdana"/>
    </w:rPr>
  </w:style>
  <w:style w:type="character" w:customStyle="1" w:styleId="Odstavec1-4aChar">
    <w:name w:val="_Odstavec_1-4_(a) Char"/>
    <w:basedOn w:val="Odstavec1-1aChar"/>
    <w:link w:val="Odstavec1-4a"/>
    <w:rsid w:val="008B4E0D"/>
    <w:rPr>
      <w:rFonts w:ascii="Verdana" w:hAnsi="Verdana"/>
    </w:rPr>
  </w:style>
  <w:style w:type="paragraph" w:customStyle="1" w:styleId="Odstavec1-4i0">
    <w:name w:val="_Odstavec_1-4_i)"/>
    <w:basedOn w:val="Odstavec1-1a"/>
    <w:link w:val="Odstavec1-4iChar"/>
    <w:qFormat/>
    <w:rsid w:val="0002279D"/>
    <w:pPr>
      <w:numPr>
        <w:numId w:val="0"/>
      </w:numPr>
    </w:pPr>
  </w:style>
  <w:style w:type="character" w:customStyle="1" w:styleId="Odstavec1-4iChar">
    <w:name w:val="_Odstavec_1-4_i) Char"/>
    <w:basedOn w:val="Odstavec1-1aChar"/>
    <w:link w:val="Odstavec1-4i0"/>
    <w:rsid w:val="0002279D"/>
    <w:rPr>
      <w:rFonts w:ascii="Verdana" w:hAnsi="Verdana"/>
    </w:rPr>
  </w:style>
  <w:style w:type="table" w:customStyle="1" w:styleId="TabZTPbez">
    <w:name w:val="_Tab_ZTP_bez"/>
    <w:basedOn w:val="Mkatabulky"/>
    <w:uiPriority w:val="99"/>
    <w:rsid w:val="008B4E0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8B4E0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8B4E0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B4E0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8B4E0D"/>
    <w:pPr>
      <w:spacing w:before="20" w:after="20"/>
    </w:pPr>
    <w:rPr>
      <w:sz w:val="14"/>
    </w:rPr>
  </w:style>
  <w:style w:type="paragraph" w:customStyle="1" w:styleId="TextbezslBEZMEZER">
    <w:name w:val="_Text_bez_čísl_BEZ_MEZER"/>
    <w:basedOn w:val="Textbezslovn"/>
    <w:link w:val="TextbezslBEZMEZERChar"/>
    <w:qFormat/>
    <w:rsid w:val="008B4E0D"/>
    <w:pPr>
      <w:spacing w:after="0"/>
    </w:pPr>
  </w:style>
  <w:style w:type="character" w:customStyle="1" w:styleId="TextbezslBEZMEZERChar">
    <w:name w:val="_Text_bez_čísl_BEZ_MEZER Char"/>
    <w:basedOn w:val="TextbezslovnChar"/>
    <w:link w:val="TextbezslBEZMEZER"/>
    <w:rsid w:val="008B4E0D"/>
    <w:rPr>
      <w:rFonts w:ascii="Verdana" w:hAnsi="Verdana"/>
    </w:rPr>
  </w:style>
  <w:style w:type="table" w:customStyle="1" w:styleId="TKPTabulka">
    <w:name w:val="_TKP_Tabulka"/>
    <w:basedOn w:val="Normlntabulka"/>
    <w:uiPriority w:val="99"/>
    <w:rsid w:val="008B4E0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paragraph" w:customStyle="1" w:styleId="Odstavec1-4i">
    <w:name w:val="_Odstavec_1-4_(i)"/>
    <w:basedOn w:val="Odstavec1-1a"/>
    <w:qFormat/>
    <w:rsid w:val="008B4E0D"/>
    <w:pPr>
      <w:numPr>
        <w:ilvl w:val="4"/>
      </w:numPr>
    </w:pPr>
  </w:style>
  <w:style w:type="paragraph" w:customStyle="1" w:styleId="Odstavec1-xi">
    <w:name w:val="_Odstavec_1-x_i)"/>
    <w:basedOn w:val="Odstavec1-1a"/>
    <w:link w:val="Odstavec1-xiChar"/>
    <w:qFormat/>
    <w:rsid w:val="008B4E0D"/>
  </w:style>
  <w:style w:type="character" w:customStyle="1" w:styleId="Odstavec1-xiChar">
    <w:name w:val="_Odstavec_1-x_i) Char"/>
    <w:basedOn w:val="Odstavec1-1aChar"/>
    <w:link w:val="Odstavec1-xi"/>
    <w:rsid w:val="008B4E0D"/>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797818">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1322854649">
      <w:bodyDiv w:val="1"/>
      <w:marLeft w:val="0"/>
      <w:marRight w:val="0"/>
      <w:marTop w:val="0"/>
      <w:marBottom w:val="0"/>
      <w:divBdr>
        <w:top w:val="none" w:sz="0" w:space="0" w:color="auto"/>
        <w:left w:val="none" w:sz="0" w:space="0" w:color="auto"/>
        <w:bottom w:val="none" w:sz="0" w:space="0" w:color="auto"/>
        <w:right w:val="none" w:sz="0" w:space="0" w:color="auto"/>
      </w:divBdr>
    </w:div>
    <w:div w:id="1952589058">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tonserver.cz/skladky-suti-recyklace/recyklacni-centra"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OneDrive%20-%20SZ\Dokumenty\S&#381;-NTB\02_VZOROV&#193;_ZD\06_R\VTP+ZTP_R-SoD\ZTP_R-SoD\ZTP_R_VZOR_24032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4DE59A0C21C45BE8EEF85017BE6E116"/>
        <w:category>
          <w:name w:val="Obecné"/>
          <w:gallery w:val="placeholder"/>
        </w:category>
        <w:types>
          <w:type w:val="bbPlcHdr"/>
        </w:types>
        <w:behaviors>
          <w:behavior w:val="content"/>
        </w:behaviors>
        <w:guid w:val="{2ADA41B3-BB04-4A13-BCAF-5481AD5E4D2A}"/>
      </w:docPartPr>
      <w:docPartBody>
        <w:p w:rsidR="007C2570" w:rsidRDefault="00103E3E">
          <w:pPr>
            <w:pStyle w:val="84DE59A0C21C45BE8EEF85017BE6E11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E3E"/>
    <w:rsid w:val="00103E3E"/>
    <w:rsid w:val="00594B7C"/>
    <w:rsid w:val="007C2570"/>
    <w:rsid w:val="00A26C47"/>
    <w:rsid w:val="00B222B8"/>
    <w:rsid w:val="00BD1687"/>
    <w:rsid w:val="00FB035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84DE59A0C21C45BE8EEF85017BE6E116">
    <w:name w:val="84DE59A0C21C45BE8EEF85017BE6E11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E3F2CC0-85F3-4283-B00B-C7DD06C08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ZTP_R_VZOR_240321</Template>
  <TotalTime>12</TotalTime>
  <Pages>8</Pages>
  <Words>3079</Words>
  <Characters>18170</Characters>
  <Application>Microsoft Office Word</Application>
  <DocSecurity>0</DocSecurity>
  <Lines>151</Lines>
  <Paragraphs>42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R_240321</vt:lpstr>
      <vt:lpstr/>
      <vt:lpstr>Titulek 1. úrovně </vt:lpstr>
      <vt:lpstr>    Titulek 2. úrovně</vt:lpstr>
      <vt:lpstr>        Titulek 3. úrovně</vt:lpstr>
    </vt:vector>
  </TitlesOfParts>
  <Manager>Fojta@spravazeleznic.cz</Manager>
  <Company>SŽ</Company>
  <LinksUpToDate>false</LinksUpToDate>
  <CharactersWithSpaces>21207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R_240321</dc:title>
  <dc:creator>Dittmer Jiří, Ing.</dc:creator>
  <cp:lastModifiedBy>Dittmer Jiří, Ing.</cp:lastModifiedBy>
  <cp:revision>5</cp:revision>
  <cp:lastPrinted>2024-02-14T09:30:00Z</cp:lastPrinted>
  <dcterms:created xsi:type="dcterms:W3CDTF">2024-06-18T05:22:00Z</dcterms:created>
  <dcterms:modified xsi:type="dcterms:W3CDTF">2024-07-19T06:12:00Z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