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253A0C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AA14981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FC06A0" w:rsidRPr="00FC06A0">
        <w:rPr>
          <w:b/>
        </w:rPr>
        <w:t>Dodávka lidaru s inerciálním navigačním systémem a RGB mapovací kamerou pro hromadný sběr dat pro potřeby mapování, DTMŽ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 xml:space="preserve">č.j. veřejné </w:t>
      </w:r>
      <w:r w:rsidR="001C22E7" w:rsidRPr="00EE76EF">
        <w:t>zakázky</w:t>
      </w:r>
      <w:r w:rsidR="00F20995" w:rsidRPr="00EE76EF">
        <w:t xml:space="preserve"> </w:t>
      </w:r>
      <w:r w:rsidR="00EE76EF" w:rsidRPr="00EE76EF">
        <w:t>2713</w:t>
      </w:r>
      <w:r w:rsidR="00407C22" w:rsidRPr="00122AF4">
        <w:t>/</w:t>
      </w:r>
      <w:r w:rsidR="00407C22" w:rsidRPr="00407C22">
        <w:t>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F733121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FC06A0" w:rsidRPr="00FC06A0">
        <w:t>Dodávka lidaru s inerciálním navigačním systémem a RGB mapovací kamerou pro hromadný sběr dat pro potřeby mapování, DTMŽ</w:t>
      </w:r>
      <w:r w:rsidR="00FC06A0">
        <w:t xml:space="preserve"> (dále jen Lidar)</w:t>
      </w:r>
      <w:r w:rsidR="006962EE">
        <w:t>.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5BB7BF6" w14:textId="055318FC" w:rsidR="00243D3E" w:rsidRDefault="0023570E" w:rsidP="00243D3E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343828D4" w14:textId="5D11D49D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 xml:space="preserve">Cena předmětu koupě rovněž zahrnuje i náklady na zaškolení obsluhy a technickou </w:t>
      </w:r>
      <w:r w:rsidRPr="00243D3E">
        <w:lastRenderedPageBreak/>
        <w:t xml:space="preserve">podporu po dobu </w:t>
      </w:r>
      <w:proofErr w:type="gramStart"/>
      <w:r w:rsidRPr="00243D3E">
        <w:t>5-ti</w:t>
      </w:r>
      <w:proofErr w:type="gramEnd"/>
      <w:r w:rsidRPr="00243D3E">
        <w:t xml:space="preserve"> let od uplynutí záruční doby.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59B7ECC7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EE76EF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A1BD2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2AF4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43D3E"/>
    <w:rsid w:val="00262DEE"/>
    <w:rsid w:val="00280E07"/>
    <w:rsid w:val="00287059"/>
    <w:rsid w:val="002A5E9C"/>
    <w:rsid w:val="002A77EB"/>
    <w:rsid w:val="002B20CA"/>
    <w:rsid w:val="002B378D"/>
    <w:rsid w:val="002B6655"/>
    <w:rsid w:val="002C1088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C679F"/>
    <w:rsid w:val="005D0D2B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7279B"/>
    <w:rsid w:val="00673324"/>
    <w:rsid w:val="00677B7F"/>
    <w:rsid w:val="00677BC8"/>
    <w:rsid w:val="006962EE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E7BCC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2FFC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46D8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9CF"/>
    <w:rsid w:val="00CD1FC4"/>
    <w:rsid w:val="00CE7733"/>
    <w:rsid w:val="00CF51DB"/>
    <w:rsid w:val="00CF6ADA"/>
    <w:rsid w:val="00D043A4"/>
    <w:rsid w:val="00D126E0"/>
    <w:rsid w:val="00D21061"/>
    <w:rsid w:val="00D24C92"/>
    <w:rsid w:val="00D36EA8"/>
    <w:rsid w:val="00D37801"/>
    <w:rsid w:val="00D4108E"/>
    <w:rsid w:val="00D534CA"/>
    <w:rsid w:val="00D6163D"/>
    <w:rsid w:val="00D62BA2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E76EF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06A0"/>
    <w:rsid w:val="00FC6389"/>
    <w:rsid w:val="00FC6C83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2034</Words>
  <Characters>12007</Characters>
  <Application>Microsoft Office Word</Application>
  <DocSecurity>0</DocSecurity>
  <Lines>100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27</cp:revision>
  <cp:lastPrinted>2024-06-27T12:00:00Z</cp:lastPrinted>
  <dcterms:created xsi:type="dcterms:W3CDTF">2024-04-09T08:34:00Z</dcterms:created>
  <dcterms:modified xsi:type="dcterms:W3CDTF">2024-06-27T12:00:00Z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