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08BCA40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6D64DA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69C15555" w:rsidR="00F20995" w:rsidRPr="00F20995" w:rsidRDefault="00F20995" w:rsidP="004471B6">
      <w:pPr>
        <w:pStyle w:val="Podnadpissmlouvy"/>
        <w:rPr>
          <w:highlight w:val="yellow"/>
        </w:rPr>
      </w:pPr>
      <w:r w:rsidRPr="00FA6F17">
        <w:t>Číslo smlouvy kupujícího</w:t>
      </w:r>
      <w:r w:rsidR="00FA6F17">
        <w:t xml:space="preserve">: </w:t>
      </w:r>
      <w:r w:rsidRPr="00FA6F17">
        <w:t xml:space="preserve">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637EDF5B" w:rsidR="00F20995" w:rsidRDefault="00F20995">
      <w:pPr>
        <w:pStyle w:val="Podnadpissmlouvy"/>
        <w:rPr>
          <w:rFonts w:ascii="Verdana" w:hAnsi="Verdana"/>
        </w:rPr>
      </w:pPr>
      <w:r w:rsidRPr="00FA6F17">
        <w:t>Číslo smlouvy prodávajícího</w:t>
      </w:r>
      <w:r w:rsidR="00FA6F17">
        <w:t xml:space="preserve">:  </w:t>
      </w:r>
      <w:r w:rsidRPr="00593AE5">
        <w:rPr>
          <w:highlight w:val="green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30F85FC8" w:rsidR="00715E72" w:rsidRDefault="00715E72" w:rsidP="004471B6">
      <w:pPr>
        <w:pStyle w:val="Podnadpissmlouvy"/>
      </w:pPr>
      <w:r w:rsidRPr="00BA0126">
        <w:t xml:space="preserve">ČÍSLO ISPROFOND: </w:t>
      </w:r>
      <w:r w:rsidRPr="00BA0126">
        <w:tab/>
      </w:r>
      <w:r w:rsidR="003878E0">
        <w:t>602300424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IČ 70994234, DIČ CZ70994234</w:t>
      </w:r>
    </w:p>
    <w:p w14:paraId="04347D36" w14:textId="77777777" w:rsidR="006D64DA" w:rsidRDefault="00414246" w:rsidP="006D64DA">
      <w:pPr>
        <w:pStyle w:val="Identifikace"/>
      </w:pPr>
      <w:r>
        <w:tab/>
      </w:r>
      <w:r w:rsidR="006D64DA" w:rsidRPr="00EC5FD6">
        <w:rPr>
          <w:rFonts w:ascii="Verdana" w:hAnsi="Verdana"/>
          <w:b/>
        </w:rPr>
        <w:t>organizační jednotka Obl</w:t>
      </w:r>
      <w:r w:rsidR="006D64DA">
        <w:rPr>
          <w:rFonts w:ascii="Verdana" w:hAnsi="Verdana"/>
          <w:b/>
        </w:rPr>
        <w:t>astní ředitelství Brno</w:t>
      </w:r>
    </w:p>
    <w:p w14:paraId="6CB43105" w14:textId="77777777" w:rsidR="006D64DA" w:rsidRDefault="006D64DA" w:rsidP="006D64DA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57C973B1" w14:textId="77777777" w:rsidR="006D64DA" w:rsidRPr="003D2296" w:rsidRDefault="006D64DA" w:rsidP="006D64DA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6683646" w14:textId="77777777" w:rsidR="006D64DA" w:rsidRPr="003B0189" w:rsidRDefault="006D64DA" w:rsidP="006D64DA">
      <w:pPr>
        <w:spacing w:before="0" w:after="0"/>
        <w:ind w:left="2124"/>
      </w:pPr>
      <w:r w:rsidRPr="003B0189">
        <w:t>Správa železnic, státní organizace</w:t>
      </w:r>
    </w:p>
    <w:p w14:paraId="46F707A0" w14:textId="77777777" w:rsidR="006D64DA" w:rsidRPr="003B0189" w:rsidRDefault="006D64DA" w:rsidP="006D64DA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0DEC6A0F" w14:textId="77777777" w:rsidR="006D64DA" w:rsidRPr="003B0189" w:rsidRDefault="006D64DA" w:rsidP="006D64DA">
      <w:pPr>
        <w:spacing w:before="0"/>
        <w:ind w:left="2124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41AD6843" w14:textId="77777777" w:rsidR="006D64DA" w:rsidRPr="003D2296" w:rsidRDefault="006D64DA" w:rsidP="006D64DA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3485AFA0" w14:textId="77777777" w:rsidR="006D64DA" w:rsidRPr="006D64DA" w:rsidRDefault="008B6F9B" w:rsidP="006D64DA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</w:rPr>
      </w:pPr>
      <w:hyperlink r:id="rId11" w:history="1">
        <w:r w:rsidR="006D64DA" w:rsidRPr="006D64DA">
          <w:rPr>
            <w:rFonts w:ascii="Verdana" w:hAnsi="Verdana" w:cstheme="minorHAnsi"/>
            <w:color w:val="0563C1" w:themeColor="hyperlink"/>
          </w:rPr>
          <w:t xml:space="preserve">epodatelnaorbno@spravazeleznic.cz </w:t>
        </w:r>
      </w:hyperlink>
    </w:p>
    <w:p w14:paraId="07AF6C70" w14:textId="77777777" w:rsidR="006D64DA" w:rsidRPr="003B0189" w:rsidRDefault="006D64DA" w:rsidP="006D64DA">
      <w:pPr>
        <w:spacing w:before="0" w:after="0" w:line="240" w:lineRule="auto"/>
        <w:ind w:left="706"/>
      </w:pPr>
    </w:p>
    <w:p w14:paraId="6FDFB9F5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74EDF1D3" w14:textId="77777777" w:rsidR="006D64DA" w:rsidRPr="006D64DA" w:rsidRDefault="008B6F9B" w:rsidP="006D64DA">
      <w:pPr>
        <w:spacing w:before="0" w:after="0" w:line="240" w:lineRule="auto"/>
        <w:ind w:left="1414" w:firstLine="708"/>
      </w:pPr>
      <w:hyperlink r:id="rId12" w:history="1">
        <w:r w:rsidR="006D64DA" w:rsidRPr="006D64DA">
          <w:rPr>
            <w:color w:val="0563C1" w:themeColor="hyperlink"/>
          </w:rPr>
          <w:t>ePodatelnaCFU@spravazeleznic.cz</w:t>
        </w:r>
      </w:hyperlink>
      <w:r w:rsidR="006D64DA" w:rsidRPr="006D64DA">
        <w:t xml:space="preserve"> </w:t>
      </w:r>
    </w:p>
    <w:p w14:paraId="67631560" w14:textId="77777777" w:rsidR="006D64DA" w:rsidRPr="003B0189" w:rsidRDefault="006D64DA" w:rsidP="006D64DA">
      <w:pPr>
        <w:spacing w:before="0" w:after="0" w:line="240" w:lineRule="auto"/>
        <w:ind w:left="706"/>
      </w:pPr>
    </w:p>
    <w:p w14:paraId="5F37E91A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7EF6737E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4FB99BF0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1EA02712" w14:textId="77777777" w:rsidR="006D64DA" w:rsidRDefault="006D64DA" w:rsidP="006D64DA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75D45E8C" w14:textId="41B97E71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3EFD2EA" w14:textId="77777777" w:rsidR="006D64DA" w:rsidRDefault="006D64DA" w:rsidP="004471B6">
      <w:pPr>
        <w:pStyle w:val="Preambule"/>
      </w:pPr>
    </w:p>
    <w:p w14:paraId="19121840" w14:textId="77777777" w:rsidR="006D64DA" w:rsidRDefault="006D64DA" w:rsidP="004471B6">
      <w:pPr>
        <w:pStyle w:val="Preambule"/>
      </w:pPr>
    </w:p>
    <w:p w14:paraId="6E24CFC2" w14:textId="0EF366D1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</w:t>
      </w:r>
      <w:r w:rsidRPr="006D64DA">
        <w:t xml:space="preserve">výsledků </w:t>
      </w:r>
      <w:r w:rsidR="00677BC8" w:rsidRPr="006D64DA">
        <w:t>výběrového</w:t>
      </w:r>
      <w:r w:rsidRPr="006D64DA">
        <w:t xml:space="preserve"> řízení veřejné zakázky s názvem </w:t>
      </w:r>
      <w:r w:rsidR="00E14E64" w:rsidRPr="006D64DA">
        <w:rPr>
          <w:b/>
        </w:rPr>
        <w:t>„</w:t>
      </w:r>
      <w:r w:rsidR="003878E0" w:rsidRPr="003878E0">
        <w:rPr>
          <w:rFonts w:ascii="Verdana" w:eastAsia="Calibri" w:hAnsi="Verdana"/>
          <w:b/>
          <w:lang w:eastAsia="en-US"/>
        </w:rPr>
        <w:t>Transformátor pro napájení rozvodu zabezpečovacího zařízení</w:t>
      </w:r>
      <w:r w:rsidRPr="006D64DA">
        <w:rPr>
          <w:b/>
        </w:rPr>
        <w:t>“</w:t>
      </w:r>
      <w:r w:rsidRPr="006D64DA">
        <w:t xml:space="preserve">, </w:t>
      </w:r>
      <w:proofErr w:type="gramStart"/>
      <w:r w:rsidR="001C22E7" w:rsidRPr="006D64DA">
        <w:t>č.j.</w:t>
      </w:r>
      <w:proofErr w:type="gramEnd"/>
      <w:r w:rsidR="001C22E7" w:rsidRPr="006D64DA">
        <w:t xml:space="preserve"> veřejné zakázky</w:t>
      </w:r>
      <w:r w:rsidR="00F20995" w:rsidRPr="006D64DA">
        <w:t xml:space="preserve"> </w:t>
      </w:r>
      <w:r w:rsidR="00AC4577">
        <w:rPr>
          <w:bCs/>
        </w:rPr>
        <w:t>……….</w:t>
      </w:r>
      <w:r w:rsidR="00A12346" w:rsidRPr="00A12346">
        <w:rPr>
          <w:bCs/>
        </w:rPr>
        <w:t xml:space="preserve">-SŽ-OŘ BNO-NPI </w:t>
      </w:r>
      <w:r w:rsidRPr="006D64DA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7D1C11C1" w14:textId="77777777" w:rsidR="003878E0" w:rsidRDefault="00D85C5B" w:rsidP="003878E0">
      <w:pPr>
        <w:pStyle w:val="11odst"/>
      </w:pPr>
      <w:r w:rsidRPr="006D64DA">
        <w:t xml:space="preserve">Předmětem koupě je </w:t>
      </w:r>
      <w:r w:rsidR="00AC4577">
        <w:t>n</w:t>
      </w:r>
      <w:r w:rsidR="00AC4577" w:rsidRPr="00AC4577">
        <w:t xml:space="preserve">ákup </w:t>
      </w:r>
      <w:r w:rsidR="003878E0" w:rsidRPr="003878E0">
        <w:t>transformátor</w:t>
      </w:r>
      <w:r w:rsidR="003878E0">
        <w:t>u</w:t>
      </w:r>
      <w:r w:rsidR="003878E0" w:rsidRPr="003878E0">
        <w:t xml:space="preserve"> pro napájení rozvodu zabezpečovacího zařízení v traťovém úseku Brno – Svitavy, tj. v obvodu DOE Letovice.</w:t>
      </w:r>
    </w:p>
    <w:p w14:paraId="4A214B1F" w14:textId="30927194" w:rsidR="00D85C5B" w:rsidRPr="006D64DA" w:rsidRDefault="00D85C5B" w:rsidP="003878E0">
      <w:pPr>
        <w:pStyle w:val="11odst"/>
      </w:pPr>
      <w:r w:rsidRPr="006D64DA">
        <w:t>Předmět koupě musí splňovat podmínky stanovené právními předpisy, normami ČSN, technickými normami</w:t>
      </w:r>
      <w:r w:rsidR="006D64DA" w:rsidRPr="006D64DA">
        <w:t xml:space="preserve"> České republiky</w:t>
      </w:r>
      <w:r w:rsidRPr="006D64DA">
        <w:t>.</w:t>
      </w:r>
    </w:p>
    <w:p w14:paraId="46F1124F" w14:textId="24EC03F7" w:rsidR="00D85C5B" w:rsidRPr="006D64DA" w:rsidRDefault="00D85C5B" w:rsidP="004471B6">
      <w:pPr>
        <w:pStyle w:val="11odst"/>
      </w:pPr>
      <w:r w:rsidRPr="006D64DA">
        <w:t>Jakost ani provedení Předmětu koupě není určeno vzorkem ani předlohou.</w:t>
      </w:r>
    </w:p>
    <w:p w14:paraId="29584421" w14:textId="2BBC721F" w:rsidR="00D85C5B" w:rsidRPr="006D64DA" w:rsidRDefault="00D85C5B" w:rsidP="004471B6">
      <w:pPr>
        <w:pStyle w:val="Nadpis1"/>
        <w:rPr>
          <w:rFonts w:eastAsia="Times New Roman"/>
          <w:lang w:eastAsia="cs-CZ"/>
        </w:rPr>
      </w:pPr>
      <w:r w:rsidRPr="006D64D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D64DA">
        <w:rPr>
          <w:rFonts w:eastAsia="Times New Roman"/>
          <w:lang w:eastAsia="cs-CZ"/>
        </w:rPr>
        <w:t xml:space="preserve"> cena </w:t>
      </w:r>
      <w:r w:rsidR="00F20995" w:rsidRPr="006D64DA">
        <w:rPr>
          <w:rFonts w:eastAsia="Times New Roman"/>
          <w:lang w:eastAsia="cs-CZ"/>
        </w:rPr>
        <w:t>předmětu koupě</w:t>
      </w:r>
    </w:p>
    <w:p w14:paraId="01FA3DA7" w14:textId="0A5203A4" w:rsidR="00C24C30" w:rsidRPr="006D64DA" w:rsidRDefault="0023570E" w:rsidP="004471B6">
      <w:pPr>
        <w:pStyle w:val="11odst"/>
      </w:pPr>
      <w:r w:rsidRPr="006D64DA">
        <w:t xml:space="preserve">Cena předmětu </w:t>
      </w:r>
      <w:r w:rsidRPr="0049179F">
        <w:t xml:space="preserve">koupě </w:t>
      </w:r>
      <w:r w:rsidR="00721A70" w:rsidRPr="0049179F">
        <w:t>a přesná specifikace je uvede</w:t>
      </w:r>
      <w:r w:rsidR="00721A70" w:rsidRPr="006D64DA">
        <w:t xml:space="preserve">na </w:t>
      </w:r>
      <w:r w:rsidRPr="006D64DA">
        <w:t xml:space="preserve">v příloze č. </w:t>
      </w:r>
      <w:r w:rsidR="006D64DA" w:rsidRPr="006D64DA">
        <w:t>3</w:t>
      </w:r>
      <w:r w:rsidRPr="006D64DA">
        <w:t xml:space="preserve"> této Smlouvy.</w:t>
      </w:r>
    </w:p>
    <w:p w14:paraId="47A205F7" w14:textId="134FA44A" w:rsidR="002B20CA" w:rsidRPr="006D64DA" w:rsidRDefault="007F5EC4" w:rsidP="004471B6">
      <w:pPr>
        <w:pStyle w:val="11odst"/>
      </w:pPr>
      <w:r w:rsidRPr="006D64DA">
        <w:t xml:space="preserve">Kupní cena bude uhrazena na základě předávacího protokolu podepsaného oběma </w:t>
      </w:r>
      <w:r w:rsidR="008B1447" w:rsidRPr="006D64DA">
        <w:t>Sml</w:t>
      </w:r>
      <w:r w:rsidRPr="006D64DA">
        <w:t>uvními stranami</w:t>
      </w:r>
      <w:r w:rsidR="002B20CA" w:rsidRPr="006D64DA">
        <w:t>/dodacího listu.</w:t>
      </w:r>
    </w:p>
    <w:p w14:paraId="70884A3F" w14:textId="77777777" w:rsidR="00D85C5B" w:rsidRPr="006D64DA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>Místo a doba dodání</w:t>
      </w:r>
    </w:p>
    <w:p w14:paraId="37954E98" w14:textId="09CC62F4" w:rsidR="00D85C5B" w:rsidRPr="006D64DA" w:rsidRDefault="00D85C5B" w:rsidP="008B6F9B">
      <w:pPr>
        <w:pStyle w:val="11odst"/>
      </w:pPr>
      <w:r w:rsidRPr="006D64DA">
        <w:t xml:space="preserve">Místo dodání je </w:t>
      </w:r>
      <w:r w:rsidR="002B616B" w:rsidRPr="005362C8">
        <w:t xml:space="preserve">Správa železnic, státní organizace, Oblastní ředitelství Brno, </w:t>
      </w:r>
      <w:r w:rsidR="00AC4577" w:rsidRPr="00AC4577">
        <w:t xml:space="preserve">SEE Brno </w:t>
      </w:r>
      <w:r w:rsidR="00A12A0E" w:rsidRPr="008B6F9B">
        <w:t xml:space="preserve">areál objednatele v </w:t>
      </w:r>
      <w:proofErr w:type="spellStart"/>
      <w:r w:rsidR="00A12A0E" w:rsidRPr="008B6F9B">
        <w:t>žst</w:t>
      </w:r>
      <w:proofErr w:type="spellEnd"/>
      <w:r w:rsidR="00A12A0E" w:rsidRPr="008B6F9B">
        <w:t>. Letovice</w:t>
      </w:r>
      <w:r w:rsidR="008B6F9B">
        <w:t>,</w:t>
      </w:r>
      <w:r w:rsidR="00A35BCA" w:rsidRPr="008B6F9B">
        <w:t xml:space="preserve"> </w:t>
      </w:r>
      <w:r w:rsidR="008B6F9B" w:rsidRPr="008B6F9B">
        <w:t xml:space="preserve">Nádražní 7, 679 61 Letovice, Bc. </w:t>
      </w:r>
      <w:proofErr w:type="spellStart"/>
      <w:r w:rsidR="008B6F9B" w:rsidRPr="008B6F9B">
        <w:t>Leitner</w:t>
      </w:r>
      <w:proofErr w:type="spellEnd"/>
      <w:r w:rsidR="008B6F9B" w:rsidRPr="008B6F9B">
        <w:t xml:space="preserve"> David, tel. č. 720 941 966.</w:t>
      </w:r>
    </w:p>
    <w:p w14:paraId="5115D35D" w14:textId="02136393" w:rsidR="00D85C5B" w:rsidRPr="006D64DA" w:rsidRDefault="00D85C5B" w:rsidP="004471B6">
      <w:pPr>
        <w:pStyle w:val="11odst"/>
      </w:pPr>
      <w:r w:rsidRPr="006D64DA">
        <w:t xml:space="preserve">Předmět koupě bude dodán do </w:t>
      </w:r>
      <w:r w:rsidR="006D64DA" w:rsidRPr="006D64DA">
        <w:t>3</w:t>
      </w:r>
      <w:r w:rsidR="003878E0">
        <w:t>0</w:t>
      </w:r>
      <w:r w:rsidR="006D64DA" w:rsidRPr="006D64DA">
        <w:t>.</w:t>
      </w:r>
      <w:r w:rsidR="003878E0">
        <w:t>11</w:t>
      </w:r>
      <w:r w:rsidR="006D64DA" w:rsidRPr="006D64DA">
        <w:t>.2024.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D64DA" w:rsidRDefault="00D85C5B" w:rsidP="004471B6">
      <w:pPr>
        <w:pStyle w:val="11odst"/>
      </w:pPr>
      <w:r w:rsidRPr="006D64DA">
        <w:t>Pojištění se nevyžaduje.</w:t>
      </w:r>
    </w:p>
    <w:p w14:paraId="3776C210" w14:textId="77777777" w:rsidR="00D85C5B" w:rsidRPr="006D64DA" w:rsidRDefault="00D85C5B" w:rsidP="004471B6">
      <w:pPr>
        <w:pStyle w:val="11odst"/>
      </w:pPr>
      <w:r w:rsidRPr="006D64D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DB59E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E54E407" w:rsidR="00D85C5B" w:rsidRPr="00DB59E2" w:rsidRDefault="006D64DA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návody v českém jazyce k předmětu koupě</w:t>
      </w:r>
      <w:r w:rsidR="00DB59E2">
        <w:rPr>
          <w:rFonts w:eastAsia="Times New Roman" w:cs="Times New Roman"/>
          <w:lang w:eastAsia="cs-CZ"/>
        </w:rPr>
        <w:t>.</w:t>
      </w:r>
      <w:r w:rsidR="00D85C5B" w:rsidRPr="00DB59E2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6D64DA" w:rsidRDefault="009146AF" w:rsidP="004471B6">
      <w:pPr>
        <w:pStyle w:val="11odst"/>
      </w:pPr>
      <w:r w:rsidRPr="006D64DA">
        <w:t>Záruční doba činí 24 měsíců.</w:t>
      </w:r>
    </w:p>
    <w:p w14:paraId="2097C982" w14:textId="7FE8152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 xml:space="preserve">Poddodavatelé </w:t>
      </w:r>
    </w:p>
    <w:p w14:paraId="5CD37451" w14:textId="07A27ED3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F66C01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F66C01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6829766B" w:rsidR="00D85C5B" w:rsidRPr="00F66C01" w:rsidRDefault="00D85C5B" w:rsidP="008B6F9B">
      <w:pPr>
        <w:pStyle w:val="111odst"/>
        <w:numPr>
          <w:ilvl w:val="0"/>
          <w:numId w:val="0"/>
        </w:numPr>
        <w:ind w:left="680"/>
      </w:pPr>
      <w:bookmarkStart w:id="0" w:name="_GoBack"/>
      <w:bookmarkEnd w:id="0"/>
      <w:r w:rsidRPr="00F66C01">
        <w:t xml:space="preserve">za Kupujícího </w:t>
      </w:r>
      <w:r w:rsidR="00AC4577">
        <w:t>Ing. Jaroslav Pospíšek</w:t>
      </w:r>
      <w:r w:rsidR="008A08E7" w:rsidRPr="00F66C01">
        <w:t xml:space="preserve">, tel. </w:t>
      </w:r>
      <w:r w:rsidR="00F66C01" w:rsidRPr="00F66C01">
        <w:t>+420</w:t>
      </w:r>
      <w:r w:rsidR="00AC4577">
        <w:t> 602 768 238</w:t>
      </w:r>
      <w:r w:rsidR="008A08E7" w:rsidRPr="00F66C01">
        <w:t>, email</w:t>
      </w:r>
      <w:r w:rsidR="00F66C01">
        <w:t>:</w:t>
      </w:r>
      <w:r w:rsidR="008A08E7" w:rsidRPr="00F66C01">
        <w:t xml:space="preserve"> </w:t>
      </w:r>
      <w:r w:rsidR="00AC4577">
        <w:t>Pospisek</w:t>
      </w:r>
      <w:r w:rsidR="00753BF6" w:rsidRPr="00753BF6">
        <w:t>@spravazeleznic.cz</w:t>
      </w:r>
      <w:r w:rsidRPr="00F66C01">
        <w:t>,</w:t>
      </w:r>
    </w:p>
    <w:p w14:paraId="5FEEEEAB" w14:textId="5DD072C9" w:rsidR="00D85C5B" w:rsidRPr="000C5DA0" w:rsidRDefault="008B6F9B" w:rsidP="008B6F9B">
      <w:pPr>
        <w:pStyle w:val="111odst"/>
        <w:numPr>
          <w:ilvl w:val="0"/>
          <w:numId w:val="0"/>
        </w:numPr>
        <w:ind w:left="567"/>
      </w:pPr>
      <w:r>
        <w:t xml:space="preserve">  </w:t>
      </w:r>
      <w:r w:rsidR="00D85C5B"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="00D85C5B"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216C1">
        <w:t xml:space="preserve">odstavce 9.1 a 9.2 </w:t>
      </w:r>
      <w:r w:rsidR="003330E9" w:rsidRPr="004216C1">
        <w:t xml:space="preserve">této </w:t>
      </w:r>
      <w:r w:rsidRPr="004216C1">
        <w:t xml:space="preserve">Smlouvy také jednotlivě pro všechny osoby v rámci Prodávajícího </w:t>
      </w:r>
      <w:r w:rsidR="00414246" w:rsidRPr="004216C1">
        <w:t>sdružené</w:t>
      </w:r>
      <w:r w:rsidR="00414246">
        <w:t>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4216C1">
        <w:t xml:space="preserve">výši </w:t>
      </w:r>
      <w:r w:rsidR="00AA52E0" w:rsidRPr="004216C1">
        <w:t>5</w:t>
      </w:r>
      <w:r w:rsidR="001A3602" w:rsidRPr="004216C1">
        <w:t xml:space="preserve"> % procent z</w:t>
      </w:r>
      <w:r w:rsidRPr="004216C1">
        <w:t> </w:t>
      </w:r>
      <w:r w:rsidR="001A3602" w:rsidRPr="004216C1">
        <w:t>kupní</w:t>
      </w:r>
      <w:r w:rsidR="001A3602" w:rsidRPr="00483C85">
        <w:t xml:space="preserve">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4216C1" w:rsidRDefault="008B1447" w:rsidP="004471B6">
      <w:pPr>
        <w:pStyle w:val="11odst"/>
      </w:pPr>
      <w:r w:rsidRPr="004216C1">
        <w:t>Tato S</w:t>
      </w:r>
      <w:r w:rsidR="00D85C5B" w:rsidRPr="004216C1">
        <w:t xml:space="preserve">mlouva nabývá platnosti okamžikem podpisu poslední ze </w:t>
      </w:r>
      <w:r w:rsidR="00FB5045" w:rsidRPr="004216C1">
        <w:t>Sml</w:t>
      </w:r>
      <w:r w:rsidR="00D85C5B" w:rsidRPr="004216C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A57304">
      <w:pPr>
        <w:pStyle w:val="Plohanadpis"/>
        <w:spacing w:before="12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0D392BE6" w:rsidR="00D85C5B" w:rsidRPr="00721A70" w:rsidRDefault="00D85C5B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lang w:eastAsia="cs-CZ"/>
        </w:rPr>
        <w:t xml:space="preserve">příloha č. </w:t>
      </w:r>
      <w:r w:rsidR="00013A77" w:rsidRPr="004C260A">
        <w:rPr>
          <w:rFonts w:eastAsia="Times New Roman" w:cs="Times New Roman"/>
          <w:lang w:eastAsia="cs-CZ"/>
        </w:rPr>
        <w:t>2</w:t>
      </w:r>
      <w:r w:rsidRPr="004C260A">
        <w:rPr>
          <w:rFonts w:eastAsia="Times New Roman" w:cs="Times New Roman"/>
          <w:lang w:eastAsia="cs-CZ"/>
        </w:rPr>
        <w:t>:</w:t>
      </w:r>
      <w:r w:rsidRPr="004C260A">
        <w:rPr>
          <w:rFonts w:eastAsia="Times New Roman" w:cs="Times New Roman"/>
          <w:lang w:eastAsia="cs-CZ"/>
        </w:rPr>
        <w:tab/>
      </w:r>
      <w:r w:rsidR="00721A70" w:rsidRPr="0049179F">
        <w:rPr>
          <w:rFonts w:eastAsia="Times New Roman" w:cs="Times New Roman"/>
          <w:lang w:eastAsia="cs-CZ"/>
        </w:rPr>
        <w:t>Neobsazeno</w:t>
      </w:r>
    </w:p>
    <w:p w14:paraId="3FA3461E" w14:textId="5EAF5F11" w:rsidR="008A08E7" w:rsidRDefault="008A08E7">
      <w:pPr>
        <w:pStyle w:val="Plohy"/>
        <w:rPr>
          <w:rFonts w:asciiTheme="majorHAnsi" w:hAnsiTheme="majorHAnsi"/>
          <w:noProof/>
        </w:rPr>
      </w:pPr>
      <w:r w:rsidRPr="005B0020">
        <w:rPr>
          <w:rFonts w:eastAsia="Times New Roman" w:cs="Times New Roman"/>
          <w:lang w:eastAsia="cs-CZ"/>
        </w:rPr>
        <w:t>příloha č. 3:</w:t>
      </w:r>
      <w:r w:rsidRPr="005B0020">
        <w:rPr>
          <w:rFonts w:eastAsia="Times New Roman" w:cs="Times New Roman"/>
          <w:lang w:eastAsia="cs-CZ"/>
        </w:rPr>
        <w:tab/>
      </w:r>
      <w:r w:rsidR="009165A7" w:rsidRPr="005B0020">
        <w:rPr>
          <w:rFonts w:eastAsia="Times New Roman" w:cs="Times New Roman"/>
          <w:lang w:eastAsia="cs-CZ"/>
        </w:rPr>
        <w:t>Ceník, s</w:t>
      </w:r>
      <w:r w:rsidRPr="005B0020">
        <w:rPr>
          <w:rFonts w:eastAsia="Times New Roman" w:cs="Times New Roman"/>
          <w:lang w:eastAsia="cs-CZ"/>
        </w:rPr>
        <w:t xml:space="preserve">pecifikace dodávaného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highlight w:val="green"/>
          <w:lang w:eastAsia="cs-CZ"/>
        </w:rPr>
        <w:t>příloha č. 4</w:t>
      </w:r>
      <w:r w:rsidR="008A1F85" w:rsidRPr="004C260A">
        <w:rPr>
          <w:rFonts w:eastAsia="Times New Roman" w:cs="Times New Roman"/>
          <w:highlight w:val="green"/>
          <w:lang w:eastAsia="cs-CZ"/>
        </w:rPr>
        <w:t>:</w:t>
      </w:r>
      <w:r w:rsidRPr="004C260A">
        <w:rPr>
          <w:rFonts w:eastAsia="Times New Roman" w:cs="Times New Roman"/>
          <w:highlight w:val="green"/>
          <w:lang w:eastAsia="cs-CZ"/>
        </w:rPr>
        <w:tab/>
      </w:r>
      <w:r w:rsidR="008A1F85" w:rsidRPr="004C260A">
        <w:rPr>
          <w:rFonts w:eastAsia="Times New Roman" w:cs="Times New Roman"/>
          <w:highlight w:val="gree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8092715" w14:textId="77777777" w:rsidR="004216C1" w:rsidRDefault="004216C1" w:rsidP="004216C1">
      <w:pPr>
        <w:pStyle w:val="Podpisovoprvnn"/>
        <w:spacing w:before="0"/>
      </w:pPr>
    </w:p>
    <w:p w14:paraId="3AD422FB" w14:textId="77777777" w:rsidR="004216C1" w:rsidRDefault="004216C1" w:rsidP="004216C1">
      <w:pPr>
        <w:pStyle w:val="Podpisovoprvnn"/>
        <w:spacing w:before="0"/>
      </w:pPr>
    </w:p>
    <w:p w14:paraId="24769335" w14:textId="5B611235" w:rsidR="004216C1" w:rsidRDefault="004216C1" w:rsidP="004216C1">
      <w:pPr>
        <w:pStyle w:val="Podpisovoprvnn"/>
        <w:spacing w:before="0"/>
      </w:pPr>
    </w:p>
    <w:p w14:paraId="36045F6F" w14:textId="60CDF98B" w:rsidR="00A57304" w:rsidRDefault="00A57304" w:rsidP="004216C1">
      <w:pPr>
        <w:pStyle w:val="Podpisovoprvnn"/>
        <w:spacing w:before="0"/>
      </w:pPr>
    </w:p>
    <w:p w14:paraId="58EB29A1" w14:textId="77777777" w:rsidR="00A57304" w:rsidRDefault="00A57304" w:rsidP="004216C1">
      <w:pPr>
        <w:pStyle w:val="Podpisovoprvnn"/>
        <w:spacing w:before="0"/>
      </w:pPr>
    </w:p>
    <w:p w14:paraId="1875D70B" w14:textId="7BC779A3" w:rsidR="00A433FA" w:rsidRDefault="00A433FA" w:rsidP="004216C1">
      <w:pPr>
        <w:pStyle w:val="Podpisovoprvnn"/>
        <w:spacing w:before="0"/>
      </w:pPr>
    </w:p>
    <w:p w14:paraId="2E926EB5" w14:textId="77777777" w:rsidR="00A433FA" w:rsidRDefault="00A433FA" w:rsidP="004216C1">
      <w:pPr>
        <w:pStyle w:val="Podpisovoprvnn"/>
        <w:spacing w:before="0"/>
      </w:pPr>
    </w:p>
    <w:p w14:paraId="6536CDA7" w14:textId="774EC8B4" w:rsidR="004216C1" w:rsidRPr="00221465" w:rsidRDefault="004216C1" w:rsidP="004216C1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1942CC3A" w14:textId="0A869F31" w:rsidR="00A349F7" w:rsidRPr="00A349F7" w:rsidRDefault="004216C1" w:rsidP="00721A70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MBA</w:t>
      </w:r>
      <w:r w:rsidRPr="004471B6">
        <w:rPr>
          <w:rStyle w:val="Tun"/>
          <w:rFonts w:eastAsiaTheme="minorHAnsi"/>
        </w:rPr>
        <w:t xml:space="preserve"> </w:t>
      </w:r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="00C27C76" w:rsidRPr="00C27C76">
        <w:rPr>
          <w:rStyle w:val="Tun"/>
          <w:rFonts w:eastAsiaTheme="minorHAnsi"/>
          <w:highlight w:val="green"/>
        </w:rPr>
        <w:t>……………………………………</w:t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  <w:r w:rsidR="00C27C76">
        <w:rPr>
          <w:noProof/>
        </w:rPr>
        <w:tab/>
      </w:r>
      <w:r w:rsidR="00C27C76">
        <w:rPr>
          <w:noProof/>
        </w:rPr>
        <w:tab/>
      </w:r>
      <w:r w:rsidR="00C27C76">
        <w:rPr>
          <w:noProof/>
        </w:rPr>
        <w:tab/>
      </w:r>
      <w:r w:rsidR="00C27C76" w:rsidRPr="00C27C76">
        <w:rPr>
          <w:noProof/>
          <w:highlight w:val="green"/>
        </w:rPr>
        <w:t>……………………………………………..</w:t>
      </w: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B01985B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6F9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6F9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2401B8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6F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6F9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203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B616B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878E0"/>
    <w:rsid w:val="003956C6"/>
    <w:rsid w:val="003A63EE"/>
    <w:rsid w:val="003A7A56"/>
    <w:rsid w:val="003B16F0"/>
    <w:rsid w:val="003B39EC"/>
    <w:rsid w:val="003D06BE"/>
    <w:rsid w:val="00414246"/>
    <w:rsid w:val="0041746F"/>
    <w:rsid w:val="004216C1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79F"/>
    <w:rsid w:val="00491827"/>
    <w:rsid w:val="00493B1B"/>
    <w:rsid w:val="00495AF5"/>
    <w:rsid w:val="004B348C"/>
    <w:rsid w:val="004C260A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002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64DA"/>
    <w:rsid w:val="006D7AFE"/>
    <w:rsid w:val="006E0578"/>
    <w:rsid w:val="006E314D"/>
    <w:rsid w:val="006F3C20"/>
    <w:rsid w:val="007061F8"/>
    <w:rsid w:val="00710723"/>
    <w:rsid w:val="00715E72"/>
    <w:rsid w:val="00721A70"/>
    <w:rsid w:val="00723ED1"/>
    <w:rsid w:val="00730859"/>
    <w:rsid w:val="00743525"/>
    <w:rsid w:val="00743BEC"/>
    <w:rsid w:val="0074484D"/>
    <w:rsid w:val="00745241"/>
    <w:rsid w:val="00753BF6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B6F9B"/>
    <w:rsid w:val="008D03B9"/>
    <w:rsid w:val="008D6B46"/>
    <w:rsid w:val="008F18D6"/>
    <w:rsid w:val="008F2302"/>
    <w:rsid w:val="00904780"/>
    <w:rsid w:val="009146AF"/>
    <w:rsid w:val="009165A7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12346"/>
    <w:rsid w:val="00A12A0E"/>
    <w:rsid w:val="00A24EC2"/>
    <w:rsid w:val="00A33BB9"/>
    <w:rsid w:val="00A349F7"/>
    <w:rsid w:val="00A35B29"/>
    <w:rsid w:val="00A35BCA"/>
    <w:rsid w:val="00A433FA"/>
    <w:rsid w:val="00A453A2"/>
    <w:rsid w:val="00A55CEB"/>
    <w:rsid w:val="00A57304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C4577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A0126"/>
    <w:rsid w:val="00BC51D3"/>
    <w:rsid w:val="00BD32CD"/>
    <w:rsid w:val="00BD7E91"/>
    <w:rsid w:val="00C02D0A"/>
    <w:rsid w:val="00C03A6E"/>
    <w:rsid w:val="00C03A71"/>
    <w:rsid w:val="00C14266"/>
    <w:rsid w:val="00C24C30"/>
    <w:rsid w:val="00C27C76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59E2"/>
    <w:rsid w:val="00DC41AD"/>
    <w:rsid w:val="00DC75F3"/>
    <w:rsid w:val="00DD46F3"/>
    <w:rsid w:val="00DE56F2"/>
    <w:rsid w:val="00DF116D"/>
    <w:rsid w:val="00E14E64"/>
    <w:rsid w:val="00E17FE7"/>
    <w:rsid w:val="00E2457B"/>
    <w:rsid w:val="00E63C2D"/>
    <w:rsid w:val="00E7068E"/>
    <w:rsid w:val="00E967DA"/>
    <w:rsid w:val="00EA1DA7"/>
    <w:rsid w:val="00EB104F"/>
    <w:rsid w:val="00EC3D8C"/>
    <w:rsid w:val="00ED14BD"/>
    <w:rsid w:val="00EF3B0B"/>
    <w:rsid w:val="00EF7432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C01"/>
    <w:rsid w:val="00F86BA6"/>
    <w:rsid w:val="00FA6F17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6D64DA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D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31E100-2664-4570-A35A-CA8EA0C5A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5</Pages>
  <Words>2083</Words>
  <Characters>12295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Maršíková Iva</cp:lastModifiedBy>
  <cp:revision>76</cp:revision>
  <cp:lastPrinted>2017-11-28T17:18:00Z</cp:lastPrinted>
  <dcterms:created xsi:type="dcterms:W3CDTF">2022-05-03T10:42:00Z</dcterms:created>
  <dcterms:modified xsi:type="dcterms:W3CDTF">2024-06-13T08:51:00Z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