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4809C8" w14:textId="313D64DF" w:rsidR="009B402F" w:rsidRPr="003E1257" w:rsidRDefault="00485FF6" w:rsidP="007D5284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bookmarkStart w:id="0" w:name="_Hlk136428667"/>
      <w:r>
        <w:rPr>
          <w:rFonts w:ascii="Verdana" w:hAnsi="Verdana"/>
          <w:b/>
          <w:sz w:val="36"/>
          <w:szCs w:val="36"/>
          <w:lang w:val="cs-CZ"/>
        </w:rPr>
        <w:t xml:space="preserve">Čestné prohlášení - </w:t>
      </w:r>
      <w:r w:rsidR="007F1151" w:rsidRPr="003E1257">
        <w:rPr>
          <w:rFonts w:ascii="Verdana" w:hAnsi="Verdana"/>
          <w:b/>
          <w:sz w:val="36"/>
          <w:szCs w:val="36"/>
          <w:lang w:val="cs-CZ"/>
        </w:rPr>
        <w:t xml:space="preserve">Seznam významných </w:t>
      </w:r>
      <w:r w:rsidR="003E1257" w:rsidRPr="003E1257">
        <w:rPr>
          <w:rFonts w:ascii="Verdana" w:hAnsi="Verdana"/>
          <w:b/>
          <w:sz w:val="36"/>
          <w:szCs w:val="36"/>
          <w:lang w:val="cs-CZ"/>
        </w:rPr>
        <w:t>služeb</w:t>
      </w:r>
    </w:p>
    <w:p w14:paraId="7FAC2A26" w14:textId="77777777" w:rsidR="00BE1004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E1257">
        <w:rPr>
          <w:rFonts w:ascii="Verdana" w:hAnsi="Verdana"/>
          <w:b/>
          <w:sz w:val="18"/>
          <w:szCs w:val="18"/>
        </w:rPr>
        <w:t>Účastník</w:t>
      </w:r>
      <w:r w:rsidR="00BE1004" w:rsidRPr="003E1257">
        <w:rPr>
          <w:rFonts w:ascii="Verdana" w:hAnsi="Verdana"/>
          <w:b/>
          <w:sz w:val="18"/>
          <w:szCs w:val="18"/>
        </w:rPr>
        <w:t>:</w:t>
      </w:r>
    </w:p>
    <w:p w14:paraId="7E85615A" w14:textId="77777777" w:rsidR="00E37B7B" w:rsidRPr="009334A6" w:rsidRDefault="00E37B7B" w:rsidP="00E37B7B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C97398BFA0104798A384B5A453EF7031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DF4A72A" w14:textId="77777777" w:rsidR="00E37B7B" w:rsidRPr="009334A6" w:rsidRDefault="00E37B7B" w:rsidP="00E37B7B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DBDDEA3" w14:textId="77777777" w:rsidR="00E37B7B" w:rsidRPr="009334A6" w:rsidRDefault="00E37B7B" w:rsidP="00E37B7B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C97398BFA0104798A384B5A453EF7031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812C7AA" w14:textId="77777777" w:rsidR="00E37B7B" w:rsidRDefault="00E37B7B" w:rsidP="00E37B7B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5B1792DAA99A49B1A2E5F79A42B89F86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D83417B" w14:textId="77777777" w:rsidR="007E4088" w:rsidRPr="003E1257" w:rsidRDefault="007E4088" w:rsidP="005B4BA5">
      <w:pPr>
        <w:rPr>
          <w:rFonts w:ascii="Verdana" w:hAnsi="Verdana"/>
          <w:sz w:val="18"/>
          <w:szCs w:val="18"/>
        </w:rPr>
      </w:pPr>
    </w:p>
    <w:p w14:paraId="4F73C095" w14:textId="03B08F1B" w:rsidR="0082080C" w:rsidRDefault="00AD3797" w:rsidP="00800796">
      <w:pPr>
        <w:jc w:val="both"/>
        <w:rPr>
          <w:rFonts w:ascii="Verdana" w:hAnsi="Verdana"/>
          <w:sz w:val="18"/>
          <w:szCs w:val="18"/>
        </w:rPr>
      </w:pPr>
      <w:r w:rsidRPr="003E1257">
        <w:rPr>
          <w:rFonts w:ascii="Verdana" w:hAnsi="Verdana"/>
          <w:sz w:val="18"/>
          <w:szCs w:val="18"/>
        </w:rPr>
        <w:t xml:space="preserve">který podává nabídku na </w:t>
      </w:r>
      <w:r w:rsidR="00D54281" w:rsidRPr="00430702">
        <w:rPr>
          <w:rFonts w:ascii="Verdana" w:hAnsi="Verdana"/>
          <w:sz w:val="18"/>
          <w:szCs w:val="18"/>
        </w:rPr>
        <w:t xml:space="preserve">veřejnou </w:t>
      </w:r>
      <w:r w:rsidRPr="00430702">
        <w:rPr>
          <w:rFonts w:ascii="Verdana" w:hAnsi="Verdana"/>
          <w:sz w:val="18"/>
          <w:szCs w:val="18"/>
        </w:rPr>
        <w:t xml:space="preserve">zakázku s názvem </w:t>
      </w:r>
      <w:r w:rsidR="00430702" w:rsidRPr="00430702">
        <w:rPr>
          <w:rFonts w:ascii="Verdana" w:hAnsi="Verdana"/>
          <w:b/>
          <w:sz w:val="18"/>
          <w:szCs w:val="18"/>
        </w:rPr>
        <w:t>„</w:t>
      </w:r>
      <w:r w:rsidR="00E37B7B">
        <w:rPr>
          <w:rFonts w:ascii="Verdana" w:hAnsi="Verdana"/>
          <w:b/>
          <w:sz w:val="18"/>
          <w:szCs w:val="18"/>
        </w:rPr>
        <w:t xml:space="preserve">Zajištění servisních služeb v administrativní budově OŘ Ostrava - ul. Muglinovská 1038/5, Ostrava“, </w:t>
      </w:r>
      <w:r w:rsidR="00E37B7B">
        <w:rPr>
          <w:rFonts w:ascii="Verdana" w:hAnsi="Verdana"/>
          <w:sz w:val="18"/>
          <w:szCs w:val="18"/>
        </w:rPr>
        <w:t>č.j.  21370/2024-SŽ-OŘ OVA-NPI (č.j. dokumentu Výzvy k podání nabídek)</w:t>
      </w:r>
      <w:r w:rsidR="00607B96">
        <w:rPr>
          <w:rFonts w:ascii="Verdana" w:hAnsi="Verdana"/>
          <w:b/>
          <w:sz w:val="18"/>
          <w:szCs w:val="18"/>
        </w:rPr>
        <w:t>“</w:t>
      </w:r>
      <w:r w:rsidRPr="00430702">
        <w:rPr>
          <w:rFonts w:ascii="Verdana" w:hAnsi="Verdana"/>
          <w:sz w:val="18"/>
          <w:szCs w:val="18"/>
        </w:rPr>
        <w:t>, tímto čestně prohlašuje</w:t>
      </w:r>
      <w:r w:rsidR="003B09D8" w:rsidRPr="00430702">
        <w:rPr>
          <w:rFonts w:ascii="Verdana" w:hAnsi="Verdana"/>
          <w:sz w:val="18"/>
          <w:szCs w:val="18"/>
        </w:rPr>
        <w:t xml:space="preserve">, </w:t>
      </w:r>
      <w:r w:rsidR="00CB2BA8" w:rsidRPr="00430702">
        <w:rPr>
          <w:rFonts w:ascii="Verdana" w:hAnsi="Verdana"/>
          <w:sz w:val="18"/>
          <w:szCs w:val="18"/>
        </w:rPr>
        <w:t xml:space="preserve">že </w:t>
      </w:r>
      <w:r w:rsidR="00D54281" w:rsidRPr="00430702">
        <w:rPr>
          <w:rFonts w:ascii="Verdana" w:hAnsi="Verdana"/>
          <w:sz w:val="18"/>
          <w:szCs w:val="18"/>
        </w:rPr>
        <w:t xml:space="preserve">za </w:t>
      </w:r>
      <w:r w:rsidR="00800796">
        <w:rPr>
          <w:rFonts w:ascii="Verdana" w:hAnsi="Verdana"/>
          <w:sz w:val="18"/>
          <w:szCs w:val="18"/>
        </w:rPr>
        <w:t>poslední</w:t>
      </w:r>
      <w:r w:rsidR="00C54C2B">
        <w:rPr>
          <w:rFonts w:ascii="Verdana" w:hAnsi="Verdana"/>
          <w:sz w:val="18"/>
          <w:szCs w:val="18"/>
        </w:rPr>
        <w:t xml:space="preserve"> </w:t>
      </w:r>
      <w:r w:rsidR="0078781A">
        <w:rPr>
          <w:rFonts w:ascii="Verdana" w:hAnsi="Verdana"/>
          <w:sz w:val="18"/>
          <w:szCs w:val="18"/>
        </w:rPr>
        <w:t>3</w:t>
      </w:r>
      <w:r w:rsidR="0057284D">
        <w:rPr>
          <w:rFonts w:ascii="Verdana" w:hAnsi="Verdana"/>
          <w:sz w:val="18"/>
          <w:szCs w:val="18"/>
        </w:rPr>
        <w:t xml:space="preserve"> </w:t>
      </w:r>
      <w:r w:rsidR="0078781A">
        <w:rPr>
          <w:rFonts w:ascii="Verdana" w:hAnsi="Verdana"/>
          <w:sz w:val="18"/>
          <w:szCs w:val="18"/>
        </w:rPr>
        <w:t>roky</w:t>
      </w:r>
      <w:r w:rsidR="00D54281" w:rsidRPr="003E1257">
        <w:rPr>
          <w:rFonts w:ascii="Verdana" w:hAnsi="Verdana"/>
          <w:sz w:val="18"/>
          <w:szCs w:val="18"/>
        </w:rPr>
        <w:t xml:space="preserve"> </w:t>
      </w:r>
      <w:r w:rsidR="0082080C" w:rsidRPr="003E1257">
        <w:rPr>
          <w:rFonts w:ascii="Verdana" w:hAnsi="Verdana"/>
          <w:sz w:val="18"/>
          <w:szCs w:val="18"/>
        </w:rPr>
        <w:t xml:space="preserve">před zahájením </w:t>
      </w:r>
      <w:r w:rsidR="007E1377">
        <w:rPr>
          <w:rFonts w:ascii="Verdana" w:hAnsi="Verdana"/>
          <w:sz w:val="18"/>
          <w:szCs w:val="18"/>
        </w:rPr>
        <w:t>výběrového</w:t>
      </w:r>
      <w:r w:rsidR="0082080C" w:rsidRPr="003E1257">
        <w:rPr>
          <w:rFonts w:ascii="Verdana" w:hAnsi="Verdana"/>
          <w:sz w:val="18"/>
          <w:szCs w:val="18"/>
        </w:rPr>
        <w:t xml:space="preserve"> řízení realizoval tyto </w:t>
      </w:r>
      <w:r w:rsidR="00BD4E85" w:rsidRPr="003E1257">
        <w:rPr>
          <w:rFonts w:ascii="Verdana" w:hAnsi="Verdana"/>
          <w:sz w:val="18"/>
          <w:szCs w:val="18"/>
        </w:rPr>
        <w:t xml:space="preserve">významné </w:t>
      </w:r>
      <w:r w:rsidR="003E1257" w:rsidRPr="003E1257">
        <w:rPr>
          <w:rFonts w:ascii="Verdana" w:hAnsi="Verdana"/>
          <w:sz w:val="18"/>
          <w:szCs w:val="18"/>
        </w:rPr>
        <w:t>služby</w:t>
      </w:r>
      <w:r w:rsidR="0082080C" w:rsidRPr="003E1257">
        <w:rPr>
          <w:rFonts w:ascii="Verdana" w:hAnsi="Verdana"/>
          <w:sz w:val="18"/>
          <w:szCs w:val="18"/>
        </w:rPr>
        <w:t>:</w:t>
      </w:r>
    </w:p>
    <w:p w14:paraId="0BD4C915" w14:textId="77777777" w:rsidR="00CB380D" w:rsidRPr="009C4ED6" w:rsidRDefault="00CB380D" w:rsidP="00800796">
      <w:pPr>
        <w:jc w:val="both"/>
        <w:rPr>
          <w:rFonts w:ascii="Verdana" w:hAnsi="Verdana"/>
          <w:sz w:val="18"/>
          <w:szCs w:val="18"/>
        </w:rPr>
      </w:pPr>
    </w:p>
    <w:tbl>
      <w:tblPr>
        <w:tblW w:w="9356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77"/>
        <w:gridCol w:w="1923"/>
        <w:gridCol w:w="1631"/>
        <w:gridCol w:w="1342"/>
        <w:gridCol w:w="1319"/>
        <w:gridCol w:w="1268"/>
      </w:tblGrid>
      <w:tr w:rsidR="00707C80" w:rsidRPr="00707C80" w14:paraId="6748E56A" w14:textId="77777777" w:rsidTr="0080636E">
        <w:trPr>
          <w:trHeight w:val="525"/>
        </w:trPr>
        <w:tc>
          <w:tcPr>
            <w:tcW w:w="935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CE4D6"/>
            <w:noWrap/>
            <w:vAlign w:val="bottom"/>
            <w:hideMark/>
          </w:tcPr>
          <w:p w14:paraId="490F33F4" w14:textId="41EB84B3" w:rsidR="00707C80" w:rsidRPr="00707C80" w:rsidRDefault="00707C80" w:rsidP="00707C80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</w:pPr>
            <w:r w:rsidRPr="00707C80"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  <w:t xml:space="preserve">Významné služby </w:t>
            </w:r>
            <w:r w:rsidR="00CE2F9B"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  <w:t xml:space="preserve">spočívající </w:t>
            </w:r>
            <w:r w:rsidR="00CE2F9B" w:rsidRPr="00CE2F9B">
              <w:rPr>
                <w:rFonts w:ascii="Verdana" w:hAnsi="Verdana" w:cs="Calibri"/>
                <w:b/>
                <w:bCs/>
                <w:i/>
                <w:color w:val="000000"/>
                <w:sz w:val="18"/>
                <w:szCs w:val="18"/>
                <w:u w:val="single"/>
              </w:rPr>
              <w:t>v </w:t>
            </w:r>
            <w:r w:rsidR="00CE2F9B" w:rsidRPr="00CE2F9B">
              <w:rPr>
                <w:rFonts w:ascii="Verdana" w:hAnsi="Verdana" w:cs="Calibri"/>
                <w:b/>
                <w:bCs/>
                <w:color w:val="000000"/>
                <w:sz w:val="18"/>
                <w:szCs w:val="18"/>
                <w:u w:val="single"/>
              </w:rPr>
              <w:t>poskytování úklidových služeb</w:t>
            </w:r>
            <w:r w:rsidR="00CE2F9B"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707C80"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  <w:t>v objektu občanské vybavenosti po dobu nepřetržitě alespoň jednoho roku pro jednoho objednatele</w:t>
            </w:r>
          </w:p>
        </w:tc>
      </w:tr>
      <w:tr w:rsidR="00707C80" w:rsidRPr="00707C80" w14:paraId="7FDE5D0C" w14:textId="77777777" w:rsidTr="0080636E">
        <w:trPr>
          <w:trHeight w:val="642"/>
        </w:trPr>
        <w:tc>
          <w:tcPr>
            <w:tcW w:w="9356" w:type="dxa"/>
            <w:gridSpan w:val="6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7296022D" w14:textId="0F64A467" w:rsidR="00707C80" w:rsidRPr="00707C80" w:rsidRDefault="00707C80" w:rsidP="00CD34A3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>Významná služba</w:t>
            </w:r>
            <w:r w:rsidRPr="00707C8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 w:rsidRPr="00707C80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>dle odst. 6.4.1 pod písm. a)</w:t>
            </w:r>
            <w:r w:rsidRPr="00707C80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br/>
              <w:t>(</w:t>
            </w:r>
            <w:r w:rsidRPr="004B49B7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shd w:val="clear" w:color="auto" w:fill="FDE9D9" w:themeFill="accent6" w:themeFillTint="33"/>
              </w:rPr>
              <w:t>finanční objem této významné služby činil minimálně 1</w:t>
            </w:r>
            <w:r w:rsidR="00D92313" w:rsidRPr="004B49B7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shd w:val="clear" w:color="auto" w:fill="FDE9D9" w:themeFill="accent6" w:themeFillTint="33"/>
              </w:rPr>
              <w:t> </w:t>
            </w:r>
            <w:r w:rsidR="00CD34A3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shd w:val="clear" w:color="auto" w:fill="FDE9D9" w:themeFill="accent6" w:themeFillTint="33"/>
              </w:rPr>
              <w:t>0</w:t>
            </w:r>
            <w:r w:rsidRPr="004B49B7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shd w:val="clear" w:color="auto" w:fill="FDE9D9" w:themeFill="accent6" w:themeFillTint="33"/>
              </w:rPr>
              <w:t>00</w:t>
            </w:r>
            <w:r w:rsidR="00D92313" w:rsidRPr="004B49B7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shd w:val="clear" w:color="auto" w:fill="FDE9D9" w:themeFill="accent6" w:themeFillTint="33"/>
              </w:rPr>
              <w:t> </w:t>
            </w:r>
            <w:r w:rsidRPr="004B49B7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shd w:val="clear" w:color="auto" w:fill="FDE9D9" w:themeFill="accent6" w:themeFillTint="33"/>
              </w:rPr>
              <w:t>000</w:t>
            </w:r>
            <w:r w:rsidR="00D92313" w:rsidRPr="004B49B7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shd w:val="clear" w:color="auto" w:fill="FDE9D9" w:themeFill="accent6" w:themeFillTint="33"/>
              </w:rPr>
              <w:t>,00</w:t>
            </w:r>
            <w:r w:rsidRPr="004B49B7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shd w:val="clear" w:color="auto" w:fill="FDE9D9" w:themeFill="accent6" w:themeFillTint="33"/>
              </w:rPr>
              <w:t xml:space="preserve"> Kč bez DPH za rok</w:t>
            </w:r>
            <w:r w:rsidRPr="00707C80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>)</w:t>
            </w:r>
          </w:p>
        </w:tc>
      </w:tr>
      <w:tr w:rsidR="00B052B2" w:rsidRPr="00707C80" w14:paraId="06D0F01B" w14:textId="77777777" w:rsidTr="0080636E">
        <w:trPr>
          <w:trHeight w:val="1364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49A5C" w14:textId="77777777" w:rsidR="00707C80" w:rsidRPr="00707C80" w:rsidRDefault="00707C80" w:rsidP="00707C80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</w:pPr>
            <w:r w:rsidRPr="00707C80"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  <w:t>Objednatel služby</w:t>
            </w:r>
            <w:r w:rsidRPr="00707C80"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  <w:br/>
            </w:r>
            <w:r w:rsidRPr="00707C80">
              <w:rPr>
                <w:rFonts w:ascii="Verdana" w:hAnsi="Verdana" w:cs="Calibri"/>
                <w:color w:val="000000"/>
                <w:sz w:val="14"/>
                <w:szCs w:val="14"/>
              </w:rPr>
              <w:t>IČO, sídlo, místo podnikaní, nebo jiné obdobné údaje</w:t>
            </w:r>
            <w:r w:rsidRPr="00707C80"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  <w:br/>
            </w:r>
            <w:r w:rsidRPr="00707C80">
              <w:rPr>
                <w:rFonts w:ascii="Verdana" w:hAnsi="Verdana" w:cs="Calibri"/>
                <w:color w:val="000000"/>
                <w:sz w:val="14"/>
                <w:szCs w:val="14"/>
              </w:rPr>
              <w:t>(</w:t>
            </w:r>
            <w:r w:rsidRPr="00B052B2"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  <w:t>včetně kont. osoby objednatele, telefon, e-mail</w:t>
            </w:r>
            <w:r w:rsidRPr="00707C80">
              <w:rPr>
                <w:rFonts w:ascii="Verdana" w:hAnsi="Verdana" w:cs="Calibri"/>
                <w:color w:val="000000"/>
                <w:sz w:val="14"/>
                <w:szCs w:val="14"/>
              </w:rPr>
              <w:t>)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27EC9" w14:textId="276EA720" w:rsidR="00707C80" w:rsidRPr="00B052B2" w:rsidRDefault="00707C80" w:rsidP="00707C80">
            <w:pPr>
              <w:jc w:val="center"/>
              <w:rPr>
                <w:rFonts w:ascii="Verdana" w:hAnsi="Verdana" w:cs="Calibri"/>
                <w:color w:val="000000"/>
                <w:sz w:val="14"/>
                <w:szCs w:val="14"/>
              </w:rPr>
            </w:pPr>
            <w:r w:rsidRPr="00B052B2"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  <w:t>Název služby a Předmět služby</w:t>
            </w:r>
            <w:r w:rsidRPr="00B052B2">
              <w:rPr>
                <w:rFonts w:ascii="Verdana" w:hAnsi="Verdana" w:cs="Calibri"/>
                <w:color w:val="000000"/>
                <w:sz w:val="14"/>
                <w:szCs w:val="14"/>
              </w:rPr>
              <w:br/>
            </w:r>
            <w:r w:rsidRPr="00707C80">
              <w:rPr>
                <w:rFonts w:ascii="Verdana" w:hAnsi="Verdana" w:cs="Calibri"/>
                <w:color w:val="000000"/>
                <w:sz w:val="14"/>
                <w:szCs w:val="14"/>
              </w:rPr>
              <w:t>(</w:t>
            </w:r>
            <w:r w:rsidR="00B052B2" w:rsidRPr="00B052B2">
              <w:rPr>
                <w:rFonts w:ascii="Verdana" w:hAnsi="Verdana" w:cs="Calibri"/>
                <w:color w:val="000000"/>
                <w:sz w:val="14"/>
                <w:szCs w:val="14"/>
              </w:rPr>
              <w:t>popis, z něhož musí vyplývat, že realizovaná zakázka odpovídá požadavkům Zadavatele</w:t>
            </w:r>
            <w:r w:rsidRPr="00707C80">
              <w:rPr>
                <w:rFonts w:ascii="Verdana" w:hAnsi="Verdana" w:cs="Calibri"/>
                <w:color w:val="000000"/>
                <w:sz w:val="14"/>
                <w:szCs w:val="14"/>
              </w:rPr>
              <w:t>)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6A3CF" w14:textId="77777777" w:rsidR="00707C80" w:rsidRPr="00707C80" w:rsidRDefault="00707C80" w:rsidP="00707C80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</w:pPr>
            <w:r w:rsidRPr="00707C80"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  <w:t>Místo plnění</w:t>
            </w:r>
            <w:r w:rsidRPr="00707C80"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  <w:br/>
            </w:r>
            <w:r w:rsidRPr="00707C80">
              <w:rPr>
                <w:rFonts w:ascii="Verdana" w:hAnsi="Verdana" w:cs="Calibri"/>
                <w:color w:val="000000"/>
                <w:sz w:val="14"/>
                <w:szCs w:val="14"/>
              </w:rPr>
              <w:t xml:space="preserve">(přesná adresa objektu, ulice a obec) </w:t>
            </w:r>
            <w:r w:rsidRPr="00707C80"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  <w:t>v němž k poskytnutí služby došlo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71E49" w14:textId="77777777" w:rsidR="00707C80" w:rsidRPr="00707C80" w:rsidRDefault="00707C80" w:rsidP="00707C80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</w:pPr>
            <w:r w:rsidRPr="00707C80"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  <w:t xml:space="preserve">Celková cena </w:t>
            </w:r>
            <w:r w:rsidRPr="007E1377">
              <w:rPr>
                <w:rFonts w:ascii="Verdana" w:hAnsi="Verdana" w:cs="Calibri"/>
                <w:color w:val="000000"/>
                <w:sz w:val="14"/>
                <w:szCs w:val="14"/>
              </w:rPr>
              <w:t>(odměna)</w:t>
            </w:r>
            <w:r w:rsidRPr="00707C80"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  <w:t xml:space="preserve"> služby v Kč bez DPH za 12 měsíců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18115" w14:textId="667D7A45" w:rsidR="00707C80" w:rsidRPr="00707C80" w:rsidRDefault="00707C80" w:rsidP="00707C80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</w:pPr>
            <w:r w:rsidRPr="00707C80"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  <w:t xml:space="preserve">Celková cena </w:t>
            </w:r>
            <w:r w:rsidRPr="007E1377">
              <w:rPr>
                <w:rFonts w:ascii="Verdana" w:hAnsi="Verdana" w:cs="Calibri"/>
                <w:color w:val="000000"/>
                <w:sz w:val="14"/>
                <w:szCs w:val="14"/>
              </w:rPr>
              <w:t>(odměna)</w:t>
            </w:r>
            <w:r w:rsidRPr="00707C80"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  <w:t xml:space="preserve"> služby v Kč bez DPH za </w:t>
            </w:r>
            <w:r w:rsidR="00B052B2"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  <w:t xml:space="preserve">celou </w:t>
            </w:r>
            <w:r w:rsidRPr="00707C80"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  <w:t xml:space="preserve">dobu </w:t>
            </w:r>
            <w:r w:rsidR="00B052B2"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  <w:t>plnění</w:t>
            </w:r>
          </w:p>
        </w:tc>
        <w:tc>
          <w:tcPr>
            <w:tcW w:w="139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5BAE0A" w14:textId="77777777" w:rsidR="00B052B2" w:rsidRPr="00B052B2" w:rsidRDefault="00707C80" w:rsidP="00B052B2">
            <w:pPr>
              <w:spacing w:line="216" w:lineRule="auto"/>
              <w:jc w:val="center"/>
              <w:rPr>
                <w:rFonts w:ascii="Verdana" w:hAnsi="Verdana" w:cs="Calibri"/>
                <w:color w:val="000000"/>
                <w:sz w:val="14"/>
                <w:szCs w:val="14"/>
              </w:rPr>
            </w:pPr>
            <w:r w:rsidRPr="00707C80"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  <w:t>Doba poskytnutí služby</w:t>
            </w:r>
            <w:r w:rsidRPr="00707C80"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  <w:br/>
            </w:r>
            <w:r w:rsidR="00B052B2" w:rsidRPr="00B052B2">
              <w:rPr>
                <w:rFonts w:ascii="Verdana" w:hAnsi="Verdana" w:cs="Calibri"/>
                <w:color w:val="000000"/>
                <w:sz w:val="14"/>
                <w:szCs w:val="14"/>
              </w:rPr>
              <w:t xml:space="preserve">(doba bude uvedena ve formátu </w:t>
            </w:r>
          </w:p>
          <w:p w14:paraId="7BA1BCB2" w14:textId="48309252" w:rsidR="00707C80" w:rsidRPr="00707C80" w:rsidRDefault="00B052B2" w:rsidP="00B052B2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</w:pPr>
            <w:r w:rsidRPr="00B052B2">
              <w:rPr>
                <w:rFonts w:ascii="Verdana" w:hAnsi="Verdana" w:cs="Calibri"/>
                <w:color w:val="000000"/>
                <w:sz w:val="14"/>
                <w:szCs w:val="14"/>
              </w:rPr>
              <w:t>MM/RRRR - MM/RRRR)</w:t>
            </w:r>
          </w:p>
        </w:tc>
      </w:tr>
      <w:tr w:rsidR="00B052B2" w:rsidRPr="00707C80" w14:paraId="0AE091ED" w14:textId="77777777" w:rsidTr="0080636E">
        <w:trPr>
          <w:trHeight w:val="38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7DD9B" w14:textId="77777777" w:rsidR="00707C80" w:rsidRPr="00707C80" w:rsidRDefault="00707C80" w:rsidP="00707C80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Klikněte sem a zadejte text.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D33B7" w14:textId="77777777" w:rsidR="00707C80" w:rsidRPr="00707C80" w:rsidRDefault="00707C80" w:rsidP="00707C80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Klikněte sem a zadejte text.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5B3FF" w14:textId="77777777" w:rsidR="00707C80" w:rsidRPr="00707C80" w:rsidRDefault="00707C80" w:rsidP="00707C80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Klikněte sem a zadejte text.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7002D" w14:textId="77777777" w:rsidR="00707C80" w:rsidRPr="00707C80" w:rsidRDefault="00707C80" w:rsidP="00707C80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Klikněte sem a zadejte text.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E7D37" w14:textId="77777777" w:rsidR="00707C80" w:rsidRPr="00707C80" w:rsidRDefault="00707C80" w:rsidP="00707C80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Klikněte sem a zadejte text.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669AB" w14:textId="77777777" w:rsidR="00707C80" w:rsidRPr="00707C80" w:rsidRDefault="00707C80" w:rsidP="00707C80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Klikněte sem a zadejte text.</w:t>
            </w:r>
          </w:p>
        </w:tc>
      </w:tr>
      <w:tr w:rsidR="00B052B2" w:rsidRPr="00707C80" w14:paraId="6BC398F7" w14:textId="77777777" w:rsidTr="0080636E">
        <w:trPr>
          <w:trHeight w:val="4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AEB8A" w14:textId="77777777" w:rsidR="00707C80" w:rsidRPr="00707C80" w:rsidRDefault="00707C80" w:rsidP="00707C80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Klikněte sem a zadejte text.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B010C" w14:textId="77777777" w:rsidR="00707C80" w:rsidRPr="00707C80" w:rsidRDefault="00707C80" w:rsidP="00707C80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Klikněte sem a zadejte text.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4031F" w14:textId="77777777" w:rsidR="00707C80" w:rsidRPr="00707C80" w:rsidRDefault="00707C80" w:rsidP="00707C80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Klikněte sem a zadejte text.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8AD54" w14:textId="77777777" w:rsidR="00707C80" w:rsidRPr="00707C80" w:rsidRDefault="00707C80" w:rsidP="00707C80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Klikněte sem a zadejte text.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E4D07" w14:textId="77777777" w:rsidR="00707C80" w:rsidRPr="00707C80" w:rsidRDefault="00707C80" w:rsidP="00707C80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Klikněte sem a zadejte text.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DD365" w14:textId="77777777" w:rsidR="00707C80" w:rsidRPr="00707C80" w:rsidRDefault="00707C80" w:rsidP="00707C80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Klikněte sem a zadejte text.</w:t>
            </w:r>
          </w:p>
        </w:tc>
      </w:tr>
      <w:tr w:rsidR="00B052B2" w:rsidRPr="00707C80" w14:paraId="0D379450" w14:textId="77777777" w:rsidTr="0080636E">
        <w:trPr>
          <w:trHeight w:val="4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01C50" w14:textId="77777777" w:rsidR="00707C80" w:rsidRPr="00707C80" w:rsidRDefault="00707C80" w:rsidP="00707C80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Klikněte sem a zadejte text.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B0825" w14:textId="77777777" w:rsidR="00707C80" w:rsidRPr="00707C80" w:rsidRDefault="00707C80" w:rsidP="00707C80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Klikněte sem a zadejte text.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4608A" w14:textId="77777777" w:rsidR="00707C80" w:rsidRPr="00707C80" w:rsidRDefault="00707C80" w:rsidP="00707C80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Klikněte sem a zadejte text.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85398" w14:textId="77777777" w:rsidR="00707C80" w:rsidRPr="00707C80" w:rsidRDefault="00707C80" w:rsidP="00707C80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Klikněte sem a zadejte text.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BB04F" w14:textId="77777777" w:rsidR="00707C80" w:rsidRPr="00707C80" w:rsidRDefault="00707C80" w:rsidP="00707C80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Klikněte sem a zadejte text.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7821E" w14:textId="77777777" w:rsidR="00707C80" w:rsidRPr="00707C80" w:rsidRDefault="00707C80" w:rsidP="00707C80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Klikněte sem a zadejte text.</w:t>
            </w:r>
          </w:p>
        </w:tc>
      </w:tr>
      <w:tr w:rsidR="00707C80" w:rsidRPr="00707C80" w14:paraId="7595FBF8" w14:textId="77777777" w:rsidTr="0080636E">
        <w:trPr>
          <w:trHeight w:val="642"/>
        </w:trPr>
        <w:tc>
          <w:tcPr>
            <w:tcW w:w="9356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28418B9E" w14:textId="5D879B73" w:rsidR="00707C80" w:rsidRPr="00707C80" w:rsidRDefault="00707C80" w:rsidP="00CD34A3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>Významná služba</w:t>
            </w:r>
            <w:r w:rsidRPr="00707C8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 w:rsidRPr="00707C80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>dle odst. 6.4.1 pod písm. b)</w:t>
            </w:r>
            <w:r w:rsidRPr="00707C80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br/>
              <w:t xml:space="preserve">(předmětem byl úklid vnitřních prostor v objektu občanské vybavenosti </w:t>
            </w:r>
            <w:r w:rsidRPr="004B49B7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shd w:val="clear" w:color="auto" w:fill="FDE9D9" w:themeFill="accent6" w:themeFillTint="33"/>
              </w:rPr>
              <w:t xml:space="preserve">s podlahovou plochou o celkové výměře min. </w:t>
            </w:r>
            <w:r w:rsidR="00CD34A3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shd w:val="clear" w:color="auto" w:fill="FDE9D9" w:themeFill="accent6" w:themeFillTint="33"/>
              </w:rPr>
              <w:t>3</w:t>
            </w:r>
            <w:r w:rsidRPr="004B49B7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shd w:val="clear" w:color="auto" w:fill="FDE9D9" w:themeFill="accent6" w:themeFillTint="33"/>
              </w:rPr>
              <w:t>000</w:t>
            </w:r>
            <w:r w:rsidR="00485FF6" w:rsidRPr="004B49B7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shd w:val="clear" w:color="auto" w:fill="FDE9D9" w:themeFill="accent6" w:themeFillTint="33"/>
              </w:rPr>
              <w:t xml:space="preserve"> </w:t>
            </w:r>
            <w:r w:rsidRPr="004B49B7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shd w:val="clear" w:color="auto" w:fill="FDE9D9" w:themeFill="accent6" w:themeFillTint="33"/>
              </w:rPr>
              <w:t>m2</w:t>
            </w:r>
            <w:r w:rsidRPr="00707C80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>)</w:t>
            </w:r>
          </w:p>
        </w:tc>
      </w:tr>
      <w:tr w:rsidR="00B052B2" w:rsidRPr="00707C80" w14:paraId="4BB3FB98" w14:textId="77777777" w:rsidTr="0080636E">
        <w:trPr>
          <w:trHeight w:val="46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F0558D" w14:textId="77777777" w:rsidR="00707C80" w:rsidRPr="00707C80" w:rsidRDefault="00707C80" w:rsidP="00707C80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Klikněte sem a zadejte text.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0ED0D3" w14:textId="77777777" w:rsidR="00707C80" w:rsidRPr="00707C80" w:rsidRDefault="00707C80" w:rsidP="00707C80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Klikněte sem a zadejte text.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6DF6E3" w14:textId="77777777" w:rsidR="00707C80" w:rsidRPr="00707C80" w:rsidRDefault="00707C80" w:rsidP="00707C80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Klikněte sem a zadejte text.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  <w:tr2bl w:val="single" w:sz="4" w:space="0" w:color="auto"/>
            </w:tcBorders>
            <w:shd w:val="clear" w:color="auto" w:fill="auto"/>
            <w:vAlign w:val="center"/>
            <w:hideMark/>
          </w:tcPr>
          <w:p w14:paraId="7CA519D5" w14:textId="77777777" w:rsidR="00707C80" w:rsidRPr="00707C80" w:rsidRDefault="00707C80" w:rsidP="00707C80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  <w:tr2bl w:val="single" w:sz="4" w:space="0" w:color="auto"/>
            </w:tcBorders>
            <w:shd w:val="clear" w:color="auto" w:fill="auto"/>
            <w:vAlign w:val="center"/>
            <w:hideMark/>
          </w:tcPr>
          <w:p w14:paraId="64DD097F" w14:textId="77777777" w:rsidR="00707C80" w:rsidRPr="00707C80" w:rsidRDefault="00707C80" w:rsidP="00707C80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C23690" w14:textId="77777777" w:rsidR="00707C80" w:rsidRPr="00707C80" w:rsidRDefault="00707C80" w:rsidP="00707C80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Klikněte sem a zadejte text.</w:t>
            </w:r>
          </w:p>
        </w:tc>
      </w:tr>
      <w:tr w:rsidR="00B052B2" w:rsidRPr="00707C80" w14:paraId="01F9C162" w14:textId="77777777" w:rsidTr="0080636E">
        <w:trPr>
          <w:trHeight w:val="46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C7C26C" w14:textId="77777777" w:rsidR="00707C80" w:rsidRPr="00707C80" w:rsidRDefault="00707C80" w:rsidP="00707C80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Klikněte sem a zadejte text.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7A78A8" w14:textId="77777777" w:rsidR="00707C80" w:rsidRPr="00707C80" w:rsidRDefault="00707C80" w:rsidP="00707C80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Klikněte sem a zadejte text.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73B38C" w14:textId="77777777" w:rsidR="00707C80" w:rsidRPr="00707C80" w:rsidRDefault="00707C80" w:rsidP="00707C80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Klikněte sem a zadejte text.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  <w:tr2bl w:val="single" w:sz="4" w:space="0" w:color="auto"/>
            </w:tcBorders>
            <w:shd w:val="clear" w:color="auto" w:fill="auto"/>
            <w:vAlign w:val="center"/>
            <w:hideMark/>
          </w:tcPr>
          <w:p w14:paraId="66BBFEFD" w14:textId="77777777" w:rsidR="00707C80" w:rsidRPr="00707C80" w:rsidRDefault="00707C80" w:rsidP="00707C80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  <w:tr2bl w:val="single" w:sz="4" w:space="0" w:color="auto"/>
            </w:tcBorders>
            <w:shd w:val="clear" w:color="auto" w:fill="auto"/>
            <w:vAlign w:val="center"/>
            <w:hideMark/>
          </w:tcPr>
          <w:p w14:paraId="553216F0" w14:textId="77777777" w:rsidR="00707C80" w:rsidRPr="00707C80" w:rsidRDefault="00707C80" w:rsidP="00707C80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A6C5A8" w14:textId="77777777" w:rsidR="00707C80" w:rsidRPr="00707C80" w:rsidRDefault="00707C80" w:rsidP="00707C80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Klikněte sem a zadejte text.</w:t>
            </w:r>
          </w:p>
        </w:tc>
      </w:tr>
      <w:tr w:rsidR="00B052B2" w:rsidRPr="00707C80" w14:paraId="144351F1" w14:textId="77777777" w:rsidTr="0080636E">
        <w:trPr>
          <w:trHeight w:val="46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7C901C" w14:textId="77777777" w:rsidR="00707C80" w:rsidRPr="00707C80" w:rsidRDefault="00707C80" w:rsidP="00707C80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Klikněte sem a zadejte text.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B17543" w14:textId="77777777" w:rsidR="00707C80" w:rsidRPr="00707C80" w:rsidRDefault="00707C80" w:rsidP="00707C80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Klikněte sem a zadejte text.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EC7C2F" w14:textId="77777777" w:rsidR="00707C80" w:rsidRPr="00707C80" w:rsidRDefault="00707C80" w:rsidP="00707C80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Klikněte sem a zadejte text.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  <w:tr2bl w:val="single" w:sz="4" w:space="0" w:color="auto"/>
            </w:tcBorders>
            <w:shd w:val="clear" w:color="auto" w:fill="auto"/>
            <w:vAlign w:val="center"/>
            <w:hideMark/>
          </w:tcPr>
          <w:p w14:paraId="5B64DFD4" w14:textId="77777777" w:rsidR="00707C80" w:rsidRPr="00707C80" w:rsidRDefault="00707C80" w:rsidP="00707C80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  <w:tr2bl w:val="single" w:sz="4" w:space="0" w:color="auto"/>
            </w:tcBorders>
            <w:shd w:val="clear" w:color="auto" w:fill="auto"/>
            <w:vAlign w:val="center"/>
            <w:hideMark/>
          </w:tcPr>
          <w:p w14:paraId="47EBB02A" w14:textId="77777777" w:rsidR="00707C80" w:rsidRPr="00707C80" w:rsidRDefault="00707C80" w:rsidP="00707C80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D22788" w14:textId="77777777" w:rsidR="00707C80" w:rsidRPr="00707C80" w:rsidRDefault="00707C80" w:rsidP="00707C80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Klikněte sem a zadejte text.</w:t>
            </w:r>
          </w:p>
        </w:tc>
      </w:tr>
      <w:tr w:rsidR="00707C80" w:rsidRPr="00707C80" w14:paraId="48B33EF8" w14:textId="77777777" w:rsidTr="0080636E">
        <w:trPr>
          <w:trHeight w:val="630"/>
        </w:trPr>
        <w:tc>
          <w:tcPr>
            <w:tcW w:w="935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CE4D6"/>
            <w:vAlign w:val="center"/>
            <w:hideMark/>
          </w:tcPr>
          <w:p w14:paraId="75AB539A" w14:textId="587D1AB3" w:rsidR="00707C80" w:rsidRPr="00707C80" w:rsidRDefault="00707C80" w:rsidP="00CD34A3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</w:pPr>
            <w:r w:rsidRPr="00707C80"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  <w:t xml:space="preserve">Významná služba spočívající </w:t>
            </w:r>
            <w:r w:rsidRPr="00CE2F9B">
              <w:rPr>
                <w:rFonts w:ascii="Verdana" w:hAnsi="Verdana" w:cs="Calibri"/>
                <w:b/>
                <w:bCs/>
                <w:color w:val="000000"/>
                <w:sz w:val="18"/>
                <w:szCs w:val="18"/>
                <w:u w:val="single"/>
              </w:rPr>
              <w:t>v provozování recepce</w:t>
            </w:r>
            <w:r w:rsidR="00CD34A3">
              <w:rPr>
                <w:rFonts w:ascii="Verdana" w:hAnsi="Verdana" w:cs="Calibri"/>
                <w:b/>
                <w:bCs/>
                <w:color w:val="000000"/>
                <w:sz w:val="18"/>
                <w:szCs w:val="18"/>
                <w:u w:val="single"/>
              </w:rPr>
              <w:t xml:space="preserve"> (vrátnice)</w:t>
            </w:r>
            <w:r w:rsidRPr="00707C80"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  <w:t xml:space="preserve"> pro jednoho objednatele v objektu občanské vybavenosti po dobu nepřetržitě alespoň jednoho roku bez ohledu na finanční objem plnění.</w:t>
            </w:r>
          </w:p>
        </w:tc>
      </w:tr>
      <w:tr w:rsidR="00707C80" w:rsidRPr="00707C80" w14:paraId="149FE3E1" w14:textId="77777777" w:rsidTr="0080636E">
        <w:trPr>
          <w:trHeight w:val="642"/>
        </w:trPr>
        <w:tc>
          <w:tcPr>
            <w:tcW w:w="935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1F838C08" w14:textId="399B23EB" w:rsidR="00707C80" w:rsidRPr="00707C80" w:rsidRDefault="00707C80" w:rsidP="00707C80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>Významná služba</w:t>
            </w:r>
            <w:r w:rsidRPr="00707C8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 w:rsidRPr="00707C80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>dle odst. 6.4.1 pod písm. c)</w:t>
            </w:r>
            <w:r w:rsidRPr="00707C80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br/>
              <w:t>(provozování recepce</w:t>
            </w:r>
            <w:r w:rsidR="00CD34A3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 xml:space="preserve"> (vrátnice)</w:t>
            </w:r>
            <w:r w:rsidRPr="00707C80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 xml:space="preserve"> pro jednoho objednatele v objektu občanské vybavenosti)</w:t>
            </w:r>
          </w:p>
        </w:tc>
      </w:tr>
      <w:tr w:rsidR="00B052B2" w:rsidRPr="00707C80" w14:paraId="4EB85E04" w14:textId="77777777" w:rsidTr="0080636E">
        <w:trPr>
          <w:trHeight w:val="46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F5E177" w14:textId="77777777" w:rsidR="00707C80" w:rsidRPr="00707C80" w:rsidRDefault="00707C80" w:rsidP="00707C80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lastRenderedPageBreak/>
              <w:t>Klikněte sem a zadejte text.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D76AF1" w14:textId="77777777" w:rsidR="00707C80" w:rsidRPr="00707C80" w:rsidRDefault="00707C80" w:rsidP="00707C80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Klikněte sem a zadejte text.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2EA227" w14:textId="77777777" w:rsidR="00707C80" w:rsidRPr="00707C80" w:rsidRDefault="00707C80" w:rsidP="00707C80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Klikněte sem a zadejte text.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  <w:tr2bl w:val="single" w:sz="4" w:space="0" w:color="auto"/>
            </w:tcBorders>
            <w:shd w:val="clear" w:color="auto" w:fill="auto"/>
            <w:vAlign w:val="center"/>
            <w:hideMark/>
          </w:tcPr>
          <w:p w14:paraId="7E0F7CB8" w14:textId="77777777" w:rsidR="00707C80" w:rsidRPr="00707C80" w:rsidRDefault="00707C80" w:rsidP="00707C80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  <w:tr2bl w:val="single" w:sz="4" w:space="0" w:color="auto"/>
            </w:tcBorders>
            <w:shd w:val="clear" w:color="auto" w:fill="auto"/>
            <w:vAlign w:val="center"/>
            <w:hideMark/>
          </w:tcPr>
          <w:p w14:paraId="333094C8" w14:textId="77777777" w:rsidR="00707C80" w:rsidRPr="00707C80" w:rsidRDefault="00707C80" w:rsidP="00707C80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C892E6" w14:textId="77777777" w:rsidR="00707C80" w:rsidRPr="00707C80" w:rsidRDefault="00707C80" w:rsidP="00707C80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Klikněte sem a zadejte text.</w:t>
            </w:r>
          </w:p>
        </w:tc>
      </w:tr>
      <w:tr w:rsidR="00B052B2" w:rsidRPr="00707C80" w14:paraId="477B3618" w14:textId="77777777" w:rsidTr="0080636E">
        <w:trPr>
          <w:trHeight w:val="46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FB9ED7" w14:textId="77777777" w:rsidR="00707C80" w:rsidRPr="00707C80" w:rsidRDefault="00707C80" w:rsidP="00707C80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Klikněte sem a zadejte text.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095A58" w14:textId="77777777" w:rsidR="00707C80" w:rsidRPr="00707C80" w:rsidRDefault="00707C80" w:rsidP="00707C80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Klikněte sem a zadejte text.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DBE3AB" w14:textId="77777777" w:rsidR="00707C80" w:rsidRPr="00707C80" w:rsidRDefault="00707C80" w:rsidP="00707C80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Klikněte sem a zadejte text.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  <w:tr2bl w:val="single" w:sz="4" w:space="0" w:color="auto"/>
            </w:tcBorders>
            <w:shd w:val="clear" w:color="auto" w:fill="auto"/>
            <w:vAlign w:val="center"/>
            <w:hideMark/>
          </w:tcPr>
          <w:p w14:paraId="10BA0126" w14:textId="77777777" w:rsidR="00707C80" w:rsidRPr="00707C80" w:rsidRDefault="00707C80" w:rsidP="00707C80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  <w:tr2bl w:val="single" w:sz="4" w:space="0" w:color="auto"/>
            </w:tcBorders>
            <w:shd w:val="clear" w:color="auto" w:fill="auto"/>
            <w:vAlign w:val="center"/>
            <w:hideMark/>
          </w:tcPr>
          <w:p w14:paraId="4ACAC32E" w14:textId="77777777" w:rsidR="00707C80" w:rsidRPr="00707C80" w:rsidRDefault="00707C80" w:rsidP="00707C80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AE9446" w14:textId="77777777" w:rsidR="00707C80" w:rsidRPr="00707C80" w:rsidRDefault="00707C80" w:rsidP="00707C80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Klikněte sem a zadejte text.</w:t>
            </w:r>
          </w:p>
        </w:tc>
      </w:tr>
      <w:tr w:rsidR="00B052B2" w:rsidRPr="00707C80" w14:paraId="5BDF8789" w14:textId="77777777" w:rsidTr="0080636E">
        <w:trPr>
          <w:trHeight w:val="46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D70970" w14:textId="77777777" w:rsidR="00707C80" w:rsidRPr="00707C80" w:rsidRDefault="00707C80" w:rsidP="00707C80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Klikněte sem a zadejte text.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91FBE8" w14:textId="77777777" w:rsidR="00707C80" w:rsidRPr="00707C80" w:rsidRDefault="00707C80" w:rsidP="00707C80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Klikněte sem a zadejte text.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79D48A" w14:textId="77777777" w:rsidR="00707C80" w:rsidRPr="00707C80" w:rsidRDefault="00707C80" w:rsidP="00707C80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Klikněte sem a zadejte text.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  <w:tr2bl w:val="single" w:sz="4" w:space="0" w:color="auto"/>
            </w:tcBorders>
            <w:shd w:val="clear" w:color="auto" w:fill="auto"/>
            <w:vAlign w:val="center"/>
            <w:hideMark/>
          </w:tcPr>
          <w:p w14:paraId="4BDB8321" w14:textId="77777777" w:rsidR="00707C80" w:rsidRPr="00707C80" w:rsidRDefault="00707C80" w:rsidP="00707C80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  <w:tr2bl w:val="single" w:sz="4" w:space="0" w:color="auto"/>
            </w:tcBorders>
            <w:shd w:val="clear" w:color="auto" w:fill="auto"/>
            <w:vAlign w:val="center"/>
            <w:hideMark/>
          </w:tcPr>
          <w:p w14:paraId="3F427064" w14:textId="77777777" w:rsidR="00707C80" w:rsidRPr="00707C80" w:rsidRDefault="00707C80" w:rsidP="00707C80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DE7947" w14:textId="77777777" w:rsidR="00707C80" w:rsidRPr="00707C80" w:rsidRDefault="00707C80" w:rsidP="00707C80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Klikněte sem a zadejte text.</w:t>
            </w:r>
          </w:p>
        </w:tc>
      </w:tr>
      <w:bookmarkEnd w:id="0"/>
    </w:tbl>
    <w:p w14:paraId="13F4D1B3" w14:textId="77777777" w:rsidR="0082080C" w:rsidRPr="009C4ED6" w:rsidRDefault="0082080C" w:rsidP="00707C80">
      <w:pPr>
        <w:rPr>
          <w:rFonts w:ascii="Verdana" w:hAnsi="Verdana"/>
          <w:i/>
          <w:sz w:val="18"/>
          <w:szCs w:val="18"/>
        </w:rPr>
      </w:pPr>
    </w:p>
    <w:sectPr w:rsidR="0082080C" w:rsidRPr="009C4ED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E6AEB0" w14:textId="77777777" w:rsidR="00437570" w:rsidRDefault="00437570">
      <w:r>
        <w:separator/>
      </w:r>
    </w:p>
  </w:endnote>
  <w:endnote w:type="continuationSeparator" w:id="0">
    <w:p w14:paraId="046D87ED" w14:textId="77777777" w:rsidR="00437570" w:rsidRDefault="004375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E1C1C0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2D2ADD5" w14:textId="576EB1E4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E37B7B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C9DC3B" w14:textId="0A1BE411"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37B7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37B7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3B12A18B" w14:textId="77777777"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FB10FF" w14:textId="77777777" w:rsidR="00437570" w:rsidRDefault="00437570">
      <w:r>
        <w:separator/>
      </w:r>
    </w:p>
  </w:footnote>
  <w:footnote w:type="continuationSeparator" w:id="0">
    <w:p w14:paraId="4DB476C6" w14:textId="77777777" w:rsidR="00437570" w:rsidRDefault="00437570">
      <w:r>
        <w:continuationSeparator/>
      </w:r>
    </w:p>
  </w:footnote>
  <w:footnote w:id="1">
    <w:p w14:paraId="1382A44B" w14:textId="77777777" w:rsidR="00E37B7B" w:rsidRPr="00E565C2" w:rsidRDefault="00E37B7B" w:rsidP="00E37B7B">
      <w:pPr>
        <w:pStyle w:val="Textpoznpodarou"/>
        <w:rPr>
          <w:rFonts w:ascii="Verdana" w:hAnsi="Verdana"/>
          <w:sz w:val="14"/>
          <w:szCs w:val="14"/>
        </w:rPr>
      </w:pPr>
      <w:r>
        <w:rPr>
          <w:rStyle w:val="Znakapoznpodarou"/>
        </w:rPr>
        <w:footnoteRef/>
      </w:r>
      <w:r>
        <w:t xml:space="preserve"> </w:t>
      </w:r>
      <w:r w:rsidRPr="00E565C2">
        <w:rPr>
          <w:rFonts w:ascii="Verdana" w:hAnsi="Verdana" w:cs="Calibri"/>
          <w:sz w:val="14"/>
          <w:szCs w:val="14"/>
        </w:rPr>
        <w:t>Identifikační údaje doplní dodavatel dle skutečnosti, zda se jedná o fyzickou či právnickou osobu.</w:t>
      </w:r>
    </w:p>
  </w:footnote>
  <w:footnote w:id="2">
    <w:p w14:paraId="15E59B6E" w14:textId="77777777" w:rsidR="00E37B7B" w:rsidRPr="00501110" w:rsidRDefault="00E37B7B" w:rsidP="00E37B7B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302688">
        <w:rPr>
          <w:rFonts w:ascii="Verdana" w:hAnsi="Verdana"/>
          <w:sz w:val="14"/>
          <w:szCs w:val="14"/>
        </w:rPr>
        <w:t>Rozumí se údaj o právní formě podnikání určující typ podnikatelského subjektu</w:t>
      </w:r>
      <w:r>
        <w:rPr>
          <w:rFonts w:ascii="Verdana" w:hAnsi="Verdana"/>
          <w:sz w:val="16"/>
          <w:szCs w:val="16"/>
        </w:rPr>
        <w:t xml:space="preserve">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42E5D9A" w14:textId="77777777" w:rsidTr="00575A5C">
      <w:trPr>
        <w:trHeight w:val="925"/>
      </w:trPr>
      <w:tc>
        <w:tcPr>
          <w:tcW w:w="5041" w:type="dxa"/>
          <w:vAlign w:val="center"/>
        </w:tcPr>
        <w:p w14:paraId="6DFF9DF9" w14:textId="77777777" w:rsidR="00057EDF" w:rsidRPr="00007F1D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Příloha </w:t>
          </w:r>
          <w:r w:rsidR="00A000FA">
            <w:rPr>
              <w:rFonts w:ascii="Verdana" w:eastAsia="Calibri" w:hAnsi="Verdana"/>
              <w:sz w:val="18"/>
            </w:rPr>
            <w:t>12</w:t>
          </w:r>
          <w:r w:rsidRPr="00007F1D">
            <w:rPr>
              <w:rFonts w:ascii="Verdana" w:eastAsia="Calibri" w:hAnsi="Verdana"/>
              <w:sz w:val="18"/>
            </w:rPr>
            <w:t xml:space="preserve"> </w:t>
          </w:r>
          <w:r w:rsidR="00111F4D">
            <w:rPr>
              <w:rFonts w:ascii="Verdana" w:eastAsia="Calibri" w:hAnsi="Verdana"/>
              <w:sz w:val="18"/>
            </w:rPr>
            <w:t>Výzvy k podání nabídky</w:t>
          </w:r>
          <w:r w:rsidR="00057EDF" w:rsidRPr="00007F1D">
            <w:rPr>
              <w:rFonts w:ascii="Verdana" w:eastAsia="Calibri" w:hAnsi="Verdana"/>
              <w:sz w:val="18"/>
            </w:rPr>
            <w:t>:</w:t>
          </w:r>
        </w:p>
        <w:p w14:paraId="025C419D" w14:textId="6CF0AD64" w:rsidR="00BD4E85" w:rsidRPr="00007F1D" w:rsidRDefault="00485FF6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>
            <w:rPr>
              <w:rFonts w:ascii="Verdana" w:eastAsia="Calibri" w:hAnsi="Verdana"/>
              <w:sz w:val="18"/>
            </w:rPr>
            <w:t xml:space="preserve">Čestné prohlášení - </w:t>
          </w:r>
          <w:r w:rsidR="007F1151" w:rsidRPr="00007F1D">
            <w:rPr>
              <w:rFonts w:ascii="Verdana" w:eastAsia="Calibri" w:hAnsi="Verdana"/>
              <w:sz w:val="18"/>
            </w:rPr>
            <w:t xml:space="preserve">Seznam </w:t>
          </w:r>
          <w:r w:rsidR="007F1151" w:rsidRPr="003E1257">
            <w:rPr>
              <w:rFonts w:ascii="Verdana" w:eastAsia="Calibri" w:hAnsi="Verdana"/>
              <w:sz w:val="18"/>
            </w:rPr>
            <w:t xml:space="preserve">významných </w:t>
          </w:r>
          <w:r w:rsidR="003E1257" w:rsidRPr="003E1257">
            <w:rPr>
              <w:rFonts w:ascii="Verdana" w:eastAsia="Calibri" w:hAnsi="Verdana"/>
              <w:sz w:val="18"/>
            </w:rPr>
            <w:t>služeb</w:t>
          </w:r>
        </w:p>
        <w:p w14:paraId="284DC3BB" w14:textId="77777777" w:rsidR="00BD4E85" w:rsidRPr="00007F1D" w:rsidRDefault="00BD4E85" w:rsidP="00575A5C">
          <w:pPr>
            <w:pStyle w:val="Zhlav"/>
            <w:jc w:val="center"/>
            <w:rPr>
              <w:rFonts w:ascii="Verdana" w:hAnsi="Verdana"/>
              <w:b/>
              <w:sz w:val="18"/>
              <w:szCs w:val="16"/>
            </w:rPr>
          </w:pPr>
        </w:p>
      </w:tc>
      <w:tc>
        <w:tcPr>
          <w:tcW w:w="5119" w:type="dxa"/>
          <w:vAlign w:val="center"/>
        </w:tcPr>
        <w:p w14:paraId="4A5AB068" w14:textId="77777777"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14:paraId="51C98BED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22514756">
    <w:abstractNumId w:val="4"/>
  </w:num>
  <w:num w:numId="2" w16cid:durableId="997538931">
    <w:abstractNumId w:val="1"/>
  </w:num>
  <w:num w:numId="3" w16cid:durableId="899632690">
    <w:abstractNumId w:val="2"/>
  </w:num>
  <w:num w:numId="4" w16cid:durableId="1028218893">
    <w:abstractNumId w:val="3"/>
  </w:num>
  <w:num w:numId="5" w16cid:durableId="16103532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7F1D"/>
    <w:rsid w:val="00021C63"/>
    <w:rsid w:val="00022CDF"/>
    <w:rsid w:val="0002764D"/>
    <w:rsid w:val="00046DCD"/>
    <w:rsid w:val="00051B2F"/>
    <w:rsid w:val="00054C9D"/>
    <w:rsid w:val="00056C65"/>
    <w:rsid w:val="00057EDF"/>
    <w:rsid w:val="000619EB"/>
    <w:rsid w:val="0007443C"/>
    <w:rsid w:val="0009080E"/>
    <w:rsid w:val="000A2E19"/>
    <w:rsid w:val="000A2EE6"/>
    <w:rsid w:val="000E1CC0"/>
    <w:rsid w:val="000E2CCA"/>
    <w:rsid w:val="000E4C87"/>
    <w:rsid w:val="000F2CF3"/>
    <w:rsid w:val="00110A95"/>
    <w:rsid w:val="00111F4D"/>
    <w:rsid w:val="00113CB6"/>
    <w:rsid w:val="0011543D"/>
    <w:rsid w:val="00123E8C"/>
    <w:rsid w:val="00124A25"/>
    <w:rsid w:val="0014383F"/>
    <w:rsid w:val="00156BCC"/>
    <w:rsid w:val="00184203"/>
    <w:rsid w:val="001A363C"/>
    <w:rsid w:val="001D0F6F"/>
    <w:rsid w:val="001D4541"/>
    <w:rsid w:val="001D7580"/>
    <w:rsid w:val="00206F39"/>
    <w:rsid w:val="00245048"/>
    <w:rsid w:val="00250B5C"/>
    <w:rsid w:val="00255005"/>
    <w:rsid w:val="00261831"/>
    <w:rsid w:val="00262D0B"/>
    <w:rsid w:val="0027303D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B2387"/>
    <w:rsid w:val="003E1257"/>
    <w:rsid w:val="003E49D2"/>
    <w:rsid w:val="003F760C"/>
    <w:rsid w:val="00401691"/>
    <w:rsid w:val="00401E52"/>
    <w:rsid w:val="004172A7"/>
    <w:rsid w:val="00430702"/>
    <w:rsid w:val="00432D39"/>
    <w:rsid w:val="0043756B"/>
    <w:rsid w:val="00437570"/>
    <w:rsid w:val="004452F4"/>
    <w:rsid w:val="004618DB"/>
    <w:rsid w:val="0047006B"/>
    <w:rsid w:val="00470D5C"/>
    <w:rsid w:val="00476276"/>
    <w:rsid w:val="00485FF6"/>
    <w:rsid w:val="0049518C"/>
    <w:rsid w:val="004962FC"/>
    <w:rsid w:val="00497CF1"/>
    <w:rsid w:val="004A61D6"/>
    <w:rsid w:val="004A6FF7"/>
    <w:rsid w:val="004B49B7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284D"/>
    <w:rsid w:val="0057585E"/>
    <w:rsid w:val="00582352"/>
    <w:rsid w:val="00592FD3"/>
    <w:rsid w:val="005957BC"/>
    <w:rsid w:val="005B1740"/>
    <w:rsid w:val="005B26C3"/>
    <w:rsid w:val="005B4BA5"/>
    <w:rsid w:val="005E1A29"/>
    <w:rsid w:val="00605E5C"/>
    <w:rsid w:val="00607B96"/>
    <w:rsid w:val="0061111B"/>
    <w:rsid w:val="00635AE3"/>
    <w:rsid w:val="00651A5C"/>
    <w:rsid w:val="0065482C"/>
    <w:rsid w:val="00671BDD"/>
    <w:rsid w:val="006A2376"/>
    <w:rsid w:val="006A6E4F"/>
    <w:rsid w:val="006D7065"/>
    <w:rsid w:val="006F6862"/>
    <w:rsid w:val="007042D7"/>
    <w:rsid w:val="00707C80"/>
    <w:rsid w:val="007155BF"/>
    <w:rsid w:val="00771970"/>
    <w:rsid w:val="0078781A"/>
    <w:rsid w:val="00791FB1"/>
    <w:rsid w:val="00795AFE"/>
    <w:rsid w:val="007B55B1"/>
    <w:rsid w:val="007D5284"/>
    <w:rsid w:val="007E1377"/>
    <w:rsid w:val="007E4088"/>
    <w:rsid w:val="007E478D"/>
    <w:rsid w:val="007F1151"/>
    <w:rsid w:val="00800796"/>
    <w:rsid w:val="0080636E"/>
    <w:rsid w:val="0082080C"/>
    <w:rsid w:val="00822E9C"/>
    <w:rsid w:val="008315BA"/>
    <w:rsid w:val="008333D3"/>
    <w:rsid w:val="00842BBC"/>
    <w:rsid w:val="008A044A"/>
    <w:rsid w:val="008C248D"/>
    <w:rsid w:val="008C72AD"/>
    <w:rsid w:val="008D0741"/>
    <w:rsid w:val="00917C0D"/>
    <w:rsid w:val="00960A8A"/>
    <w:rsid w:val="00973872"/>
    <w:rsid w:val="00986A19"/>
    <w:rsid w:val="00991BD3"/>
    <w:rsid w:val="00993004"/>
    <w:rsid w:val="009B0109"/>
    <w:rsid w:val="009B402F"/>
    <w:rsid w:val="009B7AC0"/>
    <w:rsid w:val="009C2335"/>
    <w:rsid w:val="009C25D7"/>
    <w:rsid w:val="009C4ED6"/>
    <w:rsid w:val="009F321F"/>
    <w:rsid w:val="009F3B2C"/>
    <w:rsid w:val="00A000FA"/>
    <w:rsid w:val="00A15109"/>
    <w:rsid w:val="00A17DCD"/>
    <w:rsid w:val="00A217AF"/>
    <w:rsid w:val="00A26AB5"/>
    <w:rsid w:val="00A34CF5"/>
    <w:rsid w:val="00A52FEC"/>
    <w:rsid w:val="00A55423"/>
    <w:rsid w:val="00A558DE"/>
    <w:rsid w:val="00A90ED5"/>
    <w:rsid w:val="00A93837"/>
    <w:rsid w:val="00AB6C3C"/>
    <w:rsid w:val="00AC0DA0"/>
    <w:rsid w:val="00AC5EA4"/>
    <w:rsid w:val="00AD0090"/>
    <w:rsid w:val="00AD3797"/>
    <w:rsid w:val="00AF096E"/>
    <w:rsid w:val="00AF40B4"/>
    <w:rsid w:val="00B02F1F"/>
    <w:rsid w:val="00B052B2"/>
    <w:rsid w:val="00B11C4F"/>
    <w:rsid w:val="00B21109"/>
    <w:rsid w:val="00B37835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53530"/>
    <w:rsid w:val="00C54C2B"/>
    <w:rsid w:val="00C642FF"/>
    <w:rsid w:val="00C91776"/>
    <w:rsid w:val="00C93CD2"/>
    <w:rsid w:val="00CA0C22"/>
    <w:rsid w:val="00CA1A88"/>
    <w:rsid w:val="00CA2A32"/>
    <w:rsid w:val="00CB2BA8"/>
    <w:rsid w:val="00CB380D"/>
    <w:rsid w:val="00CD34A3"/>
    <w:rsid w:val="00CD615E"/>
    <w:rsid w:val="00CE1341"/>
    <w:rsid w:val="00CE2F9B"/>
    <w:rsid w:val="00CF4B3F"/>
    <w:rsid w:val="00D0403C"/>
    <w:rsid w:val="00D04582"/>
    <w:rsid w:val="00D12124"/>
    <w:rsid w:val="00D16B70"/>
    <w:rsid w:val="00D23AE7"/>
    <w:rsid w:val="00D54281"/>
    <w:rsid w:val="00D56EDA"/>
    <w:rsid w:val="00D607ED"/>
    <w:rsid w:val="00D75E00"/>
    <w:rsid w:val="00D817C7"/>
    <w:rsid w:val="00D85801"/>
    <w:rsid w:val="00D9176F"/>
    <w:rsid w:val="00D92313"/>
    <w:rsid w:val="00D9470F"/>
    <w:rsid w:val="00DB7A52"/>
    <w:rsid w:val="00DC7EB9"/>
    <w:rsid w:val="00DD5B70"/>
    <w:rsid w:val="00DE2D07"/>
    <w:rsid w:val="00DF7E83"/>
    <w:rsid w:val="00E12A77"/>
    <w:rsid w:val="00E16A91"/>
    <w:rsid w:val="00E37B7B"/>
    <w:rsid w:val="00E55FE0"/>
    <w:rsid w:val="00E7211F"/>
    <w:rsid w:val="00E876D3"/>
    <w:rsid w:val="00E928E3"/>
    <w:rsid w:val="00E92A17"/>
    <w:rsid w:val="00EB4DD5"/>
    <w:rsid w:val="00ED307F"/>
    <w:rsid w:val="00ED5060"/>
    <w:rsid w:val="00ED6E7A"/>
    <w:rsid w:val="00F01186"/>
    <w:rsid w:val="00F10CB9"/>
    <w:rsid w:val="00F17FB5"/>
    <w:rsid w:val="00F20DA3"/>
    <w:rsid w:val="00F21ED6"/>
    <w:rsid w:val="00F2397E"/>
    <w:rsid w:val="00F2579F"/>
    <w:rsid w:val="00F4576A"/>
    <w:rsid w:val="00F75EBC"/>
    <w:rsid w:val="00F75F1A"/>
    <w:rsid w:val="00F80FC1"/>
    <w:rsid w:val="00FC02DB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2D5DD2E1"/>
  <w15:docId w15:val="{92F562D0-0D72-455C-BAE5-43F8ABB21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E37B7B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87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1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4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5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C97398BFA0104798A384B5A453EF703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AD9709-6035-4DD5-9258-42F948B7F09F}"/>
      </w:docPartPr>
      <w:docPartBody>
        <w:p w:rsidR="00FF4713" w:rsidRDefault="00BF4EC9" w:rsidP="00BF4EC9">
          <w:pPr>
            <w:pStyle w:val="C97398BFA0104798A384B5A453EF703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B1792DAA99A49B1A2E5F79A42B89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0F24D63-5321-49AB-8E09-5D165759575D}"/>
      </w:docPartPr>
      <w:docPartBody>
        <w:p w:rsidR="00FF4713" w:rsidRDefault="00BF4EC9" w:rsidP="00BF4EC9">
          <w:pPr>
            <w:pStyle w:val="5B1792DAA99A49B1A2E5F79A42B89F86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334D3"/>
    <w:rsid w:val="001F1B93"/>
    <w:rsid w:val="002E2BEA"/>
    <w:rsid w:val="00346846"/>
    <w:rsid w:val="003E40D7"/>
    <w:rsid w:val="0043277A"/>
    <w:rsid w:val="00507440"/>
    <w:rsid w:val="0053414F"/>
    <w:rsid w:val="00633686"/>
    <w:rsid w:val="00726C62"/>
    <w:rsid w:val="00752894"/>
    <w:rsid w:val="00884FF7"/>
    <w:rsid w:val="008C42C3"/>
    <w:rsid w:val="008E62D3"/>
    <w:rsid w:val="00A86AAC"/>
    <w:rsid w:val="00B2496F"/>
    <w:rsid w:val="00B37835"/>
    <w:rsid w:val="00B977C3"/>
    <w:rsid w:val="00BF4EC9"/>
    <w:rsid w:val="00C47E0F"/>
    <w:rsid w:val="00C556CA"/>
    <w:rsid w:val="00FF4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F4EC9"/>
    <w:rPr>
      <w:color w:val="808080"/>
    </w:rPr>
  </w:style>
  <w:style w:type="paragraph" w:customStyle="1" w:styleId="C97398BFA0104798A384B5A453EF7031">
    <w:name w:val="C97398BFA0104798A384B5A453EF7031"/>
    <w:rsid w:val="00BF4EC9"/>
    <w:pPr>
      <w:spacing w:after="160" w:line="259" w:lineRule="auto"/>
    </w:pPr>
  </w:style>
  <w:style w:type="paragraph" w:customStyle="1" w:styleId="5B1792DAA99A49B1A2E5F79A42B89F86">
    <w:name w:val="5B1792DAA99A49B1A2E5F79A42B89F86"/>
    <w:rsid w:val="00BF4EC9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759DFBA-9FB9-431C-9E32-1555E330817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73A5D7E-822E-47E8-A5FA-14E8E1EB217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22C6B76-FF55-4414-A60E-58A7447B80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216349F-E250-48A4-9106-A35B6972E046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2</Pages>
  <Words>475</Words>
  <Characters>2635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3104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11</cp:revision>
  <cp:lastPrinted>2018-03-26T11:24:00Z</cp:lastPrinted>
  <dcterms:created xsi:type="dcterms:W3CDTF">2023-05-31T06:56:00Z</dcterms:created>
  <dcterms:modified xsi:type="dcterms:W3CDTF">2024-05-29T05:40:00Z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