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7D515039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B68E3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  <w:r w:rsidR="00DF257E">
        <w:rPr>
          <w:rFonts w:asciiTheme="majorHAnsi" w:eastAsia="Times New Roman" w:hAnsiTheme="majorHAnsi" w:cs="Times New Roman"/>
          <w:lang w:eastAsia="cs-CZ"/>
        </w:rPr>
        <w:t xml:space="preserve"> - Poddodavatelé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2A1C8C24" w:rsidR="00DD29C3" w:rsidRPr="001B629E" w:rsidRDefault="009F14A0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3901F223" w:rsidR="00DD29C3" w:rsidRPr="001B629E" w:rsidRDefault="009F14A0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5F05E3C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9F14A0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528D1E6B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9F14A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258344E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9F14A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01FA4A6D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9F14A0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9F14A0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E96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AF1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B2D1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D322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2781A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23D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0497B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B68E3"/>
    <w:rsid w:val="008D03B9"/>
    <w:rsid w:val="008F18D6"/>
    <w:rsid w:val="00904780"/>
    <w:rsid w:val="00922385"/>
    <w:rsid w:val="009223DF"/>
    <w:rsid w:val="00923DE9"/>
    <w:rsid w:val="00936091"/>
    <w:rsid w:val="00940D8A"/>
    <w:rsid w:val="00945047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14A0"/>
    <w:rsid w:val="009F392E"/>
    <w:rsid w:val="00A6177B"/>
    <w:rsid w:val="00A66136"/>
    <w:rsid w:val="00A8472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1A29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DF257E"/>
    <w:rsid w:val="00E36C4A"/>
    <w:rsid w:val="00E4667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5</cp:revision>
  <cp:lastPrinted>2017-11-28T17:18:00Z</cp:lastPrinted>
  <dcterms:created xsi:type="dcterms:W3CDTF">2024-05-09T07:02:00Z</dcterms:created>
  <dcterms:modified xsi:type="dcterms:W3CDTF">2024-05-09T10:28:00Z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