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0668FF6D" w14:textId="73CF3889" w:rsidR="00CF0DBE" w:rsidRPr="00C36F05" w:rsidRDefault="004B62B9" w:rsidP="00CF0DBE">
      <w:pPr>
        <w:pStyle w:val="Titul2"/>
        <w:spacing w:after="0"/>
        <w:rPr>
          <w:sz w:val="20"/>
          <w:szCs w:val="20"/>
        </w:rPr>
      </w:pPr>
      <w:r w:rsidRPr="00C36F05">
        <w:t>Projektová d</w:t>
      </w:r>
      <w:r w:rsidR="00A84500" w:rsidRPr="00C36F05">
        <w:t>okumentace pro společné povolení</w:t>
      </w:r>
      <w:r w:rsidR="00D6552D" w:rsidRPr="00C36F05">
        <w:t xml:space="preserve"> dle liniového zákona</w:t>
      </w:r>
    </w:p>
    <w:p w14:paraId="4317AD63" w14:textId="1F07DDF5" w:rsidR="00652EFD" w:rsidRDefault="00CF0DBE" w:rsidP="00EB46E5">
      <w:pPr>
        <w:pStyle w:val="Titul2"/>
        <w:rPr>
          <w:highlight w:val="green"/>
        </w:rPr>
      </w:pPr>
      <w:r w:rsidRPr="00C36F05">
        <w:t>P</w:t>
      </w:r>
      <w:r w:rsidR="00A84500" w:rsidRPr="00C36F05">
        <w:t>rojektová dokumentace</w:t>
      </w:r>
      <w:r w:rsidR="00A84500">
        <w:t xml:space="preserve"> pro provádění stavby </w:t>
      </w:r>
      <w:r>
        <w:t>D</w:t>
      </w:r>
      <w:r w:rsidR="00A84500">
        <w:t>ozor</w:t>
      </w:r>
      <w:r w:rsidR="0021109A">
        <w:t xml:space="preserve"> projektanta</w:t>
      </w:r>
    </w:p>
    <w:p w14:paraId="52E430AB" w14:textId="77777777" w:rsidR="00053304" w:rsidRPr="00C36F05" w:rsidRDefault="00053304" w:rsidP="00EB46E5">
      <w:pPr>
        <w:pStyle w:val="Titul2"/>
      </w:pPr>
    </w:p>
    <w:p w14:paraId="7E638D12" w14:textId="1BA64404" w:rsidR="0035531B" w:rsidRDefault="0035531B" w:rsidP="00EB46E5">
      <w:pPr>
        <w:pStyle w:val="Titul2"/>
      </w:pPr>
      <w:r w:rsidRPr="00C36F05">
        <w:t>„</w:t>
      </w:r>
      <w:r w:rsidR="00C36F05" w:rsidRPr="00C36F05">
        <w:t>Modernizace trati Plzeň – Domažlice – st. hranice SRN, 4. stavba, úsek Domažlice (mimo) – státní hranice SRN</w:t>
      </w:r>
      <w:r w:rsidRPr="00C36F05">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2C6FC4E" w:rsidR="000E125F" w:rsidRDefault="000E125F" w:rsidP="00136BBF">
      <w:pPr>
        <w:pStyle w:val="Text1-1"/>
        <w:numPr>
          <w:ilvl w:val="0"/>
          <w:numId w:val="0"/>
        </w:numPr>
        <w:tabs>
          <w:tab w:val="left" w:pos="708"/>
        </w:tabs>
        <w:spacing w:line="240" w:lineRule="auto"/>
        <w:ind w:left="737" w:hanging="737"/>
      </w:pPr>
      <w:r>
        <w:t>Č.j.</w:t>
      </w:r>
      <w:r w:rsidR="00B4331B">
        <w:t xml:space="preserve"> 6961/2024-SŽ-SSZ-OVZ</w:t>
      </w:r>
    </w:p>
    <w:p w14:paraId="7FFE2CBD" w14:textId="77777777" w:rsidR="00053304" w:rsidRDefault="00053304" w:rsidP="00053304">
      <w:pPr>
        <w:spacing w:after="0" w:line="240" w:lineRule="auto"/>
        <w:rPr>
          <w:i/>
          <w:color w:val="FF0000"/>
        </w:rPr>
      </w:pPr>
    </w:p>
    <w:p w14:paraId="65A408BC" w14:textId="77777777" w:rsidR="00C36F05" w:rsidRDefault="00C36F05" w:rsidP="00053304">
      <w:pPr>
        <w:spacing w:after="0" w:line="240" w:lineRule="auto"/>
        <w:rPr>
          <w:i/>
          <w:color w:val="FF0000"/>
        </w:rPr>
      </w:pPr>
    </w:p>
    <w:p w14:paraId="3BAB941D" w14:textId="77777777" w:rsidR="00B4331B" w:rsidRDefault="00B4331B" w:rsidP="00053304">
      <w:pPr>
        <w:spacing w:after="0" w:line="240" w:lineRule="auto"/>
        <w:rPr>
          <w:i/>
          <w:color w:val="FF0000"/>
        </w:rPr>
      </w:pPr>
    </w:p>
    <w:p w14:paraId="70F80494" w14:textId="77777777" w:rsidR="00B4331B" w:rsidRDefault="00B4331B" w:rsidP="00053304">
      <w:pPr>
        <w:spacing w:after="0" w:line="240" w:lineRule="auto"/>
        <w:rPr>
          <w:i/>
          <w:color w:val="FF0000"/>
        </w:rPr>
      </w:pPr>
    </w:p>
    <w:p w14:paraId="75CFE172" w14:textId="77777777" w:rsidR="00B4331B" w:rsidRDefault="00B4331B" w:rsidP="00053304">
      <w:pPr>
        <w:spacing w:after="0" w:line="240" w:lineRule="auto"/>
        <w:rPr>
          <w:i/>
          <w:color w:val="FF0000"/>
        </w:rPr>
      </w:pPr>
    </w:p>
    <w:p w14:paraId="76560313" w14:textId="548C0F77" w:rsidR="0010250C" w:rsidRDefault="0010250C" w:rsidP="0010250C">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lastRenderedPageBreak/>
        <w:t xml:space="preserve"> </w:t>
      </w:r>
    </w:p>
    <w:p w14:paraId="4C45D5A9" w14:textId="1C3A230C" w:rsidR="004B62B9" w:rsidRPr="00242AF8" w:rsidRDefault="004B62B9" w:rsidP="004B62B9">
      <w:pPr>
        <w:spacing w:after="0"/>
        <w:rPr>
          <w:color w:val="FF0000"/>
        </w:rPr>
      </w:pPr>
    </w:p>
    <w:p w14:paraId="14783ECE" w14:textId="70AC48F6" w:rsidR="00BD7E91" w:rsidRDefault="00BD7E91" w:rsidP="00FE4333">
      <w:pPr>
        <w:pStyle w:val="Nadpisbezsl1-1"/>
      </w:pPr>
      <w:r>
        <w:t>Obsah</w:t>
      </w:r>
      <w:r w:rsidR="00887F36">
        <w:t xml:space="preserve"> </w:t>
      </w:r>
    </w:p>
    <w:p w14:paraId="5C3F47DF" w14:textId="50BC9399" w:rsidR="008C2406"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3812319" w:history="1">
        <w:r w:rsidR="008C2406" w:rsidRPr="00BB7EDF">
          <w:rPr>
            <w:rStyle w:val="Hypertextovodkaz"/>
          </w:rPr>
          <w:t>1.</w:t>
        </w:r>
        <w:r w:rsidR="008C2406">
          <w:rPr>
            <w:rFonts w:eastAsiaTheme="minorEastAsia"/>
            <w:caps w:val="0"/>
            <w:noProof/>
            <w:kern w:val="2"/>
            <w:sz w:val="24"/>
            <w:szCs w:val="24"/>
            <w:lang w:eastAsia="cs-CZ"/>
            <w14:ligatures w14:val="standardContextual"/>
          </w:rPr>
          <w:tab/>
        </w:r>
        <w:r w:rsidR="008C2406" w:rsidRPr="00BB7EDF">
          <w:rPr>
            <w:rStyle w:val="Hypertextovodkaz"/>
          </w:rPr>
          <w:t>ÚVODNÍ USTANOVENÍ</w:t>
        </w:r>
        <w:r w:rsidR="008C2406">
          <w:rPr>
            <w:noProof/>
            <w:webHidden/>
          </w:rPr>
          <w:tab/>
        </w:r>
        <w:r w:rsidR="008C2406">
          <w:rPr>
            <w:noProof/>
            <w:webHidden/>
          </w:rPr>
          <w:fldChar w:fldCharType="begin"/>
        </w:r>
        <w:r w:rsidR="008C2406">
          <w:rPr>
            <w:noProof/>
            <w:webHidden/>
          </w:rPr>
          <w:instrText xml:space="preserve"> PAGEREF _Toc163812319 \h </w:instrText>
        </w:r>
        <w:r w:rsidR="008C2406">
          <w:rPr>
            <w:noProof/>
            <w:webHidden/>
          </w:rPr>
        </w:r>
        <w:r w:rsidR="008C2406">
          <w:rPr>
            <w:noProof/>
            <w:webHidden/>
          </w:rPr>
          <w:fldChar w:fldCharType="separate"/>
        </w:r>
        <w:r w:rsidR="00497409">
          <w:rPr>
            <w:noProof/>
            <w:webHidden/>
          </w:rPr>
          <w:t>3</w:t>
        </w:r>
        <w:r w:rsidR="008C2406">
          <w:rPr>
            <w:noProof/>
            <w:webHidden/>
          </w:rPr>
          <w:fldChar w:fldCharType="end"/>
        </w:r>
      </w:hyperlink>
    </w:p>
    <w:p w14:paraId="02B51E51" w14:textId="5C03302A" w:rsidR="008C2406" w:rsidRDefault="00F0797C">
      <w:pPr>
        <w:pStyle w:val="Obsah1"/>
        <w:rPr>
          <w:rFonts w:eastAsiaTheme="minorEastAsia"/>
          <w:caps w:val="0"/>
          <w:noProof/>
          <w:kern w:val="2"/>
          <w:sz w:val="24"/>
          <w:szCs w:val="24"/>
          <w:lang w:eastAsia="cs-CZ"/>
          <w14:ligatures w14:val="standardContextual"/>
        </w:rPr>
      </w:pPr>
      <w:hyperlink w:anchor="_Toc163812320" w:history="1">
        <w:r w:rsidR="008C2406" w:rsidRPr="00BB7EDF">
          <w:rPr>
            <w:rStyle w:val="Hypertextovodkaz"/>
          </w:rPr>
          <w:t>2.</w:t>
        </w:r>
        <w:r w:rsidR="008C2406">
          <w:rPr>
            <w:rFonts w:eastAsiaTheme="minorEastAsia"/>
            <w:caps w:val="0"/>
            <w:noProof/>
            <w:kern w:val="2"/>
            <w:sz w:val="24"/>
            <w:szCs w:val="24"/>
            <w:lang w:eastAsia="cs-CZ"/>
            <w14:ligatures w14:val="standardContextual"/>
          </w:rPr>
          <w:tab/>
        </w:r>
        <w:r w:rsidR="008C2406" w:rsidRPr="00BB7EDF">
          <w:rPr>
            <w:rStyle w:val="Hypertextovodkaz"/>
          </w:rPr>
          <w:t>IDENTIFIKAČNÍ ÚDAJE ZADAVATELE</w:t>
        </w:r>
        <w:r w:rsidR="008C2406">
          <w:rPr>
            <w:noProof/>
            <w:webHidden/>
          </w:rPr>
          <w:tab/>
        </w:r>
        <w:r w:rsidR="008C2406">
          <w:rPr>
            <w:noProof/>
            <w:webHidden/>
          </w:rPr>
          <w:fldChar w:fldCharType="begin"/>
        </w:r>
        <w:r w:rsidR="008C2406">
          <w:rPr>
            <w:noProof/>
            <w:webHidden/>
          </w:rPr>
          <w:instrText xml:space="preserve"> PAGEREF _Toc163812320 \h </w:instrText>
        </w:r>
        <w:r w:rsidR="008C2406">
          <w:rPr>
            <w:noProof/>
            <w:webHidden/>
          </w:rPr>
        </w:r>
        <w:r w:rsidR="008C2406">
          <w:rPr>
            <w:noProof/>
            <w:webHidden/>
          </w:rPr>
          <w:fldChar w:fldCharType="separate"/>
        </w:r>
        <w:r w:rsidR="00497409">
          <w:rPr>
            <w:noProof/>
            <w:webHidden/>
          </w:rPr>
          <w:t>3</w:t>
        </w:r>
        <w:r w:rsidR="008C2406">
          <w:rPr>
            <w:noProof/>
            <w:webHidden/>
          </w:rPr>
          <w:fldChar w:fldCharType="end"/>
        </w:r>
      </w:hyperlink>
    </w:p>
    <w:p w14:paraId="7958B6E7" w14:textId="31C70E01" w:rsidR="008C2406" w:rsidRDefault="00F0797C">
      <w:pPr>
        <w:pStyle w:val="Obsah1"/>
        <w:rPr>
          <w:rFonts w:eastAsiaTheme="minorEastAsia"/>
          <w:caps w:val="0"/>
          <w:noProof/>
          <w:kern w:val="2"/>
          <w:sz w:val="24"/>
          <w:szCs w:val="24"/>
          <w:lang w:eastAsia="cs-CZ"/>
          <w14:ligatures w14:val="standardContextual"/>
        </w:rPr>
      </w:pPr>
      <w:hyperlink w:anchor="_Toc163812321" w:history="1">
        <w:r w:rsidR="008C2406" w:rsidRPr="00BB7EDF">
          <w:rPr>
            <w:rStyle w:val="Hypertextovodkaz"/>
          </w:rPr>
          <w:t>3.</w:t>
        </w:r>
        <w:r w:rsidR="008C2406">
          <w:rPr>
            <w:rFonts w:eastAsiaTheme="minorEastAsia"/>
            <w:caps w:val="0"/>
            <w:noProof/>
            <w:kern w:val="2"/>
            <w:sz w:val="24"/>
            <w:szCs w:val="24"/>
            <w:lang w:eastAsia="cs-CZ"/>
            <w14:ligatures w14:val="standardContextual"/>
          </w:rPr>
          <w:tab/>
        </w:r>
        <w:r w:rsidR="008C2406" w:rsidRPr="00BB7EDF">
          <w:rPr>
            <w:rStyle w:val="Hypertextovodkaz"/>
          </w:rPr>
          <w:t>KOMUNIKACE MEZI ZADAVATELEM a DODAVATELEM</w:t>
        </w:r>
        <w:r w:rsidR="008C2406">
          <w:rPr>
            <w:noProof/>
            <w:webHidden/>
          </w:rPr>
          <w:tab/>
        </w:r>
        <w:r w:rsidR="008C2406">
          <w:rPr>
            <w:noProof/>
            <w:webHidden/>
          </w:rPr>
          <w:fldChar w:fldCharType="begin"/>
        </w:r>
        <w:r w:rsidR="008C2406">
          <w:rPr>
            <w:noProof/>
            <w:webHidden/>
          </w:rPr>
          <w:instrText xml:space="preserve"> PAGEREF _Toc163812321 \h </w:instrText>
        </w:r>
        <w:r w:rsidR="008C2406">
          <w:rPr>
            <w:noProof/>
            <w:webHidden/>
          </w:rPr>
        </w:r>
        <w:r w:rsidR="008C2406">
          <w:rPr>
            <w:noProof/>
            <w:webHidden/>
          </w:rPr>
          <w:fldChar w:fldCharType="separate"/>
        </w:r>
        <w:r w:rsidR="00497409">
          <w:rPr>
            <w:noProof/>
            <w:webHidden/>
          </w:rPr>
          <w:t>4</w:t>
        </w:r>
        <w:r w:rsidR="008C2406">
          <w:rPr>
            <w:noProof/>
            <w:webHidden/>
          </w:rPr>
          <w:fldChar w:fldCharType="end"/>
        </w:r>
      </w:hyperlink>
    </w:p>
    <w:p w14:paraId="5B6DC5F0" w14:textId="58B2CE78" w:rsidR="008C2406" w:rsidRDefault="00F0797C">
      <w:pPr>
        <w:pStyle w:val="Obsah1"/>
        <w:rPr>
          <w:rFonts w:eastAsiaTheme="minorEastAsia"/>
          <w:caps w:val="0"/>
          <w:noProof/>
          <w:kern w:val="2"/>
          <w:sz w:val="24"/>
          <w:szCs w:val="24"/>
          <w:lang w:eastAsia="cs-CZ"/>
          <w14:ligatures w14:val="standardContextual"/>
        </w:rPr>
      </w:pPr>
      <w:hyperlink w:anchor="_Toc163812322" w:history="1">
        <w:r w:rsidR="008C2406" w:rsidRPr="00BB7EDF">
          <w:rPr>
            <w:rStyle w:val="Hypertextovodkaz"/>
          </w:rPr>
          <w:t>4.</w:t>
        </w:r>
        <w:r w:rsidR="008C2406">
          <w:rPr>
            <w:rFonts w:eastAsiaTheme="minorEastAsia"/>
            <w:caps w:val="0"/>
            <w:noProof/>
            <w:kern w:val="2"/>
            <w:sz w:val="24"/>
            <w:szCs w:val="24"/>
            <w:lang w:eastAsia="cs-CZ"/>
            <w14:ligatures w14:val="standardContextual"/>
          </w:rPr>
          <w:tab/>
        </w:r>
        <w:r w:rsidR="008C2406" w:rsidRPr="00BB7EDF">
          <w:rPr>
            <w:rStyle w:val="Hypertextovodkaz"/>
          </w:rPr>
          <w:t>ÚČEL a PŘEDMĚT PLNĚNÍ VEŘEJNÉ ZAKÁZKY</w:t>
        </w:r>
        <w:r w:rsidR="008C2406">
          <w:rPr>
            <w:noProof/>
            <w:webHidden/>
          </w:rPr>
          <w:tab/>
        </w:r>
        <w:r w:rsidR="008C2406">
          <w:rPr>
            <w:noProof/>
            <w:webHidden/>
          </w:rPr>
          <w:fldChar w:fldCharType="begin"/>
        </w:r>
        <w:r w:rsidR="008C2406">
          <w:rPr>
            <w:noProof/>
            <w:webHidden/>
          </w:rPr>
          <w:instrText xml:space="preserve"> PAGEREF _Toc163812322 \h </w:instrText>
        </w:r>
        <w:r w:rsidR="008C2406">
          <w:rPr>
            <w:noProof/>
            <w:webHidden/>
          </w:rPr>
        </w:r>
        <w:r w:rsidR="008C2406">
          <w:rPr>
            <w:noProof/>
            <w:webHidden/>
          </w:rPr>
          <w:fldChar w:fldCharType="separate"/>
        </w:r>
        <w:r w:rsidR="00497409">
          <w:rPr>
            <w:noProof/>
            <w:webHidden/>
          </w:rPr>
          <w:t>4</w:t>
        </w:r>
        <w:r w:rsidR="008C2406">
          <w:rPr>
            <w:noProof/>
            <w:webHidden/>
          </w:rPr>
          <w:fldChar w:fldCharType="end"/>
        </w:r>
      </w:hyperlink>
    </w:p>
    <w:p w14:paraId="1D4F6912" w14:textId="6370DB96" w:rsidR="008C2406" w:rsidRDefault="00F0797C">
      <w:pPr>
        <w:pStyle w:val="Obsah1"/>
        <w:rPr>
          <w:rFonts w:eastAsiaTheme="minorEastAsia"/>
          <w:caps w:val="0"/>
          <w:noProof/>
          <w:kern w:val="2"/>
          <w:sz w:val="24"/>
          <w:szCs w:val="24"/>
          <w:lang w:eastAsia="cs-CZ"/>
          <w14:ligatures w14:val="standardContextual"/>
        </w:rPr>
      </w:pPr>
      <w:hyperlink w:anchor="_Toc163812323" w:history="1">
        <w:r w:rsidR="008C2406" w:rsidRPr="00BB7EDF">
          <w:rPr>
            <w:rStyle w:val="Hypertextovodkaz"/>
          </w:rPr>
          <w:t>5.</w:t>
        </w:r>
        <w:r w:rsidR="008C2406">
          <w:rPr>
            <w:rFonts w:eastAsiaTheme="minorEastAsia"/>
            <w:caps w:val="0"/>
            <w:noProof/>
            <w:kern w:val="2"/>
            <w:sz w:val="24"/>
            <w:szCs w:val="24"/>
            <w:lang w:eastAsia="cs-CZ"/>
            <w14:ligatures w14:val="standardContextual"/>
          </w:rPr>
          <w:tab/>
        </w:r>
        <w:r w:rsidR="008C2406" w:rsidRPr="00BB7EDF">
          <w:rPr>
            <w:rStyle w:val="Hypertextovodkaz"/>
          </w:rPr>
          <w:t>ZDROJE FINANCOVÁNÍ a PŘEDPOKLÁDANÁ HODNOTA VEŘEJNÉ ZAKÁZKY</w:t>
        </w:r>
        <w:r w:rsidR="008C2406">
          <w:rPr>
            <w:noProof/>
            <w:webHidden/>
          </w:rPr>
          <w:tab/>
        </w:r>
        <w:r w:rsidR="008C2406">
          <w:rPr>
            <w:noProof/>
            <w:webHidden/>
          </w:rPr>
          <w:fldChar w:fldCharType="begin"/>
        </w:r>
        <w:r w:rsidR="008C2406">
          <w:rPr>
            <w:noProof/>
            <w:webHidden/>
          </w:rPr>
          <w:instrText xml:space="preserve"> PAGEREF _Toc163812323 \h </w:instrText>
        </w:r>
        <w:r w:rsidR="008C2406">
          <w:rPr>
            <w:noProof/>
            <w:webHidden/>
          </w:rPr>
        </w:r>
        <w:r w:rsidR="008C2406">
          <w:rPr>
            <w:noProof/>
            <w:webHidden/>
          </w:rPr>
          <w:fldChar w:fldCharType="separate"/>
        </w:r>
        <w:r w:rsidR="00497409">
          <w:rPr>
            <w:noProof/>
            <w:webHidden/>
          </w:rPr>
          <w:t>5</w:t>
        </w:r>
        <w:r w:rsidR="008C2406">
          <w:rPr>
            <w:noProof/>
            <w:webHidden/>
          </w:rPr>
          <w:fldChar w:fldCharType="end"/>
        </w:r>
      </w:hyperlink>
    </w:p>
    <w:p w14:paraId="0A7EAC10" w14:textId="02D40179" w:rsidR="008C2406" w:rsidRDefault="00F0797C">
      <w:pPr>
        <w:pStyle w:val="Obsah1"/>
        <w:rPr>
          <w:rFonts w:eastAsiaTheme="minorEastAsia"/>
          <w:caps w:val="0"/>
          <w:noProof/>
          <w:kern w:val="2"/>
          <w:sz w:val="24"/>
          <w:szCs w:val="24"/>
          <w:lang w:eastAsia="cs-CZ"/>
          <w14:ligatures w14:val="standardContextual"/>
        </w:rPr>
      </w:pPr>
      <w:hyperlink w:anchor="_Toc163812324" w:history="1">
        <w:r w:rsidR="008C2406" w:rsidRPr="00BB7EDF">
          <w:rPr>
            <w:rStyle w:val="Hypertextovodkaz"/>
          </w:rPr>
          <w:t>6.</w:t>
        </w:r>
        <w:r w:rsidR="008C2406">
          <w:rPr>
            <w:rFonts w:eastAsiaTheme="minorEastAsia"/>
            <w:caps w:val="0"/>
            <w:noProof/>
            <w:kern w:val="2"/>
            <w:sz w:val="24"/>
            <w:szCs w:val="24"/>
            <w:lang w:eastAsia="cs-CZ"/>
            <w14:ligatures w14:val="standardContextual"/>
          </w:rPr>
          <w:tab/>
        </w:r>
        <w:r w:rsidR="008C2406" w:rsidRPr="00BB7EDF">
          <w:rPr>
            <w:rStyle w:val="Hypertextovodkaz"/>
          </w:rPr>
          <w:t>OBSAH ZADÁVACÍ DOKUMENTACE</w:t>
        </w:r>
        <w:r w:rsidR="008C2406">
          <w:rPr>
            <w:noProof/>
            <w:webHidden/>
          </w:rPr>
          <w:tab/>
        </w:r>
        <w:r w:rsidR="008C2406">
          <w:rPr>
            <w:noProof/>
            <w:webHidden/>
          </w:rPr>
          <w:fldChar w:fldCharType="begin"/>
        </w:r>
        <w:r w:rsidR="008C2406">
          <w:rPr>
            <w:noProof/>
            <w:webHidden/>
          </w:rPr>
          <w:instrText xml:space="preserve"> PAGEREF _Toc163812324 \h </w:instrText>
        </w:r>
        <w:r w:rsidR="008C2406">
          <w:rPr>
            <w:noProof/>
            <w:webHidden/>
          </w:rPr>
        </w:r>
        <w:r w:rsidR="008C2406">
          <w:rPr>
            <w:noProof/>
            <w:webHidden/>
          </w:rPr>
          <w:fldChar w:fldCharType="separate"/>
        </w:r>
        <w:r w:rsidR="00497409">
          <w:rPr>
            <w:noProof/>
            <w:webHidden/>
          </w:rPr>
          <w:t>5</w:t>
        </w:r>
        <w:r w:rsidR="008C2406">
          <w:rPr>
            <w:noProof/>
            <w:webHidden/>
          </w:rPr>
          <w:fldChar w:fldCharType="end"/>
        </w:r>
      </w:hyperlink>
    </w:p>
    <w:p w14:paraId="389B9118" w14:textId="053D5CB6" w:rsidR="008C2406" w:rsidRDefault="00F0797C">
      <w:pPr>
        <w:pStyle w:val="Obsah1"/>
        <w:rPr>
          <w:rFonts w:eastAsiaTheme="minorEastAsia"/>
          <w:caps w:val="0"/>
          <w:noProof/>
          <w:kern w:val="2"/>
          <w:sz w:val="24"/>
          <w:szCs w:val="24"/>
          <w:lang w:eastAsia="cs-CZ"/>
          <w14:ligatures w14:val="standardContextual"/>
        </w:rPr>
      </w:pPr>
      <w:hyperlink w:anchor="_Toc163812325" w:history="1">
        <w:r w:rsidR="008C2406" w:rsidRPr="00BB7EDF">
          <w:rPr>
            <w:rStyle w:val="Hypertextovodkaz"/>
          </w:rPr>
          <w:t>7.</w:t>
        </w:r>
        <w:r w:rsidR="008C2406">
          <w:rPr>
            <w:rFonts w:eastAsiaTheme="minorEastAsia"/>
            <w:caps w:val="0"/>
            <w:noProof/>
            <w:kern w:val="2"/>
            <w:sz w:val="24"/>
            <w:szCs w:val="24"/>
            <w:lang w:eastAsia="cs-CZ"/>
            <w14:ligatures w14:val="standardContextual"/>
          </w:rPr>
          <w:tab/>
        </w:r>
        <w:r w:rsidR="008C2406" w:rsidRPr="00BB7EDF">
          <w:rPr>
            <w:rStyle w:val="Hypertextovodkaz"/>
          </w:rPr>
          <w:t>VYSVĚTLENÍ, ZMĚNY a DOPLNĚNÍ ZADÁVACÍ DOKUMENTACE</w:t>
        </w:r>
        <w:r w:rsidR="008C2406">
          <w:rPr>
            <w:noProof/>
            <w:webHidden/>
          </w:rPr>
          <w:tab/>
        </w:r>
        <w:r w:rsidR="008C2406">
          <w:rPr>
            <w:noProof/>
            <w:webHidden/>
          </w:rPr>
          <w:fldChar w:fldCharType="begin"/>
        </w:r>
        <w:r w:rsidR="008C2406">
          <w:rPr>
            <w:noProof/>
            <w:webHidden/>
          </w:rPr>
          <w:instrText xml:space="preserve"> PAGEREF _Toc163812325 \h </w:instrText>
        </w:r>
        <w:r w:rsidR="008C2406">
          <w:rPr>
            <w:noProof/>
            <w:webHidden/>
          </w:rPr>
        </w:r>
        <w:r w:rsidR="008C2406">
          <w:rPr>
            <w:noProof/>
            <w:webHidden/>
          </w:rPr>
          <w:fldChar w:fldCharType="separate"/>
        </w:r>
        <w:r w:rsidR="00497409">
          <w:rPr>
            <w:noProof/>
            <w:webHidden/>
          </w:rPr>
          <w:t>6</w:t>
        </w:r>
        <w:r w:rsidR="008C2406">
          <w:rPr>
            <w:noProof/>
            <w:webHidden/>
          </w:rPr>
          <w:fldChar w:fldCharType="end"/>
        </w:r>
      </w:hyperlink>
    </w:p>
    <w:p w14:paraId="431A10CC" w14:textId="72EC8A17" w:rsidR="008C2406" w:rsidRDefault="00F0797C">
      <w:pPr>
        <w:pStyle w:val="Obsah1"/>
        <w:rPr>
          <w:rFonts w:eastAsiaTheme="minorEastAsia"/>
          <w:caps w:val="0"/>
          <w:noProof/>
          <w:kern w:val="2"/>
          <w:sz w:val="24"/>
          <w:szCs w:val="24"/>
          <w:lang w:eastAsia="cs-CZ"/>
          <w14:ligatures w14:val="standardContextual"/>
        </w:rPr>
      </w:pPr>
      <w:hyperlink w:anchor="_Toc163812326" w:history="1">
        <w:r w:rsidR="008C2406" w:rsidRPr="00BB7EDF">
          <w:rPr>
            <w:rStyle w:val="Hypertextovodkaz"/>
          </w:rPr>
          <w:t>8.</w:t>
        </w:r>
        <w:r w:rsidR="008C2406">
          <w:rPr>
            <w:rFonts w:eastAsiaTheme="minorEastAsia"/>
            <w:caps w:val="0"/>
            <w:noProof/>
            <w:kern w:val="2"/>
            <w:sz w:val="24"/>
            <w:szCs w:val="24"/>
            <w:lang w:eastAsia="cs-CZ"/>
            <w14:ligatures w14:val="standardContextual"/>
          </w:rPr>
          <w:tab/>
        </w:r>
        <w:r w:rsidR="008C2406" w:rsidRPr="00BB7EDF">
          <w:rPr>
            <w:rStyle w:val="Hypertextovodkaz"/>
          </w:rPr>
          <w:t>POŽADAVKY ZADAVATELE NA KVALIFIKACI</w:t>
        </w:r>
        <w:r w:rsidR="008C2406">
          <w:rPr>
            <w:noProof/>
            <w:webHidden/>
          </w:rPr>
          <w:tab/>
        </w:r>
        <w:r w:rsidR="008C2406">
          <w:rPr>
            <w:noProof/>
            <w:webHidden/>
          </w:rPr>
          <w:fldChar w:fldCharType="begin"/>
        </w:r>
        <w:r w:rsidR="008C2406">
          <w:rPr>
            <w:noProof/>
            <w:webHidden/>
          </w:rPr>
          <w:instrText xml:space="preserve"> PAGEREF _Toc163812326 \h </w:instrText>
        </w:r>
        <w:r w:rsidR="008C2406">
          <w:rPr>
            <w:noProof/>
            <w:webHidden/>
          </w:rPr>
        </w:r>
        <w:r w:rsidR="008C2406">
          <w:rPr>
            <w:noProof/>
            <w:webHidden/>
          </w:rPr>
          <w:fldChar w:fldCharType="separate"/>
        </w:r>
        <w:r w:rsidR="00497409">
          <w:rPr>
            <w:noProof/>
            <w:webHidden/>
          </w:rPr>
          <w:t>7</w:t>
        </w:r>
        <w:r w:rsidR="008C2406">
          <w:rPr>
            <w:noProof/>
            <w:webHidden/>
          </w:rPr>
          <w:fldChar w:fldCharType="end"/>
        </w:r>
      </w:hyperlink>
    </w:p>
    <w:p w14:paraId="5A033C19" w14:textId="331DF515" w:rsidR="008C2406" w:rsidRDefault="00F0797C">
      <w:pPr>
        <w:pStyle w:val="Obsah1"/>
        <w:rPr>
          <w:rFonts w:eastAsiaTheme="minorEastAsia"/>
          <w:caps w:val="0"/>
          <w:noProof/>
          <w:kern w:val="2"/>
          <w:sz w:val="24"/>
          <w:szCs w:val="24"/>
          <w:lang w:eastAsia="cs-CZ"/>
          <w14:ligatures w14:val="standardContextual"/>
        </w:rPr>
      </w:pPr>
      <w:hyperlink w:anchor="_Toc163812327" w:history="1">
        <w:r w:rsidR="008C2406" w:rsidRPr="00BB7EDF">
          <w:rPr>
            <w:rStyle w:val="Hypertextovodkaz"/>
          </w:rPr>
          <w:t>9.</w:t>
        </w:r>
        <w:r w:rsidR="008C2406">
          <w:rPr>
            <w:rFonts w:eastAsiaTheme="minorEastAsia"/>
            <w:caps w:val="0"/>
            <w:noProof/>
            <w:kern w:val="2"/>
            <w:sz w:val="24"/>
            <w:szCs w:val="24"/>
            <w:lang w:eastAsia="cs-CZ"/>
            <w14:ligatures w14:val="standardContextual"/>
          </w:rPr>
          <w:tab/>
        </w:r>
        <w:r w:rsidR="008C2406" w:rsidRPr="00BB7EDF">
          <w:rPr>
            <w:rStyle w:val="Hypertextovodkaz"/>
          </w:rPr>
          <w:t>DALŠÍ INFORMACE/DOKUMENTY PŘEDKLÁDANÉ DODAVATELEM v NABÍDCE</w:t>
        </w:r>
        <w:r w:rsidR="008C2406">
          <w:rPr>
            <w:noProof/>
            <w:webHidden/>
          </w:rPr>
          <w:tab/>
        </w:r>
        <w:r w:rsidR="008C2406">
          <w:rPr>
            <w:noProof/>
            <w:webHidden/>
          </w:rPr>
          <w:fldChar w:fldCharType="begin"/>
        </w:r>
        <w:r w:rsidR="008C2406">
          <w:rPr>
            <w:noProof/>
            <w:webHidden/>
          </w:rPr>
          <w:instrText xml:space="preserve"> PAGEREF _Toc163812327 \h </w:instrText>
        </w:r>
        <w:r w:rsidR="008C2406">
          <w:rPr>
            <w:noProof/>
            <w:webHidden/>
          </w:rPr>
        </w:r>
        <w:r w:rsidR="008C2406">
          <w:rPr>
            <w:noProof/>
            <w:webHidden/>
          </w:rPr>
          <w:fldChar w:fldCharType="separate"/>
        </w:r>
        <w:r w:rsidR="00497409">
          <w:rPr>
            <w:noProof/>
            <w:webHidden/>
          </w:rPr>
          <w:t>21</w:t>
        </w:r>
        <w:r w:rsidR="008C2406">
          <w:rPr>
            <w:noProof/>
            <w:webHidden/>
          </w:rPr>
          <w:fldChar w:fldCharType="end"/>
        </w:r>
      </w:hyperlink>
    </w:p>
    <w:p w14:paraId="49256AB1" w14:textId="58436EE4" w:rsidR="008C2406" w:rsidRDefault="00F0797C">
      <w:pPr>
        <w:pStyle w:val="Obsah1"/>
        <w:rPr>
          <w:rFonts w:eastAsiaTheme="minorEastAsia"/>
          <w:caps w:val="0"/>
          <w:noProof/>
          <w:kern w:val="2"/>
          <w:sz w:val="24"/>
          <w:szCs w:val="24"/>
          <w:lang w:eastAsia="cs-CZ"/>
          <w14:ligatures w14:val="standardContextual"/>
        </w:rPr>
      </w:pPr>
      <w:hyperlink w:anchor="_Toc163812328" w:history="1">
        <w:r w:rsidR="008C2406" w:rsidRPr="00BB7EDF">
          <w:rPr>
            <w:rStyle w:val="Hypertextovodkaz"/>
          </w:rPr>
          <w:t>10.</w:t>
        </w:r>
        <w:r w:rsidR="008C2406">
          <w:rPr>
            <w:rFonts w:eastAsiaTheme="minorEastAsia"/>
            <w:caps w:val="0"/>
            <w:noProof/>
            <w:kern w:val="2"/>
            <w:sz w:val="24"/>
            <w:szCs w:val="24"/>
            <w:lang w:eastAsia="cs-CZ"/>
            <w14:ligatures w14:val="standardContextual"/>
          </w:rPr>
          <w:tab/>
        </w:r>
        <w:r w:rsidR="008C2406" w:rsidRPr="00BB7EDF">
          <w:rPr>
            <w:rStyle w:val="Hypertextovodkaz"/>
          </w:rPr>
          <w:t>JAZYK NABÍDEK A KOMUNIKAČNÍ JAZYK</w:t>
        </w:r>
        <w:r w:rsidR="008C2406">
          <w:rPr>
            <w:noProof/>
            <w:webHidden/>
          </w:rPr>
          <w:tab/>
        </w:r>
        <w:r w:rsidR="008C2406">
          <w:rPr>
            <w:noProof/>
            <w:webHidden/>
          </w:rPr>
          <w:fldChar w:fldCharType="begin"/>
        </w:r>
        <w:r w:rsidR="008C2406">
          <w:rPr>
            <w:noProof/>
            <w:webHidden/>
          </w:rPr>
          <w:instrText xml:space="preserve"> PAGEREF _Toc163812328 \h </w:instrText>
        </w:r>
        <w:r w:rsidR="008C2406">
          <w:rPr>
            <w:noProof/>
            <w:webHidden/>
          </w:rPr>
        </w:r>
        <w:r w:rsidR="008C2406">
          <w:rPr>
            <w:noProof/>
            <w:webHidden/>
          </w:rPr>
          <w:fldChar w:fldCharType="separate"/>
        </w:r>
        <w:r w:rsidR="00497409">
          <w:rPr>
            <w:noProof/>
            <w:webHidden/>
          </w:rPr>
          <w:t>23</w:t>
        </w:r>
        <w:r w:rsidR="008C2406">
          <w:rPr>
            <w:noProof/>
            <w:webHidden/>
          </w:rPr>
          <w:fldChar w:fldCharType="end"/>
        </w:r>
      </w:hyperlink>
    </w:p>
    <w:p w14:paraId="3B7AD973" w14:textId="1C81893A" w:rsidR="008C2406" w:rsidRDefault="00F0797C">
      <w:pPr>
        <w:pStyle w:val="Obsah1"/>
        <w:rPr>
          <w:rFonts w:eastAsiaTheme="minorEastAsia"/>
          <w:caps w:val="0"/>
          <w:noProof/>
          <w:kern w:val="2"/>
          <w:sz w:val="24"/>
          <w:szCs w:val="24"/>
          <w:lang w:eastAsia="cs-CZ"/>
          <w14:ligatures w14:val="standardContextual"/>
        </w:rPr>
      </w:pPr>
      <w:hyperlink w:anchor="_Toc163812329" w:history="1">
        <w:r w:rsidR="008C2406" w:rsidRPr="00BB7EDF">
          <w:rPr>
            <w:rStyle w:val="Hypertextovodkaz"/>
          </w:rPr>
          <w:t>11.</w:t>
        </w:r>
        <w:r w:rsidR="008C2406">
          <w:rPr>
            <w:rFonts w:eastAsiaTheme="minorEastAsia"/>
            <w:caps w:val="0"/>
            <w:noProof/>
            <w:kern w:val="2"/>
            <w:sz w:val="24"/>
            <w:szCs w:val="24"/>
            <w:lang w:eastAsia="cs-CZ"/>
            <w14:ligatures w14:val="standardContextual"/>
          </w:rPr>
          <w:tab/>
        </w:r>
        <w:r w:rsidR="008C2406" w:rsidRPr="00BB7EDF">
          <w:rPr>
            <w:rStyle w:val="Hypertextovodkaz"/>
          </w:rPr>
          <w:t>OBSAH a PODÁVÁNÍ NABÍDEK</w:t>
        </w:r>
        <w:r w:rsidR="008C2406">
          <w:rPr>
            <w:noProof/>
            <w:webHidden/>
          </w:rPr>
          <w:tab/>
        </w:r>
        <w:r w:rsidR="008C2406">
          <w:rPr>
            <w:noProof/>
            <w:webHidden/>
          </w:rPr>
          <w:fldChar w:fldCharType="begin"/>
        </w:r>
        <w:r w:rsidR="008C2406">
          <w:rPr>
            <w:noProof/>
            <w:webHidden/>
          </w:rPr>
          <w:instrText xml:space="preserve"> PAGEREF _Toc163812329 \h </w:instrText>
        </w:r>
        <w:r w:rsidR="008C2406">
          <w:rPr>
            <w:noProof/>
            <w:webHidden/>
          </w:rPr>
        </w:r>
        <w:r w:rsidR="008C2406">
          <w:rPr>
            <w:noProof/>
            <w:webHidden/>
          </w:rPr>
          <w:fldChar w:fldCharType="separate"/>
        </w:r>
        <w:r w:rsidR="00497409">
          <w:rPr>
            <w:noProof/>
            <w:webHidden/>
          </w:rPr>
          <w:t>23</w:t>
        </w:r>
        <w:r w:rsidR="008C2406">
          <w:rPr>
            <w:noProof/>
            <w:webHidden/>
          </w:rPr>
          <w:fldChar w:fldCharType="end"/>
        </w:r>
      </w:hyperlink>
    </w:p>
    <w:p w14:paraId="72F4DFC0" w14:textId="5C78906C" w:rsidR="008C2406" w:rsidRDefault="00F0797C">
      <w:pPr>
        <w:pStyle w:val="Obsah1"/>
        <w:rPr>
          <w:rFonts w:eastAsiaTheme="minorEastAsia"/>
          <w:caps w:val="0"/>
          <w:noProof/>
          <w:kern w:val="2"/>
          <w:sz w:val="24"/>
          <w:szCs w:val="24"/>
          <w:lang w:eastAsia="cs-CZ"/>
          <w14:ligatures w14:val="standardContextual"/>
        </w:rPr>
      </w:pPr>
      <w:hyperlink w:anchor="_Toc163812330" w:history="1">
        <w:r w:rsidR="008C2406" w:rsidRPr="00BB7EDF">
          <w:rPr>
            <w:rStyle w:val="Hypertextovodkaz"/>
          </w:rPr>
          <w:t>12.</w:t>
        </w:r>
        <w:r w:rsidR="008C2406">
          <w:rPr>
            <w:rFonts w:eastAsiaTheme="minorEastAsia"/>
            <w:caps w:val="0"/>
            <w:noProof/>
            <w:kern w:val="2"/>
            <w:sz w:val="24"/>
            <w:szCs w:val="24"/>
            <w:lang w:eastAsia="cs-CZ"/>
            <w14:ligatures w14:val="standardContextual"/>
          </w:rPr>
          <w:tab/>
        </w:r>
        <w:r w:rsidR="008C2406" w:rsidRPr="00BB7EDF">
          <w:rPr>
            <w:rStyle w:val="Hypertextovodkaz"/>
          </w:rPr>
          <w:t>POŽADAVKY NA ZPRACOVÁNÍ NABÍDKOVÉ CENY</w:t>
        </w:r>
        <w:r w:rsidR="008C2406">
          <w:rPr>
            <w:noProof/>
            <w:webHidden/>
          </w:rPr>
          <w:tab/>
        </w:r>
        <w:r w:rsidR="008C2406">
          <w:rPr>
            <w:noProof/>
            <w:webHidden/>
          </w:rPr>
          <w:fldChar w:fldCharType="begin"/>
        </w:r>
        <w:r w:rsidR="008C2406">
          <w:rPr>
            <w:noProof/>
            <w:webHidden/>
          </w:rPr>
          <w:instrText xml:space="preserve"> PAGEREF _Toc163812330 \h </w:instrText>
        </w:r>
        <w:r w:rsidR="008C2406">
          <w:rPr>
            <w:noProof/>
            <w:webHidden/>
          </w:rPr>
        </w:r>
        <w:r w:rsidR="008C2406">
          <w:rPr>
            <w:noProof/>
            <w:webHidden/>
          </w:rPr>
          <w:fldChar w:fldCharType="separate"/>
        </w:r>
        <w:r w:rsidR="00497409">
          <w:rPr>
            <w:noProof/>
            <w:webHidden/>
          </w:rPr>
          <w:t>25</w:t>
        </w:r>
        <w:r w:rsidR="008C2406">
          <w:rPr>
            <w:noProof/>
            <w:webHidden/>
          </w:rPr>
          <w:fldChar w:fldCharType="end"/>
        </w:r>
      </w:hyperlink>
    </w:p>
    <w:p w14:paraId="3738B3D3" w14:textId="53B99F3E" w:rsidR="008C2406" w:rsidRDefault="00F0797C">
      <w:pPr>
        <w:pStyle w:val="Obsah1"/>
        <w:rPr>
          <w:rFonts w:eastAsiaTheme="minorEastAsia"/>
          <w:caps w:val="0"/>
          <w:noProof/>
          <w:kern w:val="2"/>
          <w:sz w:val="24"/>
          <w:szCs w:val="24"/>
          <w:lang w:eastAsia="cs-CZ"/>
          <w14:ligatures w14:val="standardContextual"/>
        </w:rPr>
      </w:pPr>
      <w:hyperlink w:anchor="_Toc163812331" w:history="1">
        <w:r w:rsidR="008C2406" w:rsidRPr="00BB7EDF">
          <w:rPr>
            <w:rStyle w:val="Hypertextovodkaz"/>
          </w:rPr>
          <w:t>13.</w:t>
        </w:r>
        <w:r w:rsidR="008C2406">
          <w:rPr>
            <w:rFonts w:eastAsiaTheme="minorEastAsia"/>
            <w:caps w:val="0"/>
            <w:noProof/>
            <w:kern w:val="2"/>
            <w:sz w:val="24"/>
            <w:szCs w:val="24"/>
            <w:lang w:eastAsia="cs-CZ"/>
            <w14:ligatures w14:val="standardContextual"/>
          </w:rPr>
          <w:tab/>
        </w:r>
        <w:r w:rsidR="008C2406" w:rsidRPr="00BB7EDF">
          <w:rPr>
            <w:rStyle w:val="Hypertextovodkaz"/>
          </w:rPr>
          <w:t>VARIANTY NABÍDKY</w:t>
        </w:r>
        <w:r w:rsidR="008C2406">
          <w:rPr>
            <w:noProof/>
            <w:webHidden/>
          </w:rPr>
          <w:tab/>
        </w:r>
        <w:r w:rsidR="008C2406">
          <w:rPr>
            <w:noProof/>
            <w:webHidden/>
          </w:rPr>
          <w:fldChar w:fldCharType="begin"/>
        </w:r>
        <w:r w:rsidR="008C2406">
          <w:rPr>
            <w:noProof/>
            <w:webHidden/>
          </w:rPr>
          <w:instrText xml:space="preserve"> PAGEREF _Toc163812331 \h </w:instrText>
        </w:r>
        <w:r w:rsidR="008C2406">
          <w:rPr>
            <w:noProof/>
            <w:webHidden/>
          </w:rPr>
        </w:r>
        <w:r w:rsidR="008C2406">
          <w:rPr>
            <w:noProof/>
            <w:webHidden/>
          </w:rPr>
          <w:fldChar w:fldCharType="separate"/>
        </w:r>
        <w:r w:rsidR="00497409">
          <w:rPr>
            <w:noProof/>
            <w:webHidden/>
          </w:rPr>
          <w:t>25</w:t>
        </w:r>
        <w:r w:rsidR="008C2406">
          <w:rPr>
            <w:noProof/>
            <w:webHidden/>
          </w:rPr>
          <w:fldChar w:fldCharType="end"/>
        </w:r>
      </w:hyperlink>
    </w:p>
    <w:p w14:paraId="15576EDC" w14:textId="246223AA" w:rsidR="008C2406" w:rsidRDefault="00F0797C">
      <w:pPr>
        <w:pStyle w:val="Obsah1"/>
        <w:rPr>
          <w:rFonts w:eastAsiaTheme="minorEastAsia"/>
          <w:caps w:val="0"/>
          <w:noProof/>
          <w:kern w:val="2"/>
          <w:sz w:val="24"/>
          <w:szCs w:val="24"/>
          <w:lang w:eastAsia="cs-CZ"/>
          <w14:ligatures w14:val="standardContextual"/>
        </w:rPr>
      </w:pPr>
      <w:hyperlink w:anchor="_Toc163812332" w:history="1">
        <w:r w:rsidR="008C2406" w:rsidRPr="00BB7EDF">
          <w:rPr>
            <w:rStyle w:val="Hypertextovodkaz"/>
          </w:rPr>
          <w:t>14.</w:t>
        </w:r>
        <w:r w:rsidR="008C2406">
          <w:rPr>
            <w:rFonts w:eastAsiaTheme="minorEastAsia"/>
            <w:caps w:val="0"/>
            <w:noProof/>
            <w:kern w:val="2"/>
            <w:sz w:val="24"/>
            <w:szCs w:val="24"/>
            <w:lang w:eastAsia="cs-CZ"/>
            <w14:ligatures w14:val="standardContextual"/>
          </w:rPr>
          <w:tab/>
        </w:r>
        <w:r w:rsidR="008C2406" w:rsidRPr="00BB7EDF">
          <w:rPr>
            <w:rStyle w:val="Hypertextovodkaz"/>
          </w:rPr>
          <w:t>OTEVÍRÁNÍ NABÍDEK</w:t>
        </w:r>
        <w:r w:rsidR="008C2406">
          <w:rPr>
            <w:noProof/>
            <w:webHidden/>
          </w:rPr>
          <w:tab/>
        </w:r>
        <w:r w:rsidR="008C2406">
          <w:rPr>
            <w:noProof/>
            <w:webHidden/>
          </w:rPr>
          <w:fldChar w:fldCharType="begin"/>
        </w:r>
        <w:r w:rsidR="008C2406">
          <w:rPr>
            <w:noProof/>
            <w:webHidden/>
          </w:rPr>
          <w:instrText xml:space="preserve"> PAGEREF _Toc163812332 \h </w:instrText>
        </w:r>
        <w:r w:rsidR="008C2406">
          <w:rPr>
            <w:noProof/>
            <w:webHidden/>
          </w:rPr>
        </w:r>
        <w:r w:rsidR="008C2406">
          <w:rPr>
            <w:noProof/>
            <w:webHidden/>
          </w:rPr>
          <w:fldChar w:fldCharType="separate"/>
        </w:r>
        <w:r w:rsidR="00497409">
          <w:rPr>
            <w:noProof/>
            <w:webHidden/>
          </w:rPr>
          <w:t>25</w:t>
        </w:r>
        <w:r w:rsidR="008C2406">
          <w:rPr>
            <w:noProof/>
            <w:webHidden/>
          </w:rPr>
          <w:fldChar w:fldCharType="end"/>
        </w:r>
      </w:hyperlink>
    </w:p>
    <w:p w14:paraId="5644B328" w14:textId="4874B634" w:rsidR="008C2406" w:rsidRDefault="00F0797C">
      <w:pPr>
        <w:pStyle w:val="Obsah1"/>
        <w:rPr>
          <w:rFonts w:eastAsiaTheme="minorEastAsia"/>
          <w:caps w:val="0"/>
          <w:noProof/>
          <w:kern w:val="2"/>
          <w:sz w:val="24"/>
          <w:szCs w:val="24"/>
          <w:lang w:eastAsia="cs-CZ"/>
          <w14:ligatures w14:val="standardContextual"/>
        </w:rPr>
      </w:pPr>
      <w:hyperlink w:anchor="_Toc163812333" w:history="1">
        <w:r w:rsidR="008C2406" w:rsidRPr="00BB7EDF">
          <w:rPr>
            <w:rStyle w:val="Hypertextovodkaz"/>
          </w:rPr>
          <w:t>15.</w:t>
        </w:r>
        <w:r w:rsidR="008C2406">
          <w:rPr>
            <w:rFonts w:eastAsiaTheme="minorEastAsia"/>
            <w:caps w:val="0"/>
            <w:noProof/>
            <w:kern w:val="2"/>
            <w:sz w:val="24"/>
            <w:szCs w:val="24"/>
            <w:lang w:eastAsia="cs-CZ"/>
            <w14:ligatures w14:val="standardContextual"/>
          </w:rPr>
          <w:tab/>
        </w:r>
        <w:r w:rsidR="008C2406" w:rsidRPr="00BB7EDF">
          <w:rPr>
            <w:rStyle w:val="Hypertextovodkaz"/>
          </w:rPr>
          <w:t>POSOUZENÍ SPLNĚNÍ PODMÍNEK ÚČASTI</w:t>
        </w:r>
        <w:r w:rsidR="008C2406">
          <w:rPr>
            <w:noProof/>
            <w:webHidden/>
          </w:rPr>
          <w:tab/>
        </w:r>
        <w:r w:rsidR="008C2406">
          <w:rPr>
            <w:noProof/>
            <w:webHidden/>
          </w:rPr>
          <w:fldChar w:fldCharType="begin"/>
        </w:r>
        <w:r w:rsidR="008C2406">
          <w:rPr>
            <w:noProof/>
            <w:webHidden/>
          </w:rPr>
          <w:instrText xml:space="preserve"> PAGEREF _Toc163812333 \h </w:instrText>
        </w:r>
        <w:r w:rsidR="008C2406">
          <w:rPr>
            <w:noProof/>
            <w:webHidden/>
          </w:rPr>
        </w:r>
        <w:r w:rsidR="008C2406">
          <w:rPr>
            <w:noProof/>
            <w:webHidden/>
          </w:rPr>
          <w:fldChar w:fldCharType="separate"/>
        </w:r>
        <w:r w:rsidR="00497409">
          <w:rPr>
            <w:noProof/>
            <w:webHidden/>
          </w:rPr>
          <w:t>25</w:t>
        </w:r>
        <w:r w:rsidR="008C2406">
          <w:rPr>
            <w:noProof/>
            <w:webHidden/>
          </w:rPr>
          <w:fldChar w:fldCharType="end"/>
        </w:r>
      </w:hyperlink>
    </w:p>
    <w:p w14:paraId="2499D914" w14:textId="5C4037BD" w:rsidR="008C2406" w:rsidRDefault="00F0797C">
      <w:pPr>
        <w:pStyle w:val="Obsah1"/>
        <w:rPr>
          <w:rFonts w:eastAsiaTheme="minorEastAsia"/>
          <w:caps w:val="0"/>
          <w:noProof/>
          <w:kern w:val="2"/>
          <w:sz w:val="24"/>
          <w:szCs w:val="24"/>
          <w:lang w:eastAsia="cs-CZ"/>
          <w14:ligatures w14:val="standardContextual"/>
        </w:rPr>
      </w:pPr>
      <w:hyperlink w:anchor="_Toc163812334" w:history="1">
        <w:r w:rsidR="008C2406" w:rsidRPr="00BB7EDF">
          <w:rPr>
            <w:rStyle w:val="Hypertextovodkaz"/>
          </w:rPr>
          <w:t>16.</w:t>
        </w:r>
        <w:r w:rsidR="008C2406">
          <w:rPr>
            <w:rFonts w:eastAsiaTheme="minorEastAsia"/>
            <w:caps w:val="0"/>
            <w:noProof/>
            <w:kern w:val="2"/>
            <w:sz w:val="24"/>
            <w:szCs w:val="24"/>
            <w:lang w:eastAsia="cs-CZ"/>
            <w14:ligatures w14:val="standardContextual"/>
          </w:rPr>
          <w:tab/>
        </w:r>
        <w:r w:rsidR="008C2406" w:rsidRPr="00BB7EDF">
          <w:rPr>
            <w:rStyle w:val="Hypertextovodkaz"/>
          </w:rPr>
          <w:t>HODNOCENÍ NABÍDEK</w:t>
        </w:r>
        <w:r w:rsidR="008C2406">
          <w:rPr>
            <w:noProof/>
            <w:webHidden/>
          </w:rPr>
          <w:tab/>
        </w:r>
        <w:r w:rsidR="008C2406">
          <w:rPr>
            <w:noProof/>
            <w:webHidden/>
          </w:rPr>
          <w:fldChar w:fldCharType="begin"/>
        </w:r>
        <w:r w:rsidR="008C2406">
          <w:rPr>
            <w:noProof/>
            <w:webHidden/>
          </w:rPr>
          <w:instrText xml:space="preserve"> PAGEREF _Toc163812334 \h </w:instrText>
        </w:r>
        <w:r w:rsidR="008C2406">
          <w:rPr>
            <w:noProof/>
            <w:webHidden/>
          </w:rPr>
        </w:r>
        <w:r w:rsidR="008C2406">
          <w:rPr>
            <w:noProof/>
            <w:webHidden/>
          </w:rPr>
          <w:fldChar w:fldCharType="separate"/>
        </w:r>
        <w:r w:rsidR="00497409">
          <w:rPr>
            <w:noProof/>
            <w:webHidden/>
          </w:rPr>
          <w:t>26</w:t>
        </w:r>
        <w:r w:rsidR="008C2406">
          <w:rPr>
            <w:noProof/>
            <w:webHidden/>
          </w:rPr>
          <w:fldChar w:fldCharType="end"/>
        </w:r>
      </w:hyperlink>
    </w:p>
    <w:p w14:paraId="3D299C0C" w14:textId="7888C9CD" w:rsidR="008C2406" w:rsidRDefault="00F0797C">
      <w:pPr>
        <w:pStyle w:val="Obsah1"/>
        <w:rPr>
          <w:rFonts w:eastAsiaTheme="minorEastAsia"/>
          <w:caps w:val="0"/>
          <w:noProof/>
          <w:kern w:val="2"/>
          <w:sz w:val="24"/>
          <w:szCs w:val="24"/>
          <w:lang w:eastAsia="cs-CZ"/>
          <w14:ligatures w14:val="standardContextual"/>
        </w:rPr>
      </w:pPr>
      <w:hyperlink w:anchor="_Toc163812335" w:history="1">
        <w:r w:rsidR="008C2406" w:rsidRPr="00BB7EDF">
          <w:rPr>
            <w:rStyle w:val="Hypertextovodkaz"/>
          </w:rPr>
          <w:t>17.</w:t>
        </w:r>
        <w:r w:rsidR="008C2406">
          <w:rPr>
            <w:rFonts w:eastAsiaTheme="minorEastAsia"/>
            <w:caps w:val="0"/>
            <w:noProof/>
            <w:kern w:val="2"/>
            <w:sz w:val="24"/>
            <w:szCs w:val="24"/>
            <w:lang w:eastAsia="cs-CZ"/>
            <w14:ligatures w14:val="standardContextual"/>
          </w:rPr>
          <w:tab/>
        </w:r>
        <w:r w:rsidR="008C2406" w:rsidRPr="00BB7EDF">
          <w:rPr>
            <w:rStyle w:val="Hypertextovodkaz"/>
          </w:rPr>
          <w:t>ZRUŠENÍ ZADÁVACÍHO ŘÍZENÍ</w:t>
        </w:r>
        <w:r w:rsidR="008C2406">
          <w:rPr>
            <w:noProof/>
            <w:webHidden/>
          </w:rPr>
          <w:tab/>
        </w:r>
        <w:r w:rsidR="008C2406">
          <w:rPr>
            <w:noProof/>
            <w:webHidden/>
          </w:rPr>
          <w:fldChar w:fldCharType="begin"/>
        </w:r>
        <w:r w:rsidR="008C2406">
          <w:rPr>
            <w:noProof/>
            <w:webHidden/>
          </w:rPr>
          <w:instrText xml:space="preserve"> PAGEREF _Toc163812335 \h </w:instrText>
        </w:r>
        <w:r w:rsidR="008C2406">
          <w:rPr>
            <w:noProof/>
            <w:webHidden/>
          </w:rPr>
        </w:r>
        <w:r w:rsidR="008C2406">
          <w:rPr>
            <w:noProof/>
            <w:webHidden/>
          </w:rPr>
          <w:fldChar w:fldCharType="separate"/>
        </w:r>
        <w:r w:rsidR="00497409">
          <w:rPr>
            <w:noProof/>
            <w:webHidden/>
          </w:rPr>
          <w:t>31</w:t>
        </w:r>
        <w:r w:rsidR="008C2406">
          <w:rPr>
            <w:noProof/>
            <w:webHidden/>
          </w:rPr>
          <w:fldChar w:fldCharType="end"/>
        </w:r>
      </w:hyperlink>
    </w:p>
    <w:p w14:paraId="005452A7" w14:textId="0FB5D57E" w:rsidR="008C2406" w:rsidRDefault="00F0797C">
      <w:pPr>
        <w:pStyle w:val="Obsah1"/>
        <w:rPr>
          <w:rFonts w:eastAsiaTheme="minorEastAsia"/>
          <w:caps w:val="0"/>
          <w:noProof/>
          <w:kern w:val="2"/>
          <w:sz w:val="24"/>
          <w:szCs w:val="24"/>
          <w:lang w:eastAsia="cs-CZ"/>
          <w14:ligatures w14:val="standardContextual"/>
        </w:rPr>
      </w:pPr>
      <w:hyperlink w:anchor="_Toc163812336" w:history="1">
        <w:r w:rsidR="008C2406" w:rsidRPr="00BB7EDF">
          <w:rPr>
            <w:rStyle w:val="Hypertextovodkaz"/>
          </w:rPr>
          <w:t>18.</w:t>
        </w:r>
        <w:r w:rsidR="008C2406">
          <w:rPr>
            <w:rFonts w:eastAsiaTheme="minorEastAsia"/>
            <w:caps w:val="0"/>
            <w:noProof/>
            <w:kern w:val="2"/>
            <w:sz w:val="24"/>
            <w:szCs w:val="24"/>
            <w:lang w:eastAsia="cs-CZ"/>
            <w14:ligatures w14:val="standardContextual"/>
          </w:rPr>
          <w:tab/>
        </w:r>
        <w:r w:rsidR="008C2406" w:rsidRPr="00BB7EDF">
          <w:rPr>
            <w:rStyle w:val="Hypertextovodkaz"/>
          </w:rPr>
          <w:t>UZAVŘENÍ SMLOUVY</w:t>
        </w:r>
        <w:r w:rsidR="008C2406">
          <w:rPr>
            <w:noProof/>
            <w:webHidden/>
          </w:rPr>
          <w:tab/>
        </w:r>
        <w:r w:rsidR="008C2406">
          <w:rPr>
            <w:noProof/>
            <w:webHidden/>
          </w:rPr>
          <w:fldChar w:fldCharType="begin"/>
        </w:r>
        <w:r w:rsidR="008C2406">
          <w:rPr>
            <w:noProof/>
            <w:webHidden/>
          </w:rPr>
          <w:instrText xml:space="preserve"> PAGEREF _Toc163812336 \h </w:instrText>
        </w:r>
        <w:r w:rsidR="008C2406">
          <w:rPr>
            <w:noProof/>
            <w:webHidden/>
          </w:rPr>
        </w:r>
        <w:r w:rsidR="008C2406">
          <w:rPr>
            <w:noProof/>
            <w:webHidden/>
          </w:rPr>
          <w:fldChar w:fldCharType="separate"/>
        </w:r>
        <w:r w:rsidR="00497409">
          <w:rPr>
            <w:noProof/>
            <w:webHidden/>
          </w:rPr>
          <w:t>31</w:t>
        </w:r>
        <w:r w:rsidR="008C2406">
          <w:rPr>
            <w:noProof/>
            <w:webHidden/>
          </w:rPr>
          <w:fldChar w:fldCharType="end"/>
        </w:r>
      </w:hyperlink>
    </w:p>
    <w:p w14:paraId="3DF37F6C" w14:textId="25735E42" w:rsidR="008C2406" w:rsidRDefault="00F0797C">
      <w:pPr>
        <w:pStyle w:val="Obsah1"/>
        <w:rPr>
          <w:rFonts w:eastAsiaTheme="minorEastAsia"/>
          <w:caps w:val="0"/>
          <w:noProof/>
          <w:kern w:val="2"/>
          <w:sz w:val="24"/>
          <w:szCs w:val="24"/>
          <w:lang w:eastAsia="cs-CZ"/>
          <w14:ligatures w14:val="standardContextual"/>
        </w:rPr>
      </w:pPr>
      <w:hyperlink w:anchor="_Toc163812337" w:history="1">
        <w:r w:rsidR="008C2406" w:rsidRPr="00BB7EDF">
          <w:rPr>
            <w:rStyle w:val="Hypertextovodkaz"/>
          </w:rPr>
          <w:t>19.</w:t>
        </w:r>
        <w:r w:rsidR="008C2406">
          <w:rPr>
            <w:rFonts w:eastAsiaTheme="minorEastAsia"/>
            <w:caps w:val="0"/>
            <w:noProof/>
            <w:kern w:val="2"/>
            <w:sz w:val="24"/>
            <w:szCs w:val="24"/>
            <w:lang w:eastAsia="cs-CZ"/>
            <w14:ligatures w14:val="standardContextual"/>
          </w:rPr>
          <w:tab/>
        </w:r>
        <w:r w:rsidR="008C2406" w:rsidRPr="00BB7EDF">
          <w:rPr>
            <w:rStyle w:val="Hypertextovodkaz"/>
          </w:rPr>
          <w:t>OCHRANA INFORMACÍ</w:t>
        </w:r>
        <w:r w:rsidR="008C2406">
          <w:rPr>
            <w:noProof/>
            <w:webHidden/>
          </w:rPr>
          <w:tab/>
        </w:r>
        <w:r w:rsidR="008C2406">
          <w:rPr>
            <w:noProof/>
            <w:webHidden/>
          </w:rPr>
          <w:fldChar w:fldCharType="begin"/>
        </w:r>
        <w:r w:rsidR="008C2406">
          <w:rPr>
            <w:noProof/>
            <w:webHidden/>
          </w:rPr>
          <w:instrText xml:space="preserve"> PAGEREF _Toc163812337 \h </w:instrText>
        </w:r>
        <w:r w:rsidR="008C2406">
          <w:rPr>
            <w:noProof/>
            <w:webHidden/>
          </w:rPr>
        </w:r>
        <w:r w:rsidR="008C2406">
          <w:rPr>
            <w:noProof/>
            <w:webHidden/>
          </w:rPr>
          <w:fldChar w:fldCharType="separate"/>
        </w:r>
        <w:r w:rsidR="00497409">
          <w:rPr>
            <w:noProof/>
            <w:webHidden/>
          </w:rPr>
          <w:t>34</w:t>
        </w:r>
        <w:r w:rsidR="008C2406">
          <w:rPr>
            <w:noProof/>
            <w:webHidden/>
          </w:rPr>
          <w:fldChar w:fldCharType="end"/>
        </w:r>
      </w:hyperlink>
    </w:p>
    <w:p w14:paraId="416C3943" w14:textId="07440870" w:rsidR="008C2406" w:rsidRDefault="00F0797C">
      <w:pPr>
        <w:pStyle w:val="Obsah1"/>
        <w:rPr>
          <w:rFonts w:eastAsiaTheme="minorEastAsia"/>
          <w:caps w:val="0"/>
          <w:noProof/>
          <w:kern w:val="2"/>
          <w:sz w:val="24"/>
          <w:szCs w:val="24"/>
          <w:lang w:eastAsia="cs-CZ"/>
          <w14:ligatures w14:val="standardContextual"/>
        </w:rPr>
      </w:pPr>
      <w:hyperlink w:anchor="_Toc163812338" w:history="1">
        <w:r w:rsidR="008C2406" w:rsidRPr="00BB7EDF">
          <w:rPr>
            <w:rStyle w:val="Hypertextovodkaz"/>
          </w:rPr>
          <w:t>20.</w:t>
        </w:r>
        <w:r w:rsidR="008C2406">
          <w:rPr>
            <w:rFonts w:eastAsiaTheme="minorEastAsia"/>
            <w:caps w:val="0"/>
            <w:noProof/>
            <w:kern w:val="2"/>
            <w:sz w:val="24"/>
            <w:szCs w:val="24"/>
            <w:lang w:eastAsia="cs-CZ"/>
            <w14:ligatures w14:val="standardContextual"/>
          </w:rPr>
          <w:tab/>
        </w:r>
        <w:r w:rsidR="008C2406" w:rsidRPr="00BB7EDF">
          <w:rPr>
            <w:rStyle w:val="Hypertextovodkaz"/>
          </w:rPr>
          <w:t>ZADÁVACÍ LHŮTA A JISTOTA ZA NABÍDKU</w:t>
        </w:r>
        <w:r w:rsidR="008C2406">
          <w:rPr>
            <w:noProof/>
            <w:webHidden/>
          </w:rPr>
          <w:tab/>
        </w:r>
        <w:r w:rsidR="008C2406">
          <w:rPr>
            <w:noProof/>
            <w:webHidden/>
          </w:rPr>
          <w:fldChar w:fldCharType="begin"/>
        </w:r>
        <w:r w:rsidR="008C2406">
          <w:rPr>
            <w:noProof/>
            <w:webHidden/>
          </w:rPr>
          <w:instrText xml:space="preserve"> PAGEREF _Toc163812338 \h </w:instrText>
        </w:r>
        <w:r w:rsidR="008C2406">
          <w:rPr>
            <w:noProof/>
            <w:webHidden/>
          </w:rPr>
        </w:r>
        <w:r w:rsidR="008C2406">
          <w:rPr>
            <w:noProof/>
            <w:webHidden/>
          </w:rPr>
          <w:fldChar w:fldCharType="separate"/>
        </w:r>
        <w:r w:rsidR="00497409">
          <w:rPr>
            <w:noProof/>
            <w:webHidden/>
          </w:rPr>
          <w:t>34</w:t>
        </w:r>
        <w:r w:rsidR="008C2406">
          <w:rPr>
            <w:noProof/>
            <w:webHidden/>
          </w:rPr>
          <w:fldChar w:fldCharType="end"/>
        </w:r>
      </w:hyperlink>
    </w:p>
    <w:p w14:paraId="6FDD9E32" w14:textId="3E4970FD" w:rsidR="008C2406" w:rsidRDefault="00F0797C">
      <w:pPr>
        <w:pStyle w:val="Obsah1"/>
        <w:rPr>
          <w:rFonts w:eastAsiaTheme="minorEastAsia"/>
          <w:caps w:val="0"/>
          <w:noProof/>
          <w:kern w:val="2"/>
          <w:sz w:val="24"/>
          <w:szCs w:val="24"/>
          <w:lang w:eastAsia="cs-CZ"/>
          <w14:ligatures w14:val="standardContextual"/>
        </w:rPr>
      </w:pPr>
      <w:hyperlink w:anchor="_Toc163812339" w:history="1">
        <w:r w:rsidR="008C2406" w:rsidRPr="00BB7EDF">
          <w:rPr>
            <w:rStyle w:val="Hypertextovodkaz"/>
          </w:rPr>
          <w:t>21.</w:t>
        </w:r>
        <w:r w:rsidR="008C2406">
          <w:rPr>
            <w:rFonts w:eastAsiaTheme="minorEastAsia"/>
            <w:caps w:val="0"/>
            <w:noProof/>
            <w:kern w:val="2"/>
            <w:sz w:val="24"/>
            <w:szCs w:val="24"/>
            <w:lang w:eastAsia="cs-CZ"/>
            <w14:ligatures w14:val="standardContextual"/>
          </w:rPr>
          <w:tab/>
        </w:r>
        <w:r w:rsidR="008C2406" w:rsidRPr="00BB7EDF">
          <w:rPr>
            <w:rStyle w:val="Hypertextovodkaz"/>
          </w:rPr>
          <w:t>SOCIÁLNĚ A ENVIRONMENTÁLNĚ ODPOVĚDNÉ ZADÁVÁNÍ, INOVACE</w:t>
        </w:r>
        <w:r w:rsidR="008C2406">
          <w:rPr>
            <w:noProof/>
            <w:webHidden/>
          </w:rPr>
          <w:tab/>
        </w:r>
        <w:r w:rsidR="008C2406">
          <w:rPr>
            <w:noProof/>
            <w:webHidden/>
          </w:rPr>
          <w:fldChar w:fldCharType="begin"/>
        </w:r>
        <w:r w:rsidR="008C2406">
          <w:rPr>
            <w:noProof/>
            <w:webHidden/>
          </w:rPr>
          <w:instrText xml:space="preserve"> PAGEREF _Toc163812339 \h </w:instrText>
        </w:r>
        <w:r w:rsidR="008C2406">
          <w:rPr>
            <w:noProof/>
            <w:webHidden/>
          </w:rPr>
        </w:r>
        <w:r w:rsidR="008C2406">
          <w:rPr>
            <w:noProof/>
            <w:webHidden/>
          </w:rPr>
          <w:fldChar w:fldCharType="separate"/>
        </w:r>
        <w:r w:rsidR="00497409">
          <w:rPr>
            <w:noProof/>
            <w:webHidden/>
          </w:rPr>
          <w:t>35</w:t>
        </w:r>
        <w:r w:rsidR="008C2406">
          <w:rPr>
            <w:noProof/>
            <w:webHidden/>
          </w:rPr>
          <w:fldChar w:fldCharType="end"/>
        </w:r>
      </w:hyperlink>
    </w:p>
    <w:p w14:paraId="240AE2B8" w14:textId="31C36281" w:rsidR="008C2406" w:rsidRDefault="00F0797C">
      <w:pPr>
        <w:pStyle w:val="Obsah1"/>
        <w:rPr>
          <w:rFonts w:eastAsiaTheme="minorEastAsia"/>
          <w:caps w:val="0"/>
          <w:noProof/>
          <w:kern w:val="2"/>
          <w:sz w:val="24"/>
          <w:szCs w:val="24"/>
          <w:lang w:eastAsia="cs-CZ"/>
          <w14:ligatures w14:val="standardContextual"/>
        </w:rPr>
      </w:pPr>
      <w:hyperlink w:anchor="_Toc163812340" w:history="1">
        <w:r w:rsidR="008C2406" w:rsidRPr="00BB7EDF">
          <w:rPr>
            <w:rStyle w:val="Hypertextovodkaz"/>
          </w:rPr>
          <w:t>22.</w:t>
        </w:r>
        <w:r w:rsidR="008C2406">
          <w:rPr>
            <w:rFonts w:eastAsiaTheme="minorEastAsia"/>
            <w:caps w:val="0"/>
            <w:noProof/>
            <w:kern w:val="2"/>
            <w:sz w:val="24"/>
            <w:szCs w:val="24"/>
            <w:lang w:eastAsia="cs-CZ"/>
            <w14:ligatures w14:val="standardContextual"/>
          </w:rPr>
          <w:tab/>
        </w:r>
        <w:r w:rsidR="008C2406" w:rsidRPr="00BB7EDF">
          <w:rPr>
            <w:rStyle w:val="Hypertextovodkaz"/>
          </w:rPr>
          <w:t>Další zadávací podmínky v návaznosti na MEZINÁRODNÍ sankce, zákaz zadání veřejné zakázky</w:t>
        </w:r>
        <w:r w:rsidR="008C2406">
          <w:rPr>
            <w:noProof/>
            <w:webHidden/>
          </w:rPr>
          <w:tab/>
        </w:r>
        <w:r w:rsidR="008C2406">
          <w:rPr>
            <w:noProof/>
            <w:webHidden/>
          </w:rPr>
          <w:fldChar w:fldCharType="begin"/>
        </w:r>
        <w:r w:rsidR="008C2406">
          <w:rPr>
            <w:noProof/>
            <w:webHidden/>
          </w:rPr>
          <w:instrText xml:space="preserve"> PAGEREF _Toc163812340 \h </w:instrText>
        </w:r>
        <w:r w:rsidR="008C2406">
          <w:rPr>
            <w:noProof/>
            <w:webHidden/>
          </w:rPr>
        </w:r>
        <w:r w:rsidR="008C2406">
          <w:rPr>
            <w:noProof/>
            <w:webHidden/>
          </w:rPr>
          <w:fldChar w:fldCharType="separate"/>
        </w:r>
        <w:r w:rsidR="00497409">
          <w:rPr>
            <w:noProof/>
            <w:webHidden/>
          </w:rPr>
          <w:t>35</w:t>
        </w:r>
        <w:r w:rsidR="008C2406">
          <w:rPr>
            <w:noProof/>
            <w:webHidden/>
          </w:rPr>
          <w:fldChar w:fldCharType="end"/>
        </w:r>
      </w:hyperlink>
    </w:p>
    <w:p w14:paraId="50A87EBD" w14:textId="2C3215C8" w:rsidR="008C2406" w:rsidRDefault="00F0797C">
      <w:pPr>
        <w:pStyle w:val="Obsah1"/>
        <w:rPr>
          <w:rFonts w:eastAsiaTheme="minorEastAsia"/>
          <w:caps w:val="0"/>
          <w:noProof/>
          <w:kern w:val="2"/>
          <w:sz w:val="24"/>
          <w:szCs w:val="24"/>
          <w:lang w:eastAsia="cs-CZ"/>
          <w14:ligatures w14:val="standardContextual"/>
        </w:rPr>
      </w:pPr>
      <w:hyperlink w:anchor="_Toc163812341" w:history="1">
        <w:r w:rsidR="008C2406" w:rsidRPr="00BB7EDF">
          <w:rPr>
            <w:rStyle w:val="Hypertextovodkaz"/>
          </w:rPr>
          <w:t>23.</w:t>
        </w:r>
        <w:r w:rsidR="008C2406">
          <w:rPr>
            <w:rFonts w:eastAsiaTheme="minorEastAsia"/>
            <w:caps w:val="0"/>
            <w:noProof/>
            <w:kern w:val="2"/>
            <w:sz w:val="24"/>
            <w:szCs w:val="24"/>
            <w:lang w:eastAsia="cs-CZ"/>
            <w14:ligatures w14:val="standardContextual"/>
          </w:rPr>
          <w:tab/>
        </w:r>
        <w:r w:rsidR="008C2406" w:rsidRPr="00BB7EDF">
          <w:rPr>
            <w:rStyle w:val="Hypertextovodkaz"/>
          </w:rPr>
          <w:t>PŘÍLOHY TĚCHTO POKYNŮ</w:t>
        </w:r>
        <w:r w:rsidR="008C2406">
          <w:rPr>
            <w:noProof/>
            <w:webHidden/>
          </w:rPr>
          <w:tab/>
        </w:r>
        <w:r w:rsidR="008C2406">
          <w:rPr>
            <w:noProof/>
            <w:webHidden/>
          </w:rPr>
          <w:fldChar w:fldCharType="begin"/>
        </w:r>
        <w:r w:rsidR="008C2406">
          <w:rPr>
            <w:noProof/>
            <w:webHidden/>
          </w:rPr>
          <w:instrText xml:space="preserve"> PAGEREF _Toc163812341 \h </w:instrText>
        </w:r>
        <w:r w:rsidR="008C2406">
          <w:rPr>
            <w:noProof/>
            <w:webHidden/>
          </w:rPr>
        </w:r>
        <w:r w:rsidR="008C2406">
          <w:rPr>
            <w:noProof/>
            <w:webHidden/>
          </w:rPr>
          <w:fldChar w:fldCharType="separate"/>
        </w:r>
        <w:r w:rsidR="00497409">
          <w:rPr>
            <w:noProof/>
            <w:webHidden/>
          </w:rPr>
          <w:t>36</w:t>
        </w:r>
        <w:r w:rsidR="008C2406">
          <w:rPr>
            <w:noProof/>
            <w:webHidden/>
          </w:rPr>
          <w:fldChar w:fldCharType="end"/>
        </w:r>
      </w:hyperlink>
    </w:p>
    <w:p w14:paraId="65620363" w14:textId="6B1306F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81231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6381232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929855A" w14:textId="6578C0C9"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63812321"/>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3522841F" w:rsidR="0035531B" w:rsidRDefault="0035531B" w:rsidP="0035531B">
      <w:pPr>
        <w:pStyle w:val="Text1-1"/>
      </w:pPr>
      <w:r>
        <w:t xml:space="preserve">Kontaktní osobou zadavatele pro zadávací řízení je: </w:t>
      </w:r>
      <w:r w:rsidR="00637CB8">
        <w:t>Helena Baštářová</w:t>
      </w:r>
    </w:p>
    <w:p w14:paraId="3643F85E" w14:textId="77777777" w:rsidR="00637CB8" w:rsidRDefault="00637CB8" w:rsidP="00637CB8">
      <w:pPr>
        <w:pStyle w:val="Textbezslovn"/>
        <w:spacing w:after="0"/>
      </w:pPr>
      <w:r>
        <w:t xml:space="preserve">telefon: </w:t>
      </w:r>
      <w:r>
        <w:tab/>
        <w:t>+420 724 129 033</w:t>
      </w:r>
    </w:p>
    <w:p w14:paraId="689BF567" w14:textId="77777777" w:rsidR="00637CB8" w:rsidRDefault="00637CB8" w:rsidP="00637CB8">
      <w:pPr>
        <w:pStyle w:val="Textbezslovn"/>
        <w:spacing w:after="0"/>
      </w:pPr>
      <w:r>
        <w:t xml:space="preserve">e-mail: </w:t>
      </w:r>
      <w:r>
        <w:tab/>
      </w:r>
      <w:hyperlink r:id="rId13" w:history="1">
        <w:r w:rsidRPr="00903738">
          <w:rPr>
            <w:rStyle w:val="Hypertextovodkaz"/>
            <w:noProof w:val="0"/>
          </w:rPr>
          <w:t>Bastarova@spravazeleznic.cz</w:t>
        </w:r>
      </w:hyperlink>
    </w:p>
    <w:p w14:paraId="422266A8" w14:textId="77777777" w:rsidR="00637CB8" w:rsidRDefault="00637CB8" w:rsidP="00637CB8">
      <w:pPr>
        <w:pStyle w:val="Textbezslovn"/>
        <w:spacing w:after="0"/>
      </w:pPr>
      <w:r>
        <w:t xml:space="preserve">adresa: </w:t>
      </w:r>
      <w:r>
        <w:tab/>
        <w:t>Správa železnic, státní organizace</w:t>
      </w:r>
    </w:p>
    <w:p w14:paraId="3CC906A2" w14:textId="77777777" w:rsidR="00637CB8" w:rsidRDefault="00637CB8" w:rsidP="00637CB8">
      <w:pPr>
        <w:pStyle w:val="Textbezslovn"/>
        <w:spacing w:after="0"/>
      </w:pPr>
      <w:r>
        <w:t xml:space="preserve">                      Stavební správa západ, Ke Štvanici 656/3, 186 00 Praha 8</w:t>
      </w:r>
    </w:p>
    <w:p w14:paraId="020F179B" w14:textId="77777777" w:rsidR="0035531B" w:rsidRDefault="0035531B" w:rsidP="0035531B">
      <w:pPr>
        <w:pStyle w:val="Nadpis1-1"/>
      </w:pPr>
      <w:bookmarkStart w:id="7" w:name="_Toc163812322"/>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146C69EF" w:rsidR="0035531B" w:rsidRDefault="005E1478" w:rsidP="0035531B">
      <w:pPr>
        <w:pStyle w:val="Textbezslovn"/>
      </w:pPr>
      <w:r>
        <w:t xml:space="preserve">Účelem zakázky </w:t>
      </w:r>
      <w:r w:rsidRPr="005E1478">
        <w:t>je optimalizace a elektrizace trati. Realizací projektu má dojít ke zvýšení kapacity dráhy a zkrácení jízdních dob vlaků v řešeném úseku trati</w:t>
      </w:r>
      <w:r w:rsidR="00E23F50">
        <w:t xml:space="preserve">. </w:t>
      </w:r>
      <w:r w:rsidRPr="005E1478">
        <w:t>Vyžaduje se zajištění plynulosti a bezpečnosti železniční dopravy zlepšením technického stavu a parametrů traťového úseku, rovněž zvýšení komfortu cestování a zvýšení bezpečnosti cestujících</w:t>
      </w:r>
      <w:r w:rsidR="00E23F50">
        <w:t>.</w:t>
      </w:r>
      <w:r w:rsidRPr="005E1478">
        <w:t xml:space="preserve"> V rámci stavebních prací proběhne kompletní rekonstrukce železničního svršku i spodku a inženýrských staveb. </w:t>
      </w:r>
    </w:p>
    <w:p w14:paraId="4CB912C2" w14:textId="77777777" w:rsidR="0035531B" w:rsidRDefault="0035531B" w:rsidP="0035531B">
      <w:pPr>
        <w:pStyle w:val="Text1-1"/>
      </w:pPr>
      <w:r>
        <w:t>Předmět plnění veřejné zakázky</w:t>
      </w:r>
    </w:p>
    <w:p w14:paraId="50C9459C" w14:textId="2278E8E9" w:rsidR="00966F1E" w:rsidRDefault="00966F1E" w:rsidP="00966F1E">
      <w:pPr>
        <w:pStyle w:val="Text2-1"/>
        <w:numPr>
          <w:ilvl w:val="0"/>
          <w:numId w:val="0"/>
        </w:numPr>
        <w:ind w:left="737"/>
      </w:pPr>
      <w:r w:rsidRPr="00EA75F1" w:rsidDel="00FB05B2">
        <w:t>Předmětem Díla „</w:t>
      </w:r>
      <w:r w:rsidRPr="00EA75F1">
        <w:rPr>
          <w:b/>
        </w:rPr>
        <w:t>Modernizace trati Plzeň – Domažlice – st.hranice SRN, 4. stavba, úsek Domažlice (mimo) – státní hranice SRN</w:t>
      </w:r>
      <w:r w:rsidRPr="00EA75F1" w:rsidDel="00FB05B2">
        <w:t xml:space="preserve">“ je: </w:t>
      </w:r>
    </w:p>
    <w:p w14:paraId="1FB4A9FB" w14:textId="77777777" w:rsidR="004C4C16" w:rsidRPr="004C4C16" w:rsidRDefault="004C4C16" w:rsidP="004C4C16">
      <w:pPr>
        <w:numPr>
          <w:ilvl w:val="0"/>
          <w:numId w:val="11"/>
        </w:numPr>
        <w:spacing w:after="80" w:line="276" w:lineRule="auto"/>
        <w:jc w:val="both"/>
        <w:rPr>
          <w:rFonts w:ascii="Verdana" w:hAnsi="Verdana"/>
        </w:rPr>
      </w:pPr>
      <w:r w:rsidRPr="004C4C16">
        <w:rPr>
          <w:rFonts w:ascii="Verdana" w:hAnsi="Verdana"/>
          <w:b/>
        </w:rPr>
        <w:t>Zpracování a podání žádosti o vydání závazného stanoviska k ověření změn záměru</w:t>
      </w:r>
      <w:r w:rsidRPr="004C4C16">
        <w:rPr>
          <w:rFonts w:ascii="Verdana" w:hAnsi="Verdana"/>
        </w:rPr>
        <w:t xml:space="preserve"> dle § 9a odst. 4, resp. 5 zákona 100/2001 Sb., o posuzování vlivů na životní prostředí, v platném znění.</w:t>
      </w:r>
    </w:p>
    <w:p w14:paraId="70E9CFBB" w14:textId="22220E0D" w:rsidR="004C4C16" w:rsidRPr="004C4C16" w:rsidDel="00FB05B2" w:rsidRDefault="004C4C16" w:rsidP="004C4C16">
      <w:pPr>
        <w:numPr>
          <w:ilvl w:val="0"/>
          <w:numId w:val="11"/>
        </w:numPr>
        <w:spacing w:after="80" w:line="276" w:lineRule="auto"/>
        <w:jc w:val="both"/>
        <w:rPr>
          <w:rFonts w:ascii="Verdana" w:hAnsi="Verdana"/>
        </w:rPr>
      </w:pPr>
      <w:r w:rsidRPr="004C4C16" w:rsidDel="00FB05B2">
        <w:rPr>
          <w:rFonts w:ascii="Verdana" w:hAnsi="Verdana"/>
          <w:b/>
        </w:rPr>
        <w:t>Zpracování oznámení záměru</w:t>
      </w:r>
      <w:r w:rsidRPr="004C4C16" w:rsidDel="00FB05B2">
        <w:rPr>
          <w:rFonts w:ascii="Verdana" w:hAnsi="Verdana"/>
        </w:rPr>
        <w:t xml:space="preserve"> dle § 6 (dále jen „oznámení EIA“) </w:t>
      </w:r>
      <w:r w:rsidRPr="004C4C16" w:rsidDel="00FB05B2">
        <w:rPr>
          <w:rFonts w:ascii="Verdana" w:hAnsi="Verdana"/>
          <w:b/>
        </w:rPr>
        <w:t>a dokumentace</w:t>
      </w:r>
      <w:r w:rsidRPr="004C4C16" w:rsidDel="00FB05B2">
        <w:rPr>
          <w:rFonts w:ascii="Verdana" w:hAnsi="Verdana"/>
        </w:rPr>
        <w:t xml:space="preserve"> (dále jen „dokumentace EIA“) dle § 8 zákona č. 100/2001 Sb.</w:t>
      </w:r>
      <w:r w:rsidRPr="004C4C16">
        <w:rPr>
          <w:rFonts w:ascii="Verdana" w:hAnsi="Verdana"/>
        </w:rPr>
        <w:t>,</w:t>
      </w:r>
      <w:r w:rsidRPr="004C4C16" w:rsidDel="00FB05B2">
        <w:rPr>
          <w:rFonts w:ascii="Verdana" w:hAnsi="Verdana"/>
        </w:rPr>
        <w:t xml:space="preserve"> o posuzování vlivů na</w:t>
      </w:r>
      <w:r w:rsidRPr="004C4C16">
        <w:rPr>
          <w:rFonts w:ascii="Verdana" w:hAnsi="Verdana"/>
        </w:rPr>
        <w:t> </w:t>
      </w:r>
      <w:r w:rsidRPr="004C4C16" w:rsidDel="00FB05B2">
        <w:rPr>
          <w:rFonts w:ascii="Verdana" w:hAnsi="Verdana"/>
        </w:rPr>
        <w:t>životní prostředí, v platném znění. Závěr z procesu EIA bude zapracován do</w:t>
      </w:r>
      <w:r w:rsidRPr="004C4C16">
        <w:rPr>
          <w:rFonts w:ascii="Verdana" w:hAnsi="Verdana"/>
        </w:rPr>
        <w:t> </w:t>
      </w:r>
      <w:r w:rsidRPr="004C4C16" w:rsidDel="00FB05B2">
        <w:rPr>
          <w:rFonts w:ascii="Verdana" w:hAnsi="Verdana"/>
        </w:rPr>
        <w:t>DUSL.</w:t>
      </w:r>
      <w:r w:rsidRPr="004C4C16">
        <w:rPr>
          <w:rFonts w:ascii="Verdana" w:hAnsi="Verdana"/>
        </w:rPr>
        <w:t xml:space="preserve"> Rozsah tohoto plnění si Objednatel vyhrazuje jako změnu závazku ze smlouvy v souladu s ustanovením § 100 odst. 1 ZZVZ. Plnění bude Zhotovitel realizovat na základě pokynu Objednatele</w:t>
      </w:r>
      <w:r w:rsidR="00080454">
        <w:rPr>
          <w:rFonts w:ascii="Verdana" w:hAnsi="Verdana"/>
        </w:rPr>
        <w:t xml:space="preserve">, který nastane, pokud tak rozhodne </w:t>
      </w:r>
      <w:r w:rsidRPr="004C4C16">
        <w:rPr>
          <w:rFonts w:ascii="Verdana" w:hAnsi="Verdana"/>
        </w:rPr>
        <w:t>KÚ PK na základě nutných a významných úprav projektového záměru oproti původně předkládané DUR.</w:t>
      </w:r>
    </w:p>
    <w:p w14:paraId="54D3390F" w14:textId="77777777" w:rsidR="004C4C16" w:rsidRPr="004C4C16" w:rsidDel="00FB05B2" w:rsidRDefault="004C4C16" w:rsidP="004C4C16">
      <w:pPr>
        <w:numPr>
          <w:ilvl w:val="0"/>
          <w:numId w:val="11"/>
        </w:numPr>
        <w:spacing w:after="80" w:line="276" w:lineRule="auto"/>
        <w:jc w:val="both"/>
        <w:rPr>
          <w:rFonts w:ascii="Verdana" w:hAnsi="Verdana"/>
        </w:rPr>
      </w:pPr>
      <w:r w:rsidRPr="004C4C16" w:rsidDel="00FB05B2">
        <w:rPr>
          <w:rFonts w:ascii="Verdana" w:hAnsi="Verdana"/>
          <w:b/>
        </w:rPr>
        <w:t>Zhotovení Projektové</w:t>
      </w:r>
      <w:r w:rsidRPr="004C4C16" w:rsidDel="00FB05B2">
        <w:rPr>
          <w:rFonts w:ascii="Verdana" w:hAnsi="Verdana"/>
        </w:rPr>
        <w:t xml:space="preserve"> </w:t>
      </w:r>
      <w:r w:rsidRPr="004C4C16" w:rsidDel="00FB05B2">
        <w:rPr>
          <w:rFonts w:ascii="Verdana" w:hAnsi="Verdana"/>
          <w:b/>
        </w:rPr>
        <w:t>dokumentace pro společné povolení podle liniového zákona,</w:t>
      </w:r>
      <w:r w:rsidRPr="004C4C16">
        <w:rPr>
          <w:rFonts w:ascii="Verdana" w:hAnsi="Verdana"/>
        </w:rPr>
        <w:t xml:space="preserve"> </w:t>
      </w:r>
      <w:r w:rsidRPr="004C4C16" w:rsidDel="00FB05B2">
        <w:rPr>
          <w:rFonts w:ascii="Verdana" w:hAnsi="Verdana"/>
        </w:rPr>
        <w:t>která specifikuje předmět Díla v takovém rozsahu, aby ji bylo možno projednat v</w:t>
      </w:r>
      <w:r w:rsidRPr="004C4C16">
        <w:rPr>
          <w:rFonts w:ascii="Verdana" w:hAnsi="Verdana"/>
        </w:rPr>
        <w:t> </w:t>
      </w:r>
      <w:r w:rsidRPr="004C4C16" w:rsidDel="00FB05B2">
        <w:rPr>
          <w:rFonts w:ascii="Verdana" w:hAnsi="Verdana"/>
        </w:rPr>
        <w:t>řízení</w:t>
      </w:r>
      <w:r w:rsidRPr="004C4C16">
        <w:rPr>
          <w:rFonts w:ascii="Verdana" w:hAnsi="Verdana"/>
        </w:rPr>
        <w:t xml:space="preserve"> o povolení záměru</w:t>
      </w:r>
      <w:r w:rsidRPr="004C4C16" w:rsidDel="00FB05B2">
        <w:rPr>
          <w:rFonts w:ascii="Verdana" w:hAnsi="Verdana"/>
        </w:rPr>
        <w:t xml:space="preserve">, získat pravomocné </w:t>
      </w:r>
      <w:r w:rsidRPr="004C4C16">
        <w:rPr>
          <w:rFonts w:ascii="Verdana" w:hAnsi="Verdana"/>
        </w:rPr>
        <w:t>povolení záměru dle zákona č. 283/2021 Sb., stavební zákon, účinného od 1. 1. 2024 (dále jen „NSZ“),</w:t>
      </w:r>
      <w:r w:rsidRPr="004C4C16">
        <w:rPr>
          <w:rFonts w:ascii="Verdana" w:hAnsi="Verdana"/>
          <w:b/>
        </w:rPr>
        <w:t xml:space="preserve"> </w:t>
      </w:r>
      <w:r w:rsidRPr="004C4C16" w:rsidDel="00FB05B2">
        <w:rPr>
          <w:rFonts w:ascii="Verdana" w:hAnsi="Verdana"/>
        </w:rPr>
        <w:t xml:space="preserve">včetně </w:t>
      </w:r>
      <w:r w:rsidRPr="004C4C16">
        <w:rPr>
          <w:rFonts w:ascii="Verdana" w:hAnsi="Verdana"/>
        </w:rPr>
        <w:lastRenderedPageBreak/>
        <w:t>posouzení shody nebo vhodnosti pro použití prvku interoperability či ES prohlášení o ověření subsystému oznámeným subjektem</w:t>
      </w:r>
      <w:r w:rsidRPr="004C4C16" w:rsidDel="00FB05B2">
        <w:rPr>
          <w:rFonts w:ascii="Verdana" w:hAnsi="Verdana"/>
        </w:rPr>
        <w:t>, a činností koordinátora BOZP při práci na staveništi ve fázi přípravy včetně zpracování plánu BOZP na staveništi a manuálu údržby.</w:t>
      </w:r>
    </w:p>
    <w:p w14:paraId="4640E5AA" w14:textId="77777777" w:rsidR="004C4C16" w:rsidRPr="004C4C16" w:rsidDel="00FB05B2" w:rsidRDefault="004C4C16" w:rsidP="004C4C16">
      <w:pPr>
        <w:numPr>
          <w:ilvl w:val="0"/>
          <w:numId w:val="11"/>
        </w:numPr>
        <w:spacing w:after="80" w:line="276" w:lineRule="auto"/>
        <w:jc w:val="both"/>
        <w:rPr>
          <w:rFonts w:ascii="Verdana" w:hAnsi="Verdana"/>
        </w:rPr>
      </w:pPr>
      <w:r w:rsidRPr="004C4C16" w:rsidDel="00FB05B2">
        <w:rPr>
          <w:rFonts w:ascii="Verdana" w:hAnsi="Verdana"/>
          <w:b/>
        </w:rPr>
        <w:t>Zpracování a podání žádosti o</w:t>
      </w:r>
      <w:r w:rsidRPr="004C4C16" w:rsidDel="00FB05B2">
        <w:rPr>
          <w:rFonts w:ascii="Verdana" w:hAnsi="Verdana"/>
        </w:rPr>
        <w:t xml:space="preserve"> </w:t>
      </w:r>
      <w:r w:rsidRPr="004C4C16" w:rsidDel="00FB05B2">
        <w:rPr>
          <w:rFonts w:ascii="Verdana" w:hAnsi="Verdana"/>
          <w:b/>
        </w:rPr>
        <w:t xml:space="preserve">vydání </w:t>
      </w:r>
      <w:r w:rsidRPr="004C4C16">
        <w:rPr>
          <w:rFonts w:ascii="Verdana" w:hAnsi="Verdana"/>
          <w:b/>
        </w:rPr>
        <w:t xml:space="preserve">povolení záměru </w:t>
      </w:r>
      <w:r w:rsidRPr="004C4C16">
        <w:rPr>
          <w:rFonts w:ascii="Verdana" w:hAnsi="Verdana"/>
        </w:rPr>
        <w:t xml:space="preserve">dle NSZ, </w:t>
      </w:r>
      <w:r w:rsidRPr="004C4C16" w:rsidDel="00FB05B2">
        <w:rPr>
          <w:rFonts w:ascii="Verdana" w:hAnsi="Verdana"/>
        </w:rPr>
        <w:t xml:space="preserve">včetně všech vyžadovaných podkladů, jejímž výsledkem bude vydání </w:t>
      </w:r>
      <w:r w:rsidRPr="004C4C16">
        <w:rPr>
          <w:rFonts w:ascii="Verdana" w:hAnsi="Verdana"/>
        </w:rPr>
        <w:t>povolení záměru (povolení stavby nebo zařízení)</w:t>
      </w:r>
      <w:r w:rsidRPr="004C4C16" w:rsidDel="00FB05B2">
        <w:rPr>
          <w:rFonts w:ascii="Verdana" w:hAnsi="Verdana"/>
        </w:rPr>
        <w:t>. Zhotovitel bude spolupracovat při vydání příslušných rozhodnutí do nabytí jejich právní moci (v</w:t>
      </w:r>
      <w:r w:rsidRPr="004C4C16">
        <w:rPr>
          <w:rFonts w:ascii="Verdana" w:hAnsi="Verdana"/>
        </w:rPr>
        <w:t> </w:t>
      </w:r>
      <w:r w:rsidRPr="004C4C16" w:rsidDel="00FB05B2">
        <w:rPr>
          <w:rFonts w:ascii="Verdana" w:hAnsi="Verdana"/>
        </w:rPr>
        <w:t>případě odevzdání neúplné žádosti, přerušení z důvodů chybějících nebo vadně zpracovaných podkladů se jedná o</w:t>
      </w:r>
      <w:r w:rsidRPr="004C4C16">
        <w:rPr>
          <w:rFonts w:ascii="Verdana" w:hAnsi="Verdana"/>
        </w:rPr>
        <w:t> </w:t>
      </w:r>
      <w:r w:rsidRPr="004C4C16" w:rsidDel="00FB05B2">
        <w:rPr>
          <w:rFonts w:ascii="Verdana" w:hAnsi="Verdana"/>
        </w:rPr>
        <w:t>vadu</w:t>
      </w:r>
      <w:r w:rsidRPr="004C4C16">
        <w:rPr>
          <w:rFonts w:ascii="Verdana" w:hAnsi="Verdana"/>
        </w:rPr>
        <w:t> </w:t>
      </w:r>
      <w:r w:rsidRPr="004C4C16" w:rsidDel="00FB05B2">
        <w:rPr>
          <w:rFonts w:ascii="Verdana" w:hAnsi="Verdana"/>
        </w:rPr>
        <w:t>Díla).</w:t>
      </w:r>
    </w:p>
    <w:p w14:paraId="42B79635" w14:textId="77777777" w:rsidR="004C4C16" w:rsidRPr="004C4C16" w:rsidDel="00FB05B2" w:rsidRDefault="004C4C16" w:rsidP="004C4C16">
      <w:pPr>
        <w:numPr>
          <w:ilvl w:val="0"/>
          <w:numId w:val="11"/>
        </w:numPr>
        <w:spacing w:after="80" w:line="276" w:lineRule="auto"/>
        <w:jc w:val="both"/>
        <w:rPr>
          <w:rFonts w:ascii="Verdana" w:hAnsi="Verdana"/>
        </w:rPr>
      </w:pPr>
      <w:r w:rsidRPr="004C4C16" w:rsidDel="00FB05B2">
        <w:rPr>
          <w:rFonts w:ascii="Verdana" w:hAnsi="Verdana"/>
          <w:b/>
        </w:rPr>
        <w:t>Zhotovení Projektové dokumentace pro provádění stavby</w:t>
      </w:r>
      <w:r w:rsidRPr="004C4C16" w:rsidDel="00FB05B2">
        <w:rPr>
          <w:rFonts w:ascii="Verdana" w:hAnsi="Verdana"/>
        </w:rPr>
        <w:t>, která rozpracuje a vymezí požadavky na stavbu do podrobností, které specifikují předmět Díla v takovém rozsahu, aby byla podkladem pro výběrové řízení na zhotovení stavby,</w:t>
      </w:r>
    </w:p>
    <w:p w14:paraId="180A34DD" w14:textId="77777777" w:rsidR="004C4C16" w:rsidRPr="004C4C16" w:rsidRDefault="004C4C16" w:rsidP="004C4C16">
      <w:pPr>
        <w:numPr>
          <w:ilvl w:val="0"/>
          <w:numId w:val="11"/>
        </w:numPr>
        <w:spacing w:after="80" w:line="276" w:lineRule="auto"/>
        <w:jc w:val="both"/>
        <w:rPr>
          <w:rFonts w:ascii="Verdana" w:hAnsi="Verdana"/>
        </w:rPr>
      </w:pPr>
      <w:r w:rsidRPr="004C4C16">
        <w:rPr>
          <w:rFonts w:ascii="Verdana" w:hAnsi="Verdana"/>
          <w:b/>
        </w:rPr>
        <w:t xml:space="preserve">Zhotovení Aktualizace záměru projektu </w:t>
      </w:r>
      <w:r w:rsidRPr="004C4C16">
        <w:rPr>
          <w:rFonts w:ascii="Verdana" w:hAnsi="Verdana"/>
        </w:rPr>
        <w:t>podle Pravidel pro postupy v průběhu přípravy investičních a neinvestičních akcí dopravní infrastruktury, financovaných bez účasti státního rozpočtu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4C4C16">
        <w:rPr>
          <w:rFonts w:ascii="Verdana" w:hAnsi="Verdana"/>
          <w:sz w:val="16"/>
        </w:rPr>
        <w:t xml:space="preserve"> </w:t>
      </w:r>
    </w:p>
    <w:p w14:paraId="5A9AD24F" w14:textId="77777777" w:rsidR="004C4C16" w:rsidRPr="004C4C16" w:rsidDel="00FB05B2" w:rsidRDefault="004C4C16" w:rsidP="004C4C16">
      <w:pPr>
        <w:numPr>
          <w:ilvl w:val="0"/>
          <w:numId w:val="11"/>
        </w:numPr>
        <w:spacing w:after="80" w:line="276" w:lineRule="auto"/>
        <w:jc w:val="both"/>
        <w:rPr>
          <w:rFonts w:ascii="Verdana" w:hAnsi="Verdana"/>
        </w:rPr>
      </w:pPr>
      <w:r w:rsidRPr="004C4C16">
        <w:rPr>
          <w:rFonts w:ascii="Verdana" w:hAnsi="Verdana"/>
          <w:b/>
        </w:rPr>
        <w:t>Výkon Dozoru projektanta</w:t>
      </w:r>
      <w:r w:rsidRPr="004C4C16">
        <w:rPr>
          <w:rFonts w:ascii="Verdana" w:hAnsi="Verdana"/>
        </w:rPr>
        <w:t xml:space="preserve"> při zhotovení PDPS a při provádění stavby.</w:t>
      </w:r>
      <w:r w:rsidRPr="004C4C16">
        <w:rPr>
          <w:rFonts w:ascii="Verdana" w:hAnsi="Verdana"/>
          <w:b/>
        </w:rPr>
        <w:t xml:space="preserve"> </w:t>
      </w:r>
    </w:p>
    <w:p w14:paraId="40EE7C9D" w14:textId="705DC713" w:rsidR="00652EFD" w:rsidRDefault="00652EFD" w:rsidP="00966F1E">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862B14" w:rsidRDefault="00652EFD" w:rsidP="00652EFD">
      <w:pPr>
        <w:pStyle w:val="Text1-1"/>
        <w:numPr>
          <w:ilvl w:val="0"/>
          <w:numId w:val="0"/>
        </w:numPr>
        <w:spacing w:after="0"/>
        <w:ind w:left="737"/>
      </w:pPr>
      <w:r w:rsidRPr="00862B14">
        <w:t>kód CPV 71311230-2 Železniční stavitelství</w:t>
      </w:r>
    </w:p>
    <w:p w14:paraId="7EED4AFD" w14:textId="77777777" w:rsidR="00652EFD" w:rsidRPr="00862B14" w:rsidRDefault="00652EFD" w:rsidP="00652EFD">
      <w:pPr>
        <w:pStyle w:val="Text1-1"/>
        <w:numPr>
          <w:ilvl w:val="0"/>
          <w:numId w:val="0"/>
        </w:numPr>
        <w:spacing w:after="0"/>
        <w:ind w:left="737"/>
      </w:pPr>
      <w:r w:rsidRPr="00862B14">
        <w:t>kód CPV 71317210-8 Poradenství v oblasti bezpečnosti a zdraví</w:t>
      </w:r>
    </w:p>
    <w:p w14:paraId="7062CE22" w14:textId="647A4F5E" w:rsidR="00652EFD" w:rsidRPr="00862B14" w:rsidRDefault="00652EFD" w:rsidP="00652EFD">
      <w:pPr>
        <w:pStyle w:val="Text1-1"/>
        <w:numPr>
          <w:ilvl w:val="0"/>
          <w:numId w:val="0"/>
        </w:numPr>
        <w:spacing w:after="0"/>
        <w:ind w:left="737"/>
      </w:pPr>
      <w:r w:rsidRPr="00862B14">
        <w:t>kód CPV 71248000-8 Dohled nad projektem a dokumentací</w:t>
      </w:r>
    </w:p>
    <w:p w14:paraId="4343C48E" w14:textId="712D11F2" w:rsidR="00873C33" w:rsidRPr="00862B14" w:rsidRDefault="00873C33" w:rsidP="00652EFD">
      <w:pPr>
        <w:pStyle w:val="Text1-1"/>
        <w:numPr>
          <w:ilvl w:val="0"/>
          <w:numId w:val="0"/>
        </w:numPr>
        <w:spacing w:after="0"/>
        <w:ind w:left="737"/>
        <w:rPr>
          <w:rFonts w:cs="Segoe UI"/>
        </w:rPr>
      </w:pPr>
      <w:r w:rsidRPr="00862B14">
        <w:t xml:space="preserve">kód CPV </w:t>
      </w:r>
      <w:r w:rsidRPr="00862B14">
        <w:rPr>
          <w:rFonts w:cs="Segoe UI"/>
        </w:rPr>
        <w:t>71300000-1 Technicko-inženýrské služby</w:t>
      </w:r>
    </w:p>
    <w:p w14:paraId="69167250" w14:textId="2E3CA1BE" w:rsidR="008703CB" w:rsidRPr="00862B14" w:rsidRDefault="008703CB" w:rsidP="00652EFD">
      <w:pPr>
        <w:pStyle w:val="Text1-1"/>
        <w:numPr>
          <w:ilvl w:val="0"/>
          <w:numId w:val="0"/>
        </w:numPr>
        <w:spacing w:after="0"/>
        <w:ind w:left="737"/>
      </w:pPr>
      <w:r w:rsidRPr="00862B14">
        <w:t xml:space="preserve">kód CPV </w:t>
      </w:r>
      <w:r w:rsidRPr="00862B14">
        <w:rPr>
          <w:rFonts w:cs="Segoe UI"/>
        </w:rPr>
        <w:t>71246000-4 Určování a sestavování výkazu výměr pro stavbu</w:t>
      </w:r>
    </w:p>
    <w:p w14:paraId="002E2383" w14:textId="77777777" w:rsidR="00652EFD" w:rsidRDefault="00652EFD" w:rsidP="00652EFD">
      <w:pPr>
        <w:pStyle w:val="Text1-1"/>
        <w:numPr>
          <w:ilvl w:val="0"/>
          <w:numId w:val="0"/>
        </w:numPr>
        <w:ind w:left="737"/>
      </w:pPr>
      <w:r w:rsidRPr="00862B14">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63812323"/>
      <w:r>
        <w:t>ZDROJE FINANCOVÁNÍ</w:t>
      </w:r>
      <w:r w:rsidR="00845C50">
        <w:t xml:space="preserve"> a </w:t>
      </w:r>
      <w:r>
        <w:t>PŘEDPOKLÁDANÁ HODNOTA VEŘEJNÉ ZAKÁZKY</w:t>
      </w:r>
      <w:bookmarkEnd w:id="8"/>
    </w:p>
    <w:p w14:paraId="7832C094" w14:textId="3B8AA4F9"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2B6CC9F5"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E2B15">
        <w:t xml:space="preserve"> dle čl. 3.8 Smlouvy</w:t>
      </w:r>
      <w:r w:rsidR="00342928" w:rsidRPr="00F66EA9">
        <w:t xml:space="preserve">) </w:t>
      </w:r>
      <w:r>
        <w:t xml:space="preserve">činí </w:t>
      </w:r>
      <w:r w:rsidR="009912D9" w:rsidRPr="00406545">
        <w:rPr>
          <w:b/>
          <w:bCs/>
        </w:rPr>
        <w:t>47 072 940</w:t>
      </w:r>
      <w:r w:rsidR="005E3AD5" w:rsidRPr="005E3AD5">
        <w:rPr>
          <w:b/>
          <w:bCs/>
        </w:rPr>
        <w:t>,-</w:t>
      </w:r>
      <w:r w:rsidRPr="005E3AD5">
        <w:rPr>
          <w:b/>
          <w:bCs/>
        </w:rPr>
        <w:t xml:space="preserve"> Kč</w:t>
      </w:r>
      <w:r>
        <w:t xml:space="preserve"> (bez DPH).</w:t>
      </w:r>
    </w:p>
    <w:p w14:paraId="4E32F28B" w14:textId="77777777" w:rsidR="0035531B" w:rsidRDefault="0035531B" w:rsidP="006F6B09">
      <w:pPr>
        <w:pStyle w:val="Nadpis1-1"/>
      </w:pPr>
      <w:bookmarkStart w:id="9" w:name="_Toc163812324"/>
      <w:r>
        <w:t>OBSAH ZADÁVACÍ DOKUMENTACE</w:t>
      </w:r>
      <w:bookmarkEnd w:id="9"/>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lastRenderedPageBreak/>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4B88B8FE" w14:textId="77777777" w:rsidR="0055102E" w:rsidRDefault="0055102E" w:rsidP="00703549">
      <w:pPr>
        <w:pStyle w:val="Textbezslovn"/>
        <w:tabs>
          <w:tab w:val="left" w:pos="1701"/>
        </w:tabs>
        <w:spacing w:after="0"/>
        <w:ind w:left="1701" w:hanging="964"/>
      </w:pPr>
    </w:p>
    <w:p w14:paraId="19E411BE" w14:textId="77777777"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073EE891" w14:textId="0B5498B3" w:rsidR="00E23F50" w:rsidRDefault="00E23F50" w:rsidP="00E23F50">
      <w:pPr>
        <w:pStyle w:val="Textbezslovn"/>
        <w:tabs>
          <w:tab w:val="left" w:pos="1701"/>
        </w:tabs>
        <w:spacing w:after="0"/>
        <w:ind w:left="1701" w:hanging="964"/>
      </w:pPr>
      <w:r w:rsidRPr="008E484B">
        <w:t xml:space="preserve">Část </w:t>
      </w:r>
      <w:r w:rsidR="00406545">
        <w:t>1</w:t>
      </w:r>
      <w:r w:rsidRPr="008E484B">
        <w:tab/>
      </w:r>
      <w:r>
        <w:t>Dokumentace pro územní rozhodnutí</w:t>
      </w:r>
    </w:p>
    <w:p w14:paraId="52B964C7" w14:textId="77777777" w:rsidR="00E23F50" w:rsidRDefault="00E23F50" w:rsidP="00E23F50">
      <w:pPr>
        <w:pStyle w:val="Textbezslovn"/>
        <w:tabs>
          <w:tab w:val="left" w:pos="1701"/>
        </w:tabs>
        <w:spacing w:after="0"/>
        <w:ind w:left="1701" w:hanging="964"/>
      </w:pPr>
    </w:p>
    <w:p w14:paraId="49793BFC" w14:textId="1F701021" w:rsidR="005A3D2F" w:rsidRPr="00405D0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5" w:history="1">
        <w:r w:rsidR="003E7071">
          <w:rPr>
            <w:rStyle w:val="Hypertextovodkaz"/>
          </w:rPr>
          <w:t>https://vvz.nipez.cz/</w:t>
        </w:r>
      </w:hyperlink>
      <w:hyperlink r:id="rId16" w:history="1"/>
      <w:r w:rsidR="00F073CB">
        <w:rPr>
          <w:rStyle w:val="Hypertextovodkaz"/>
          <w:noProof w:val="0"/>
        </w:rPr>
        <w:t>.</w:t>
      </w:r>
    </w:p>
    <w:p w14:paraId="1938FC59" w14:textId="77777777" w:rsidR="00405D0E" w:rsidRPr="00405D0E" w:rsidRDefault="00405D0E" w:rsidP="00405D0E">
      <w:pPr>
        <w:pStyle w:val="Text1-1"/>
        <w:numPr>
          <w:ilvl w:val="0"/>
          <w:numId w:val="0"/>
        </w:numPr>
        <w:spacing w:after="0"/>
        <w:ind w:left="737"/>
        <w:rPr>
          <w:rStyle w:val="Hypertextovodkaz"/>
          <w:noProof w:val="0"/>
          <w:color w:val="auto"/>
          <w:u w:val="none"/>
        </w:rPr>
      </w:pPr>
    </w:p>
    <w:p w14:paraId="295834A3" w14:textId="72FFB5B0" w:rsidR="00405D0E" w:rsidRPr="00405D0E" w:rsidRDefault="00405D0E" w:rsidP="00405D0E">
      <w:pPr>
        <w:pStyle w:val="Text1-1"/>
        <w:spacing w:after="0"/>
      </w:pPr>
      <w:r w:rsidRPr="00405D0E">
        <w:t xml:space="preserve">Zadavatel umožňuje dodavateli přístup ke všem svým interním předpisům následujícím způsobem: </w:t>
      </w:r>
      <w:hyperlink r:id="rId17" w:history="1">
        <w:r w:rsidRPr="00405D0E">
          <w:rPr>
            <w:noProof/>
            <w:color w:val="0563C1" w:themeColor="hyperlink"/>
            <w:u w:val="single"/>
          </w:rPr>
          <w:t>http://www.tudc.cz/</w:t>
        </w:r>
      </w:hyperlink>
      <w:r w:rsidRPr="00405D0E">
        <w:t xml:space="preserve"> nebo </w:t>
      </w:r>
      <w:hyperlink r:id="rId18" w:history="1">
        <w:r w:rsidRPr="00405D0E">
          <w:rPr>
            <w:noProof/>
            <w:color w:val="0563C1" w:themeColor="hyperlink"/>
            <w:u w:val="single"/>
          </w:rPr>
          <w:t>https://www.spravazeleznic.cz/</w:t>
        </w:r>
      </w:hyperlink>
      <w:r w:rsidRPr="00405D0E">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A76D841" w14:textId="77777777" w:rsidR="00E23F50" w:rsidRDefault="00ED116C" w:rsidP="0035531B">
      <w:pPr>
        <w:pStyle w:val="Text1-1"/>
      </w:pPr>
      <w:r w:rsidRPr="00ED116C">
        <w:t xml:space="preserve">Zadavatel sděluje, že následující části zadávací dokumentace vypracovala osoba odlišná od zadavatele, a to: </w:t>
      </w:r>
    </w:p>
    <w:p w14:paraId="054735DE" w14:textId="45DDC030" w:rsidR="00E23F50" w:rsidRDefault="00E23F50" w:rsidP="00E23F50">
      <w:pPr>
        <w:pStyle w:val="Text1-1"/>
        <w:numPr>
          <w:ilvl w:val="0"/>
          <w:numId w:val="0"/>
        </w:numPr>
        <w:ind w:left="737"/>
        <w:rPr>
          <w:highlight w:val="green"/>
        </w:rPr>
      </w:pPr>
      <w:r>
        <w:t xml:space="preserve">DUR „Modernizace trati Plzeň – Domažlice </w:t>
      </w:r>
      <w:r w:rsidR="00190BBF">
        <w:t>–</w:t>
      </w:r>
      <w:r>
        <w:t xml:space="preserve"> st</w:t>
      </w:r>
      <w:r w:rsidR="00190BBF">
        <w:t>.</w:t>
      </w:r>
      <w:r>
        <w:t>hranice SRN, 4. stavba, úsek Domažlice (mimo) – státní hranice SRN“</w:t>
      </w:r>
      <w:r w:rsidR="00991AC8" w:rsidRPr="00991AC8">
        <w:t xml:space="preserve"> </w:t>
      </w:r>
      <w:r w:rsidR="00991AC8">
        <w:t xml:space="preserve">- </w:t>
      </w:r>
      <w:r w:rsidR="00991AC8" w:rsidRPr="00991AC8">
        <w:t>zpracovatel Sagasta s.r.o., Novodvorská 1010/14, 142 00 Praha 1, IČO: 04598555</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63812325"/>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6F45F938" w14:textId="77777777" w:rsidR="0035531B" w:rsidRDefault="0035531B" w:rsidP="00CC4380">
      <w:pPr>
        <w:pStyle w:val="Nadpis1-1"/>
      </w:pPr>
      <w:bookmarkStart w:id="11" w:name="_Toc163812326"/>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1B58E3">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1B58E3">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1B58E3">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1B58E3">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1B58E3">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49CA9EF5" w:rsidR="001D6E71" w:rsidRDefault="001D6E71" w:rsidP="00BD5A0E">
      <w:pPr>
        <w:pStyle w:val="Odrka1-2-"/>
        <w:spacing w:after="0"/>
      </w:pPr>
      <w:r w:rsidRPr="00CD1856">
        <w:t>projektovou činnost ve výstavbě</w:t>
      </w:r>
      <w:r w:rsidR="00862B14">
        <w:t>.</w:t>
      </w:r>
    </w:p>
    <w:p w14:paraId="4297D3A1" w14:textId="77777777" w:rsidR="00862B14" w:rsidRPr="00CD1856" w:rsidRDefault="00862B14" w:rsidP="00862B14">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723A6E1A" w:rsidR="00BD5A0E" w:rsidRDefault="00BD5A0E" w:rsidP="00BD5A0E">
      <w:pPr>
        <w:pStyle w:val="Odrka1-2-"/>
      </w:pPr>
      <w:r>
        <w:t xml:space="preserve">Zadavatel požaduje předložení dokladu o autorizaci v rozsahu dle § 5 odst. 3 </w:t>
      </w:r>
      <w:r w:rsidRPr="00862B14">
        <w:t xml:space="preserve">písm. </w:t>
      </w:r>
      <w:r w:rsidRPr="00862B14">
        <w:rPr>
          <w:b/>
        </w:rPr>
        <w:t xml:space="preserve">b), d), e), </w:t>
      </w:r>
      <w:r w:rsidR="00862B14" w:rsidRPr="00862B14">
        <w:rPr>
          <w:b/>
        </w:rPr>
        <w:t>i</w:t>
      </w:r>
      <w:r w:rsidRPr="00862B14">
        <w:rPr>
          <w:b/>
        </w:rPr>
        <w:t>)</w:t>
      </w:r>
      <w:r w:rsidRPr="00862B14">
        <w:t xml:space="preserve"> zákona č. 360/</w:t>
      </w:r>
      <w:r>
        <w:t>1992 Sb., o výkonu povolání autorizovaných architektů a o výkonu povolání autorizovaných inženýrů a techniků činných ve výstavbě, ve znění pozdějších předpisů.</w:t>
      </w:r>
    </w:p>
    <w:p w14:paraId="0FC06C38" w14:textId="6F76181F" w:rsidR="00BD5A0E" w:rsidRPr="00862B14" w:rsidRDefault="00BD5A0E" w:rsidP="00BD5A0E">
      <w:pPr>
        <w:pStyle w:val="Odrka1-2-"/>
      </w:pPr>
      <w:r w:rsidRPr="00862B14">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862B14">
        <w:t>ve znění pozdějších předpisů</w:t>
      </w:r>
      <w:r w:rsidR="000E0942" w:rsidRPr="00862B14">
        <w:t>, ve spojení s</w:t>
      </w:r>
      <w:r w:rsidRPr="00862B14">
        <w:t xml:space="preserve"> § 6, 7 a 8 nařízení vlády č. 592/2006 Sb., o podmínkách akreditace a provádění zkoušek z odborné způsobilosti, potvrzujícího úspěšné vykonání zkoušky vydané firmou akreditovanou Minist</w:t>
      </w:r>
      <w:r w:rsidR="00CD1856" w:rsidRPr="00862B14">
        <w:t>erstvem práce a sociálních věcí</w:t>
      </w:r>
      <w:r w:rsidR="008E5D9D" w:rsidRPr="00862B14">
        <w:t xml:space="preserve"> (MPSV)</w:t>
      </w:r>
      <w:r w:rsidRPr="00862B14">
        <w:t>.</w:t>
      </w:r>
    </w:p>
    <w:p w14:paraId="178034E6" w14:textId="77777777" w:rsidR="00BD5A0E" w:rsidRPr="00862B14" w:rsidRDefault="00BD5A0E" w:rsidP="00BD5A0E">
      <w:pPr>
        <w:pStyle w:val="Odrka1-2-"/>
      </w:pPr>
      <w:r w:rsidRPr="00862B14">
        <w:t>Zadavatel požaduje předložení autorizace ke zpracování dokumentace a posudku dle § 19 zák. č. 100/2001 Sb., o posuzování vlivů na životní prostředí, ve znění pozdějších předpisů.</w:t>
      </w:r>
    </w:p>
    <w:p w14:paraId="6584EAB3" w14:textId="77777777" w:rsidR="00BD5A0E" w:rsidRPr="00862B14" w:rsidRDefault="00BD5A0E" w:rsidP="00BD5A0E">
      <w:pPr>
        <w:pStyle w:val="Odrka1-2-"/>
      </w:pPr>
      <w:r w:rsidRPr="00862B14">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862B14" w:rsidRDefault="00BD5A0E" w:rsidP="00BD5A0E">
      <w:pPr>
        <w:pStyle w:val="Odrka1-2-"/>
      </w:pPr>
      <w:r w:rsidRPr="00862B14">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w:t>
      </w:r>
      <w:r w:rsidRPr="00862B14">
        <w:lastRenderedPageBreak/>
        <w:t>258/2000 Sb., o ochraně veřejného zdraví a o změně některých souvisejících zákonů, ve znění pozdějších předpisů.</w:t>
      </w:r>
    </w:p>
    <w:p w14:paraId="4C567D1E" w14:textId="6A4A2180" w:rsidR="00BD5A0E" w:rsidRPr="00862B14" w:rsidRDefault="00BD5A0E" w:rsidP="00BD5A0E">
      <w:pPr>
        <w:pStyle w:val="Odrka1-2-"/>
      </w:pPr>
      <w:r w:rsidRPr="00862B14">
        <w:t>Zadavatel požaduje předložení pověření k hodnocení nebezpečných vlastností odpadů dle §</w:t>
      </w:r>
      <w:r w:rsidR="001D21EA" w:rsidRPr="00862B14">
        <w:t xml:space="preserve"> 73, resp. § 154 odst. 3, zákona č. 541/2020 Sb., o odpadech</w:t>
      </w:r>
      <w:r w:rsidRPr="00862B14">
        <w:t>, ve znění pozdějších předpisů.</w:t>
      </w:r>
    </w:p>
    <w:p w14:paraId="2D0AB946" w14:textId="77777777" w:rsidR="00BD5A0E" w:rsidRDefault="00BD5A0E" w:rsidP="00BD5A0E">
      <w:pPr>
        <w:pStyle w:val="Odrka1-2-"/>
        <w:numPr>
          <w:ilvl w:val="0"/>
          <w:numId w:val="0"/>
        </w:numPr>
        <w:ind w:left="1077"/>
      </w:pPr>
      <w:r w:rsidRPr="00862B14">
        <w:t>Je-li dodavatel fyzickou osobou, musí odbornou způsobilost</w:t>
      </w:r>
      <w:r>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9360B8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3BCB5C64" w:rsidR="002F6610" w:rsidRPr="00862B14"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w:t>
      </w:r>
      <w:r w:rsidR="007D38E4" w:rsidRPr="00862B14">
        <w:t xml:space="preserve">dokumentace pro vydání stavebního povolení a projektové dokumentace pro provádění stavby (dále jen „DUR+DSP+PDPS“) </w:t>
      </w:r>
      <w:r w:rsidR="00B067E0" w:rsidRPr="00862B14">
        <w:t xml:space="preserve">dle </w:t>
      </w:r>
      <w:r w:rsidR="006025F3" w:rsidRPr="00862B14">
        <w:t xml:space="preserve">prováděcích </w:t>
      </w:r>
      <w:r w:rsidR="00B067E0" w:rsidRPr="00862B14">
        <w:t>právních předpisů</w:t>
      </w:r>
      <w:r w:rsidR="00DB5D9B" w:rsidRPr="00862B14">
        <w:rPr>
          <w:rStyle w:val="Znakapoznpodarou"/>
        </w:rPr>
        <w:footnoteReference w:id="1"/>
      </w:r>
      <w:r w:rsidR="00B067E0" w:rsidRPr="00862B14">
        <w:t xml:space="preserve"> </w:t>
      </w:r>
      <w:r w:rsidRPr="00862B14">
        <w:t>pro stavby železničních drah ve smyslu § 5 odst. 1 a § 3 odst. 1  zák. č. 266/1994 Sb., o dráhách, ve znění pozdějších předpisů. Za službu obdobného charakteru, resp. projektové práce spočívající ve zhotovení dokumentace ve stupni DSP nebo DSP+PDPS nebo DUSP</w:t>
      </w:r>
      <w:r w:rsidR="001D19B0" w:rsidRPr="00862B14">
        <w:t>/DUSL</w:t>
      </w:r>
      <w:r w:rsidR="00103A92" w:rsidRPr="00862B14">
        <w:t xml:space="preserve"> nebo DUSP</w:t>
      </w:r>
      <w:r w:rsidR="001D19B0" w:rsidRPr="00862B14">
        <w:t>/DUSL</w:t>
      </w:r>
      <w:r w:rsidR="00103A92" w:rsidRPr="00862B14">
        <w:t>+PDPS</w:t>
      </w:r>
      <w:r w:rsidR="007D38E4" w:rsidRPr="00862B14">
        <w:t xml:space="preserve"> nebo DUR+DSP nebo DUR+DSP+PDPS</w:t>
      </w:r>
      <w:r w:rsidRPr="00862B14">
        <w:t>, zadavatel považuje rovněž provedení aktualizace dokumentace ve stupni DSP nebo DSP+PDPS nebo DUSP</w:t>
      </w:r>
      <w:r w:rsidR="001D19B0" w:rsidRPr="00862B14">
        <w:t>/DUSL</w:t>
      </w:r>
      <w:r w:rsidR="00103A92" w:rsidRPr="00862B14">
        <w:t xml:space="preserve"> nebo DUSP</w:t>
      </w:r>
      <w:r w:rsidR="001D19B0" w:rsidRPr="00862B14">
        <w:t>/DUSL</w:t>
      </w:r>
      <w:r w:rsidR="00103A92" w:rsidRPr="00862B14">
        <w:t>+PDPS</w:t>
      </w:r>
      <w:r w:rsidR="007D38E4" w:rsidRPr="00862B14">
        <w:t xml:space="preserve"> nebo DUR+DSP nebo DUR+DSP+PDPS</w:t>
      </w:r>
      <w:r w:rsidRPr="00862B14">
        <w:t>.</w:t>
      </w:r>
      <w:r w:rsidR="00A65D0C" w:rsidRPr="00862B14">
        <w:t xml:space="preserve"> </w:t>
      </w:r>
    </w:p>
    <w:p w14:paraId="2CEA948D" w14:textId="73241DBC" w:rsidR="00392730" w:rsidRDefault="00511E3C" w:rsidP="00392730">
      <w:pPr>
        <w:pStyle w:val="Textbezslovn"/>
      </w:pPr>
      <w:r w:rsidRPr="00862B14">
        <w:t>Pro účely doložení požadované technické kvalifikace se dokumentacemi ve stupních DSP+PDSP rozumí jak dokumentace zpracovaná dle přílohy č</w:t>
      </w:r>
      <w:r>
        <w:t xml:space="preserve">.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 xml:space="preserve">o rozsahu a obsahu projektové </w:t>
      </w:r>
      <w:r w:rsidRPr="00511E3C">
        <w:lastRenderedPageBreak/>
        <w:t>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2BB0712D"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F535F4">
        <w:t>písm. a), b), c)</w:t>
      </w:r>
      <w:r w:rsidR="00F535F4" w:rsidRPr="00F535F4">
        <w:t xml:space="preserve"> </w:t>
      </w:r>
      <w:r w:rsidRPr="00F535F4">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7622CFA5" w:rsidR="00392730" w:rsidRPr="00B01E64" w:rsidRDefault="00392730" w:rsidP="001B58E3">
      <w:pPr>
        <w:pStyle w:val="Odstavec1-1a"/>
        <w:numPr>
          <w:ilvl w:val="0"/>
          <w:numId w:val="14"/>
        </w:numPr>
      </w:pPr>
      <w:r w:rsidRPr="00F535F4">
        <w:t>zpracování dokumentace ve stupni DSP nebo DSP+PDPS nebo DUSP</w:t>
      </w:r>
      <w:r w:rsidR="00394060" w:rsidRPr="00F535F4">
        <w:t>/DUSL</w:t>
      </w:r>
      <w:r w:rsidRPr="00F535F4">
        <w:t xml:space="preserve"> </w:t>
      </w:r>
      <w:r w:rsidR="00103A92" w:rsidRPr="00F535F4">
        <w:t>nebo DUSP</w:t>
      </w:r>
      <w:r w:rsidR="00394060" w:rsidRPr="00F535F4">
        <w:t>/DUSL</w:t>
      </w:r>
      <w:r w:rsidR="00103A92" w:rsidRPr="00F535F4">
        <w:t xml:space="preserve">+PDPS </w:t>
      </w:r>
      <w:r w:rsidR="007D38E4" w:rsidRPr="00F535F4">
        <w:t xml:space="preserve">nebo DUR+DSP nebo DUR+DSP+PDPS </w:t>
      </w:r>
      <w:r w:rsidRPr="00F535F4">
        <w:t>pro rekonstrukci</w:t>
      </w:r>
      <w:r w:rsidR="00A47DE5" w:rsidRPr="00F535F4">
        <w:t>,</w:t>
      </w:r>
      <w:r w:rsidRPr="00F535F4">
        <w:t xml:space="preserve"> novostavbu </w:t>
      </w:r>
      <w:r w:rsidR="00A47DE5" w:rsidRPr="00F535F4">
        <w:t xml:space="preserve">nebo opravu </w:t>
      </w:r>
      <w:r w:rsidRPr="00F535F4">
        <w:t xml:space="preserve">elektrifikované železniční trati včetně zabezpečovacího </w:t>
      </w:r>
      <w:r w:rsidRPr="00B01E64">
        <w:t>zařízení v</w:t>
      </w:r>
      <w:r w:rsidR="00935206" w:rsidRPr="00B01E64">
        <w:t xml:space="preserve"> souhrnné </w:t>
      </w:r>
      <w:r w:rsidRPr="00B01E64">
        <w:t xml:space="preserve">délce traťového úseku minimálně </w:t>
      </w:r>
      <w:r w:rsidR="00F535F4" w:rsidRPr="00B01E64">
        <w:t>8</w:t>
      </w:r>
      <w:r w:rsidR="00C36C08">
        <w:t xml:space="preserve"> </w:t>
      </w:r>
      <w:r w:rsidR="008F0F5E">
        <w:t>km</w:t>
      </w:r>
      <w:r w:rsidR="009F32D3">
        <w:t>,</w:t>
      </w:r>
    </w:p>
    <w:p w14:paraId="7140E43D" w14:textId="56C1FF29" w:rsidR="00392730" w:rsidRPr="00B01E64" w:rsidRDefault="00392730" w:rsidP="001B58E3">
      <w:pPr>
        <w:pStyle w:val="Odstavec1-1a"/>
        <w:numPr>
          <w:ilvl w:val="0"/>
          <w:numId w:val="14"/>
        </w:numPr>
      </w:pPr>
      <w:r w:rsidRPr="00B01E64">
        <w:t>zpracování dokumentace ve stupni DSP nebo DSP+PDPS nebo DUSP</w:t>
      </w:r>
      <w:r w:rsidR="00394060" w:rsidRPr="00B01E64">
        <w:t>/DUSL</w:t>
      </w:r>
      <w:r w:rsidRPr="00B01E64">
        <w:t xml:space="preserve"> </w:t>
      </w:r>
      <w:r w:rsidR="00103A92" w:rsidRPr="00B01E64">
        <w:t>nebo DUSP</w:t>
      </w:r>
      <w:r w:rsidR="00394060" w:rsidRPr="00B01E64">
        <w:t>/DUSL</w:t>
      </w:r>
      <w:r w:rsidR="00103A92" w:rsidRPr="00B01E64">
        <w:t xml:space="preserve">+PDPS </w:t>
      </w:r>
      <w:r w:rsidR="007D38E4" w:rsidRPr="00B01E64">
        <w:t xml:space="preserve">nebo DUR+DSP nebo DUR+DSP+PDPS </w:t>
      </w:r>
      <w:r w:rsidRPr="00B01E64">
        <w:t>pro rekonstrukci</w:t>
      </w:r>
      <w:r w:rsidR="00A47DE5" w:rsidRPr="00B01E64">
        <w:t>,</w:t>
      </w:r>
      <w:r w:rsidRPr="00B01E64">
        <w:t xml:space="preserve"> novostavbu </w:t>
      </w:r>
      <w:r w:rsidR="00A47DE5" w:rsidRPr="00B01E64">
        <w:t xml:space="preserve">nebo opravu </w:t>
      </w:r>
      <w:r w:rsidRPr="00B01E64">
        <w:t xml:space="preserve">alespoň jedné železniční stanice na elektrifikované </w:t>
      </w:r>
      <w:r w:rsidR="0031758D" w:rsidRPr="00B01E64">
        <w:t xml:space="preserve">trati </w:t>
      </w:r>
      <w:r w:rsidRPr="00B01E64">
        <w:t xml:space="preserve"> s minimálním počtem </w:t>
      </w:r>
      <w:r w:rsidR="00B01E64">
        <w:t>6</w:t>
      </w:r>
      <w:r w:rsidRPr="00B01E64">
        <w:t xml:space="preserve"> ks výhybek</w:t>
      </w:r>
      <w:r w:rsidR="00B01E64">
        <w:t>,</w:t>
      </w:r>
      <w:r w:rsidRPr="00B01E64">
        <w:t xml:space="preserve"> včetně zabezpečovacího zařízení,  </w:t>
      </w:r>
    </w:p>
    <w:p w14:paraId="797F5665" w14:textId="7A3B9621" w:rsidR="00392730" w:rsidRPr="00F535F4" w:rsidRDefault="00392730" w:rsidP="001B58E3">
      <w:pPr>
        <w:pStyle w:val="Odstavec1-1a"/>
        <w:numPr>
          <w:ilvl w:val="0"/>
          <w:numId w:val="14"/>
        </w:numPr>
      </w:pPr>
      <w:r w:rsidRPr="00F535F4">
        <w:t xml:space="preserve">zajištění </w:t>
      </w:r>
      <w:r w:rsidR="00D148BC" w:rsidRPr="00F535F4">
        <w:t xml:space="preserve">vydání alespoň nepravomocného </w:t>
      </w:r>
      <w:r w:rsidRPr="00F535F4">
        <w:t xml:space="preserve">stavebního povolení nebo společného povolení, kterým se stavba umisťuje a povoluje, </w:t>
      </w:r>
      <w:r w:rsidR="007278C9" w:rsidRPr="00F535F4">
        <w:t xml:space="preserve">nebo povolení </w:t>
      </w:r>
      <w:r w:rsidR="00DA5362" w:rsidRPr="00F535F4">
        <w:t xml:space="preserve">záměru (povolení </w:t>
      </w:r>
      <w:r w:rsidR="00F51311" w:rsidRPr="00F535F4">
        <w:t xml:space="preserve">stavby </w:t>
      </w:r>
      <w:r w:rsidR="007278C9" w:rsidRPr="00F535F4">
        <w:t>dle zákona č. 283/2021 Sb., stavební zákon, ve znění pozdějších předpisů</w:t>
      </w:r>
      <w:r w:rsidR="00967ACB" w:rsidRPr="00F535F4">
        <w:t>)</w:t>
      </w:r>
      <w:r w:rsidR="007278C9" w:rsidRPr="00F535F4">
        <w:t xml:space="preserve">, </w:t>
      </w:r>
      <w:r w:rsidRPr="00F535F4">
        <w:t>včetně zpracování agendy majetkoprávního vypořádání pro rekonstrukci</w:t>
      </w:r>
      <w:r w:rsidR="00CB14C7" w:rsidRPr="00F535F4">
        <w:t>,</w:t>
      </w:r>
      <w:r w:rsidRPr="00F535F4">
        <w:t xml:space="preserve"> novostavbu </w:t>
      </w:r>
      <w:r w:rsidR="00CB14C7" w:rsidRPr="00F535F4">
        <w:t xml:space="preserve">nebo opravu </w:t>
      </w:r>
      <w:r w:rsidRPr="00F535F4">
        <w:t>železniční trati nebo železniční stanice</w:t>
      </w:r>
      <w:r w:rsidR="00A458D7">
        <w:t xml:space="preserve"> s hodnotou dokumentace nejméně </w:t>
      </w:r>
      <w:r w:rsidR="00450BF0">
        <w:rPr>
          <w:b/>
          <w:bCs/>
        </w:rPr>
        <w:t>1</w:t>
      </w:r>
      <w:r w:rsidR="009912D9">
        <w:rPr>
          <w:b/>
          <w:bCs/>
        </w:rPr>
        <w:t>4</w:t>
      </w:r>
      <w:r w:rsidR="008826B0">
        <w:rPr>
          <w:b/>
          <w:bCs/>
        </w:rPr>
        <w:t xml:space="preserve"> </w:t>
      </w:r>
      <w:r w:rsidR="00A458D7" w:rsidRPr="00A458D7">
        <w:rPr>
          <w:b/>
          <w:bCs/>
        </w:rPr>
        <w:t>mil. Kč</w:t>
      </w:r>
      <w:r w:rsidR="00A458D7">
        <w:t xml:space="preserve"> bez DPH.</w:t>
      </w:r>
    </w:p>
    <w:p w14:paraId="252247DF" w14:textId="0736EAAB" w:rsidR="00392730" w:rsidRDefault="00392730" w:rsidP="00392730">
      <w:pPr>
        <w:pStyle w:val="Textbezslovn"/>
        <w:rPr>
          <w:b/>
        </w:rPr>
      </w:pPr>
      <w:bookmarkStart w:id="12" w:name="_Hlk160011144"/>
      <w:r w:rsidRPr="00F535F4">
        <w:rPr>
          <w:b/>
        </w:rPr>
        <w:t>Každá z činností uvedených pod písm. a), b)</w:t>
      </w:r>
      <w:r w:rsidRPr="00A458D7">
        <w:rPr>
          <w:b/>
          <w:color w:val="FF0000"/>
        </w:rPr>
        <w:t xml:space="preserve"> </w:t>
      </w:r>
      <w:r w:rsidRPr="00F535F4">
        <w:rPr>
          <w:b/>
        </w:rPr>
        <w:t>výše</w:t>
      </w:r>
      <w:r w:rsidR="00F535F4" w:rsidRPr="00F535F4">
        <w:rPr>
          <w:b/>
        </w:rPr>
        <w:t xml:space="preserve"> </w:t>
      </w:r>
      <w:r w:rsidRPr="00F535F4">
        <w:rPr>
          <w:b/>
        </w:rPr>
        <w:t>musí být doložena alespoň</w:t>
      </w:r>
      <w:r w:rsidR="008F0F5E" w:rsidRPr="008F0F5E">
        <w:rPr>
          <w:b/>
        </w:rPr>
        <w:t xml:space="preserve"> </w:t>
      </w:r>
      <w:r w:rsidR="008F0F5E" w:rsidRPr="00F535F4">
        <w:rPr>
          <w:b/>
        </w:rPr>
        <w:t>v</w:t>
      </w:r>
      <w:r w:rsidR="008F0F5E">
        <w:rPr>
          <w:b/>
        </w:rPr>
        <w:t xml:space="preserve"> jedné</w:t>
      </w:r>
      <w:r w:rsidR="008F0F5E" w:rsidRPr="00F535F4">
        <w:rPr>
          <w:b/>
        </w:rPr>
        <w:t xml:space="preserve"> referenční zakáz</w:t>
      </w:r>
      <w:r w:rsidR="008F0F5E">
        <w:rPr>
          <w:b/>
        </w:rPr>
        <w:t>ce</w:t>
      </w:r>
      <w:r w:rsidR="008F0F5E" w:rsidRPr="00F535F4">
        <w:rPr>
          <w:b/>
        </w:rPr>
        <w:t xml:space="preserve"> (význam</w:t>
      </w:r>
      <w:r w:rsidR="008F0F5E">
        <w:rPr>
          <w:b/>
        </w:rPr>
        <w:t>né</w:t>
      </w:r>
      <w:r w:rsidR="008F0F5E" w:rsidRPr="00F535F4">
        <w:rPr>
          <w:b/>
        </w:rPr>
        <w:t xml:space="preserve"> služb</w:t>
      </w:r>
      <w:r w:rsidR="008F0F5E">
        <w:rPr>
          <w:b/>
        </w:rPr>
        <w:t>ě</w:t>
      </w:r>
      <w:r w:rsidR="008F0F5E" w:rsidRPr="00F535F4">
        <w:rPr>
          <w:b/>
        </w:rPr>
        <w:t>)</w:t>
      </w:r>
      <w:r w:rsidRPr="00F535F4">
        <w:rPr>
          <w:b/>
        </w:rPr>
        <w:t>.</w:t>
      </w:r>
    </w:p>
    <w:bookmarkEnd w:id="12"/>
    <w:p w14:paraId="32E8F752" w14:textId="60D547E2" w:rsidR="0055102E" w:rsidRDefault="0055102E" w:rsidP="0055102E">
      <w:pPr>
        <w:pStyle w:val="Textbezslovn"/>
        <w:rPr>
          <w:b/>
        </w:rPr>
      </w:pPr>
      <w:r>
        <w:rPr>
          <w:b/>
        </w:rPr>
        <w:t>Č</w:t>
      </w:r>
      <w:r w:rsidRPr="00F535F4">
        <w:rPr>
          <w:b/>
        </w:rPr>
        <w:t>innost</w:t>
      </w:r>
      <w:r>
        <w:rPr>
          <w:b/>
        </w:rPr>
        <w:t xml:space="preserve"> uvedená </w:t>
      </w:r>
      <w:r w:rsidRPr="00F535F4">
        <w:rPr>
          <w:b/>
        </w:rPr>
        <w:t xml:space="preserve">pod písm. </w:t>
      </w:r>
      <w:r w:rsidR="00DD2C6D">
        <w:rPr>
          <w:b/>
        </w:rPr>
        <w:t>c</w:t>
      </w:r>
      <w:r w:rsidRPr="00F535F4">
        <w:rPr>
          <w:b/>
        </w:rPr>
        <w:t>)</w:t>
      </w:r>
      <w:r w:rsidRPr="00A458D7">
        <w:rPr>
          <w:b/>
          <w:color w:val="FF0000"/>
        </w:rPr>
        <w:t xml:space="preserve"> </w:t>
      </w:r>
      <w:r w:rsidRPr="00F535F4">
        <w:rPr>
          <w:b/>
        </w:rPr>
        <w:t xml:space="preserve">výše musí být doložena alespoň </w:t>
      </w:r>
      <w:r w:rsidR="008F0F5E" w:rsidRPr="00F535F4">
        <w:rPr>
          <w:b/>
        </w:rPr>
        <w:t>ve dvou referenčních zakázkách (významných službách)</w:t>
      </w:r>
      <w:r w:rsidRPr="00F535F4">
        <w:rPr>
          <w:b/>
        </w:rPr>
        <w:t>.</w:t>
      </w:r>
    </w:p>
    <w:p w14:paraId="435B6A10" w14:textId="4F1FFEC2" w:rsidR="00392730" w:rsidRDefault="00392730" w:rsidP="00443400">
      <w:pPr>
        <w:pStyle w:val="Textbezslovn"/>
      </w:pPr>
      <w:r w:rsidRPr="00443400">
        <w:t>Parametry, resp. požadavky na obsahovou náplň činností, uvedené výše pod písm. a), b), 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2500CE3E" w14:textId="6459C925"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9912D9">
        <w:rPr>
          <w:b/>
          <w:bCs/>
        </w:rPr>
        <w:t>47</w:t>
      </w:r>
      <w:r w:rsidR="00443400" w:rsidRPr="00443400">
        <w:rPr>
          <w:b/>
          <w:bCs/>
        </w:rPr>
        <w:t xml:space="preserve"> mil. </w:t>
      </w:r>
      <w:r w:rsidRPr="00443400">
        <w:rPr>
          <w:b/>
          <w:bCs/>
        </w:rPr>
        <w:t>Kč</w:t>
      </w:r>
      <w:r>
        <w:t xml:space="preserve"> bez DPH, přičemž alespoň</w:t>
      </w:r>
      <w:r w:rsidR="00406545">
        <w:t xml:space="preserve"> dvě</w:t>
      </w:r>
      <w:r>
        <w:t xml:space="preserve"> významn</w:t>
      </w:r>
      <w:r w:rsidR="00406545">
        <w:t>é</w:t>
      </w:r>
      <w:r>
        <w:t xml:space="preserve"> služb</w:t>
      </w:r>
      <w:r w:rsidR="00406545">
        <w:t>y</w:t>
      </w:r>
      <w:r>
        <w:t xml:space="preserve"> musí dosahovat </w:t>
      </w:r>
      <w:r w:rsidR="00656A03">
        <w:t xml:space="preserve">hodnoty </w:t>
      </w:r>
      <w:r>
        <w:t xml:space="preserve">nejméně </w:t>
      </w:r>
      <w:r w:rsidR="009912D9">
        <w:rPr>
          <w:b/>
          <w:bCs/>
        </w:rPr>
        <w:t>14</w:t>
      </w:r>
      <w:r w:rsidR="00443400" w:rsidRPr="00443400">
        <w:rPr>
          <w:b/>
          <w:bCs/>
        </w:rPr>
        <w:t xml:space="preserve"> mil.</w:t>
      </w:r>
      <w:r w:rsidR="00443400">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w:t>
      </w:r>
      <w:r w:rsidRPr="000045F9">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2302BFF"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AE1CFF6"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w:t>
      </w:r>
      <w:r w:rsidR="00935206">
        <w:lastRenderedPageBreak/>
        <w:t>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668B4E2D" w:rsidR="00392730" w:rsidRPr="0044340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w:t>
      </w:r>
      <w:r w:rsidRPr="00443400">
        <w:t>zapracování všech připomínek</w:t>
      </w:r>
      <w:r w:rsidR="00F0349F" w:rsidRPr="00443400">
        <w:t xml:space="preserve"> a jej</w:t>
      </w:r>
      <w:r w:rsidR="006A1D4B" w:rsidRPr="00443400">
        <w:t>ím</w:t>
      </w:r>
      <w:r w:rsidR="00F0349F" w:rsidRPr="00443400">
        <w:t xml:space="preserve"> převzetím objednatelem</w:t>
      </w:r>
      <w:r w:rsidRPr="00443400">
        <w:t xml:space="preserve">, a to bez případného podání žádosti o </w:t>
      </w:r>
      <w:r w:rsidR="00043B79" w:rsidRPr="00443400">
        <w:t xml:space="preserve">územní rozhodnutí, územní souhlas, </w:t>
      </w:r>
      <w:r w:rsidRPr="00443400">
        <w:t>stavební povolení</w:t>
      </w:r>
      <w:r w:rsidR="00043B79" w:rsidRPr="00443400">
        <w:t>,</w:t>
      </w:r>
      <w:r w:rsidRPr="00443400">
        <w:t xml:space="preserve"> společné povolení</w:t>
      </w:r>
      <w:r w:rsidR="00414173" w:rsidRPr="00443400">
        <w:t xml:space="preserve"> nebo povolení</w:t>
      </w:r>
      <w:r w:rsidR="00F51311" w:rsidRPr="00443400">
        <w:t xml:space="preserve"> </w:t>
      </w:r>
      <w:r w:rsidR="00DA5362" w:rsidRPr="00443400">
        <w:t xml:space="preserve">záměru (povolení </w:t>
      </w:r>
      <w:r w:rsidR="00F51311" w:rsidRPr="00443400">
        <w:t>stavby</w:t>
      </w:r>
      <w:r w:rsidR="00DA5362" w:rsidRPr="00443400">
        <w:t>)</w:t>
      </w:r>
      <w:r w:rsidRPr="00443400">
        <w:t xml:space="preserve">, je-li součástí plnění zakázky. </w:t>
      </w:r>
      <w:r w:rsidR="00E65BBD" w:rsidRPr="00443400">
        <w:t>Tento odstavec</w:t>
      </w:r>
      <w:r w:rsidR="00BA3D9D" w:rsidRPr="00443400">
        <w:t>, resp. odrážka,</w:t>
      </w:r>
      <w:r w:rsidR="00E65BBD" w:rsidRPr="00443400">
        <w:t xml:space="preserve"> se nevztahuje na službu dle písm. </w:t>
      </w:r>
      <w:r w:rsidR="005A3177">
        <w:t>c</w:t>
      </w:r>
      <w:r w:rsidR="00E65BBD" w:rsidRPr="00443400">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1B58E3">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1B58E3">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4012CBB" w:rsidR="009E1AEE" w:rsidRDefault="009E1AEE" w:rsidP="009E1AEE">
      <w:pPr>
        <w:pStyle w:val="Textbezslovn"/>
      </w:pPr>
      <w:r>
        <w:t xml:space="preserve">Zadavatel požaduje předložení seznamu odborného personálu dodavatele. Pro každou osobu odborného personálu v níže uvedené funkci může být za účelem splnění kvalifikace </w:t>
      </w:r>
      <w:r>
        <w:lastRenderedPageBreak/>
        <w:t>doložena pouze jedna osoba. Jednotlivé požadavky na kvalifikační kritéria u každé jednotlivé funkce</w:t>
      </w:r>
      <w:r w:rsidR="00443400">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443400" w:rsidRDefault="00817A33" w:rsidP="001B58E3">
      <w:pPr>
        <w:pStyle w:val="Odstavec1-1a"/>
        <w:numPr>
          <w:ilvl w:val="0"/>
          <w:numId w:val="12"/>
        </w:numPr>
        <w:rPr>
          <w:b/>
        </w:rPr>
      </w:pPr>
      <w:r w:rsidRPr="00443400">
        <w:rPr>
          <w:b/>
        </w:rPr>
        <w:t>hlavní projektant</w:t>
      </w:r>
      <w:r w:rsidR="003804E2" w:rsidRPr="00443400">
        <w:rPr>
          <w:b/>
        </w:rPr>
        <w:t xml:space="preserve"> (HIP)</w:t>
      </w:r>
      <w:r w:rsidR="009E1AEE" w:rsidRPr="00443400">
        <w:rPr>
          <w:b/>
        </w:rPr>
        <w:t xml:space="preserve"> </w:t>
      </w:r>
    </w:p>
    <w:p w14:paraId="640DC132" w14:textId="15162344" w:rsidR="009E1AEE" w:rsidRPr="00443400" w:rsidRDefault="009E1AEE" w:rsidP="009E1AEE">
      <w:pPr>
        <w:pStyle w:val="Odrka1-2-"/>
      </w:pPr>
      <w:r w:rsidRPr="00443400">
        <w:t xml:space="preserve">nejméně 5 let praxe v projektování </w:t>
      </w:r>
      <w:r w:rsidR="00455731" w:rsidRPr="00443400">
        <w:t>staveb železničních drah</w:t>
      </w:r>
      <w:r w:rsidRPr="00443400">
        <w:t xml:space="preserve">, které obsahovaly alespoň následující činnosti: projektování </w:t>
      </w:r>
      <w:r w:rsidR="00455731" w:rsidRPr="00443400">
        <w:t>železniční</w:t>
      </w:r>
      <w:r w:rsidR="00443400" w:rsidRPr="00443400">
        <w:t xml:space="preserve">ho </w:t>
      </w:r>
      <w:r w:rsidR="00455731" w:rsidRPr="00443400">
        <w:t>svrš</w:t>
      </w:r>
      <w:r w:rsidR="00443400" w:rsidRPr="00443400">
        <w:t>ku a spodku</w:t>
      </w:r>
      <w:r w:rsidRPr="00443400">
        <w:t xml:space="preserve">; </w:t>
      </w:r>
    </w:p>
    <w:p w14:paraId="7EB977EC" w14:textId="7722BE3A" w:rsidR="009E1AEE" w:rsidRPr="00443400" w:rsidRDefault="009E1AEE" w:rsidP="009E1AEE">
      <w:pPr>
        <w:pStyle w:val="Odrka1-2-"/>
      </w:pPr>
      <w:r w:rsidRPr="00443400">
        <w:t>autorizace v rozsahu dle § 5 odst. 3 písm. b)</w:t>
      </w:r>
      <w:r w:rsidR="00443400">
        <w:t xml:space="preserve"> </w:t>
      </w:r>
      <w:r w:rsidRPr="00443400">
        <w:t xml:space="preserve">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63867F42" w:rsidR="009E1AEE" w:rsidRPr="0069400B" w:rsidRDefault="009E1AEE" w:rsidP="009E1AEE">
      <w:pPr>
        <w:pStyle w:val="Odrka1-2-"/>
      </w:pPr>
      <w:r w:rsidRPr="0069400B">
        <w:t>prokázat zkušenost s plněním alespoň</w:t>
      </w:r>
      <w:r w:rsidR="00A16220" w:rsidRPr="0069400B">
        <w:t xml:space="preserve"> </w:t>
      </w:r>
      <w:r w:rsidR="007A6474" w:rsidRPr="0069400B">
        <w:t>jedné zakázky</w:t>
      </w:r>
      <w:r w:rsidRPr="0069400B">
        <w:t xml:space="preserve"> na projektové práce </w:t>
      </w:r>
      <w:r w:rsidR="000E1758" w:rsidRPr="0069400B">
        <w:t xml:space="preserve">spočívající ve zpracování dokumentace </w:t>
      </w:r>
      <w:r w:rsidRPr="0069400B">
        <w:t>pro stavby železničních drah ve stupni DSP nebo DSP+PDPS nebo DUSP</w:t>
      </w:r>
      <w:r w:rsidR="00CA41FA" w:rsidRPr="0069400B">
        <w:t>/DUSL</w:t>
      </w:r>
      <w:r w:rsidRPr="0069400B">
        <w:t xml:space="preserve"> </w:t>
      </w:r>
      <w:r w:rsidR="00103A92" w:rsidRPr="0069400B">
        <w:t>nebo DUSP</w:t>
      </w:r>
      <w:r w:rsidR="00CA41FA" w:rsidRPr="0069400B">
        <w:t>/DUSL</w:t>
      </w:r>
      <w:r w:rsidR="00103A92" w:rsidRPr="0069400B">
        <w:t xml:space="preserve">+PDPS </w:t>
      </w:r>
      <w:r w:rsidR="000E5DB6" w:rsidRPr="0069400B">
        <w:t xml:space="preserve">nebo DUR+DSP nebo DUR+DSP+PDPS </w:t>
      </w:r>
      <w:r w:rsidRPr="0069400B">
        <w:t>ve funkci vedoucího týmu</w:t>
      </w:r>
      <w:r w:rsidR="00D148BC" w:rsidRPr="0069400B">
        <w:t xml:space="preserve"> </w:t>
      </w:r>
      <w:r w:rsidR="005E49D0" w:rsidRPr="0069400B">
        <w:t>nebo zástupce vedoucího týmu</w:t>
      </w:r>
      <w:r w:rsidRPr="0069400B">
        <w:t xml:space="preserve">, přičemž </w:t>
      </w:r>
      <w:r w:rsidR="00332F74" w:rsidRPr="0069400B">
        <w:t xml:space="preserve">hodnota zakázky </w:t>
      </w:r>
      <w:r w:rsidR="00332F74" w:rsidRPr="0069400B">
        <w:rPr>
          <w:rFonts w:cs="Arial"/>
          <w:bCs/>
        </w:rPr>
        <w:t>musí činit nejméně</w:t>
      </w:r>
      <w:r w:rsidR="0069400B" w:rsidRPr="0069400B">
        <w:rPr>
          <w:rFonts w:cs="Arial"/>
          <w:bCs/>
        </w:rPr>
        <w:t xml:space="preserve"> </w:t>
      </w:r>
      <w:r w:rsidR="00DD2C6D">
        <w:rPr>
          <w:rFonts w:cs="Arial"/>
          <w:b/>
        </w:rPr>
        <w:t>1</w:t>
      </w:r>
      <w:r w:rsidR="009912D9">
        <w:rPr>
          <w:rFonts w:cs="Arial"/>
          <w:b/>
        </w:rPr>
        <w:t>4</w:t>
      </w:r>
      <w:r w:rsidR="00332F74" w:rsidRPr="0069400B">
        <w:rPr>
          <w:rFonts w:cs="Arial"/>
          <w:b/>
        </w:rPr>
        <w:t xml:space="preserve"> </w:t>
      </w:r>
      <w:r w:rsidR="00332F74" w:rsidRPr="0069400B">
        <w:rPr>
          <w:rFonts w:cs="Arial"/>
          <w:b/>
          <w:bCs/>
        </w:rPr>
        <w:t>mil. Kč</w:t>
      </w:r>
      <w:r w:rsidR="00332F74" w:rsidRPr="0069400B">
        <w:rPr>
          <w:rFonts w:cs="Arial"/>
          <w:bCs/>
        </w:rPr>
        <w:t xml:space="preserve"> bez DPH</w:t>
      </w:r>
      <w:r w:rsidR="00332F74" w:rsidRPr="0069400B">
        <w:t xml:space="preserve"> a </w:t>
      </w:r>
      <w:r w:rsidRPr="0069400B">
        <w:t xml:space="preserve">musí </w:t>
      </w:r>
      <w:r w:rsidR="00332F74" w:rsidRPr="0069400B">
        <w:t xml:space="preserve">se </w:t>
      </w:r>
      <w:r w:rsidRPr="0069400B">
        <w:t>jednat o zakázk</w:t>
      </w:r>
      <w:r w:rsidR="00332F74" w:rsidRPr="0069400B">
        <w:t>u</w:t>
      </w:r>
      <w:r w:rsidRPr="0069400B">
        <w:t xml:space="preserve"> dokončen</w:t>
      </w:r>
      <w:r w:rsidR="00332F74" w:rsidRPr="0069400B">
        <w:t>ou</w:t>
      </w:r>
      <w:r w:rsidRPr="0069400B">
        <w:t>, avšak zadavatel nestanoví maximální lhůtu, ve které musel</w:t>
      </w:r>
      <w:r w:rsidR="00332F74" w:rsidRPr="0069400B">
        <w:t>a</w:t>
      </w:r>
      <w:r w:rsidRPr="0069400B">
        <w:t xml:space="preserve"> být zakázk</w:t>
      </w:r>
      <w:r w:rsidR="00332F74" w:rsidRPr="0069400B">
        <w:t>a</w:t>
      </w:r>
      <w:r w:rsidRPr="0069400B">
        <w:t xml:space="preserve"> dokončen</w:t>
      </w:r>
      <w:r w:rsidR="00332F74" w:rsidRPr="0069400B">
        <w:t>a</w:t>
      </w:r>
      <w:r w:rsidRPr="0069400B">
        <w:t>; pokud byla referovaná činnost součástí rozsáhlejšího plnění pro objednatele služby (např. kromě zpracování projektové dokumentace měl dodavatel vykonávat i dozor</w:t>
      </w:r>
      <w:r w:rsidR="007D3F64" w:rsidRPr="0069400B">
        <w:t xml:space="preserve"> projektanta</w:t>
      </w:r>
      <w:r w:rsidRPr="0069400B">
        <w:t>) postačí, pokud je dokončeno plněn</w:t>
      </w:r>
      <w:r w:rsidR="00355D2A" w:rsidRPr="0069400B">
        <w:t>í</w:t>
      </w:r>
      <w:r w:rsidR="0033063F" w:rsidRPr="0069400B">
        <w:t xml:space="preserve"> odpovídající </w:t>
      </w:r>
      <w:r w:rsidR="00857BAC" w:rsidRPr="0069400B">
        <w:t xml:space="preserve">zadavatelem stanovené </w:t>
      </w:r>
      <w:r w:rsidR="0033063F" w:rsidRPr="0069400B">
        <w:t>definici požadované zkušenosti</w:t>
      </w:r>
      <w:r w:rsidR="00355D2A" w:rsidRPr="0069400B">
        <w:t>;</w:t>
      </w:r>
      <w:r w:rsidRPr="0069400B">
        <w:t xml:space="preserve">  </w:t>
      </w:r>
    </w:p>
    <w:p w14:paraId="0AF61FD6" w14:textId="77777777" w:rsidR="005E49D0" w:rsidRPr="0069400B" w:rsidRDefault="005E49D0" w:rsidP="001B58E3">
      <w:pPr>
        <w:pStyle w:val="Odstavec1-1a"/>
        <w:numPr>
          <w:ilvl w:val="0"/>
          <w:numId w:val="12"/>
        </w:numPr>
        <w:rPr>
          <w:b/>
        </w:rPr>
      </w:pPr>
      <w:r w:rsidRPr="0069400B">
        <w:rPr>
          <w:b/>
        </w:rPr>
        <w:t xml:space="preserve">zástupce hlavního projektanta  </w:t>
      </w:r>
    </w:p>
    <w:p w14:paraId="1F2FFABC" w14:textId="3E8C8823" w:rsidR="005E49D0" w:rsidRPr="0069400B" w:rsidRDefault="005E49D0" w:rsidP="005E49D0">
      <w:pPr>
        <w:pStyle w:val="Odrka1-2-"/>
      </w:pPr>
      <w:r w:rsidRPr="0069400B">
        <w:t>nejméně 5 let praxe v projektování staveb železničních drah, které obsahovaly alespoň následující činnosti: projektování železniční</w:t>
      </w:r>
      <w:r w:rsidR="0069400B">
        <w:t>ho svršku a spodku</w:t>
      </w:r>
      <w:r w:rsidRPr="0069400B">
        <w:t xml:space="preserve">; </w:t>
      </w:r>
    </w:p>
    <w:p w14:paraId="6B35904C" w14:textId="7C839342" w:rsidR="005E49D0" w:rsidRPr="0069400B" w:rsidRDefault="005E49D0" w:rsidP="005E49D0">
      <w:pPr>
        <w:pStyle w:val="Odrka1-2-"/>
        <w:rPr>
          <w:b/>
        </w:rPr>
      </w:pPr>
      <w:r w:rsidRPr="0069400B">
        <w:t xml:space="preserve">autorizace v rozsahu dle § 5 odst. 3 písm. b) </w:t>
      </w:r>
      <w:r w:rsidR="00F45B56" w:rsidRPr="0069400B">
        <w:t>autorizačního zákona</w:t>
      </w:r>
      <w:r w:rsidRPr="0069400B">
        <w:t>, tedy pro dopravní stavby;</w:t>
      </w:r>
    </w:p>
    <w:p w14:paraId="5E4C4978" w14:textId="4CEAEA91" w:rsidR="009E1AEE" w:rsidRPr="0069400B" w:rsidRDefault="009E1AEE" w:rsidP="001B58E3">
      <w:pPr>
        <w:pStyle w:val="Odstavec1-1a"/>
        <w:numPr>
          <w:ilvl w:val="0"/>
          <w:numId w:val="12"/>
        </w:numPr>
        <w:rPr>
          <w:b/>
        </w:rPr>
      </w:pPr>
      <w:r w:rsidRPr="0069400B">
        <w:rPr>
          <w:b/>
        </w:rPr>
        <w:t>specialista na železniční svršek a spodek</w:t>
      </w:r>
    </w:p>
    <w:p w14:paraId="5D3774CB" w14:textId="2D6334E4" w:rsidR="00355D2A" w:rsidRPr="0069400B" w:rsidRDefault="009E1AEE" w:rsidP="00355D2A">
      <w:pPr>
        <w:pStyle w:val="Odrka1-2-"/>
      </w:pPr>
      <w:r w:rsidRPr="0069400B">
        <w:t xml:space="preserve">nejméně 5 let praxe </w:t>
      </w:r>
      <w:r w:rsidR="00222BAD" w:rsidRPr="0069400B">
        <w:t xml:space="preserve">v projektování v oboru své specializace </w:t>
      </w:r>
      <w:r w:rsidR="000E1758" w:rsidRPr="0069400B">
        <w:t>(železniční svršek a spodek)</w:t>
      </w:r>
      <w:r w:rsidRPr="0069400B">
        <w:t xml:space="preserve">; </w:t>
      </w:r>
    </w:p>
    <w:p w14:paraId="3388847C" w14:textId="77777777" w:rsidR="009E1AEE" w:rsidRPr="0069400B" w:rsidRDefault="009E1AEE" w:rsidP="00355D2A">
      <w:pPr>
        <w:pStyle w:val="Odrka1-2-"/>
      </w:pPr>
      <w:r w:rsidRPr="0069400B">
        <w:t xml:space="preserve">autorizace v rozsahu dle § 5 odst. 3 písm. b) autorizačního zákona, tedy pro dopravní stavby; </w:t>
      </w:r>
    </w:p>
    <w:p w14:paraId="174F62BD" w14:textId="77777777" w:rsidR="009E1AEE" w:rsidRPr="0069400B" w:rsidRDefault="009E1AEE" w:rsidP="001B58E3">
      <w:pPr>
        <w:pStyle w:val="Odstavec1-1a"/>
        <w:numPr>
          <w:ilvl w:val="0"/>
          <w:numId w:val="12"/>
        </w:numPr>
        <w:rPr>
          <w:b/>
        </w:rPr>
      </w:pPr>
      <w:r w:rsidRPr="0069400B">
        <w:rPr>
          <w:b/>
        </w:rPr>
        <w:t>specialista na mostní a inženýrské konstrukce</w:t>
      </w:r>
    </w:p>
    <w:p w14:paraId="18FAF453" w14:textId="77777777" w:rsidR="00355D2A" w:rsidRPr="0069400B" w:rsidRDefault="009E1AEE" w:rsidP="00355D2A">
      <w:pPr>
        <w:pStyle w:val="Odrka1-2-"/>
      </w:pPr>
      <w:r w:rsidRPr="0069400B">
        <w:t>nejméně 5 let praxe v projektování v oboru své specializace</w:t>
      </w:r>
      <w:r w:rsidR="000E1758" w:rsidRPr="0069400B">
        <w:t xml:space="preserve"> (mostní a inženýrské konstrukce)</w:t>
      </w:r>
      <w:r w:rsidRPr="0069400B">
        <w:t xml:space="preserve">; </w:t>
      </w:r>
    </w:p>
    <w:p w14:paraId="6E7BE1A0" w14:textId="19BEB3F1" w:rsidR="009E1AEE" w:rsidRPr="0069400B" w:rsidRDefault="009E1AEE" w:rsidP="00355D2A">
      <w:pPr>
        <w:pStyle w:val="Odrka1-2-"/>
      </w:pPr>
      <w:r w:rsidRPr="0069400B">
        <w:t xml:space="preserve">autorizace v rozsahu dle § 5 odst. 3 písm. d) autorizačního zákona, tedy v oboru mosty a inženýrské konstrukce; </w:t>
      </w:r>
    </w:p>
    <w:p w14:paraId="42E501CB" w14:textId="77777777" w:rsidR="009E1AEE" w:rsidRPr="0069400B" w:rsidRDefault="009E1AEE" w:rsidP="001B58E3">
      <w:pPr>
        <w:pStyle w:val="Odstavec1-1a"/>
        <w:numPr>
          <w:ilvl w:val="0"/>
          <w:numId w:val="12"/>
        </w:numPr>
        <w:rPr>
          <w:b/>
        </w:rPr>
      </w:pPr>
      <w:r w:rsidRPr="0069400B">
        <w:rPr>
          <w:b/>
        </w:rPr>
        <w:t>specialista na zabezpečovací zařízení</w:t>
      </w:r>
    </w:p>
    <w:p w14:paraId="3CD7E3D6" w14:textId="5876DF79" w:rsidR="00355D2A" w:rsidRPr="0069400B" w:rsidRDefault="009E1AEE" w:rsidP="00355D2A">
      <w:pPr>
        <w:pStyle w:val="Odrka1-2-"/>
      </w:pPr>
      <w:r w:rsidRPr="0069400B">
        <w:lastRenderedPageBreak/>
        <w:t xml:space="preserve">nejméně 5 let praxe </w:t>
      </w:r>
      <w:r w:rsidR="00222BAD" w:rsidRPr="0069400B">
        <w:t xml:space="preserve">v projektování v oboru své specializace </w:t>
      </w:r>
      <w:r w:rsidR="00503605" w:rsidRPr="0069400B">
        <w:t>(</w:t>
      </w:r>
      <w:r w:rsidR="00547AD2" w:rsidRPr="0069400B">
        <w:t xml:space="preserve">železniční </w:t>
      </w:r>
      <w:r w:rsidR="00503605" w:rsidRPr="0069400B">
        <w:t>zabezpečovací zařízení)</w:t>
      </w:r>
      <w:r w:rsidRPr="0069400B">
        <w:t>;</w:t>
      </w:r>
    </w:p>
    <w:p w14:paraId="414C64AE" w14:textId="77777777" w:rsidR="009E1AEE" w:rsidRPr="0069400B" w:rsidRDefault="009E1AEE" w:rsidP="00355D2A">
      <w:pPr>
        <w:pStyle w:val="Odrka1-2-"/>
      </w:pPr>
      <w:r w:rsidRPr="0069400B">
        <w:t xml:space="preserve">autorizace v rozsahu dle § 5 odst. 3 písm. e) autorizačního zákona, tedy v oboru technologická zařízení staveb; </w:t>
      </w:r>
    </w:p>
    <w:p w14:paraId="2ABF3C2E" w14:textId="77777777" w:rsidR="009E1AEE" w:rsidRPr="0069400B" w:rsidRDefault="009E1AEE" w:rsidP="001B58E3">
      <w:pPr>
        <w:pStyle w:val="Odstavec1-1a"/>
        <w:numPr>
          <w:ilvl w:val="0"/>
          <w:numId w:val="12"/>
        </w:numPr>
        <w:rPr>
          <w:b/>
        </w:rPr>
      </w:pPr>
      <w:r w:rsidRPr="0069400B">
        <w:rPr>
          <w:b/>
        </w:rPr>
        <w:t>specialista na sdělovací zařízení</w:t>
      </w:r>
    </w:p>
    <w:p w14:paraId="62D75630" w14:textId="4C622842" w:rsidR="00355D2A" w:rsidRPr="0069400B" w:rsidRDefault="009E1AEE" w:rsidP="00355D2A">
      <w:pPr>
        <w:pStyle w:val="Odrka1-2-"/>
      </w:pPr>
      <w:r w:rsidRPr="0069400B">
        <w:t xml:space="preserve">nejméně 5 let praxe </w:t>
      </w:r>
      <w:r w:rsidR="00222BAD" w:rsidRPr="0069400B">
        <w:t xml:space="preserve">v projektování v oboru své specializace </w:t>
      </w:r>
      <w:r w:rsidR="00503605" w:rsidRPr="0069400B">
        <w:t>(sdělovací zařízení)</w:t>
      </w:r>
      <w:r w:rsidRPr="0069400B">
        <w:t xml:space="preserve">; </w:t>
      </w:r>
    </w:p>
    <w:p w14:paraId="7A124BAC" w14:textId="77777777" w:rsidR="009E1AEE" w:rsidRPr="0069400B" w:rsidRDefault="009E1AEE" w:rsidP="00355D2A">
      <w:pPr>
        <w:pStyle w:val="Odrka1-2-"/>
      </w:pPr>
      <w:r w:rsidRPr="0069400B">
        <w:t xml:space="preserve">autorizace v rozsahu dle § 5 odst. 3 písm. e) autorizačního zákona, tedy v oboru technologická zařízení staveb; </w:t>
      </w:r>
    </w:p>
    <w:p w14:paraId="2AEDF654" w14:textId="0DA69577" w:rsidR="009E1AEE" w:rsidRPr="00A458D7" w:rsidRDefault="009E1AEE" w:rsidP="001B58E3">
      <w:pPr>
        <w:pStyle w:val="Odstavec1-1a"/>
        <w:numPr>
          <w:ilvl w:val="0"/>
          <w:numId w:val="12"/>
        </w:numPr>
        <w:rPr>
          <w:b/>
        </w:rPr>
      </w:pPr>
      <w:r w:rsidRPr="00A458D7">
        <w:rPr>
          <w:b/>
        </w:rPr>
        <w:t>specialista na trakční vedení</w:t>
      </w:r>
      <w:r w:rsidR="0069400B">
        <w:rPr>
          <w:b/>
        </w:rPr>
        <w:t xml:space="preserve"> a silnoproudou technologii</w:t>
      </w:r>
    </w:p>
    <w:p w14:paraId="24DCE838" w14:textId="4CE050AE" w:rsidR="00355D2A" w:rsidRPr="003B0340" w:rsidRDefault="009E1AEE" w:rsidP="00355D2A">
      <w:pPr>
        <w:pStyle w:val="Odrka1-2-"/>
      </w:pPr>
      <w:r w:rsidRPr="003B0340">
        <w:t xml:space="preserve">nejméně 5 let praxe </w:t>
      </w:r>
      <w:r w:rsidR="00222BAD" w:rsidRPr="003B0340">
        <w:t xml:space="preserve">v projektování v oboru své specializace </w:t>
      </w:r>
      <w:r w:rsidR="00503605" w:rsidRPr="003B0340">
        <w:t>(trakční vedení</w:t>
      </w:r>
      <w:r w:rsidR="003B0340" w:rsidRPr="003B0340">
        <w:t xml:space="preserve"> nebo silnoproudá technologie);</w:t>
      </w:r>
      <w:r w:rsidRPr="003B0340">
        <w:t xml:space="preserve"> </w:t>
      </w:r>
    </w:p>
    <w:p w14:paraId="49C57240" w14:textId="77777777" w:rsidR="009E1AEE" w:rsidRPr="003B0340" w:rsidRDefault="009E1AEE" w:rsidP="00355D2A">
      <w:pPr>
        <w:pStyle w:val="Odrka1-2-"/>
      </w:pPr>
      <w:r w:rsidRPr="003B0340">
        <w:t xml:space="preserve">autorizace v rozsahu dle § 5 odst. 3 písm. e) autorizačního zákona, tedy v oboru technologická zařízení staveb; </w:t>
      </w:r>
    </w:p>
    <w:p w14:paraId="1DC0228A" w14:textId="77777777" w:rsidR="009E1AEE" w:rsidRPr="003B0340" w:rsidRDefault="009E1AEE" w:rsidP="001B58E3">
      <w:pPr>
        <w:pStyle w:val="Odstavec1-1a"/>
        <w:numPr>
          <w:ilvl w:val="0"/>
          <w:numId w:val="12"/>
        </w:numPr>
        <w:rPr>
          <w:b/>
        </w:rPr>
      </w:pPr>
      <w:r w:rsidRPr="003B0340">
        <w:rPr>
          <w:b/>
        </w:rPr>
        <w:t>specialista na životní prostředí</w:t>
      </w:r>
    </w:p>
    <w:p w14:paraId="7D2386E7" w14:textId="77777777" w:rsidR="00355D2A" w:rsidRPr="003B0340" w:rsidRDefault="009E1AEE" w:rsidP="00355D2A">
      <w:pPr>
        <w:pStyle w:val="Odrka1-2-"/>
      </w:pPr>
      <w:r w:rsidRPr="003B0340">
        <w:t xml:space="preserve">nejméně 5 let praxe v projektování v oboru své specializace </w:t>
      </w:r>
      <w:r w:rsidR="00503605" w:rsidRPr="003B0340">
        <w:t xml:space="preserve">(životní prostředí) </w:t>
      </w:r>
      <w:r w:rsidRPr="003B0340">
        <w:t xml:space="preserve">nebo v posuzování vlivů na životní prostředí; </w:t>
      </w:r>
    </w:p>
    <w:p w14:paraId="56FB3D22" w14:textId="77777777" w:rsidR="009E1AEE" w:rsidRPr="003B0340" w:rsidRDefault="009E1AEE" w:rsidP="00355D2A">
      <w:pPr>
        <w:pStyle w:val="Odrka1-2-"/>
      </w:pPr>
      <w:r w:rsidRPr="003B0340">
        <w:t>autorizace ke zpracování dokumentace a posudku dle § 19 zák. č. 100/2001 Sb., o posuzování vlivů na životní prostředí, ve znění pozdějších předpisů;</w:t>
      </w:r>
    </w:p>
    <w:p w14:paraId="5F439790" w14:textId="77777777" w:rsidR="009E1AEE" w:rsidRPr="003B0340" w:rsidRDefault="009E1AEE" w:rsidP="001B58E3">
      <w:pPr>
        <w:pStyle w:val="Odstavec1-1a"/>
        <w:numPr>
          <w:ilvl w:val="0"/>
          <w:numId w:val="12"/>
        </w:numPr>
        <w:rPr>
          <w:b/>
        </w:rPr>
      </w:pPr>
      <w:r w:rsidRPr="003B0340">
        <w:rPr>
          <w:b/>
        </w:rPr>
        <w:t xml:space="preserve">specialista na geotechniku </w:t>
      </w:r>
    </w:p>
    <w:p w14:paraId="73A25338" w14:textId="77777777" w:rsidR="00355D2A" w:rsidRPr="003B0340" w:rsidRDefault="009E1AEE" w:rsidP="00355D2A">
      <w:pPr>
        <w:pStyle w:val="Odrka1-2-"/>
      </w:pPr>
      <w:r w:rsidRPr="003B0340">
        <w:t>nejméně 5 let praxe v projektování v oboru své specializace</w:t>
      </w:r>
      <w:r w:rsidR="00503605" w:rsidRPr="003B0340">
        <w:t xml:space="preserve"> (geotechnika)</w:t>
      </w:r>
      <w:r w:rsidRPr="003B0340">
        <w:t xml:space="preserve">; </w:t>
      </w:r>
    </w:p>
    <w:p w14:paraId="355F7717" w14:textId="77777777" w:rsidR="009E1AEE" w:rsidRPr="003B0340" w:rsidRDefault="009E1AEE" w:rsidP="00355D2A">
      <w:pPr>
        <w:pStyle w:val="Odrka1-2-"/>
      </w:pPr>
      <w:r w:rsidRPr="003B0340">
        <w:t>autorizace v rozsahu dle § 5 odst. 3 písm. i) autorizačního zákona, tedy v oboru geotechnika;</w:t>
      </w:r>
    </w:p>
    <w:p w14:paraId="2EA74AE5" w14:textId="77777777" w:rsidR="009E1AEE" w:rsidRPr="003B0340" w:rsidRDefault="009E1AEE" w:rsidP="001B58E3">
      <w:pPr>
        <w:pStyle w:val="Odstavec1-1a"/>
        <w:numPr>
          <w:ilvl w:val="0"/>
          <w:numId w:val="12"/>
        </w:numPr>
        <w:rPr>
          <w:b/>
        </w:rPr>
      </w:pPr>
      <w:r w:rsidRPr="003B0340">
        <w:rPr>
          <w:b/>
        </w:rPr>
        <w:t xml:space="preserve">koordinátor BOZP </w:t>
      </w:r>
    </w:p>
    <w:p w14:paraId="534BCC10" w14:textId="77777777" w:rsidR="00355D2A" w:rsidRPr="003B0340" w:rsidRDefault="009E1AEE" w:rsidP="00355D2A">
      <w:pPr>
        <w:pStyle w:val="Odrka1-2-"/>
      </w:pPr>
      <w:r w:rsidRPr="003B0340">
        <w:t xml:space="preserve">nejméně 3 roky praxe ve svém oboru; </w:t>
      </w:r>
    </w:p>
    <w:p w14:paraId="1DE05C67" w14:textId="11F8053F" w:rsidR="009E1AEE" w:rsidRPr="003B0340" w:rsidRDefault="009E1AEE" w:rsidP="00355D2A">
      <w:pPr>
        <w:pStyle w:val="Odrka1-2-"/>
      </w:pPr>
      <w:r w:rsidRPr="003B0340">
        <w:t xml:space="preserve">osvědčení o odborné způsobilosti koordinátora BOZP na staveništi podle § 14, resp. § 10 odst. 2 zákona č. 309/2006 Sb., o zajištění dalších podmínek bezpečnosti a ochrany zdraví při práci, </w:t>
      </w:r>
      <w:r w:rsidR="00D7668B" w:rsidRPr="003B0340">
        <w:t>ve znění pozdějších předpisů</w:t>
      </w:r>
      <w:r w:rsidR="0000503C" w:rsidRPr="003B0340">
        <w:t>, ve spojení s</w:t>
      </w:r>
      <w:r w:rsidRPr="003B0340">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3B0340" w:rsidRDefault="009E1AEE" w:rsidP="001B58E3">
      <w:pPr>
        <w:pStyle w:val="Odstavec1-1a"/>
        <w:numPr>
          <w:ilvl w:val="0"/>
          <w:numId w:val="12"/>
        </w:numPr>
        <w:rPr>
          <w:b/>
        </w:rPr>
      </w:pPr>
      <w:r w:rsidRPr="003B0340">
        <w:rPr>
          <w:b/>
        </w:rPr>
        <w:t>specialista na inženýrskou činnost</w:t>
      </w:r>
    </w:p>
    <w:p w14:paraId="4FE00FAD" w14:textId="33147FB8" w:rsidR="009E1AEE" w:rsidRPr="003B0340" w:rsidRDefault="009E1AEE" w:rsidP="00355D2A">
      <w:pPr>
        <w:pStyle w:val="Odrka1-2-"/>
      </w:pPr>
      <w:r w:rsidRPr="003B0340">
        <w:t xml:space="preserve">nejméně 5 let praxe ve výkonu inženýrské činnosti pro vydání stavebního povolení nebo společného povolení </w:t>
      </w:r>
      <w:r w:rsidR="007278C9" w:rsidRPr="003B0340">
        <w:t xml:space="preserve">nebo povolení </w:t>
      </w:r>
      <w:r w:rsidR="00DA5362" w:rsidRPr="003B0340">
        <w:t xml:space="preserve">záměru (povolení </w:t>
      </w:r>
      <w:r w:rsidR="00F51311" w:rsidRPr="003B0340">
        <w:t>stavby</w:t>
      </w:r>
      <w:r w:rsidR="00DA5362" w:rsidRPr="003B0340">
        <w:t>)</w:t>
      </w:r>
      <w:r w:rsidR="007278C9" w:rsidRPr="003B0340">
        <w:t xml:space="preserve">, </w:t>
      </w:r>
      <w:r w:rsidRPr="003B0340">
        <w:t>včetně majetkoprávní přípravy staveb;</w:t>
      </w:r>
    </w:p>
    <w:p w14:paraId="50B6BDC3" w14:textId="77777777" w:rsidR="009E1AEE" w:rsidRPr="00B01E64" w:rsidRDefault="009E1AEE" w:rsidP="001B58E3">
      <w:pPr>
        <w:pStyle w:val="Odstavec1-1a"/>
        <w:numPr>
          <w:ilvl w:val="0"/>
          <w:numId w:val="12"/>
        </w:numPr>
        <w:rPr>
          <w:b/>
        </w:rPr>
      </w:pPr>
      <w:r w:rsidRPr="00B01E64">
        <w:rPr>
          <w:b/>
        </w:rPr>
        <w:t xml:space="preserve">specialista na hodnocení ekonomické efektivnosti </w:t>
      </w:r>
    </w:p>
    <w:p w14:paraId="047ACFC0" w14:textId="34204A9E" w:rsidR="009E1AEE" w:rsidRPr="00B01E64" w:rsidRDefault="009E1AEE" w:rsidP="00355D2A">
      <w:pPr>
        <w:pStyle w:val="Odrka1-2-"/>
      </w:pPr>
      <w:r w:rsidRPr="00B01E64">
        <w:t xml:space="preserve">nejméně 3 roky praxe v oblasti hodnocení ekonomické efektivnosti </w:t>
      </w:r>
      <w:r w:rsidR="006E100C" w:rsidRPr="00B01E64">
        <w:t xml:space="preserve">staveb </w:t>
      </w:r>
      <w:r w:rsidRPr="00B01E64">
        <w:t>železničních drah celostátních nebo regionálních;</w:t>
      </w:r>
    </w:p>
    <w:p w14:paraId="76809AFD" w14:textId="4A675701" w:rsidR="009E1AEE" w:rsidRPr="00B01E64" w:rsidRDefault="009E1AEE" w:rsidP="00355D2A">
      <w:pPr>
        <w:pStyle w:val="Odrka1-2-"/>
      </w:pPr>
      <w:r w:rsidRPr="00B01E64">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B01E64">
        <w:t xml:space="preserve"> </w:t>
      </w:r>
      <w:r w:rsidR="0033063F" w:rsidRPr="00B01E64">
        <w:t>zkušenosti</w:t>
      </w:r>
      <w:r w:rsidRPr="00B01E64">
        <w:t xml:space="preserve">, tj. zpracování či ověření platnosti hodnocení ekonomické efektivnosti), (ii) hodnocení ekonomické efektivnosti </w:t>
      </w:r>
      <w:r w:rsidRPr="00B01E64">
        <w:lastRenderedPageBreak/>
        <w:t>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6E05758F" w14:textId="7225651C" w:rsidR="009E1AEE" w:rsidRPr="00777975" w:rsidRDefault="00777975" w:rsidP="00355D2A">
      <w:pPr>
        <w:pStyle w:val="Odrka1-3"/>
      </w:pPr>
      <w:r w:rsidRPr="00777975">
        <w:t>480 000 000 Kč</w:t>
      </w:r>
      <w:r w:rsidR="009E1AEE" w:rsidRPr="00777975">
        <w:t xml:space="preserve"> bez DPH</w:t>
      </w:r>
      <w:r w:rsidRPr="00777975">
        <w:t>.</w:t>
      </w:r>
    </w:p>
    <w:p w14:paraId="446AC155" w14:textId="4EA3CAF6"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D1ED16D" w14:textId="77777777" w:rsidR="003B0340" w:rsidRPr="00B01E64" w:rsidRDefault="009E1AEE" w:rsidP="003B0340">
      <w:pPr>
        <w:pStyle w:val="Textbezslovn"/>
      </w:pPr>
      <w:r w:rsidRPr="00B01E64">
        <w:t>V souvislosti s požadavky na zkušenost specialisty na hodnocení ekonomické efektivnosti zadavatel upřesňuje následující pojmy:</w:t>
      </w:r>
      <w:r w:rsidR="00020AF4" w:rsidRPr="00B01E64">
        <w:t xml:space="preserve"> </w:t>
      </w:r>
    </w:p>
    <w:p w14:paraId="445D2A2A" w14:textId="590C6F83" w:rsidR="009E1AEE" w:rsidRPr="00B01E64" w:rsidRDefault="009E1AEE" w:rsidP="003B0340">
      <w:pPr>
        <w:pStyle w:val="Textbezslovn"/>
      </w:pPr>
      <w:r w:rsidRPr="00B01E64">
        <w:t xml:space="preserve">Záměrem projektu se rozumí </w:t>
      </w:r>
      <w:r w:rsidR="00817A33" w:rsidRPr="00B01E64">
        <w:t xml:space="preserve">předprojektová </w:t>
      </w:r>
      <w:r w:rsidRPr="00B01E64">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B01E64" w:rsidRDefault="009E1AEE" w:rsidP="00355D2A">
      <w:pPr>
        <w:pStyle w:val="Odrka1-1"/>
      </w:pPr>
      <w:r w:rsidRPr="00B01E64">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77777777" w:rsidR="009E1AEE" w:rsidRPr="00B01E64" w:rsidRDefault="009E1AEE" w:rsidP="00355D2A">
      <w:pPr>
        <w:pStyle w:val="Odrka1-1"/>
      </w:pPr>
      <w:r w:rsidRPr="00B01E64">
        <w:lastRenderedPageBreak/>
        <w:t>Projektovou žá</w:t>
      </w:r>
      <w:r w:rsidRPr="00B01E64">
        <w:rPr>
          <w:rStyle w:val="Odrka1-1Char"/>
        </w:rPr>
        <w:t xml:space="preserve">dostí o spolufinancování z prostředků EU se rozumí </w:t>
      </w:r>
      <w:r w:rsidRPr="00B01E64">
        <w:t>dokumentace</w:t>
      </w:r>
      <w:r w:rsidRPr="00B01E64">
        <w:rPr>
          <w:rStyle w:val="Odrka1-1Char"/>
        </w:rPr>
        <w:t>, která slouží</w:t>
      </w:r>
      <w:r w:rsidRPr="00B01E64">
        <w:t xml:space="preserve"> k zajištění finančních prostředků pro financování stavby ze zdrojů EU a jejíž podoba je definována příslušným dotačním programem, např. OPD,  nástroj CEF.</w:t>
      </w:r>
    </w:p>
    <w:p w14:paraId="115C8586" w14:textId="4C63C8E1" w:rsidR="009E1AEE" w:rsidRPr="00777975" w:rsidRDefault="009E1AEE" w:rsidP="00777975">
      <w:pPr>
        <w:pStyle w:val="Odrka1-1"/>
      </w:pPr>
      <w:r w:rsidRPr="00B01E6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7777777" w:rsidR="009E1AEE" w:rsidRDefault="009E1AEE" w:rsidP="009E1AEE">
      <w:pPr>
        <w:pStyle w:val="Textbezslovn"/>
      </w:pPr>
      <w:r w:rsidRPr="00B01E64">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w:t>
      </w:r>
      <w:r>
        <w:t xml:space="preserve">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3397AEEC" w:rsidR="009E1AEE" w:rsidRDefault="009E1AEE" w:rsidP="009E1AEE">
      <w:pPr>
        <w:pStyle w:val="Textbezslovn"/>
      </w:pPr>
      <w:r w:rsidRPr="003B0340">
        <w:t xml:space="preserve">Zadavatel si vyhrazuje právo ověřit pravdivost údajů o zkušenostech </w:t>
      </w:r>
      <w:r w:rsidR="00817A33" w:rsidRPr="003B0340">
        <w:t>hlavního projektanta</w:t>
      </w:r>
      <w:r w:rsidR="00AD0714" w:rsidRPr="003B0340">
        <w:t xml:space="preserve"> (HIP)</w:t>
      </w:r>
      <w:r w:rsidR="003B0340" w:rsidRPr="003B0340">
        <w:t xml:space="preserve"> </w:t>
      </w:r>
      <w:r w:rsidRPr="003B0340">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lastRenderedPageBreak/>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w:t>
      </w:r>
      <w:r>
        <w:lastRenderedPageBreak/>
        <w:t>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666E3702"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w:t>
      </w:r>
      <w:r>
        <w:lastRenderedPageBreak/>
        <w:t xml:space="preserve">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6AC82819"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5A8EE0EC"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0032EB54"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93EE136" w14:textId="14B20DBF" w:rsidR="0010091D" w:rsidRPr="00B2309B" w:rsidRDefault="006C21E8" w:rsidP="009D746B">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lastRenderedPageBreak/>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lastRenderedPageBreak/>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63812327"/>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CC0AA1B"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3B0340">
        <w:t>zpracování D</w:t>
      </w:r>
      <w:r w:rsidR="000E5DB6" w:rsidRPr="003B0340">
        <w:t>U</w:t>
      </w:r>
      <w:r w:rsidRPr="003B0340">
        <w:t>S</w:t>
      </w:r>
      <w:r w:rsidR="003B0340" w:rsidRPr="003B0340">
        <w:t>L</w:t>
      </w:r>
      <w:r w:rsidRPr="003B0340">
        <w:t xml:space="preserve"> </w:t>
      </w:r>
      <w:r w:rsidR="00774789" w:rsidRPr="003B0340">
        <w:t>a PDPS</w:t>
      </w:r>
      <w:r w:rsidR="00774789">
        <w:t xml:space="preserve"> </w:t>
      </w:r>
      <w:r>
        <w:t xml:space="preserve">bez DPH a Ceny za výkon dozoru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298C3690" w:rsidR="00465FDD" w:rsidRDefault="00465FDD" w:rsidP="00F348C0">
      <w:pPr>
        <w:pStyle w:val="Odrka1-3"/>
        <w:numPr>
          <w:ilvl w:val="0"/>
          <w:numId w:val="0"/>
        </w:numPr>
        <w:ind w:left="1531"/>
      </w:pPr>
      <w:r>
        <w:t xml:space="preserve">Cenu za </w:t>
      </w:r>
      <w:r w:rsidRPr="003B0340">
        <w:t>zpracování D</w:t>
      </w:r>
      <w:r w:rsidR="000E5DB6" w:rsidRPr="003B0340">
        <w:t>U</w:t>
      </w:r>
      <w:r w:rsidRPr="003B0340">
        <w:t>S</w:t>
      </w:r>
      <w:r w:rsidR="003B0340" w:rsidRPr="003B0340">
        <w:t>L</w:t>
      </w:r>
      <w:r w:rsidR="00D6552D" w:rsidRPr="003B0340">
        <w:t xml:space="preserve"> </w:t>
      </w:r>
      <w:r w:rsidRPr="003B0340">
        <w:t>a PDPS</w:t>
      </w:r>
      <w:r>
        <w:t xml:space="preserve"> podle členění na základní a dodatečné služby, cenu za výkon dozoru</w:t>
      </w:r>
      <w:r w:rsidR="007D3F64">
        <w:t xml:space="preserve"> projektanta</w:t>
      </w:r>
      <w:r>
        <w:t xml:space="preserve">, dále Cenu Díla dle členění na Cenu za </w:t>
      </w:r>
      <w:r w:rsidRPr="003B0340">
        <w:t>zpracování D</w:t>
      </w:r>
      <w:r w:rsidR="000E5DB6" w:rsidRPr="003B0340">
        <w:t>U</w:t>
      </w:r>
      <w:r w:rsidRPr="003B0340">
        <w:t>S</w:t>
      </w:r>
      <w:r w:rsidR="003B0340" w:rsidRPr="003B0340">
        <w:t>L</w:t>
      </w:r>
      <w:r w:rsidR="00D6552D" w:rsidRPr="003B0340">
        <w:t xml:space="preserve"> </w:t>
      </w:r>
      <w:r w:rsidR="00774789" w:rsidRPr="003B0340">
        <w:t xml:space="preserve">a PDPS </w:t>
      </w:r>
      <w:r w:rsidRPr="003B0340">
        <w:t>bez</w:t>
      </w:r>
      <w:r>
        <w:t xml:space="preserve"> DPH a Cenu za výkon dozoru </w:t>
      </w:r>
      <w:r w:rsidR="007D3F64">
        <w:t xml:space="preserve">projektanta </w:t>
      </w:r>
      <w:r>
        <w:t xml:space="preserve">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w:t>
      </w:r>
      <w:r>
        <w:lastRenderedPageBreak/>
        <w:t xml:space="preserve">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 </w:t>
      </w:r>
      <w:r w:rsidR="007D3F64">
        <w:t xml:space="preserve">projektanta </w:t>
      </w:r>
      <w:r>
        <w:t>je tvořena násobkem jednotkové ceny (tj. průměrné hodinové sazby za výkon dozoru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63812328"/>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63812329"/>
      <w:r>
        <w:t>OBSAH</w:t>
      </w:r>
      <w:r w:rsidR="00845C50">
        <w:t xml:space="preserve"> a </w:t>
      </w:r>
      <w:r>
        <w:t>PODÁVÁNÍ NABÍDEK</w:t>
      </w:r>
      <w:bookmarkEnd w:id="15"/>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vyhl.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w:t>
      </w:r>
      <w:r w:rsidRPr="00F348C0">
        <w:lastRenderedPageBreak/>
        <w:t xml:space="preserve">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w:t>
      </w:r>
      <w:r>
        <w:lastRenderedPageBreak/>
        <w:t>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63812330"/>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A15B590"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3B0340">
        <w:t>zpracování D</w:t>
      </w:r>
      <w:r w:rsidR="000E5DB6" w:rsidRPr="003B0340">
        <w:t>U</w:t>
      </w:r>
      <w:r w:rsidRPr="003B0340">
        <w:t>S</w:t>
      </w:r>
      <w:r w:rsidR="003B0340" w:rsidRPr="003B0340">
        <w:t>L</w:t>
      </w:r>
      <w:r w:rsidR="00D6552D" w:rsidRPr="003B0340">
        <w:t xml:space="preserve"> </w:t>
      </w:r>
      <w:r w:rsidR="00040961" w:rsidRPr="003B0340">
        <w:t xml:space="preserve">a PDPS </w:t>
      </w:r>
      <w:r w:rsidRPr="003B0340">
        <w:t xml:space="preserve">bez DPH a celkové Ceny za výkon dozoru </w:t>
      </w:r>
      <w:r w:rsidR="001675E3" w:rsidRPr="003B0340">
        <w:t xml:space="preserve">projektanta </w:t>
      </w:r>
      <w:r w:rsidRPr="003B0340">
        <w:t>bez DPH, bude předmětem hodnocení</w:t>
      </w:r>
      <w:r>
        <w:t xml:space="preserve">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63812331"/>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63812332"/>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63812333"/>
      <w:r>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w:t>
      </w:r>
      <w:r w:rsidR="0037744B" w:rsidRPr="004039B9">
        <w:lastRenderedPageBreak/>
        <w:t>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63812334"/>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7FD33E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w:t>
      </w:r>
      <w:r w:rsidRPr="003B0340">
        <w:t>vzoru smlouvy jako Cena Díla bez DPH, která představuje součet celkové Ceny za zpracování D</w:t>
      </w:r>
      <w:r w:rsidR="000E5DB6" w:rsidRPr="003B0340">
        <w:t>U</w:t>
      </w:r>
      <w:r w:rsidRPr="003B0340">
        <w:t>S</w:t>
      </w:r>
      <w:r w:rsidR="003B0340" w:rsidRPr="003B0340">
        <w:t xml:space="preserve">L </w:t>
      </w:r>
      <w:r w:rsidR="00040961" w:rsidRPr="003B0340">
        <w:t xml:space="preserve">a PDPS </w:t>
      </w:r>
      <w:r w:rsidRPr="003B0340">
        <w:t>bez DPH</w:t>
      </w:r>
      <w:r>
        <w:t xml:space="preserve"> a celkové Ceny za výkon dozoru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lastRenderedPageBreak/>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F4A2670"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Pr="00B77110">
              <w:rPr>
                <w:rFonts w:cs="Arial"/>
                <w:b/>
                <w:bCs/>
              </w:rPr>
              <w:t xml:space="preserve"> </w:t>
            </w:r>
            <w:r w:rsidR="00DD2C6D">
              <w:rPr>
                <w:rFonts w:cs="Arial"/>
                <w:b/>
                <w:bCs/>
              </w:rPr>
              <w:t>1</w:t>
            </w:r>
            <w:r w:rsidR="009912D9">
              <w:rPr>
                <w:rFonts w:cs="Arial"/>
                <w:b/>
                <w:bCs/>
              </w:rPr>
              <w:t>4</w:t>
            </w:r>
            <w:r w:rsidR="00C9008F">
              <w:rPr>
                <w:rFonts w:cs="Arial"/>
                <w:b/>
                <w:bCs/>
              </w:rPr>
              <w:t xml:space="preserve"> mil. </w:t>
            </w:r>
            <w:r w:rsidRPr="00C9008F">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B60185">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AB17AA5"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w:t>
            </w:r>
            <w:r w:rsidRPr="00B77110">
              <w:rPr>
                <w:rFonts w:cs="Arial"/>
                <w:bCs/>
              </w:rPr>
              <w:lastRenderedPageBreak/>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C9008F">
              <w:rPr>
                <w:rFonts w:cs="Arial"/>
                <w:bCs/>
              </w:rPr>
              <w:t xml:space="preserve"> </w:t>
            </w:r>
            <w:r w:rsidR="00DD2C6D">
              <w:rPr>
                <w:rFonts w:cs="Arial"/>
                <w:b/>
              </w:rPr>
              <w:t>1</w:t>
            </w:r>
            <w:r w:rsidR="009912D9">
              <w:rPr>
                <w:rFonts w:cs="Arial"/>
                <w:b/>
              </w:rPr>
              <w:t>4</w:t>
            </w:r>
            <w:r w:rsidR="00C9008F" w:rsidRPr="00C9008F">
              <w:rPr>
                <w:rFonts w:cs="Arial"/>
                <w:b/>
              </w:rPr>
              <w:t xml:space="preserve"> mil.</w:t>
            </w:r>
            <w:r w:rsidRPr="00C9008F">
              <w:rPr>
                <w:rFonts w:cs="Arial"/>
                <w:b/>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lastRenderedPageBreak/>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B6018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25BACB42" w:rsidR="00B77110" w:rsidRPr="00B77110" w:rsidRDefault="00565026" w:rsidP="00C60FCF">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rsidR="007278C9">
              <w:t xml:space="preserve">nebo povolení </w:t>
            </w:r>
            <w:r w:rsidR="00DA5362">
              <w:t xml:space="preserve">záměru (povolení </w:t>
            </w:r>
            <w:r w:rsidR="00F51311">
              <w:t>stavby</w:t>
            </w:r>
            <w:r w:rsidR="00DA5362">
              <w:t>)</w:t>
            </w:r>
            <w:r w:rsidR="007278C9">
              <w:t xml:space="preserve">,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0D68E0">
              <w:rPr>
                <w:rFonts w:cs="Arial"/>
                <w:bCs/>
              </w:rPr>
              <w:t xml:space="preserve"> </w:t>
            </w:r>
            <w:r w:rsidR="00DD2C6D">
              <w:rPr>
                <w:rFonts w:cs="Arial"/>
                <w:b/>
              </w:rPr>
              <w:t>1</w:t>
            </w:r>
            <w:r w:rsidR="009912D9">
              <w:rPr>
                <w:rFonts w:cs="Arial"/>
                <w:b/>
              </w:rPr>
              <w:t>4</w:t>
            </w:r>
            <w:r w:rsidR="000D68E0" w:rsidRPr="000D68E0">
              <w:rPr>
                <w:rFonts w:cs="Arial"/>
                <w:b/>
              </w:rPr>
              <w:t xml:space="preserve"> mil.</w:t>
            </w:r>
            <w:r w:rsidRPr="000D68E0">
              <w:rPr>
                <w:rFonts w:cs="Arial"/>
                <w:b/>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CF49230"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lastRenderedPageBreak/>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A2E614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 xml:space="preserve">členů </w:t>
      </w:r>
      <w:r w:rsidR="009F3B3B">
        <w:lastRenderedPageBreak/>
        <w:t>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F66C90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w:t>
      </w:r>
      <w:r>
        <w:lastRenderedPageBreak/>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6381233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63812336"/>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w:t>
      </w:r>
      <w:r w:rsidRPr="00A965D3">
        <w:lastRenderedPageBreak/>
        <w:t>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Pr="00D429D8" w:rsidRDefault="00572F04" w:rsidP="00572F04">
      <w:pPr>
        <w:pStyle w:val="Odrka1-1"/>
      </w:pPr>
      <w:r w:rsidRPr="00D429D8">
        <w:t xml:space="preserve">kopie </w:t>
      </w:r>
      <w:r w:rsidR="00285F49" w:rsidRPr="00D429D8">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B0DB1" w:rsidRPr="00D429D8">
        <w:t xml:space="preserve">resp. pro vedoucího elektrotechnika dle § 7 nařízení vlády č. 194/2022 Sb., o požadavcích na odbornou způsobilost k výkonu činnosti na elektrických zařízeních a na odbornou způsobilost v elektrotechnice, </w:t>
      </w:r>
      <w:r w:rsidR="00285F49" w:rsidRPr="00D429D8">
        <w:t xml:space="preserve">nebo </w:t>
      </w:r>
      <w:r w:rsidRPr="00D429D8">
        <w:t xml:space="preserve">dokladu o elektrotechnické kvalifikaci při činnostech na </w:t>
      </w:r>
      <w:r w:rsidR="009B0DB1" w:rsidRPr="00D429D8">
        <w:t xml:space="preserve">vyhrazených </w:t>
      </w:r>
      <w:r w:rsidRPr="00D429D8">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Pr="00D429D8" w:rsidRDefault="00572F04" w:rsidP="00572F04">
      <w:pPr>
        <w:pStyle w:val="Odrka1-1"/>
      </w:pPr>
      <w:r w:rsidRPr="00D429D8">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D429D8">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 xml:space="preserve">U vybraného dodavatele, je-li českou právnickou osobou, zadavatel zjistí údaje o jeho skutečném majiteli podle zákona upravujícího evidenci skutečných majitelů (dále jen </w:t>
      </w:r>
      <w:r w:rsidRPr="00855D68">
        <w:lastRenderedPageBreak/>
        <w:t>"skutečný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170F553E" w:rsidR="00BE22EE" w:rsidRPr="009E079A"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w:t>
      </w:r>
      <w:r>
        <w:lastRenderedPageBreak/>
        <w:t xml:space="preserve">prokázání a posouzení podmínek kvalifikace </w:t>
      </w:r>
      <w:r w:rsidRPr="009E079A">
        <w:t>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w:t>
      </w:r>
      <w:r w:rsidR="00BF6E6C" w:rsidRPr="009E079A">
        <w:t xml:space="preserve"> </w:t>
      </w:r>
      <w:r w:rsidRPr="009E079A">
        <w:t>těchto Pokynů ve vztahu k této jiné osobě.</w:t>
      </w:r>
    </w:p>
    <w:p w14:paraId="187B794F" w14:textId="77777777" w:rsidR="0035531B" w:rsidRPr="009E079A" w:rsidRDefault="0035531B" w:rsidP="00B77C6D">
      <w:pPr>
        <w:pStyle w:val="Nadpis1-1"/>
      </w:pPr>
      <w:bookmarkStart w:id="23" w:name="_Toc163812337"/>
      <w:r w:rsidRPr="009E079A">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63812338"/>
      <w:r>
        <w:t>ZADÁVACÍ LHŮTA</w:t>
      </w:r>
      <w:r w:rsidR="00845C50">
        <w:t xml:space="preserve"> </w:t>
      </w:r>
      <w:r w:rsidR="00092CC9">
        <w:t>A</w:t>
      </w:r>
      <w:r w:rsidR="00845C50">
        <w:t> </w:t>
      </w:r>
      <w:r>
        <w:t>JISTOTA ZA NABÍDKU</w:t>
      </w:r>
      <w:bookmarkEnd w:id="24"/>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4C11319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912D9">
        <w:rPr>
          <w:b/>
          <w:bCs/>
        </w:rPr>
        <w:t>7</w:t>
      </w:r>
      <w:r w:rsidR="00400222" w:rsidRPr="00400222">
        <w:rPr>
          <w:b/>
          <w:bCs/>
        </w:rPr>
        <w:t>00 000</w:t>
      </w:r>
      <w:r w:rsidR="00322C09" w:rsidRPr="00400222">
        <w:rPr>
          <w:b/>
          <w:bCs/>
        </w:rPr>
        <w:t>,-</w:t>
      </w:r>
      <w:r w:rsidR="00322C09">
        <w:t xml:space="preserve"> </w:t>
      </w:r>
      <w:r w:rsidRPr="00B035B6">
        <w:rPr>
          <w:b/>
        </w:rPr>
        <w:t xml:space="preserve">Kč </w:t>
      </w:r>
      <w:r>
        <w:t xml:space="preserve">(slovy: </w:t>
      </w:r>
      <w:r w:rsidR="009912D9">
        <w:t>sedm</w:t>
      </w:r>
      <w:r w:rsidR="00400222">
        <w:t xml:space="preserve"> set </w:t>
      </w:r>
      <w:r w:rsidR="00322C09">
        <w:t>tisíc ko</w:t>
      </w:r>
      <w:r>
        <w:t>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56786125"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322C09" w:rsidRPr="00322C09">
        <w:t xml:space="preserve"> 30007-22307011/0710, Česká národní banka se sídlem Na Příkopě 28, 115 03 Praha 1</w:t>
      </w:r>
      <w:r>
        <w:t>, variabilní symbol</w:t>
      </w:r>
      <w:r w:rsidR="00322C09">
        <w:t xml:space="preserve"> 5323520024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63812339"/>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54939E21" w:rsidR="00BA197A" w:rsidRDefault="00423AD4" w:rsidP="00136BBF">
      <w:pPr>
        <w:pStyle w:val="Odrka1-1"/>
      </w:pPr>
      <w:r w:rsidRPr="0060254E">
        <w:t>recyklaci kameniva vyzískávaného z kolejového lože</w:t>
      </w:r>
      <w:r w:rsidR="009F46C7" w:rsidRPr="009F46C7">
        <w:t xml:space="preserve"> </w:t>
      </w:r>
    </w:p>
    <w:p w14:paraId="23D25BD6" w14:textId="549AC84A" w:rsidR="00423AD4" w:rsidRPr="009E079A"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9E079A">
        <w:t>ustanoveních článku 4</w:t>
      </w:r>
      <w:r w:rsidR="00980909" w:rsidRPr="009E079A">
        <w:t xml:space="preserve">.7 </w:t>
      </w:r>
      <w:r w:rsidRPr="009E079A">
        <w:t>závazného vzoru smlouvy, který je dílem 2 zadávací dokumentace</w:t>
      </w:r>
      <w:r w:rsidR="00980909" w:rsidRPr="009E079A">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63812340"/>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1B58E3">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1B58E3">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1B58E3">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63812341"/>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lastRenderedPageBreak/>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42B58B79" w:rsidR="0035531B" w:rsidRDefault="00C475F0" w:rsidP="00C475F0">
      <w:pPr>
        <w:pStyle w:val="Textbezslovn"/>
        <w:ind w:left="0"/>
      </w:pPr>
      <w:r w:rsidRPr="004F03BF">
        <w:t xml:space="preserve">Dodavatel uvede informaci, zda je kótován na burze cenných papírů </w:t>
      </w:r>
      <w:r w:rsidRPr="004F03BF">
        <w:rPr>
          <w:highlight w:val="yellow"/>
        </w:rPr>
        <w:t>[Ano/Ne DOPLNÍ DODAVATEL]</w:t>
      </w:r>
    </w:p>
    <w:p w14:paraId="0E0B427F" w14:textId="3136EEA2" w:rsidR="006A540D" w:rsidRDefault="006A540D" w:rsidP="006A540D">
      <w:pPr>
        <w:pStyle w:val="Textbezslovn"/>
        <w:ind w:left="0"/>
      </w:pPr>
      <w:r w:rsidRPr="006A6AF2">
        <w:t>Řádně jsme se seznámili se zněním zadávacích podmínek veřejné zakázky s názvem</w:t>
      </w:r>
      <w:r w:rsidR="00322C09" w:rsidRPr="00322C09">
        <w:t xml:space="preserve"> </w:t>
      </w:r>
      <w:r w:rsidR="00322C09">
        <w:t>„</w:t>
      </w:r>
      <w:r w:rsidR="00322C09" w:rsidRPr="00322C09">
        <w:rPr>
          <w:b/>
          <w:bCs/>
        </w:rPr>
        <w:t>Modernizace trati Plzeň – Domažlice – st.hranice SRN, 4. stavba, úsek Domažlice (mimo) – státní hranice SRN</w:t>
      </w:r>
      <w:r w:rsidR="00322C09">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1B58E3">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1B58E3">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1B58E3">
      <w:pPr>
        <w:pStyle w:val="Odstavec1-1a"/>
        <w:numPr>
          <w:ilvl w:val="0"/>
          <w:numId w:val="11"/>
        </w:numPr>
      </w:pPr>
      <w:r>
        <w:t>Příjmení: [</w:t>
      </w:r>
      <w:r w:rsidRPr="00DE6A35">
        <w:rPr>
          <w:b/>
          <w:highlight w:val="yellow"/>
        </w:rPr>
        <w:t>DOPLNÍ DODAVATEL</w:t>
      </w:r>
      <w:r>
        <w:t>]</w:t>
      </w:r>
    </w:p>
    <w:p w14:paraId="29EC71CC" w14:textId="77777777" w:rsidR="0035531B" w:rsidRDefault="0035531B" w:rsidP="001B58E3">
      <w:pPr>
        <w:pStyle w:val="Odstavec1-1a"/>
        <w:numPr>
          <w:ilvl w:val="0"/>
          <w:numId w:val="11"/>
        </w:numPr>
      </w:pPr>
      <w:r>
        <w:t>Jméno: [</w:t>
      </w:r>
      <w:r w:rsidRPr="00DE6A35">
        <w:rPr>
          <w:b/>
          <w:highlight w:val="yellow"/>
        </w:rPr>
        <w:t>DOPLNÍ DODAVATEL</w:t>
      </w:r>
      <w:r>
        <w:t>]</w:t>
      </w:r>
    </w:p>
    <w:p w14:paraId="6ED6719A" w14:textId="77777777" w:rsidR="0035531B" w:rsidRDefault="0035531B" w:rsidP="001B58E3">
      <w:pPr>
        <w:pStyle w:val="Odstavec1-1a"/>
        <w:numPr>
          <w:ilvl w:val="0"/>
          <w:numId w:val="11"/>
        </w:numPr>
      </w:pPr>
      <w:r>
        <w:t>Datum narození: [</w:t>
      </w:r>
      <w:r w:rsidRPr="00833899">
        <w:rPr>
          <w:highlight w:val="yellow"/>
        </w:rPr>
        <w:t>DOPLNÍ DODAVATEL</w:t>
      </w:r>
      <w:r>
        <w:t>]</w:t>
      </w:r>
    </w:p>
    <w:p w14:paraId="33D120A0" w14:textId="77777777" w:rsidR="0035531B" w:rsidRDefault="0035531B" w:rsidP="001B58E3">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rsidP="001B58E3">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1B58E3">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1B58E3">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1B58E3">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1B58E3">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rsidP="001B58E3">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1B58E3">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1B58E3">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1B58E3">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1342185" w:rsidR="0035531B" w:rsidRPr="00322C09" w:rsidRDefault="00543F07" w:rsidP="001B58E3">
      <w:pPr>
        <w:pStyle w:val="Odstavec1-1a"/>
        <w:numPr>
          <w:ilvl w:val="0"/>
          <w:numId w:val="11"/>
        </w:numPr>
      </w:pPr>
      <w:r w:rsidRPr="00322C09">
        <w:rPr>
          <w:b/>
        </w:rPr>
        <w:t xml:space="preserve">Zkušenosti </w:t>
      </w:r>
      <w:r w:rsidRPr="00322C09">
        <w:t>s plněním zakázek u funkce</w:t>
      </w:r>
      <w:r w:rsidRPr="00322C09">
        <w:rPr>
          <w:b/>
        </w:rPr>
        <w:t xml:space="preserve"> </w:t>
      </w:r>
      <w:r w:rsidR="008217CE" w:rsidRPr="00322C09">
        <w:rPr>
          <w:b/>
        </w:rPr>
        <w:t>hlavního projektanta</w:t>
      </w:r>
      <w:r w:rsidRPr="00322C09">
        <w:rPr>
          <w:b/>
        </w:rPr>
        <w:t xml:space="preserve"> </w:t>
      </w:r>
      <w:r w:rsidR="00AD0714" w:rsidRPr="00322C09">
        <w:rPr>
          <w:b/>
        </w:rPr>
        <w:t>(HIP)</w:t>
      </w:r>
      <w:r w:rsidR="00BC49C0" w:rsidRPr="00322C09">
        <w:rPr>
          <w:b/>
        </w:rPr>
        <w:t xml:space="preserve">, </w:t>
      </w:r>
      <w:r w:rsidRPr="00322C09">
        <w:rPr>
          <w:b/>
        </w:rPr>
        <w:t>a specialisty na hodnocení ekonomické efektivnosti</w:t>
      </w:r>
      <w:r w:rsidR="006D0FD1" w:rsidRPr="00322C09">
        <w:rPr>
          <w:b/>
        </w:rPr>
        <w:t xml:space="preserve"> </w:t>
      </w:r>
      <w:r w:rsidRPr="00322C09">
        <w:rPr>
          <w:b/>
        </w:rPr>
        <w:t xml:space="preserve">za účelem prokázání kvalifikace </w:t>
      </w:r>
      <w:r w:rsidRPr="00322C09">
        <w:t>(u ostatních osob se tabulka proškrtne nebo nevyplní)</w:t>
      </w:r>
      <w:r w:rsidR="00307641" w:rsidRPr="00322C09">
        <w:rPr>
          <w:rStyle w:val="Znakapoznpodarou"/>
        </w:rPr>
        <w:footnoteReference w:id="7"/>
      </w:r>
      <w:r w:rsidR="0035531B" w:rsidRPr="00322C09">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w:t>
            </w:r>
            <w:r w:rsidR="0079069D" w:rsidRPr="00322C09">
              <w:rPr>
                <w:sz w:val="16"/>
                <w:szCs w:val="16"/>
              </w:rPr>
              <w:t xml:space="preserve">spočívajících ve zpracování dokumentace </w:t>
            </w:r>
            <w:r w:rsidRPr="00322C09">
              <w:rPr>
                <w:sz w:val="16"/>
                <w:szCs w:val="16"/>
              </w:rPr>
              <w:t>/zpracování či ověření platnosti hodnocení ekonomické efektivnosti)</w:t>
            </w:r>
            <w:r w:rsidR="00EF13E3" w:rsidRPr="00322C09">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322C09" w:rsidRDefault="000E48A0" w:rsidP="00307641">
            <w:pPr>
              <w:rPr>
                <w:sz w:val="16"/>
                <w:szCs w:val="16"/>
              </w:rPr>
            </w:pPr>
            <w:r w:rsidRPr="00322C09">
              <w:rPr>
                <w:sz w:val="16"/>
                <w:szCs w:val="16"/>
              </w:rPr>
              <w:t>CIN stavby u referenční zakázky (</w:t>
            </w:r>
            <w:r w:rsidR="00A16220" w:rsidRPr="00322C09">
              <w:rPr>
                <w:sz w:val="16"/>
                <w:szCs w:val="16"/>
              </w:rPr>
              <w:t xml:space="preserve">vyplňuje se </w:t>
            </w:r>
            <w:r w:rsidRPr="00322C09">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322C09" w:rsidRDefault="000E48A0" w:rsidP="00307641">
            <w:pPr>
              <w:rPr>
                <w:b w:val="0"/>
                <w:sz w:val="16"/>
                <w:szCs w:val="16"/>
              </w:rPr>
            </w:pPr>
            <w:r w:rsidRPr="00322C09">
              <w:rPr>
                <w:b w:val="0"/>
                <w:sz w:val="16"/>
                <w:szCs w:val="16"/>
              </w:rPr>
              <w:t>Označení dokumentu, podle kterého bylo zpracováno hodnocení ekonomické efektivnosti (</w:t>
            </w:r>
            <w:r w:rsidR="00A16220" w:rsidRPr="00322C09">
              <w:rPr>
                <w:b w:val="0"/>
                <w:sz w:val="16"/>
                <w:szCs w:val="16"/>
              </w:rPr>
              <w:t xml:space="preserve">vyplňuje se </w:t>
            </w:r>
            <w:r w:rsidRPr="00322C09">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65359065" w:rsidR="0035531B" w:rsidRPr="001950C2" w:rsidRDefault="0035531B" w:rsidP="001B58E3">
      <w:pPr>
        <w:pStyle w:val="Odstavec1-1a"/>
        <w:numPr>
          <w:ilvl w:val="0"/>
          <w:numId w:val="11"/>
        </w:numPr>
      </w:pPr>
      <w:r w:rsidRPr="00452F69">
        <w:rPr>
          <w:b/>
        </w:rPr>
        <w:t>Odborná způsobilost</w:t>
      </w:r>
      <w:r>
        <w:t xml:space="preserve"> podle zvláštních právních předpisů: oprávnění</w:t>
      </w:r>
      <w:r w:rsidR="00BC6D2B">
        <w:t xml:space="preserve"> k </w:t>
      </w:r>
      <w:r>
        <w:t>výkonu vybraných činností ve výstavbě</w:t>
      </w:r>
      <w:r w:rsidR="00A55C9A">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1B58E3">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1B58E3">
      <w:pPr>
        <w:pStyle w:val="Textbezslovn"/>
        <w:numPr>
          <w:ilvl w:val="0"/>
          <w:numId w:val="13"/>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BB5CB43"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r w:rsidR="00322C09" w:rsidRPr="00322C09">
        <w:t xml:space="preserve"> </w:t>
      </w:r>
      <w:r w:rsidR="00322C09" w:rsidRPr="00322C09">
        <w:rPr>
          <w:b/>
          <w:bCs/>
        </w:rPr>
        <w:t>„Modernizace trati Plzeň – Domažlice – st.hranice SRN, 4. stavba, úsek Domažlice (mimo) – státní hranice SRN“</w:t>
      </w:r>
      <w:r w:rsidRPr="00DF0EC8">
        <w:rPr>
          <w:rFonts w:eastAsia="Times New Roman" w:cs="Times New Roman"/>
          <w:lang w:eastAsia="cs-CZ"/>
        </w:rPr>
        <w:t xml:space="preserve">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1B58E3">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1B58E3">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1B58E3">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415258">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20F95" w14:textId="77777777" w:rsidR="00AE2B15" w:rsidRDefault="00AE2B15" w:rsidP="00962258">
      <w:pPr>
        <w:spacing w:after="0" w:line="240" w:lineRule="auto"/>
      </w:pPr>
      <w:r>
        <w:separator/>
      </w:r>
    </w:p>
  </w:endnote>
  <w:endnote w:type="continuationSeparator" w:id="0">
    <w:p w14:paraId="2C0640F5" w14:textId="77777777" w:rsidR="00AE2B15" w:rsidRDefault="00AE2B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2B15" w14:paraId="3852A48B" w14:textId="77777777" w:rsidTr="00EB46E5">
      <w:tc>
        <w:tcPr>
          <w:tcW w:w="1361" w:type="dxa"/>
          <w:tcMar>
            <w:left w:w="0" w:type="dxa"/>
            <w:right w:w="0" w:type="dxa"/>
          </w:tcMar>
          <w:vAlign w:val="bottom"/>
        </w:tcPr>
        <w:p w14:paraId="137C5680" w14:textId="7DFD2540" w:rsidR="00AE2B15" w:rsidRPr="00B8518B" w:rsidRDefault="00AE2B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5F7">
            <w:rPr>
              <w:rStyle w:val="slostrnky"/>
              <w:noProof/>
            </w:rPr>
            <w:t>48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5F7">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AE2B15" w:rsidRDefault="00AE2B15" w:rsidP="00B8518B">
          <w:pPr>
            <w:pStyle w:val="Zpat"/>
          </w:pPr>
        </w:p>
      </w:tc>
      <w:tc>
        <w:tcPr>
          <w:tcW w:w="425" w:type="dxa"/>
          <w:shd w:val="clear" w:color="auto" w:fill="auto"/>
          <w:tcMar>
            <w:left w:w="0" w:type="dxa"/>
            <w:right w:w="0" w:type="dxa"/>
          </w:tcMar>
        </w:tcPr>
        <w:p w14:paraId="7564134E" w14:textId="77777777" w:rsidR="00AE2B15" w:rsidRDefault="00AE2B15" w:rsidP="00B8518B">
          <w:pPr>
            <w:pStyle w:val="Zpat"/>
          </w:pPr>
        </w:p>
      </w:tc>
      <w:tc>
        <w:tcPr>
          <w:tcW w:w="8505" w:type="dxa"/>
        </w:tcPr>
        <w:p w14:paraId="1B4593B8" w14:textId="4EAC88FB" w:rsidR="00AE2B15" w:rsidRPr="00C36F05" w:rsidRDefault="00AE2B15" w:rsidP="00EB46E5">
          <w:pPr>
            <w:pStyle w:val="Zpat0"/>
          </w:pPr>
          <w:r w:rsidRPr="00C36F05">
            <w:t>„Modernizace trati Plzeň – Domažlice – st.hranice SRN, 4. stavba, úsek Domažlice (mimo) – státní hranice SRN“</w:t>
          </w:r>
        </w:p>
        <w:p w14:paraId="5740C166" w14:textId="77777777" w:rsidR="00AE2B15" w:rsidRPr="00C36F05" w:rsidRDefault="00AE2B15" w:rsidP="00EB46E5">
          <w:pPr>
            <w:pStyle w:val="Zpat0"/>
          </w:pPr>
          <w:r w:rsidRPr="00C36F05">
            <w:t xml:space="preserve">Díl 1 – </w:t>
          </w:r>
          <w:r w:rsidRPr="00C36F05">
            <w:rPr>
              <w:caps/>
            </w:rPr>
            <w:t>Požadavky a podmínky pro zpracování nabídky</w:t>
          </w:r>
        </w:p>
        <w:p w14:paraId="6A4851CD" w14:textId="77777777" w:rsidR="00AE2B15" w:rsidRPr="00C36F05" w:rsidRDefault="00AE2B15" w:rsidP="00392730">
          <w:pPr>
            <w:pStyle w:val="Zpat0"/>
          </w:pPr>
          <w:r w:rsidRPr="00C36F05">
            <w:t xml:space="preserve">Část 2 – </w:t>
          </w:r>
          <w:r w:rsidRPr="00C36F05">
            <w:rPr>
              <w:caps/>
            </w:rPr>
            <w:t>Pokyny pro dodavatele</w:t>
          </w:r>
        </w:p>
        <w:p w14:paraId="737706F4" w14:textId="77777777" w:rsidR="00AE2B15" w:rsidRPr="00C36F05" w:rsidRDefault="00AE2B15" w:rsidP="00392730">
          <w:pPr>
            <w:pStyle w:val="Zpat0"/>
          </w:pPr>
        </w:p>
      </w:tc>
    </w:tr>
  </w:tbl>
  <w:p w14:paraId="557F4388" w14:textId="77777777" w:rsidR="00AE2B15" w:rsidRPr="00B8518B" w:rsidRDefault="00AE2B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AE2B15" w:rsidRPr="00B8518B" w:rsidRDefault="00AE2B15" w:rsidP="00460660">
    <w:pPr>
      <w:pStyle w:val="Zpat"/>
      <w:rPr>
        <w:sz w:val="2"/>
        <w:szCs w:val="2"/>
      </w:rPr>
    </w:pPr>
  </w:p>
  <w:p w14:paraId="70C621D3" w14:textId="587CB2C6" w:rsidR="00AE2B15" w:rsidRPr="00460660" w:rsidRDefault="00AE2B1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E28C1" w14:textId="77777777" w:rsidR="00AE2B15" w:rsidRDefault="00AE2B15" w:rsidP="00962258">
      <w:pPr>
        <w:spacing w:after="0" w:line="240" w:lineRule="auto"/>
      </w:pPr>
      <w:r>
        <w:separator/>
      </w:r>
    </w:p>
  </w:footnote>
  <w:footnote w:type="continuationSeparator" w:id="0">
    <w:p w14:paraId="254DA80B" w14:textId="77777777" w:rsidR="00AE2B15" w:rsidRDefault="00AE2B15" w:rsidP="00962258">
      <w:pPr>
        <w:spacing w:after="0" w:line="240" w:lineRule="auto"/>
      </w:pPr>
      <w:r>
        <w:continuationSeparator/>
      </w:r>
    </w:p>
  </w:footnote>
  <w:footnote w:id="1">
    <w:p w14:paraId="14FDFE7A" w14:textId="2AC6E061" w:rsidR="00AE2B15" w:rsidRDefault="00AE2B15"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AE2B15" w:rsidRDefault="00AE2B15"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AE2B15" w:rsidRPr="00EB54C9" w:rsidRDefault="00AE2B15"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AE2B15" w:rsidRDefault="00AE2B15"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AE2B15" w:rsidRDefault="00AE2B15"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AE2B15" w:rsidRDefault="00AE2B1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AE2B15" w:rsidRDefault="00AE2B1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AE2B15" w:rsidRDefault="00AE2B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AE2B15" w:rsidRDefault="00AE2B15"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AE2B15" w:rsidRDefault="00AE2B15"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2B15" w14:paraId="40E70905" w14:textId="77777777" w:rsidTr="00C02D0A">
      <w:trPr>
        <w:trHeight w:hRule="exact" w:val="454"/>
      </w:trPr>
      <w:tc>
        <w:tcPr>
          <w:tcW w:w="1361" w:type="dxa"/>
          <w:tcMar>
            <w:top w:w="57" w:type="dxa"/>
            <w:left w:w="0" w:type="dxa"/>
            <w:right w:w="0" w:type="dxa"/>
          </w:tcMar>
        </w:tcPr>
        <w:p w14:paraId="157A32E1" w14:textId="77777777" w:rsidR="00AE2B15" w:rsidRPr="00B8518B" w:rsidRDefault="00AE2B15" w:rsidP="00523EA7">
          <w:pPr>
            <w:pStyle w:val="Zpat"/>
            <w:rPr>
              <w:rStyle w:val="slostrnky"/>
            </w:rPr>
          </w:pPr>
        </w:p>
      </w:tc>
      <w:tc>
        <w:tcPr>
          <w:tcW w:w="3458" w:type="dxa"/>
          <w:shd w:val="clear" w:color="auto" w:fill="auto"/>
          <w:tcMar>
            <w:top w:w="57" w:type="dxa"/>
            <w:left w:w="0" w:type="dxa"/>
            <w:right w:w="0" w:type="dxa"/>
          </w:tcMar>
        </w:tcPr>
        <w:p w14:paraId="0BFEA660" w14:textId="77777777" w:rsidR="00AE2B15" w:rsidRDefault="00AE2B15" w:rsidP="00523EA7">
          <w:pPr>
            <w:pStyle w:val="Zpat"/>
          </w:pPr>
        </w:p>
      </w:tc>
      <w:tc>
        <w:tcPr>
          <w:tcW w:w="5698" w:type="dxa"/>
          <w:shd w:val="clear" w:color="auto" w:fill="auto"/>
          <w:tcMar>
            <w:top w:w="57" w:type="dxa"/>
            <w:left w:w="0" w:type="dxa"/>
            <w:right w:w="0" w:type="dxa"/>
          </w:tcMar>
        </w:tcPr>
        <w:p w14:paraId="43417309" w14:textId="77777777" w:rsidR="00AE2B15" w:rsidRPr="00D6163D" w:rsidRDefault="00AE2B15" w:rsidP="00D6163D">
          <w:pPr>
            <w:pStyle w:val="Druhdokumentu"/>
          </w:pPr>
        </w:p>
      </w:tc>
    </w:tr>
  </w:tbl>
  <w:p w14:paraId="7A51DC1B" w14:textId="77777777" w:rsidR="00AE2B15" w:rsidRPr="00D6163D" w:rsidRDefault="00AE2B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2B15" w14:paraId="6BBBB51F" w14:textId="77777777" w:rsidTr="00B22106">
      <w:trPr>
        <w:trHeight w:hRule="exact" w:val="936"/>
      </w:trPr>
      <w:tc>
        <w:tcPr>
          <w:tcW w:w="1361" w:type="dxa"/>
          <w:tcMar>
            <w:left w:w="0" w:type="dxa"/>
            <w:right w:w="0" w:type="dxa"/>
          </w:tcMar>
        </w:tcPr>
        <w:p w14:paraId="7B49BEA5" w14:textId="77777777" w:rsidR="00AE2B15" w:rsidRPr="00B8518B" w:rsidRDefault="00AE2B15" w:rsidP="00FC6389">
          <w:pPr>
            <w:pStyle w:val="Zpat"/>
            <w:rPr>
              <w:rStyle w:val="slostrnky"/>
            </w:rPr>
          </w:pPr>
        </w:p>
      </w:tc>
      <w:tc>
        <w:tcPr>
          <w:tcW w:w="3458" w:type="dxa"/>
          <w:shd w:val="clear" w:color="auto" w:fill="auto"/>
          <w:tcMar>
            <w:left w:w="0" w:type="dxa"/>
            <w:right w:w="0" w:type="dxa"/>
          </w:tcMar>
        </w:tcPr>
        <w:p w14:paraId="5723BA86" w14:textId="77777777" w:rsidR="00AE2B15" w:rsidRDefault="00AE2B15" w:rsidP="00FC6389">
          <w:pPr>
            <w:pStyle w:val="Zpat"/>
          </w:pPr>
        </w:p>
      </w:tc>
      <w:tc>
        <w:tcPr>
          <w:tcW w:w="5756" w:type="dxa"/>
          <w:shd w:val="clear" w:color="auto" w:fill="auto"/>
          <w:tcMar>
            <w:left w:w="0" w:type="dxa"/>
            <w:right w:w="0" w:type="dxa"/>
          </w:tcMar>
        </w:tcPr>
        <w:p w14:paraId="10B786D1" w14:textId="77777777" w:rsidR="00AE2B15" w:rsidRPr="00D6163D" w:rsidRDefault="00AE2B15" w:rsidP="00FC6389">
          <w:pPr>
            <w:pStyle w:val="Druhdokumentu"/>
          </w:pPr>
        </w:p>
      </w:tc>
    </w:tr>
    <w:tr w:rsidR="00AE2B15" w14:paraId="68D9FA2A" w14:textId="77777777" w:rsidTr="00B22106">
      <w:trPr>
        <w:trHeight w:hRule="exact" w:val="936"/>
      </w:trPr>
      <w:tc>
        <w:tcPr>
          <w:tcW w:w="1361" w:type="dxa"/>
          <w:tcMar>
            <w:left w:w="0" w:type="dxa"/>
            <w:right w:w="0" w:type="dxa"/>
          </w:tcMar>
        </w:tcPr>
        <w:p w14:paraId="1B20651E" w14:textId="77777777" w:rsidR="00AE2B15" w:rsidRPr="00B8518B" w:rsidRDefault="00AE2B15" w:rsidP="00FC6389">
          <w:pPr>
            <w:pStyle w:val="Zpat"/>
            <w:rPr>
              <w:rStyle w:val="slostrnky"/>
            </w:rPr>
          </w:pPr>
        </w:p>
      </w:tc>
      <w:tc>
        <w:tcPr>
          <w:tcW w:w="3458" w:type="dxa"/>
          <w:shd w:val="clear" w:color="auto" w:fill="auto"/>
          <w:tcMar>
            <w:left w:w="0" w:type="dxa"/>
            <w:right w:w="0" w:type="dxa"/>
          </w:tcMar>
        </w:tcPr>
        <w:p w14:paraId="44D3F74E" w14:textId="77777777" w:rsidR="00AE2B15" w:rsidRDefault="00AE2B15" w:rsidP="00FC6389">
          <w:pPr>
            <w:pStyle w:val="Zpat"/>
          </w:pPr>
        </w:p>
      </w:tc>
      <w:tc>
        <w:tcPr>
          <w:tcW w:w="5756" w:type="dxa"/>
          <w:shd w:val="clear" w:color="auto" w:fill="auto"/>
          <w:tcMar>
            <w:left w:w="0" w:type="dxa"/>
            <w:right w:w="0" w:type="dxa"/>
          </w:tcMar>
        </w:tcPr>
        <w:p w14:paraId="12C34926" w14:textId="77777777" w:rsidR="00AE2B15" w:rsidRPr="00D6163D" w:rsidRDefault="00AE2B15" w:rsidP="00FC6389">
          <w:pPr>
            <w:pStyle w:val="Druhdokumentu"/>
          </w:pPr>
        </w:p>
      </w:tc>
    </w:tr>
  </w:tbl>
  <w:p w14:paraId="0D5F026A" w14:textId="77777777" w:rsidR="00AE2B15" w:rsidRPr="00D6163D" w:rsidRDefault="00AE2B15"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AE2B15" w:rsidRPr="00460660" w:rsidRDefault="00AE2B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D026C80"/>
    <w:multiLevelType w:val="hybridMultilevel"/>
    <w:tmpl w:val="29B8BAB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5790104">
    <w:abstractNumId w:val="4"/>
  </w:num>
  <w:num w:numId="2" w16cid:durableId="2085837386">
    <w:abstractNumId w:val="1"/>
  </w:num>
  <w:num w:numId="3" w16cid:durableId="1783452257">
    <w:abstractNumId w:val="15"/>
  </w:num>
  <w:num w:numId="4" w16cid:durableId="2081365261">
    <w:abstractNumId w:val="3"/>
  </w:num>
  <w:num w:numId="5" w16cid:durableId="2050177969">
    <w:abstractNumId w:val="0"/>
  </w:num>
  <w:num w:numId="6" w16cid:durableId="1659990968">
    <w:abstractNumId w:val="6"/>
  </w:num>
  <w:num w:numId="7" w16cid:durableId="1047797825">
    <w:abstractNumId w:val="12"/>
  </w:num>
  <w:num w:numId="8" w16cid:durableId="1171875073">
    <w:abstractNumId w:val="8"/>
  </w:num>
  <w:num w:numId="9" w16cid:durableId="1132090727">
    <w:abstractNumId w:val="17"/>
  </w:num>
  <w:num w:numId="10" w16cid:durableId="925725414">
    <w:abstractNumId w:val="14"/>
  </w:num>
  <w:num w:numId="11" w16cid:durableId="922106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01573">
    <w:abstractNumId w:val="9"/>
  </w:num>
  <w:num w:numId="13" w16cid:durableId="1473710515">
    <w:abstractNumId w:val="11"/>
  </w:num>
  <w:num w:numId="14" w16cid:durableId="14417549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1829374">
    <w:abstractNumId w:val="10"/>
  </w:num>
  <w:num w:numId="16" w16cid:durableId="1019965813">
    <w:abstractNumId w:val="13"/>
  </w:num>
  <w:num w:numId="17" w16cid:durableId="1135560968">
    <w:abstractNumId w:val="2"/>
  </w:num>
  <w:num w:numId="18" w16cid:durableId="89663512">
    <w:abstractNumId w:val="16"/>
  </w:num>
  <w:num w:numId="19" w16cid:durableId="230972471">
    <w:abstractNumId w:val="5"/>
  </w:num>
  <w:num w:numId="20" w16cid:durableId="77170690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0454"/>
    <w:rsid w:val="0008290B"/>
    <w:rsid w:val="000837C7"/>
    <w:rsid w:val="000839DD"/>
    <w:rsid w:val="000843C3"/>
    <w:rsid w:val="000869AE"/>
    <w:rsid w:val="00087825"/>
    <w:rsid w:val="000909CA"/>
    <w:rsid w:val="000929B6"/>
    <w:rsid w:val="00092CC9"/>
    <w:rsid w:val="00097DD8"/>
    <w:rsid w:val="000A087A"/>
    <w:rsid w:val="000A5F00"/>
    <w:rsid w:val="000A7644"/>
    <w:rsid w:val="000A7D7C"/>
    <w:rsid w:val="000B29BD"/>
    <w:rsid w:val="000B46AF"/>
    <w:rsid w:val="000B4EB8"/>
    <w:rsid w:val="000B5EBA"/>
    <w:rsid w:val="000B676B"/>
    <w:rsid w:val="000C3DEC"/>
    <w:rsid w:val="000C41F2"/>
    <w:rsid w:val="000C648C"/>
    <w:rsid w:val="000D0253"/>
    <w:rsid w:val="000D1296"/>
    <w:rsid w:val="000D22C4"/>
    <w:rsid w:val="000D27D1"/>
    <w:rsid w:val="000D3580"/>
    <w:rsid w:val="000D3864"/>
    <w:rsid w:val="000D4352"/>
    <w:rsid w:val="000D493F"/>
    <w:rsid w:val="000D5E72"/>
    <w:rsid w:val="000D60A6"/>
    <w:rsid w:val="000D68E0"/>
    <w:rsid w:val="000D6C82"/>
    <w:rsid w:val="000E05A5"/>
    <w:rsid w:val="000E0942"/>
    <w:rsid w:val="000E125F"/>
    <w:rsid w:val="000E1758"/>
    <w:rsid w:val="000E1A7F"/>
    <w:rsid w:val="000E48A0"/>
    <w:rsid w:val="000E5DB6"/>
    <w:rsid w:val="000E6B02"/>
    <w:rsid w:val="000F0B35"/>
    <w:rsid w:val="000F36A8"/>
    <w:rsid w:val="000F3C8D"/>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2B91"/>
    <w:rsid w:val="0014410E"/>
    <w:rsid w:val="00146BCB"/>
    <w:rsid w:val="001575A1"/>
    <w:rsid w:val="001652EE"/>
    <w:rsid w:val="001656A2"/>
    <w:rsid w:val="00166880"/>
    <w:rsid w:val="001675E3"/>
    <w:rsid w:val="00167D12"/>
    <w:rsid w:val="00170EC5"/>
    <w:rsid w:val="001728E7"/>
    <w:rsid w:val="00173375"/>
    <w:rsid w:val="001744FD"/>
    <w:rsid w:val="001747C1"/>
    <w:rsid w:val="00177D6B"/>
    <w:rsid w:val="00190BBF"/>
    <w:rsid w:val="00191F90"/>
    <w:rsid w:val="00193D8F"/>
    <w:rsid w:val="00194E9F"/>
    <w:rsid w:val="001950C2"/>
    <w:rsid w:val="001954B0"/>
    <w:rsid w:val="00195AA2"/>
    <w:rsid w:val="001A34A3"/>
    <w:rsid w:val="001A3F53"/>
    <w:rsid w:val="001A72D0"/>
    <w:rsid w:val="001A7901"/>
    <w:rsid w:val="001A7DB5"/>
    <w:rsid w:val="001B1D07"/>
    <w:rsid w:val="001B23A1"/>
    <w:rsid w:val="001B26EE"/>
    <w:rsid w:val="001B4680"/>
    <w:rsid w:val="001B4E74"/>
    <w:rsid w:val="001B58E3"/>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166DE"/>
    <w:rsid w:val="00220CC5"/>
    <w:rsid w:val="00222BAD"/>
    <w:rsid w:val="00225AD3"/>
    <w:rsid w:val="0023105F"/>
    <w:rsid w:val="00232412"/>
    <w:rsid w:val="00233A53"/>
    <w:rsid w:val="00234F7A"/>
    <w:rsid w:val="00237D2D"/>
    <w:rsid w:val="00240364"/>
    <w:rsid w:val="00240377"/>
    <w:rsid w:val="0024053B"/>
    <w:rsid w:val="00240B81"/>
    <w:rsid w:val="00245327"/>
    <w:rsid w:val="00245AEF"/>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F25D1"/>
    <w:rsid w:val="002F4333"/>
    <w:rsid w:val="002F6610"/>
    <w:rsid w:val="003002C1"/>
    <w:rsid w:val="003005D0"/>
    <w:rsid w:val="003014A0"/>
    <w:rsid w:val="00302811"/>
    <w:rsid w:val="003038E0"/>
    <w:rsid w:val="00305D0E"/>
    <w:rsid w:val="00306B20"/>
    <w:rsid w:val="00307641"/>
    <w:rsid w:val="00311F11"/>
    <w:rsid w:val="00312518"/>
    <w:rsid w:val="00312840"/>
    <w:rsid w:val="0031435A"/>
    <w:rsid w:val="00316901"/>
    <w:rsid w:val="0031758D"/>
    <w:rsid w:val="00320B33"/>
    <w:rsid w:val="00321AB3"/>
    <w:rsid w:val="0032220C"/>
    <w:rsid w:val="00322C09"/>
    <w:rsid w:val="00326BC8"/>
    <w:rsid w:val="00327047"/>
    <w:rsid w:val="00327EEF"/>
    <w:rsid w:val="0033063F"/>
    <w:rsid w:val="0033239F"/>
    <w:rsid w:val="00332F74"/>
    <w:rsid w:val="00333C1C"/>
    <w:rsid w:val="00337B72"/>
    <w:rsid w:val="0034274B"/>
    <w:rsid w:val="00342928"/>
    <w:rsid w:val="0034395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88F"/>
    <w:rsid w:val="003634E6"/>
    <w:rsid w:val="00363F76"/>
    <w:rsid w:val="003646E4"/>
    <w:rsid w:val="00364A10"/>
    <w:rsid w:val="003717A3"/>
    <w:rsid w:val="00372579"/>
    <w:rsid w:val="00372CF8"/>
    <w:rsid w:val="003735F2"/>
    <w:rsid w:val="00373737"/>
    <w:rsid w:val="00375453"/>
    <w:rsid w:val="0037545D"/>
    <w:rsid w:val="0037744B"/>
    <w:rsid w:val="00377844"/>
    <w:rsid w:val="003804E2"/>
    <w:rsid w:val="00380ECE"/>
    <w:rsid w:val="003830C8"/>
    <w:rsid w:val="003831C7"/>
    <w:rsid w:val="00386FF1"/>
    <w:rsid w:val="00390C81"/>
    <w:rsid w:val="00391798"/>
    <w:rsid w:val="00392730"/>
    <w:rsid w:val="00392EB6"/>
    <w:rsid w:val="00394060"/>
    <w:rsid w:val="00394D03"/>
    <w:rsid w:val="00395312"/>
    <w:rsid w:val="003956C6"/>
    <w:rsid w:val="00396977"/>
    <w:rsid w:val="003A1EB2"/>
    <w:rsid w:val="003A2C23"/>
    <w:rsid w:val="003A4513"/>
    <w:rsid w:val="003A52AD"/>
    <w:rsid w:val="003A5AF4"/>
    <w:rsid w:val="003B0340"/>
    <w:rsid w:val="003B0675"/>
    <w:rsid w:val="003B412F"/>
    <w:rsid w:val="003B6C4D"/>
    <w:rsid w:val="003C1739"/>
    <w:rsid w:val="003C33F2"/>
    <w:rsid w:val="003D03F8"/>
    <w:rsid w:val="003D0C4F"/>
    <w:rsid w:val="003D54C1"/>
    <w:rsid w:val="003D756E"/>
    <w:rsid w:val="003D7882"/>
    <w:rsid w:val="003E2A31"/>
    <w:rsid w:val="003E3CE3"/>
    <w:rsid w:val="003E420D"/>
    <w:rsid w:val="003E4C13"/>
    <w:rsid w:val="003E611F"/>
    <w:rsid w:val="003E7071"/>
    <w:rsid w:val="003E79F5"/>
    <w:rsid w:val="003F6F2A"/>
    <w:rsid w:val="00400222"/>
    <w:rsid w:val="00404BA2"/>
    <w:rsid w:val="00405D0E"/>
    <w:rsid w:val="00406084"/>
    <w:rsid w:val="00406313"/>
    <w:rsid w:val="00406545"/>
    <w:rsid w:val="004065AC"/>
    <w:rsid w:val="004078F3"/>
    <w:rsid w:val="00411FB2"/>
    <w:rsid w:val="0041345F"/>
    <w:rsid w:val="004137A8"/>
    <w:rsid w:val="00413B05"/>
    <w:rsid w:val="00414173"/>
    <w:rsid w:val="004142DA"/>
    <w:rsid w:val="00415042"/>
    <w:rsid w:val="00415258"/>
    <w:rsid w:val="0042061D"/>
    <w:rsid w:val="00420801"/>
    <w:rsid w:val="0042196E"/>
    <w:rsid w:val="004222F5"/>
    <w:rsid w:val="00423AD4"/>
    <w:rsid w:val="00426778"/>
    <w:rsid w:val="00427794"/>
    <w:rsid w:val="00430740"/>
    <w:rsid w:val="00437EC7"/>
    <w:rsid w:val="00437F22"/>
    <w:rsid w:val="00440E20"/>
    <w:rsid w:val="00443400"/>
    <w:rsid w:val="00450BF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97409"/>
    <w:rsid w:val="004A6336"/>
    <w:rsid w:val="004B34E9"/>
    <w:rsid w:val="004B456B"/>
    <w:rsid w:val="004B595B"/>
    <w:rsid w:val="004B5BCD"/>
    <w:rsid w:val="004B62B9"/>
    <w:rsid w:val="004B6506"/>
    <w:rsid w:val="004C0D5E"/>
    <w:rsid w:val="004C4399"/>
    <w:rsid w:val="004C4C16"/>
    <w:rsid w:val="004C787C"/>
    <w:rsid w:val="004D010F"/>
    <w:rsid w:val="004D12F4"/>
    <w:rsid w:val="004D33A0"/>
    <w:rsid w:val="004D528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02E"/>
    <w:rsid w:val="0055111D"/>
    <w:rsid w:val="00553375"/>
    <w:rsid w:val="005534E7"/>
    <w:rsid w:val="005540AF"/>
    <w:rsid w:val="005543C6"/>
    <w:rsid w:val="00554C2D"/>
    <w:rsid w:val="00555884"/>
    <w:rsid w:val="00557E99"/>
    <w:rsid w:val="00561A0E"/>
    <w:rsid w:val="00564BCA"/>
    <w:rsid w:val="00564DDD"/>
    <w:rsid w:val="00565026"/>
    <w:rsid w:val="00566FB4"/>
    <w:rsid w:val="005670EC"/>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177"/>
    <w:rsid w:val="005A3D2F"/>
    <w:rsid w:val="005A4694"/>
    <w:rsid w:val="005B1496"/>
    <w:rsid w:val="005B3E86"/>
    <w:rsid w:val="005B43BE"/>
    <w:rsid w:val="005C13BC"/>
    <w:rsid w:val="005C1B52"/>
    <w:rsid w:val="005C36B9"/>
    <w:rsid w:val="005C490C"/>
    <w:rsid w:val="005D3C39"/>
    <w:rsid w:val="005D5689"/>
    <w:rsid w:val="005E1478"/>
    <w:rsid w:val="005E24CB"/>
    <w:rsid w:val="005E3AD5"/>
    <w:rsid w:val="005E49D0"/>
    <w:rsid w:val="005E6218"/>
    <w:rsid w:val="005E7ADE"/>
    <w:rsid w:val="005E7AF9"/>
    <w:rsid w:val="005E7E6E"/>
    <w:rsid w:val="005F298D"/>
    <w:rsid w:val="005F622E"/>
    <w:rsid w:val="005F6CCC"/>
    <w:rsid w:val="0060115D"/>
    <w:rsid w:val="00601178"/>
    <w:rsid w:val="0060125D"/>
    <w:rsid w:val="00601A8C"/>
    <w:rsid w:val="006025F3"/>
    <w:rsid w:val="006073CA"/>
    <w:rsid w:val="0061068E"/>
    <w:rsid w:val="00610D1C"/>
    <w:rsid w:val="006115D3"/>
    <w:rsid w:val="00612E3D"/>
    <w:rsid w:val="006143C5"/>
    <w:rsid w:val="0062045C"/>
    <w:rsid w:val="00625906"/>
    <w:rsid w:val="00626829"/>
    <w:rsid w:val="00627EF1"/>
    <w:rsid w:val="00631EAA"/>
    <w:rsid w:val="00631F69"/>
    <w:rsid w:val="00633ED3"/>
    <w:rsid w:val="0063407C"/>
    <w:rsid w:val="00637CB8"/>
    <w:rsid w:val="00640B30"/>
    <w:rsid w:val="00641094"/>
    <w:rsid w:val="006434F4"/>
    <w:rsid w:val="0065255A"/>
    <w:rsid w:val="00652EFD"/>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400B"/>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E7D5A"/>
    <w:rsid w:val="006F439C"/>
    <w:rsid w:val="006F6B09"/>
    <w:rsid w:val="00700FC6"/>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1889"/>
    <w:rsid w:val="0076286B"/>
    <w:rsid w:val="007654A5"/>
    <w:rsid w:val="00766846"/>
    <w:rsid w:val="00766C2B"/>
    <w:rsid w:val="00766F4A"/>
    <w:rsid w:val="0076790E"/>
    <w:rsid w:val="00771B61"/>
    <w:rsid w:val="00771C62"/>
    <w:rsid w:val="0077382B"/>
    <w:rsid w:val="00773C60"/>
    <w:rsid w:val="00773DC0"/>
    <w:rsid w:val="00774789"/>
    <w:rsid w:val="0077673A"/>
    <w:rsid w:val="00777975"/>
    <w:rsid w:val="00777E1F"/>
    <w:rsid w:val="00781DE3"/>
    <w:rsid w:val="00782707"/>
    <w:rsid w:val="00782C37"/>
    <w:rsid w:val="00783087"/>
    <w:rsid w:val="007846E1"/>
    <w:rsid w:val="007847D6"/>
    <w:rsid w:val="007858F0"/>
    <w:rsid w:val="00786496"/>
    <w:rsid w:val="0079069D"/>
    <w:rsid w:val="00796DC1"/>
    <w:rsid w:val="007A1862"/>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3581"/>
    <w:rsid w:val="007F3E64"/>
    <w:rsid w:val="007F4354"/>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1DE9"/>
    <w:rsid w:val="00833899"/>
    <w:rsid w:val="0083481D"/>
    <w:rsid w:val="00840E14"/>
    <w:rsid w:val="00841FCB"/>
    <w:rsid w:val="00845C50"/>
    <w:rsid w:val="00845D74"/>
    <w:rsid w:val="00846789"/>
    <w:rsid w:val="00851519"/>
    <w:rsid w:val="008543D8"/>
    <w:rsid w:val="00857BAC"/>
    <w:rsid w:val="00860D8A"/>
    <w:rsid w:val="00862B14"/>
    <w:rsid w:val="008638C9"/>
    <w:rsid w:val="00866974"/>
    <w:rsid w:val="008703CB"/>
    <w:rsid w:val="00872044"/>
    <w:rsid w:val="0087262B"/>
    <w:rsid w:val="00873C33"/>
    <w:rsid w:val="00876C45"/>
    <w:rsid w:val="00876D73"/>
    <w:rsid w:val="00880C36"/>
    <w:rsid w:val="008826B0"/>
    <w:rsid w:val="00885737"/>
    <w:rsid w:val="00887F3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406"/>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0F5E"/>
    <w:rsid w:val="008F18D6"/>
    <w:rsid w:val="008F2C9B"/>
    <w:rsid w:val="008F4857"/>
    <w:rsid w:val="008F6BE8"/>
    <w:rsid w:val="008F797B"/>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6F1E"/>
    <w:rsid w:val="009678B7"/>
    <w:rsid w:val="00967ACB"/>
    <w:rsid w:val="00971C1A"/>
    <w:rsid w:val="00976973"/>
    <w:rsid w:val="00976FCB"/>
    <w:rsid w:val="00980909"/>
    <w:rsid w:val="00984CDB"/>
    <w:rsid w:val="009854FD"/>
    <w:rsid w:val="00986BA3"/>
    <w:rsid w:val="00991104"/>
    <w:rsid w:val="009912D9"/>
    <w:rsid w:val="00991AC8"/>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D746B"/>
    <w:rsid w:val="009E079A"/>
    <w:rsid w:val="009E07F4"/>
    <w:rsid w:val="009E1958"/>
    <w:rsid w:val="009E1AEE"/>
    <w:rsid w:val="009E241A"/>
    <w:rsid w:val="009E3C1B"/>
    <w:rsid w:val="009E540A"/>
    <w:rsid w:val="009E7B95"/>
    <w:rsid w:val="009F309B"/>
    <w:rsid w:val="009F32D3"/>
    <w:rsid w:val="009F392E"/>
    <w:rsid w:val="009F3B3B"/>
    <w:rsid w:val="009F435C"/>
    <w:rsid w:val="009F46C7"/>
    <w:rsid w:val="009F4CC5"/>
    <w:rsid w:val="009F53C5"/>
    <w:rsid w:val="00A01CB4"/>
    <w:rsid w:val="00A03E79"/>
    <w:rsid w:val="00A066DE"/>
    <w:rsid w:val="00A0740E"/>
    <w:rsid w:val="00A103F9"/>
    <w:rsid w:val="00A11A90"/>
    <w:rsid w:val="00A12463"/>
    <w:rsid w:val="00A12DFA"/>
    <w:rsid w:val="00A13DAB"/>
    <w:rsid w:val="00A15641"/>
    <w:rsid w:val="00A16220"/>
    <w:rsid w:val="00A25E5E"/>
    <w:rsid w:val="00A35009"/>
    <w:rsid w:val="00A37F52"/>
    <w:rsid w:val="00A40426"/>
    <w:rsid w:val="00A4043B"/>
    <w:rsid w:val="00A4050F"/>
    <w:rsid w:val="00A40C1B"/>
    <w:rsid w:val="00A432EF"/>
    <w:rsid w:val="00A43668"/>
    <w:rsid w:val="00A446BE"/>
    <w:rsid w:val="00A458D7"/>
    <w:rsid w:val="00A46E35"/>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482F"/>
    <w:rsid w:val="00A85121"/>
    <w:rsid w:val="00A87F59"/>
    <w:rsid w:val="00A90B86"/>
    <w:rsid w:val="00A919A4"/>
    <w:rsid w:val="00A928A8"/>
    <w:rsid w:val="00A94C2F"/>
    <w:rsid w:val="00A95C0A"/>
    <w:rsid w:val="00A965D3"/>
    <w:rsid w:val="00AA3E17"/>
    <w:rsid w:val="00AA4CBB"/>
    <w:rsid w:val="00AA55A8"/>
    <w:rsid w:val="00AA5C98"/>
    <w:rsid w:val="00AA5C9B"/>
    <w:rsid w:val="00AA65FA"/>
    <w:rsid w:val="00AA7351"/>
    <w:rsid w:val="00AA7A82"/>
    <w:rsid w:val="00AB1063"/>
    <w:rsid w:val="00AB28D0"/>
    <w:rsid w:val="00AB6916"/>
    <w:rsid w:val="00AB6F88"/>
    <w:rsid w:val="00AB7862"/>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2B15"/>
    <w:rsid w:val="00AE3BB4"/>
    <w:rsid w:val="00AF2AEB"/>
    <w:rsid w:val="00AF4D76"/>
    <w:rsid w:val="00AF7036"/>
    <w:rsid w:val="00B008D5"/>
    <w:rsid w:val="00B00C0B"/>
    <w:rsid w:val="00B01E64"/>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36D02"/>
    <w:rsid w:val="00B429CF"/>
    <w:rsid w:val="00B42A5E"/>
    <w:rsid w:val="00B4331B"/>
    <w:rsid w:val="00B448FF"/>
    <w:rsid w:val="00B52A86"/>
    <w:rsid w:val="00B5431A"/>
    <w:rsid w:val="00B55826"/>
    <w:rsid w:val="00B60046"/>
    <w:rsid w:val="00B60185"/>
    <w:rsid w:val="00B61530"/>
    <w:rsid w:val="00B645BC"/>
    <w:rsid w:val="00B649D5"/>
    <w:rsid w:val="00B65A41"/>
    <w:rsid w:val="00B70267"/>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B1A18"/>
    <w:rsid w:val="00BB4AF2"/>
    <w:rsid w:val="00BB72FA"/>
    <w:rsid w:val="00BC06C4"/>
    <w:rsid w:val="00BC1044"/>
    <w:rsid w:val="00BC491D"/>
    <w:rsid w:val="00BC49C0"/>
    <w:rsid w:val="00BC65F7"/>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529A"/>
    <w:rsid w:val="00BE7CD3"/>
    <w:rsid w:val="00BF2A76"/>
    <w:rsid w:val="00BF30A4"/>
    <w:rsid w:val="00BF3817"/>
    <w:rsid w:val="00BF393A"/>
    <w:rsid w:val="00BF6E6C"/>
    <w:rsid w:val="00C02436"/>
    <w:rsid w:val="00C02D0A"/>
    <w:rsid w:val="00C03A6E"/>
    <w:rsid w:val="00C05F38"/>
    <w:rsid w:val="00C06F8A"/>
    <w:rsid w:val="00C07508"/>
    <w:rsid w:val="00C203FF"/>
    <w:rsid w:val="00C212F4"/>
    <w:rsid w:val="00C226C0"/>
    <w:rsid w:val="00C26B03"/>
    <w:rsid w:val="00C30347"/>
    <w:rsid w:val="00C31ADD"/>
    <w:rsid w:val="00C34047"/>
    <w:rsid w:val="00C36C08"/>
    <w:rsid w:val="00C36F05"/>
    <w:rsid w:val="00C37B25"/>
    <w:rsid w:val="00C42FE6"/>
    <w:rsid w:val="00C44F6A"/>
    <w:rsid w:val="00C475F0"/>
    <w:rsid w:val="00C51B58"/>
    <w:rsid w:val="00C52720"/>
    <w:rsid w:val="00C5274A"/>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4C01"/>
    <w:rsid w:val="00C84F86"/>
    <w:rsid w:val="00C9008F"/>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29D8"/>
    <w:rsid w:val="00D4608D"/>
    <w:rsid w:val="00D510F1"/>
    <w:rsid w:val="00D524D8"/>
    <w:rsid w:val="00D54135"/>
    <w:rsid w:val="00D57BFB"/>
    <w:rsid w:val="00D6027A"/>
    <w:rsid w:val="00D6163D"/>
    <w:rsid w:val="00D6259C"/>
    <w:rsid w:val="00D6552D"/>
    <w:rsid w:val="00D7668B"/>
    <w:rsid w:val="00D8114B"/>
    <w:rsid w:val="00D831A3"/>
    <w:rsid w:val="00D84201"/>
    <w:rsid w:val="00D8584F"/>
    <w:rsid w:val="00D92B03"/>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C6385"/>
    <w:rsid w:val="00DD0DD8"/>
    <w:rsid w:val="00DD2C6D"/>
    <w:rsid w:val="00DD46F3"/>
    <w:rsid w:val="00DD4DDB"/>
    <w:rsid w:val="00DE51A5"/>
    <w:rsid w:val="00DE56F2"/>
    <w:rsid w:val="00DE6A35"/>
    <w:rsid w:val="00DE7DF2"/>
    <w:rsid w:val="00DF116D"/>
    <w:rsid w:val="00DF27AF"/>
    <w:rsid w:val="00E009D2"/>
    <w:rsid w:val="00E01EA1"/>
    <w:rsid w:val="00E04992"/>
    <w:rsid w:val="00E06CCE"/>
    <w:rsid w:val="00E10695"/>
    <w:rsid w:val="00E10A14"/>
    <w:rsid w:val="00E138A9"/>
    <w:rsid w:val="00E150F2"/>
    <w:rsid w:val="00E166CB"/>
    <w:rsid w:val="00E16AEB"/>
    <w:rsid w:val="00E16FF7"/>
    <w:rsid w:val="00E17110"/>
    <w:rsid w:val="00E17C1E"/>
    <w:rsid w:val="00E17C5A"/>
    <w:rsid w:val="00E22498"/>
    <w:rsid w:val="00E22C30"/>
    <w:rsid w:val="00E23F50"/>
    <w:rsid w:val="00E24301"/>
    <w:rsid w:val="00E2511C"/>
    <w:rsid w:val="00E26D68"/>
    <w:rsid w:val="00E323D1"/>
    <w:rsid w:val="00E33B76"/>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5BBD"/>
    <w:rsid w:val="00E6615C"/>
    <w:rsid w:val="00E66B3B"/>
    <w:rsid w:val="00E7218A"/>
    <w:rsid w:val="00E7329F"/>
    <w:rsid w:val="00E842A5"/>
    <w:rsid w:val="00E872F8"/>
    <w:rsid w:val="00E878EE"/>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7704"/>
    <w:rsid w:val="00F016C7"/>
    <w:rsid w:val="00F0349F"/>
    <w:rsid w:val="00F04920"/>
    <w:rsid w:val="00F0623D"/>
    <w:rsid w:val="00F063DF"/>
    <w:rsid w:val="00F073CB"/>
    <w:rsid w:val="00F0797C"/>
    <w:rsid w:val="00F10664"/>
    <w:rsid w:val="00F108CB"/>
    <w:rsid w:val="00F12432"/>
    <w:rsid w:val="00F12DEC"/>
    <w:rsid w:val="00F14F97"/>
    <w:rsid w:val="00F16C4B"/>
    <w:rsid w:val="00F1715C"/>
    <w:rsid w:val="00F17E8A"/>
    <w:rsid w:val="00F2276C"/>
    <w:rsid w:val="00F310F8"/>
    <w:rsid w:val="00F348C0"/>
    <w:rsid w:val="00F35939"/>
    <w:rsid w:val="00F40350"/>
    <w:rsid w:val="00F40D6B"/>
    <w:rsid w:val="00F45607"/>
    <w:rsid w:val="00F45B56"/>
    <w:rsid w:val="00F46000"/>
    <w:rsid w:val="00F4722B"/>
    <w:rsid w:val="00F51311"/>
    <w:rsid w:val="00F52CEE"/>
    <w:rsid w:val="00F52FA8"/>
    <w:rsid w:val="00F535F4"/>
    <w:rsid w:val="00F54432"/>
    <w:rsid w:val="00F54B45"/>
    <w:rsid w:val="00F5656E"/>
    <w:rsid w:val="00F569C6"/>
    <w:rsid w:val="00F60931"/>
    <w:rsid w:val="00F6250A"/>
    <w:rsid w:val="00F64E2B"/>
    <w:rsid w:val="00F653AD"/>
    <w:rsid w:val="00F659EB"/>
    <w:rsid w:val="00F67ED4"/>
    <w:rsid w:val="00F67F0D"/>
    <w:rsid w:val="00F744CC"/>
    <w:rsid w:val="00F74E77"/>
    <w:rsid w:val="00F76953"/>
    <w:rsid w:val="00F77DC7"/>
    <w:rsid w:val="00F80740"/>
    <w:rsid w:val="00F85F83"/>
    <w:rsid w:val="00F86BA6"/>
    <w:rsid w:val="00F86D2A"/>
    <w:rsid w:val="00F93E20"/>
    <w:rsid w:val="00F94410"/>
    <w:rsid w:val="00F97F4A"/>
    <w:rsid w:val="00FA21E1"/>
    <w:rsid w:val="00FA2ADC"/>
    <w:rsid w:val="00FA47CE"/>
    <w:rsid w:val="00FA487B"/>
    <w:rsid w:val="00FA4D7F"/>
    <w:rsid w:val="00FA6724"/>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A62"/>
    <w:rsid w:val="00FF4386"/>
    <w:rsid w:val="00FF67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paragraph" w:customStyle="1" w:styleId="Odrka1-4">
    <w:name w:val="_Odrážka_1-4_•"/>
    <w:basedOn w:val="Odrka1-1"/>
    <w:qFormat/>
    <w:rsid w:val="00966F1E"/>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66F1E"/>
    <w:pPr>
      <w:tabs>
        <w:tab w:val="clear" w:pos="2041"/>
        <w:tab w:val="num" w:pos="2325"/>
      </w:tabs>
      <w:spacing w:after="40"/>
      <w:ind w:left="2325" w:hanging="284"/>
    </w:pPr>
  </w:style>
  <w:style w:type="character" w:customStyle="1" w:styleId="Tun">
    <w:name w:val="_Tučně"/>
    <w:basedOn w:val="Standardnpsmoodstavce"/>
    <w:qFormat/>
    <w:rsid w:val="00966F1E"/>
    <w:rPr>
      <w:b/>
    </w:rPr>
  </w:style>
  <w:style w:type="paragraph" w:customStyle="1" w:styleId="Odstavec1-4a">
    <w:name w:val="_Odstavec_1-4_(a)"/>
    <w:basedOn w:val="Odstavec1-1a"/>
    <w:qFormat/>
    <w:rsid w:val="00966F1E"/>
    <w:pPr>
      <w:tabs>
        <w:tab w:val="num" w:pos="2041"/>
      </w:tabs>
      <w:spacing w:after="80"/>
      <w:ind w:left="2041" w:hanging="340"/>
    </w:pPr>
    <w:rPr>
      <w:rFonts w:ascii="Verdana" w:hAnsi="Verdana"/>
    </w:rPr>
  </w:style>
  <w:style w:type="paragraph" w:customStyle="1" w:styleId="Odstavec1-4i">
    <w:name w:val="_Odstavec_1-4_i)"/>
    <w:basedOn w:val="Odstavec1-1a"/>
    <w:qFormat/>
    <w:rsid w:val="00966F1E"/>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2006/documentManagement/types"/>
    <ds:schemaRef ds:uri="http://schemas.microsoft.com/office/infopath/2007/PartnerControls"/>
    <ds:schemaRef ds:uri="65a05e30-5124-4316-a003-f70f48959144"/>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6EC65FA-8911-493F-B186-95E0268FA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49</Pages>
  <Words>21753</Words>
  <Characters>128346</Characters>
  <Application>Microsoft Office Word</Application>
  <DocSecurity>0</DocSecurity>
  <Lines>1069</Lines>
  <Paragraphs>299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2024-04-12T10:23:00Z</cp:lastPrinted>
  <dcterms:created xsi:type="dcterms:W3CDTF">2024-04-17T13:00:00Z</dcterms:created>
  <dcterms:modified xsi:type="dcterms:W3CDTF">2024-04-17T13:00:00Z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