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2F133A29" w:rsidR="004E1498" w:rsidRDefault="006F7CD7"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5E00B5">
        <w:rPr>
          <w:rFonts w:eastAsia="Times New Roman" w:cs="Times New Roman"/>
          <w:lang w:eastAsia="cs-CZ"/>
        </w:rPr>
        <w:t>2</w:t>
      </w:r>
      <w:r w:rsidR="00DB295F" w:rsidRPr="00DB295F">
        <w:rPr>
          <w:rFonts w:eastAsia="Times New Roman" w:cs="Times New Roman"/>
          <w:lang w:eastAsia="cs-CZ"/>
        </w:rPr>
        <w:t xml:space="preserve"> Výzvy k podání nabídky</w:t>
      </w:r>
    </w:p>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0D17F6B8" w:rsidR="004E1498"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6B60BADF" w14:textId="77777777" w:rsidR="005E00B5" w:rsidRPr="005E00B5" w:rsidRDefault="005E00B5" w:rsidP="005E00B5"/>
    <w:p w14:paraId="20AEADFD" w14:textId="5679BF59" w:rsidR="00503B7A" w:rsidRPr="005E00B5" w:rsidRDefault="005E00B5" w:rsidP="00321172">
      <w:pPr>
        <w:widowControl w:val="0"/>
        <w:jc w:val="both"/>
        <w:rPr>
          <w:b/>
          <w:sz w:val="20"/>
          <w:szCs w:val="20"/>
          <w:highlight w:val="yellow"/>
        </w:rPr>
      </w:pPr>
      <w:r>
        <w:rPr>
          <w:b/>
          <w:sz w:val="20"/>
          <w:szCs w:val="20"/>
        </w:rPr>
        <w:t>„</w:t>
      </w:r>
      <w:r w:rsidRPr="005E00B5">
        <w:rPr>
          <w:b/>
          <w:sz w:val="20"/>
          <w:szCs w:val="20"/>
        </w:rPr>
        <w:t>Zajištění prohlídek UTZ v období 32024 - 22025 u SSZT Brno</w:t>
      </w:r>
      <w:r>
        <w:rPr>
          <w:b/>
          <w:sz w:val="20"/>
          <w:szCs w:val="20"/>
        </w:rPr>
        <w:t>“</w:t>
      </w:r>
    </w:p>
    <w:p w14:paraId="36590FA2" w14:textId="24B674A4"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 OBJEDNATEL PŘI PODPISU SMLOUVY</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8B24C9" w:rsidRPr="00321172">
        <w:rPr>
          <w:b/>
          <w:highlight w:val="green"/>
        </w:rPr>
        <w:t>.</w:t>
      </w:r>
      <w:r w:rsidRPr="00321172">
        <w:rPr>
          <w:b/>
          <w:highlight w:val="green"/>
        </w:rPr>
        <w:t xml:space="preserve"> </w:t>
      </w:r>
      <w:r w:rsidR="008B24C9" w:rsidRPr="008B24C9">
        <w:rPr>
          <w:rFonts w:ascii="Verdana" w:hAnsi="Verdana"/>
          <w:highlight w:val="green"/>
        </w:rPr>
        <w:t>[DOPLNÍ POSKYTOVATEL]</w:t>
      </w:r>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25A509A2"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5E00B5" w:rsidRPr="00E908AB">
        <w:rPr>
          <w:rFonts w:ascii="Calibri" w:hAnsi="Calibri"/>
          <w:sz w:val="22"/>
          <w:szCs w:val="22"/>
        </w:rPr>
        <w:t>Ing. Liborem Tkáčem, MBA, ředitelem Oblastního ředitelství Brno</w:t>
      </w:r>
    </w:p>
    <w:p w14:paraId="686BA1F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bookmarkStart w:id="0" w:name="_GoBack"/>
      <w:bookmarkEnd w:id="0"/>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A2EFA37" w:rsidR="008E1E86" w:rsidRPr="00321172"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0A13BC">
        <w:rPr>
          <w:rFonts w:eastAsia="Times New Roman" w:cs="Times New Roman"/>
          <w:highlight w:val="yellow"/>
          <w:lang w:eastAsia="cs-CZ"/>
        </w:rPr>
        <w:tab/>
      </w:r>
      <w:r w:rsidR="008E1E86" w:rsidRPr="00321172">
        <w:rPr>
          <w:rFonts w:eastAsia="Times New Roman" w:cs="Times New Roman"/>
          <w:highlight w:val="green"/>
          <w:lang w:eastAsia="cs-CZ"/>
        </w:rPr>
        <w:t>jméno osoby/název firmy</w:t>
      </w:r>
      <w:r w:rsidR="008B24C9">
        <w:rPr>
          <w:rFonts w:eastAsia="Times New Roman" w:cs="Times New Roman"/>
          <w:highlight w:val="green"/>
          <w:lang w:eastAsia="cs-CZ"/>
        </w:rPr>
        <w:t xml:space="preserve"> </w:t>
      </w:r>
      <w:r w:rsidR="008B24C9" w:rsidRPr="008B24C9">
        <w:rPr>
          <w:rFonts w:ascii="Verdana" w:hAnsi="Verdana"/>
          <w:highlight w:val="green"/>
        </w:rPr>
        <w:t>[DOPLNÍ POSKYTOVATEL]</w:t>
      </w:r>
    </w:p>
    <w:p w14:paraId="19E73E8B"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zápisu v evidenci</w:t>
      </w:r>
    </w:p>
    <w:p w14:paraId="57570FFE"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Sídlo:</w:t>
      </w:r>
    </w:p>
    <w:p w14:paraId="420D77A3"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IČO ……………………, DIČ …………………</w:t>
      </w:r>
    </w:p>
    <w:p w14:paraId="19B3856E"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Bankovní spojení:……………………..</w:t>
      </w:r>
    </w:p>
    <w:p w14:paraId="17127EF1"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Číslo účtu:…………………………..</w:t>
      </w:r>
    </w:p>
    <w:p w14:paraId="3B9C9CF2"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D512A1D" w14:textId="73A76F27" w:rsidR="006062F9" w:rsidRPr="006062F9" w:rsidRDefault="004E1498" w:rsidP="00321172">
      <w:pPr>
        <w:widowControl w:val="0"/>
        <w:jc w:val="both"/>
        <w:rPr>
          <w:rFonts w:eastAsia="Times New Roman" w:cs="Times New Roman"/>
          <w:lang w:eastAsia="cs-CZ"/>
        </w:rPr>
      </w:pPr>
      <w:r w:rsidRPr="004E1498">
        <w:rPr>
          <w:rFonts w:eastAsia="Times New Roman" w:cs="Times New Roman"/>
          <w:lang w:eastAsia="cs-CZ"/>
        </w:rPr>
        <w:t xml:space="preserve">Tato smlouva je uzavřena na základě </w:t>
      </w:r>
      <w:r w:rsidRPr="005E00B5">
        <w:rPr>
          <w:rFonts w:eastAsia="Times New Roman" w:cs="Times New Roman"/>
          <w:lang w:eastAsia="cs-CZ"/>
        </w:rPr>
        <w:t>výsledků zadávacího řízení veřejné zakázky</w:t>
      </w:r>
      <w:r w:rsidRPr="004E1498">
        <w:rPr>
          <w:rFonts w:eastAsia="Times New Roman" w:cs="Times New Roman"/>
          <w:lang w:eastAsia="cs-CZ"/>
        </w:rPr>
        <w:t xml:space="preserve"> s názvem </w:t>
      </w:r>
      <w:r w:rsidR="006062F9" w:rsidRPr="006062F9">
        <w:rPr>
          <w:rFonts w:eastAsia="Times New Roman" w:cs="Times New Roman"/>
          <w:b/>
          <w:lang w:eastAsia="cs-CZ"/>
        </w:rPr>
        <w:t>„</w:t>
      </w:r>
      <w:r w:rsidR="005E00B5" w:rsidRPr="005E00B5">
        <w:rPr>
          <w:rFonts w:eastAsia="Times New Roman" w:cs="Times New Roman"/>
          <w:b/>
          <w:lang w:eastAsia="cs-CZ"/>
        </w:rPr>
        <w:t>Zajištění prohlídek UTZ v období 32024 - 22025 u SSZT Brno</w:t>
      </w:r>
      <w:r w:rsidR="006062F9" w:rsidRPr="006062F9">
        <w:rPr>
          <w:rFonts w:eastAsia="Times New Roman" w:cs="Times New Roman"/>
          <w:lang w:eastAsia="cs-CZ"/>
        </w:rPr>
        <w:t xml:space="preserve">“, č. j. veřejné zakázky: </w:t>
      </w:r>
      <w:r w:rsidR="006F1FFF">
        <w:rPr>
          <w:rFonts w:eastAsia="Times New Roman" w:cs="Times New Roman"/>
          <w:lang w:eastAsia="cs-CZ"/>
        </w:rPr>
        <w:t>63924010</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39ABE117" w14:textId="037AE934"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3F039C6" w14:textId="30B3761D" w:rsidR="004E1498" w:rsidRPr="006062F9" w:rsidRDefault="004E1498" w:rsidP="00321172">
      <w:pPr>
        <w:pStyle w:val="Nadpis2"/>
        <w:widowControl w:val="0"/>
      </w:pPr>
      <w:r w:rsidRPr="006062F9">
        <w:t xml:space="preserve">Předmětem </w:t>
      </w:r>
      <w:r w:rsidR="00E73DA0" w:rsidRPr="006062F9">
        <w:t>služeb</w:t>
      </w:r>
      <w:r w:rsidRPr="006062F9">
        <w:t xml:space="preserve"> </w:t>
      </w:r>
      <w:r w:rsidR="006F1FFF" w:rsidRPr="00E908AB">
        <w:t>jsou p</w:t>
      </w:r>
      <w:r w:rsidR="006F1FFF" w:rsidRPr="00E908AB">
        <w:rPr>
          <w:rFonts w:ascii="Verdana" w:eastAsia="Calibri" w:hAnsi="Verdana"/>
          <w:lang w:eastAsia="en-US"/>
        </w:rPr>
        <w:t>rohlídky a zkoušky UTZ v provozu dle předpisů SŽ řady T a návodů výrobce.</w:t>
      </w:r>
    </w:p>
    <w:p w14:paraId="31E5226B" w14:textId="4193F659" w:rsidR="004E1498" w:rsidRPr="006F1FFF" w:rsidRDefault="004E1498" w:rsidP="00321172">
      <w:pPr>
        <w:pStyle w:val="Nadpis2"/>
        <w:widowControl w:val="0"/>
        <w:rPr>
          <w:rFonts w:asciiTheme="majorHAnsi" w:hAnsiTheme="majorHAnsi"/>
        </w:rPr>
      </w:pPr>
      <w:r w:rsidRPr="006F1FFF">
        <w:t xml:space="preserve">Předmět </w:t>
      </w:r>
      <w:r w:rsidR="00E73DA0" w:rsidRPr="006F1FFF">
        <w:t>služeb</w:t>
      </w:r>
      <w:r w:rsidRPr="006F1FFF">
        <w:t xml:space="preserve"> je blíže specifikován v</w:t>
      </w:r>
      <w:r w:rsidR="006062F9" w:rsidRPr="006F1FFF">
        <w:t> bližší specifikaci předmětu plnění</w:t>
      </w:r>
      <w:r w:rsidR="0086114C" w:rsidRPr="006F1FFF">
        <w:t>,</w:t>
      </w:r>
      <w:r w:rsidRPr="006F1FFF">
        <w:t xml:space="preserve"> která je přílohou </w:t>
      </w:r>
      <w:r w:rsidR="006F7CD7" w:rsidRPr="006F1FFF">
        <w:rPr>
          <w:rFonts w:asciiTheme="majorHAnsi" w:hAnsiTheme="majorHAnsi"/>
        </w:rPr>
        <w:t xml:space="preserve">č. </w:t>
      </w:r>
      <w:r w:rsidR="006F1FFF" w:rsidRPr="006F1FFF">
        <w:rPr>
          <w:rFonts w:asciiTheme="majorHAnsi" w:hAnsiTheme="majorHAnsi"/>
        </w:rPr>
        <w:t>2</w:t>
      </w:r>
      <w:r w:rsidR="006062F9" w:rsidRPr="006F1FFF">
        <w:rPr>
          <w:rFonts w:asciiTheme="majorHAnsi" w:hAnsiTheme="majorHAnsi"/>
        </w:rPr>
        <w:t xml:space="preserve"> </w:t>
      </w:r>
      <w:proofErr w:type="gramStart"/>
      <w:r w:rsidRPr="006F1FFF">
        <w:rPr>
          <w:rFonts w:asciiTheme="majorHAnsi" w:hAnsiTheme="majorHAnsi"/>
        </w:rPr>
        <w:t>této</w:t>
      </w:r>
      <w:proofErr w:type="gramEnd"/>
      <w:r w:rsidRPr="006F1FFF">
        <w:rPr>
          <w:rFonts w:asciiTheme="majorHAnsi" w:hAnsiTheme="majorHAnsi"/>
        </w:rPr>
        <w:t xml:space="preserve"> smlouvy.</w:t>
      </w:r>
    </w:p>
    <w:p w14:paraId="600D21AE" w14:textId="1C3F96B9" w:rsidR="004E1498" w:rsidRPr="006F1FFF" w:rsidRDefault="004E1498" w:rsidP="00321172">
      <w:pPr>
        <w:pStyle w:val="Nadpis1"/>
        <w:widowControl w:val="0"/>
        <w:suppressAutoHyphens w:val="0"/>
        <w:jc w:val="both"/>
        <w:rPr>
          <w:rFonts w:eastAsia="Times New Roman"/>
          <w:lang w:eastAsia="cs-CZ"/>
        </w:rPr>
      </w:pPr>
      <w:r w:rsidRPr="006F1FFF">
        <w:rPr>
          <w:rFonts w:eastAsia="Times New Roman"/>
          <w:lang w:eastAsia="cs-CZ"/>
        </w:rPr>
        <w:t xml:space="preserve">Cena </w:t>
      </w:r>
      <w:r w:rsidR="00E73DA0" w:rsidRPr="006F1FFF">
        <w:rPr>
          <w:rFonts w:eastAsia="Times New Roman"/>
          <w:lang w:eastAsia="cs-CZ"/>
        </w:rPr>
        <w:t>předmětu služeb</w:t>
      </w:r>
      <w:r w:rsidR="00503B7A" w:rsidRPr="006F1FFF">
        <w:rPr>
          <w:rFonts w:eastAsia="Times New Roman"/>
          <w:lang w:eastAsia="cs-CZ"/>
        </w:rPr>
        <w:t xml:space="preserve"> </w:t>
      </w:r>
    </w:p>
    <w:p w14:paraId="777CA046" w14:textId="29280B0B"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031D87AF" w14:textId="2748BE0D" w:rsidR="006062F9" w:rsidRPr="006062F9" w:rsidRDefault="006062F9" w:rsidP="00321172">
      <w:pPr>
        <w:pStyle w:val="Odstavecseseznamem"/>
        <w:widowControl w:val="0"/>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1EEAE791" w14:textId="6E8171A3" w:rsidR="006062F9" w:rsidRPr="006062F9" w:rsidRDefault="006062F9" w:rsidP="00321172">
      <w:pPr>
        <w:pStyle w:val="Odstavecseseznamem"/>
        <w:widowControl w:val="0"/>
        <w:spacing w:after="0" w:line="240" w:lineRule="auto"/>
        <w:jc w:val="both"/>
        <w:rPr>
          <w:rFonts w:asciiTheme="majorHAnsi" w:hAnsiTheme="majorHAnsi" w:cs="Calibri"/>
          <w:b/>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7CD6B6BF" w14:textId="77777777" w:rsidR="006062F9" w:rsidRPr="006062F9" w:rsidRDefault="006062F9" w:rsidP="00321172">
      <w:pPr>
        <w:pStyle w:val="Odstavecseseznamem"/>
        <w:widowControl w:val="0"/>
        <w:jc w:val="both"/>
        <w:rPr>
          <w:rFonts w:asciiTheme="majorHAnsi" w:hAnsiTheme="majorHAnsi"/>
        </w:rPr>
      </w:pPr>
    </w:p>
    <w:p w14:paraId="23A2FF24" w14:textId="77777777"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b/>
        </w:rPr>
      </w:pPr>
      <w:r w:rsidRPr="006062F9">
        <w:rPr>
          <w:rFonts w:asciiTheme="majorHAnsi" w:hAnsiTheme="majorHAnsi"/>
          <w:b/>
        </w:rPr>
        <w:t xml:space="preserve">Fakturace </w:t>
      </w:r>
    </w:p>
    <w:p w14:paraId="2D85D3E0" w14:textId="28319536" w:rsidR="006062F9" w:rsidRPr="00321172" w:rsidRDefault="006062F9" w:rsidP="00321172">
      <w:pPr>
        <w:pStyle w:val="Odstavecseseznamem"/>
        <w:widowControl w:val="0"/>
        <w:numPr>
          <w:ilvl w:val="2"/>
          <w:numId w:val="18"/>
        </w:numPr>
        <w:spacing w:after="0" w:line="240" w:lineRule="auto"/>
        <w:jc w:val="both"/>
        <w:rPr>
          <w:rFonts w:ascii="Calibri" w:hAnsi="Calibri"/>
          <w:sz w:val="22"/>
          <w:szCs w:val="22"/>
        </w:rPr>
      </w:pPr>
      <w:r w:rsidRPr="006F1FFF">
        <w:rPr>
          <w:rFonts w:asciiTheme="majorHAnsi" w:hAnsiTheme="majorHAnsi"/>
        </w:rPr>
        <w:t xml:space="preserve">Fakturace za provedenou </w:t>
      </w:r>
      <w:r w:rsidR="004E7B39" w:rsidRPr="006F1FFF">
        <w:rPr>
          <w:rFonts w:asciiTheme="majorHAnsi" w:hAnsiTheme="majorHAnsi" w:cs="Calibri"/>
        </w:rPr>
        <w:t>službu</w:t>
      </w:r>
      <w:r w:rsidRPr="006F1FFF">
        <w:rPr>
          <w:rFonts w:asciiTheme="majorHAnsi" w:hAnsiTheme="majorHAnsi" w:cs="Calibri"/>
          <w:b/>
        </w:rPr>
        <w:t xml:space="preserve"> </w:t>
      </w:r>
      <w:r w:rsidRPr="006F1FFF">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w:t>
      </w:r>
      <w:r w:rsidRPr="006F782F">
        <w:rPr>
          <w:rFonts w:asciiTheme="majorHAnsi" w:hAnsiTheme="majorHAnsi"/>
        </w:rPr>
        <w:t>oběma smluvními stranami.</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3B3AA819" w14:textId="704869E3" w:rsidR="005E00B5" w:rsidRPr="006062F9" w:rsidRDefault="005E00B5" w:rsidP="005E00B5">
      <w:pPr>
        <w:pStyle w:val="Nadpis2"/>
        <w:ind w:left="576"/>
      </w:pPr>
      <w:r>
        <w:t xml:space="preserve">  </w:t>
      </w:r>
      <w:r w:rsidR="004E1498" w:rsidRPr="006062F9">
        <w:t>Místem plnění je</w:t>
      </w:r>
      <w:r w:rsidR="006062F9" w:rsidRPr="006062F9">
        <w:t xml:space="preserve"> </w:t>
      </w:r>
      <w:r>
        <w:t>obvod SSZT Brno.</w:t>
      </w:r>
    </w:p>
    <w:p w14:paraId="4AE0DFE4" w14:textId="7F227987"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do </w:t>
      </w:r>
      <w:r w:rsidR="005E00B5">
        <w:t>2/2025</w:t>
      </w:r>
      <w:r w:rsidR="006062F9" w:rsidRPr="006062F9">
        <w:t xml:space="preserve"> od účinnosti této Smlouvy.</w:t>
      </w:r>
    </w:p>
    <w:p w14:paraId="700C0934"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Poddodavatelé</w:t>
      </w:r>
    </w:p>
    <w:p w14:paraId="1F8D502E" w14:textId="62C6E606" w:rsidR="00B66E16" w:rsidRPr="004E1498" w:rsidRDefault="00B66E16" w:rsidP="00321172">
      <w:pPr>
        <w:pStyle w:val="Nadpis2"/>
        <w:widowControl w:val="0"/>
      </w:pPr>
      <w:r w:rsidRPr="006F1FFF">
        <w:t xml:space="preserve">Na provedení </w:t>
      </w:r>
      <w:r w:rsidR="004E7B39" w:rsidRPr="006F1FFF">
        <w:t xml:space="preserve">předmětu služeb </w:t>
      </w:r>
      <w:r w:rsidRPr="006F1FFF">
        <w:t>se budou podílet poddodavatelé uvedení v příloze č</w:t>
      </w:r>
      <w:r w:rsidR="006F1FFF" w:rsidRPr="006F1FFF">
        <w:t>. 3</w:t>
      </w:r>
      <w:r>
        <w:t>. této S</w:t>
      </w:r>
      <w:r w:rsidRPr="004E1498">
        <w:t xml:space="preserve">mlouvy. </w:t>
      </w:r>
    </w:p>
    <w:p w14:paraId="0B49AA5D" w14:textId="1135F34A" w:rsidR="00B66E16" w:rsidRDefault="00B66E16" w:rsidP="00321172">
      <w:pPr>
        <w:widowControl w:val="0"/>
        <w:spacing w:after="0" w:line="240"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B34A8A">
        <w:rPr>
          <w:rFonts w:eastAsia="Times New Roman" w:cs="Times New Roman"/>
          <w:highlight w:val="yellow"/>
          <w:lang w:eastAsia="cs-CZ"/>
        </w:rPr>
        <w:t>5</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71C2BF6" w14:textId="20CF78A8" w:rsidR="00B66E16" w:rsidRPr="008910FE" w:rsidRDefault="00917840" w:rsidP="00321172">
      <w:pPr>
        <w:pStyle w:val="Nadpis1"/>
        <w:widowControl w:val="0"/>
        <w:suppressAutoHyphens w:val="0"/>
        <w:jc w:val="both"/>
        <w:rPr>
          <w:rFonts w:eastAsia="Times New Roman"/>
          <w:lang w:eastAsia="cs-CZ"/>
        </w:rPr>
      </w:pPr>
      <w:r w:rsidRPr="008910FE">
        <w:rPr>
          <w:rFonts w:eastAsia="Times New Roman"/>
          <w:lang w:eastAsia="cs-CZ"/>
        </w:rPr>
        <w:t>Odpovědné zadávání</w:t>
      </w:r>
    </w:p>
    <w:p w14:paraId="7ECF4EEF" w14:textId="07E27034" w:rsidR="00B66E16" w:rsidRPr="008910FE" w:rsidRDefault="008910FE" w:rsidP="00321172">
      <w:pPr>
        <w:pStyle w:val="Nadpis2"/>
        <w:widowControl w:val="0"/>
      </w:pPr>
      <w:r w:rsidRPr="008910FE">
        <w:t xml:space="preserve">Objednatel je </w:t>
      </w:r>
      <w:proofErr w:type="spellStart"/>
      <w:r w:rsidRPr="008910FE">
        <w:t>povinnen</w:t>
      </w:r>
      <w:proofErr w:type="spellEnd"/>
      <w:r w:rsidRPr="008910FE">
        <w:t xml:space="preserve">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72142D78" w14:textId="2E119E9E" w:rsidR="00B66E16" w:rsidRPr="008910FE" w:rsidRDefault="008910FE" w:rsidP="00321172">
      <w:pPr>
        <w:pStyle w:val="Nadpis2"/>
        <w:widowControl w:val="0"/>
        <w:rPr>
          <w:strike/>
        </w:rPr>
      </w:pPr>
      <w:r w:rsidRPr="008910FE">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r w:rsidR="00B66E16" w:rsidRPr="008910FE">
        <w:rPr>
          <w:strike/>
        </w:rPr>
        <w:t xml:space="preserve"> </w:t>
      </w:r>
    </w:p>
    <w:p w14:paraId="0B213E2C" w14:textId="5DF0291B" w:rsidR="00B66E16" w:rsidRPr="008910FE" w:rsidRDefault="008910FE" w:rsidP="00321172">
      <w:pPr>
        <w:pStyle w:val="Nadpis2"/>
        <w:widowControl w:val="0"/>
        <w:rPr>
          <w:color w:val="FF0000"/>
        </w:rPr>
      </w:pPr>
      <w:r w:rsidRPr="008910FE">
        <w:t>Objednatel požaduje, aby Zhotovitel při realizaci Díla pro Objednatele zajistil rovnocenné platební podmínky, jako má sjednány Zhotovitel s Objednatelem, a to následovně:</w:t>
      </w:r>
    </w:p>
    <w:p w14:paraId="70B6DC02" w14:textId="597296F8" w:rsidR="00B66E16" w:rsidRPr="008910FE" w:rsidRDefault="00537D01" w:rsidP="00537D01">
      <w:pPr>
        <w:pStyle w:val="Nadpis2"/>
        <w:numPr>
          <w:ilvl w:val="0"/>
          <w:numId w:val="0"/>
        </w:numPr>
        <w:ind w:left="709" w:hanging="709"/>
        <w:rPr>
          <w:strike/>
        </w:rPr>
      </w:pPr>
      <w:r>
        <w:t xml:space="preserve">6.3.1 </w:t>
      </w:r>
      <w:r>
        <w:tab/>
      </w:r>
      <w:r w:rsidR="008910FE" w:rsidRPr="008910FE">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E052144" w14:textId="3B8EFC35" w:rsidR="00B66E16" w:rsidRPr="008910FE" w:rsidRDefault="00537D01" w:rsidP="00537D01">
      <w:pPr>
        <w:pStyle w:val="Nadpis2"/>
        <w:widowControl w:val="0"/>
        <w:numPr>
          <w:ilvl w:val="0"/>
          <w:numId w:val="0"/>
        </w:numPr>
        <w:ind w:left="718" w:hanging="576"/>
      </w:pPr>
      <w:r>
        <w:t xml:space="preserve">6.3.2  </w:t>
      </w:r>
      <w:r w:rsidR="008910FE" w:rsidRPr="008910FE">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w:t>
      </w:r>
      <w:r w:rsidR="008910FE" w:rsidRPr="008910FE">
        <w:lastRenderedPageBreak/>
        <w:t>porušení obou povinností Zhotovitele sčítat</w:t>
      </w:r>
    </w:p>
    <w:p w14:paraId="21F816C5" w14:textId="77777777" w:rsidR="004E1498" w:rsidRPr="008910FE" w:rsidRDefault="004E1498" w:rsidP="00321172">
      <w:pPr>
        <w:pStyle w:val="Nadpis1"/>
        <w:widowControl w:val="0"/>
        <w:suppressAutoHyphens w:val="0"/>
        <w:jc w:val="both"/>
        <w:rPr>
          <w:rFonts w:eastAsia="Times New Roman"/>
          <w:lang w:eastAsia="cs-CZ"/>
        </w:rPr>
      </w:pPr>
      <w:r w:rsidRPr="008910FE">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613FEF08" w:rsidR="004E1498" w:rsidRPr="00321172" w:rsidRDefault="004E1498" w:rsidP="00321172">
      <w:pPr>
        <w:pStyle w:val="Nadpis3"/>
        <w:widowControl w:val="0"/>
      </w:pPr>
      <w:r w:rsidRPr="00321172">
        <w:t xml:space="preserve">za Objednatele </w:t>
      </w:r>
      <w:r w:rsidR="005E00B5">
        <w:t xml:space="preserve">Ing. Marek Chromý, </w:t>
      </w:r>
      <w:r w:rsidRPr="00321172">
        <w:t>tel.</w:t>
      </w:r>
      <w:r w:rsidR="005E00B5">
        <w:t xml:space="preserve"> 728 189 884</w:t>
      </w:r>
      <w:r w:rsidR="0086114C" w:rsidRPr="00321172">
        <w:t>,</w:t>
      </w:r>
      <w:r w:rsidRPr="00321172">
        <w:t xml:space="preserve"> email </w:t>
      </w:r>
      <w:r w:rsidR="005E00B5">
        <w:t>ChromyM@spravazeleznic.cz</w:t>
      </w:r>
      <w:r w:rsidR="0086114C" w:rsidRPr="00321172">
        <w:t>,</w:t>
      </w:r>
    </w:p>
    <w:p w14:paraId="1C513CD4" w14:textId="6A191C7A" w:rsidR="004E1498" w:rsidRPr="00321172" w:rsidRDefault="004E1498" w:rsidP="00321172">
      <w:pPr>
        <w:pStyle w:val="Nadpis3"/>
        <w:widowControl w:val="0"/>
        <w:rPr>
          <w:highlight w:val="green"/>
        </w:rPr>
      </w:pPr>
      <w:r w:rsidRPr="00321172">
        <w:rPr>
          <w:highlight w:val="green"/>
        </w:rPr>
        <w:t xml:space="preserve">za </w:t>
      </w:r>
      <w:r w:rsidR="00E73DA0" w:rsidRPr="00321172">
        <w:rPr>
          <w:highlight w:val="green"/>
        </w:rPr>
        <w:t>Poskytovatel</w:t>
      </w:r>
      <w:r w:rsidRPr="00321172">
        <w:rPr>
          <w:highlight w:val="green"/>
        </w:rPr>
        <w:t xml:space="preserve">e p. </w:t>
      </w:r>
      <w:r w:rsidR="008B24C9" w:rsidRPr="008B24C9">
        <w:rPr>
          <w:rFonts w:ascii="Verdana" w:hAnsi="Verdana"/>
          <w:highlight w:val="green"/>
        </w:rPr>
        <w:t>[DOPLNÍ POSKYTOVATEL].</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C4B7648"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460552F1" w14:textId="77777777" w:rsidR="001C0631" w:rsidRPr="001C0631" w:rsidRDefault="001C0631" w:rsidP="001C0631">
      <w:pPr>
        <w:rPr>
          <w:lang w:eastAsia="cs-CZ"/>
        </w:rPr>
      </w:pPr>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proofErr w:type="gramStart"/>
      <w:r>
        <w:rPr>
          <w:rFonts w:eastAsia="Calibri"/>
        </w:rPr>
        <w:t>Poskytovatel</w:t>
      </w:r>
      <w:proofErr w:type="gramEnd"/>
      <w:r w:rsidR="00CE287A" w:rsidRPr="0073792E">
        <w:t xml:space="preserve"> prohlašuje, že není obchodní společností, ve které veřejný funkcionář uvedený v </w:t>
      </w:r>
      <w:proofErr w:type="spellStart"/>
      <w:proofErr w:type="gramStart"/>
      <w:r w:rsidR="00CE287A" w:rsidRPr="0073792E">
        <w:t>ust</w:t>
      </w:r>
      <w:proofErr w:type="spellEnd"/>
      <w:r w:rsidR="00CE287A" w:rsidRPr="0073792E">
        <w:t>.</w:t>
      </w:r>
      <w:proofErr w:type="gramEnd"/>
      <w:r w:rsidR="00CE287A" w:rsidRPr="0073792E">
        <w:t xml:space="preserve">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321172">
      <w:pPr>
        <w:pStyle w:val="Nadpis2"/>
        <w:widowControl w:val="0"/>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321172">
      <w:pPr>
        <w:pStyle w:val="Nadpis1"/>
        <w:widowControl w:val="0"/>
        <w:numPr>
          <w:ilvl w:val="0"/>
          <w:numId w:val="40"/>
        </w:numPr>
        <w:suppressAutoHyphens w:val="0"/>
        <w:spacing w:before="0" w:after="0"/>
        <w:jc w:val="both"/>
        <w:rPr>
          <w:u w:val="none"/>
          <w:lang w:eastAsia="cs-CZ"/>
        </w:rPr>
      </w:pPr>
      <w:r w:rsidRPr="003A6968">
        <w:rPr>
          <w:b w:val="0"/>
          <w:u w:val="none"/>
          <w:lang w:eastAsia="cs-CZ"/>
        </w:rPr>
        <w:lastRenderedPageBreak/>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321172">
      <w:pPr>
        <w:pStyle w:val="Nadpis1"/>
        <w:widowControl w:val="0"/>
        <w:numPr>
          <w:ilvl w:val="0"/>
          <w:numId w:val="40"/>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5D474CB2"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8.1 a 8.2 této Smlouvy také </w:t>
      </w:r>
      <w:r w:rsidRPr="008F20C9">
        <w:rPr>
          <w:rFonts w:eastAsia="Calibri"/>
        </w:rPr>
        <w:t>jednotlivě</w:t>
      </w:r>
      <w:r>
        <w:t xml:space="preserve"> pro všechny osoby v rámci </w:t>
      </w:r>
      <w:r w:rsidR="004F5497">
        <w:t>Poskytovatele</w:t>
      </w:r>
      <w:r>
        <w:t xml:space="preserve"> sdružené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321172">
      <w:pPr>
        <w:pStyle w:val="Nadpis2"/>
        <w:widowControl w:val="0"/>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5E00B5"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w:t>
      </w:r>
      <w:r w:rsidR="00CE287A" w:rsidRPr="005E00B5">
        <w:t>seznamech,</w:t>
      </w:r>
      <w:r w:rsidR="00CE287A" w:rsidRPr="005E00B5">
        <w:rPr>
          <w:rFonts w:cstheme="majorBidi"/>
        </w:rPr>
        <w:t xml:space="preserve"> nebo v jejich prospěch</w:t>
      </w:r>
      <w:r w:rsidR="00CE287A" w:rsidRPr="005E00B5">
        <w:t>.</w:t>
      </w:r>
    </w:p>
    <w:p w14:paraId="41FA61C2" w14:textId="09CE0B8D" w:rsidR="009A396A" w:rsidRPr="005E00B5" w:rsidRDefault="00CE287A" w:rsidP="00321172">
      <w:pPr>
        <w:pStyle w:val="Nadpis2"/>
        <w:widowControl w:val="0"/>
      </w:pPr>
      <w:r w:rsidRPr="005E00B5">
        <w:t xml:space="preserve">Ukáží-li se prohlášení </w:t>
      </w:r>
      <w:r w:rsidR="004F5497" w:rsidRPr="005E00B5">
        <w:t>Poskytovatele</w:t>
      </w:r>
      <w:r w:rsidRPr="005E00B5">
        <w:t xml:space="preserve"> dle odstavce 8.1 a 8.2 této Smlouvy jako nepravdivá nebo poruší-li </w:t>
      </w:r>
      <w:r w:rsidR="004F5497" w:rsidRPr="005E00B5">
        <w:t>Poskytovatel</w:t>
      </w:r>
      <w:r w:rsidRPr="005E00B5">
        <w:t xml:space="preserve"> svou oznamovací povinnost dle odstavce </w:t>
      </w:r>
      <w:proofErr w:type="gramStart"/>
      <w:r w:rsidRPr="005E00B5">
        <w:t>8.4. nebo</w:t>
      </w:r>
      <w:proofErr w:type="gramEnd"/>
      <w:r w:rsidRPr="005E00B5">
        <w:t xml:space="preserve"> povinnosti dle odstavců 8.5 nebo 8.6 této Smlouvy, je Objednatel oprávněn vypovědět tuto Smlouvu bez výpovědní doby. </w:t>
      </w:r>
      <w:r w:rsidR="004F5497" w:rsidRPr="005E00B5">
        <w:t>Poskytovatel</w:t>
      </w:r>
      <w:r w:rsidRPr="005E00B5">
        <w:t xml:space="preserve"> je dále povinen zaplatit za každé jednotlivé porušení povinností dle předchozí věty smluvní pokutu ve výši 5</w:t>
      </w:r>
      <w:r w:rsidR="00C916C5" w:rsidRPr="005E00B5">
        <w:t xml:space="preserve"> % procent C</w:t>
      </w:r>
      <w:r w:rsidRPr="005E00B5">
        <w:t>eny</w:t>
      </w:r>
      <w:r w:rsidR="00C916C5" w:rsidRPr="005E00B5">
        <w:t xml:space="preserve"> předmětu služeb</w:t>
      </w:r>
      <w:r w:rsidRPr="005E00B5">
        <w:t xml:space="preserve"> (</w:t>
      </w:r>
      <w:r w:rsidR="00C916C5" w:rsidRPr="005E00B5">
        <w:t>Cena celkem</w:t>
      </w:r>
      <w:r w:rsidRPr="005E00B5">
        <w:t xml:space="preserve"> bez DPH) sjednané dle této Smlouvy. Ustanovení § 2004 odst. 2 Občanského zákoníku a § 2050 Občanského zákoníku se nepoužijí.</w:t>
      </w:r>
    </w:p>
    <w:p w14:paraId="7ACA4F45" w14:textId="1236324D" w:rsidR="004E1498" w:rsidRPr="005E00B5" w:rsidRDefault="004E1498" w:rsidP="00321172">
      <w:pPr>
        <w:pStyle w:val="Nadpis1"/>
        <w:widowControl w:val="0"/>
        <w:suppressAutoHyphens w:val="0"/>
        <w:jc w:val="both"/>
        <w:rPr>
          <w:rFonts w:eastAsia="Times New Roman"/>
          <w:lang w:eastAsia="cs-CZ"/>
        </w:rPr>
      </w:pPr>
      <w:r w:rsidRPr="005E00B5">
        <w:rPr>
          <w:rFonts w:eastAsia="Times New Roman"/>
          <w:lang w:eastAsia="cs-CZ"/>
        </w:rPr>
        <w:t>Závěrečná ujednání</w:t>
      </w:r>
    </w:p>
    <w:p w14:paraId="3E50101D" w14:textId="388C0BB8" w:rsidR="004E1498" w:rsidRPr="004E1498" w:rsidRDefault="004E1498" w:rsidP="00321172">
      <w:pPr>
        <w:pStyle w:val="Nadpis2"/>
        <w:widowControl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4E1498" w:rsidRDefault="004E1498" w:rsidP="00321172">
      <w:pPr>
        <w:pStyle w:val="Nadpis3"/>
        <w:widowControl w:val="0"/>
      </w:pPr>
      <w:r w:rsidRPr="004E1498">
        <w:t>se zněním Obchodních podmínek se před podpisem této smlouvy seznámil,</w:t>
      </w:r>
    </w:p>
    <w:p w14:paraId="382930A8" w14:textId="77777777" w:rsidR="004E1498" w:rsidRPr="004E1498" w:rsidRDefault="004E1498" w:rsidP="00321172">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w:t>
      </w:r>
      <w:r w:rsidRPr="004E1498">
        <w:lastRenderedPageBreak/>
        <w:t>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24A8BB84" w14:textId="2A4D12A2" w:rsidR="00B66E16" w:rsidRPr="006F782F" w:rsidRDefault="00B66E16" w:rsidP="006F782F">
      <w:pPr>
        <w:pStyle w:val="Nadpis2"/>
        <w:widowControl w:val="0"/>
        <w:ind w:left="709" w:hanging="709"/>
      </w:pPr>
      <w:r w:rsidRPr="006F782F">
        <w:rPr>
          <w:rFonts w:eastAsia="Calibri"/>
        </w:rPr>
        <w:t>Tato Smlouva nabývá platnosti dnem jejího podpisu poslední ze Smluvních stran a účinnosti dnem uveřejnění v registru smluv podle ZRS.</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4EE861DE" w:rsidR="00B66E16" w:rsidRPr="006F1FFF"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6F1FFF">
        <w:rPr>
          <w:rFonts w:eastAsia="Times New Roman" w:cs="Times New Roman"/>
          <w:lang w:eastAsia="cs-CZ"/>
        </w:rPr>
        <w:t>Bližší specifikace</w:t>
      </w:r>
      <w:r w:rsidR="006F1FFF" w:rsidRPr="006F1FFF">
        <w:rPr>
          <w:rFonts w:eastAsia="Times New Roman" w:cs="Times New Roman"/>
          <w:lang w:eastAsia="cs-CZ"/>
        </w:rPr>
        <w:t xml:space="preserve"> - oceněný položkový rozpočet</w:t>
      </w:r>
    </w:p>
    <w:p w14:paraId="7C809827" w14:textId="2B32627D" w:rsidR="00B66E16" w:rsidRPr="006F1FFF"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6F1FFF">
        <w:rPr>
          <w:rFonts w:eastAsia="Times New Roman" w:cs="Times New Roman"/>
          <w:lang w:eastAsia="cs-CZ"/>
        </w:rPr>
        <w:t xml:space="preserve">Seznam poddodavatelů – doplní </w:t>
      </w:r>
      <w:r w:rsidR="004E7B39" w:rsidRPr="006F1FFF">
        <w:rPr>
          <w:rFonts w:eastAsia="Times New Roman" w:cs="Times New Roman"/>
          <w:lang w:eastAsia="cs-CZ"/>
        </w:rPr>
        <w:t>Poskytovatel</w:t>
      </w:r>
    </w:p>
    <w:p w14:paraId="6C5A111E" w14:textId="5FB36623" w:rsidR="00B66E16" w:rsidRPr="006F1FFF" w:rsidRDefault="00B66E16"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F1FFF">
        <w:rPr>
          <w:rFonts w:eastAsia="Times New Roman" w:cs="Times New Roman"/>
          <w:lang w:eastAsia="cs-CZ"/>
        </w:rPr>
        <w:t xml:space="preserve">Plná moc (pouze v případě zastoupení </w:t>
      </w:r>
      <w:r w:rsidR="004E7B39" w:rsidRPr="006F1FFF">
        <w:rPr>
          <w:rFonts w:eastAsia="Times New Roman" w:cs="Times New Roman"/>
          <w:lang w:eastAsia="cs-CZ"/>
        </w:rPr>
        <w:t>Poskytovatel</w:t>
      </w:r>
      <w:r w:rsidRPr="006F1FFF">
        <w:rPr>
          <w:rFonts w:eastAsia="Times New Roman" w:cs="Times New Roman"/>
          <w:lang w:eastAsia="cs-CZ"/>
        </w:rPr>
        <w:t>e osobou na základě plné moci)</w:t>
      </w:r>
    </w:p>
    <w:p w14:paraId="564F9CF7" w14:textId="08CC5437" w:rsidR="00B66E16" w:rsidRPr="006F1FFF" w:rsidRDefault="006F1FFF"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F1FFF">
        <w:rPr>
          <w:rFonts w:eastAsia="Times New Roman" w:cs="Times New Roman"/>
          <w:lang w:eastAsia="cs-CZ"/>
        </w:rPr>
        <w:t>Oprávněné osoby</w:t>
      </w:r>
    </w:p>
    <w:p w14:paraId="4AE8B087" w14:textId="77777777" w:rsidR="00D45DE0" w:rsidRPr="006F1FFF"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731B7242" w14:textId="4B96A573"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321172">
      <w:pPr>
        <w:widowControl w:val="0"/>
        <w:spacing w:after="0" w:line="276" w:lineRule="auto"/>
        <w:jc w:val="both"/>
        <w:rPr>
          <w:rFonts w:asciiTheme="majorHAnsi" w:hAnsiTheme="majorHAnsi"/>
        </w:rPr>
      </w:pPr>
    </w:p>
    <w:p w14:paraId="07132D92" w14:textId="77777777" w:rsidR="00D45DE0" w:rsidRDefault="00D45DE0" w:rsidP="00321172">
      <w:pPr>
        <w:widowControl w:val="0"/>
        <w:spacing w:after="0" w:line="276" w:lineRule="auto"/>
        <w:jc w:val="both"/>
        <w:rPr>
          <w:rFonts w:asciiTheme="majorHAnsi" w:hAnsiTheme="majorHAnsi"/>
        </w:rPr>
      </w:pPr>
    </w:p>
    <w:p w14:paraId="05C7E0EE" w14:textId="4FF84EC7" w:rsidR="00D45DE0" w:rsidRDefault="00D45DE0" w:rsidP="00321172">
      <w:pPr>
        <w:widowControl w:val="0"/>
        <w:spacing w:after="0" w:line="276" w:lineRule="auto"/>
        <w:jc w:val="both"/>
        <w:rPr>
          <w:rFonts w:asciiTheme="majorHAnsi" w:hAnsiTheme="majorHAnsi"/>
        </w:rPr>
      </w:pPr>
    </w:p>
    <w:p w14:paraId="03F3141E" w14:textId="0B8D0B4D" w:rsidR="00D15ED0" w:rsidRDefault="00D15ED0" w:rsidP="00321172">
      <w:pPr>
        <w:widowControl w:val="0"/>
        <w:spacing w:after="0" w:line="276" w:lineRule="auto"/>
        <w:jc w:val="both"/>
        <w:rPr>
          <w:rFonts w:asciiTheme="majorHAnsi" w:hAnsiTheme="majorHAnsi"/>
        </w:rPr>
      </w:pPr>
    </w:p>
    <w:p w14:paraId="3CF742F8" w14:textId="77777777" w:rsidR="00D15ED0" w:rsidRDefault="00D15ED0" w:rsidP="00321172">
      <w:pPr>
        <w:widowControl w:val="0"/>
        <w:spacing w:after="0" w:line="276" w:lineRule="auto"/>
        <w:jc w:val="both"/>
        <w:rPr>
          <w:rFonts w:asciiTheme="majorHAnsi" w:hAnsiTheme="majorHAnsi"/>
        </w:rPr>
      </w:pPr>
    </w:p>
    <w:p w14:paraId="600CC85A" w14:textId="6926120A" w:rsidR="00D45DE0" w:rsidRDefault="00D45DE0" w:rsidP="00321172">
      <w:pPr>
        <w:widowControl w:val="0"/>
        <w:spacing w:after="0" w:line="276" w:lineRule="auto"/>
        <w:jc w:val="both"/>
        <w:rPr>
          <w:rFonts w:asciiTheme="majorHAnsi" w:hAnsiTheme="majorHAnsi"/>
        </w:rPr>
      </w:pPr>
      <w:r>
        <w:rPr>
          <w:rFonts w:asciiTheme="majorHAnsi" w:hAnsiTheme="majorHAnsi"/>
        </w:rPr>
        <w:tab/>
      </w:r>
      <w:r>
        <w:rPr>
          <w:rFonts w:asciiTheme="majorHAnsi" w:hAnsiTheme="majorHAnsi"/>
        </w:rPr>
        <w:tab/>
      </w:r>
    </w:p>
    <w:p w14:paraId="33068B35" w14:textId="77777777" w:rsidR="006F1FFF" w:rsidRPr="00D45DE0" w:rsidRDefault="006F1FFF" w:rsidP="006F1FFF">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3234B9">
        <w:t>Správa železnic, státní organizace</w:t>
      </w:r>
    </w:p>
    <w:p w14:paraId="5DDE1CE3" w14:textId="77777777" w:rsidR="006F1FFF" w:rsidRPr="008B7C70" w:rsidRDefault="006F1FFF" w:rsidP="006F1FFF">
      <w:pPr>
        <w:spacing w:after="0" w:line="276" w:lineRule="auto"/>
        <w:rPr>
          <w:rFonts w:asciiTheme="majorHAnsi" w:hAnsiTheme="majorHAnsi"/>
        </w:rPr>
      </w:pPr>
      <w:r w:rsidRPr="008B7C70">
        <w:rPr>
          <w:noProof/>
        </w:rPr>
        <w:t>Ing. Libor Tkáč, MBA</w:t>
      </w:r>
      <w:r w:rsidRPr="008B7C70">
        <w:rPr>
          <w:rFonts w:asciiTheme="majorHAnsi" w:hAnsiTheme="majorHAnsi"/>
        </w:rPr>
        <w:t xml:space="preserve"> </w:t>
      </w:r>
      <w:r w:rsidRPr="008B7C70">
        <w:rPr>
          <w:rFonts w:asciiTheme="majorHAnsi" w:hAnsiTheme="majorHAnsi"/>
        </w:rPr>
        <w:tab/>
        <w:t xml:space="preserve">  </w:t>
      </w:r>
      <w:r w:rsidRPr="008B7C70">
        <w:rPr>
          <w:rFonts w:asciiTheme="majorHAnsi" w:hAnsiTheme="majorHAnsi"/>
        </w:rPr>
        <w:tab/>
      </w:r>
      <w:r w:rsidRPr="008B7C70">
        <w:rPr>
          <w:rFonts w:asciiTheme="majorHAnsi" w:hAnsiTheme="majorHAnsi"/>
        </w:rPr>
        <w:tab/>
      </w:r>
      <w:r w:rsidRPr="008B7C70">
        <w:rPr>
          <w:rFonts w:asciiTheme="majorHAnsi" w:hAnsiTheme="majorHAnsi"/>
        </w:rPr>
        <w:tab/>
      </w:r>
      <w:r w:rsidRPr="008B7C70">
        <w:rPr>
          <w:rFonts w:asciiTheme="majorHAnsi" w:hAnsiTheme="majorHAnsi"/>
        </w:rPr>
        <w:tab/>
      </w:r>
      <w:r w:rsidRPr="008B7C70">
        <w:rPr>
          <w:rFonts w:asciiTheme="majorHAnsi" w:hAnsiTheme="majorHAnsi"/>
          <w:noProof/>
        </w:rPr>
        <w:t>[</w:t>
      </w:r>
      <w:r w:rsidRPr="008B7C70">
        <w:rPr>
          <w:rFonts w:asciiTheme="majorHAnsi" w:hAnsiTheme="majorHAnsi"/>
          <w:i/>
          <w:iCs/>
          <w:noProof/>
        </w:rPr>
        <w:t>DOPLNÍ POSKYTOVATEL</w:t>
      </w:r>
      <w:r w:rsidRPr="008B7C70">
        <w:rPr>
          <w:rFonts w:asciiTheme="majorHAnsi" w:hAnsiTheme="majorHAnsi"/>
          <w:noProof/>
        </w:rPr>
        <w:t>]</w:t>
      </w:r>
    </w:p>
    <w:p w14:paraId="2D0719D1" w14:textId="0F1BE431" w:rsidR="006F1FFF" w:rsidRDefault="006F1FFF" w:rsidP="006F1FFF">
      <w:pPr>
        <w:overflowPunct w:val="0"/>
        <w:autoSpaceDE w:val="0"/>
        <w:autoSpaceDN w:val="0"/>
        <w:adjustRightInd w:val="0"/>
        <w:spacing w:after="0" w:line="240" w:lineRule="auto"/>
        <w:textAlignment w:val="baseline"/>
        <w:rPr>
          <w:rFonts w:eastAsia="Times New Roman" w:cs="Times New Roman"/>
          <w:lang w:eastAsia="cs-CZ"/>
        </w:rPr>
      </w:pPr>
      <w:r w:rsidRPr="008B7C70">
        <w:rPr>
          <w:rFonts w:eastAsia="Times New Roman" w:cs="Times New Roman"/>
          <w:lang w:eastAsia="cs-CZ"/>
        </w:rPr>
        <w:t>ředitel Oblastního ředitelství Brno</w:t>
      </w:r>
    </w:p>
    <w:p w14:paraId="3C0DF827" w14:textId="3F7E7EDB" w:rsidR="0079011D" w:rsidRDefault="0079011D" w:rsidP="006F1FFF">
      <w:pPr>
        <w:overflowPunct w:val="0"/>
        <w:autoSpaceDE w:val="0"/>
        <w:autoSpaceDN w:val="0"/>
        <w:adjustRightInd w:val="0"/>
        <w:spacing w:after="0" w:line="240" w:lineRule="auto"/>
        <w:textAlignment w:val="baseline"/>
        <w:rPr>
          <w:rFonts w:eastAsia="Times New Roman" w:cs="Times New Roman"/>
          <w:lang w:eastAsia="cs-CZ"/>
        </w:rPr>
      </w:pPr>
    </w:p>
    <w:p w14:paraId="72D56089" w14:textId="5F82F997" w:rsidR="0079011D" w:rsidRDefault="0079011D" w:rsidP="006F1FFF">
      <w:pPr>
        <w:overflowPunct w:val="0"/>
        <w:autoSpaceDE w:val="0"/>
        <w:autoSpaceDN w:val="0"/>
        <w:adjustRightInd w:val="0"/>
        <w:spacing w:after="0" w:line="240" w:lineRule="auto"/>
        <w:textAlignment w:val="baseline"/>
        <w:rPr>
          <w:rFonts w:eastAsia="Times New Roman" w:cs="Times New Roman"/>
          <w:lang w:eastAsia="cs-CZ"/>
        </w:rPr>
      </w:pPr>
    </w:p>
    <w:p w14:paraId="3EAE0F04" w14:textId="3EB13713" w:rsidR="0079011D" w:rsidRDefault="0079011D" w:rsidP="006F1FFF">
      <w:pPr>
        <w:overflowPunct w:val="0"/>
        <w:autoSpaceDE w:val="0"/>
        <w:autoSpaceDN w:val="0"/>
        <w:adjustRightInd w:val="0"/>
        <w:spacing w:after="0" w:line="240" w:lineRule="auto"/>
        <w:textAlignment w:val="baseline"/>
        <w:rPr>
          <w:rFonts w:eastAsia="Times New Roman" w:cs="Times New Roman"/>
          <w:lang w:eastAsia="cs-CZ"/>
        </w:rPr>
      </w:pPr>
    </w:p>
    <w:p w14:paraId="2F9A9F82" w14:textId="3A56381F" w:rsidR="0079011D" w:rsidRDefault="0079011D" w:rsidP="006F1FFF">
      <w:pPr>
        <w:overflowPunct w:val="0"/>
        <w:autoSpaceDE w:val="0"/>
        <w:autoSpaceDN w:val="0"/>
        <w:adjustRightInd w:val="0"/>
        <w:spacing w:after="0" w:line="240" w:lineRule="auto"/>
        <w:textAlignment w:val="baseline"/>
        <w:rPr>
          <w:rFonts w:eastAsia="Times New Roman" w:cs="Times New Roman"/>
          <w:lang w:eastAsia="cs-CZ"/>
        </w:rPr>
      </w:pPr>
    </w:p>
    <w:p w14:paraId="548155CA" w14:textId="77777777" w:rsidR="0079011D" w:rsidRDefault="0079011D" w:rsidP="006F1FFF">
      <w:pPr>
        <w:overflowPunct w:val="0"/>
        <w:autoSpaceDE w:val="0"/>
        <w:autoSpaceDN w:val="0"/>
        <w:adjustRightInd w:val="0"/>
        <w:spacing w:after="0" w:line="240" w:lineRule="auto"/>
        <w:textAlignment w:val="baseline"/>
        <w:rPr>
          <w:rFonts w:eastAsia="Times New Roman" w:cs="Times New Roman"/>
          <w:lang w:eastAsia="cs-CZ"/>
        </w:rPr>
        <w:sectPr w:rsidR="0079011D"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pPr>
    </w:p>
    <w:p w14:paraId="3765D62D" w14:textId="77777777" w:rsidR="0079011D" w:rsidRPr="008B7C70" w:rsidRDefault="0079011D" w:rsidP="0079011D">
      <w:pPr>
        <w:rPr>
          <w:rFonts w:eastAsia="Times New Roman" w:cs="Times New Roman"/>
          <w:b/>
          <w:lang w:eastAsia="cs-CZ"/>
        </w:rPr>
      </w:pPr>
      <w:r w:rsidRPr="008B7C70">
        <w:rPr>
          <w:rFonts w:eastAsia="Times New Roman" w:cs="Times New Roman"/>
          <w:b/>
          <w:lang w:eastAsia="cs-CZ"/>
        </w:rPr>
        <w:lastRenderedPageBreak/>
        <w:t>Příloha č. 1</w:t>
      </w:r>
    </w:p>
    <w:p w14:paraId="58D64387" w14:textId="381B6129" w:rsidR="0079011D" w:rsidRDefault="0079011D" w:rsidP="0079011D">
      <w:pPr>
        <w:rPr>
          <w:rFonts w:eastAsia="Times New Roman" w:cs="Times New Roman"/>
          <w:b/>
          <w:lang w:eastAsia="cs-CZ"/>
        </w:rPr>
      </w:pPr>
      <w:r w:rsidRPr="008B7C70">
        <w:rPr>
          <w:rFonts w:eastAsia="Times New Roman" w:cs="Times New Roman"/>
          <w:b/>
          <w:lang w:eastAsia="cs-CZ"/>
        </w:rPr>
        <w:t>Obchodní podmínky</w:t>
      </w:r>
    </w:p>
    <w:p w14:paraId="43D08009" w14:textId="77777777" w:rsidR="0079011D" w:rsidRDefault="0079011D" w:rsidP="0079011D">
      <w:pPr>
        <w:rPr>
          <w:rFonts w:eastAsia="Times New Roman" w:cs="Times New Roman"/>
          <w:b/>
          <w:lang w:eastAsia="cs-CZ"/>
        </w:rPr>
        <w:sectPr w:rsidR="0079011D" w:rsidSect="00FC6389">
          <w:headerReference w:type="first" r:id="rId15"/>
          <w:footerReference w:type="first" r:id="rId16"/>
          <w:pgSz w:w="11906" w:h="16838" w:code="9"/>
          <w:pgMar w:top="1049" w:right="1134" w:bottom="1474" w:left="2070" w:header="595" w:footer="624" w:gutter="0"/>
          <w:cols w:space="708"/>
          <w:titlePg/>
          <w:docGrid w:linePitch="360"/>
        </w:sectPr>
      </w:pPr>
    </w:p>
    <w:p w14:paraId="120D0EAE" w14:textId="77777777" w:rsidR="0079011D" w:rsidRPr="008B7C70" w:rsidRDefault="0079011D" w:rsidP="0079011D">
      <w:pPr>
        <w:rPr>
          <w:rFonts w:eastAsia="Times New Roman" w:cs="Times New Roman"/>
          <w:b/>
          <w:lang w:eastAsia="cs-CZ"/>
        </w:rPr>
      </w:pPr>
      <w:r>
        <w:rPr>
          <w:rFonts w:eastAsia="Times New Roman" w:cs="Times New Roman"/>
          <w:b/>
          <w:lang w:eastAsia="cs-CZ"/>
        </w:rPr>
        <w:lastRenderedPageBreak/>
        <w:t>Příloha č. 2</w:t>
      </w:r>
    </w:p>
    <w:p w14:paraId="0AC2066B" w14:textId="26ADAFCD" w:rsidR="0079011D" w:rsidRDefault="0079011D" w:rsidP="0079011D">
      <w:pPr>
        <w:rPr>
          <w:rFonts w:eastAsia="Times New Roman" w:cs="Times New Roman"/>
          <w:b/>
          <w:lang w:eastAsia="cs-CZ"/>
        </w:rPr>
        <w:sectPr w:rsidR="0079011D" w:rsidSect="00FC6389">
          <w:pgSz w:w="11906" w:h="16838" w:code="9"/>
          <w:pgMar w:top="1049" w:right="1134" w:bottom="1474" w:left="2070" w:header="595" w:footer="624" w:gutter="0"/>
          <w:cols w:space="708"/>
          <w:titlePg/>
          <w:docGrid w:linePitch="360"/>
        </w:sectPr>
      </w:pPr>
      <w:r>
        <w:rPr>
          <w:rFonts w:eastAsia="Times New Roman" w:cs="Times New Roman"/>
          <w:b/>
          <w:lang w:eastAsia="cs-CZ"/>
        </w:rPr>
        <w:t xml:space="preserve">Bližší specifikace </w:t>
      </w:r>
      <w:r w:rsidRPr="006F1FFF">
        <w:rPr>
          <w:rFonts w:eastAsia="Times New Roman" w:cs="Times New Roman"/>
          <w:lang w:eastAsia="cs-CZ"/>
        </w:rPr>
        <w:t xml:space="preserve">- </w:t>
      </w:r>
      <w:r w:rsidRPr="0079011D">
        <w:rPr>
          <w:rFonts w:eastAsia="Times New Roman" w:cs="Times New Roman"/>
          <w:b/>
          <w:lang w:eastAsia="cs-CZ"/>
        </w:rPr>
        <w:t>o</w:t>
      </w:r>
      <w:r>
        <w:rPr>
          <w:rFonts w:eastAsia="Times New Roman" w:cs="Times New Roman"/>
          <w:b/>
          <w:lang w:eastAsia="cs-CZ"/>
        </w:rPr>
        <w:t xml:space="preserve">ceněný položkový </w:t>
      </w:r>
      <w:proofErr w:type="spellStart"/>
      <w:r>
        <w:rPr>
          <w:rFonts w:eastAsia="Times New Roman" w:cs="Times New Roman"/>
          <w:b/>
          <w:lang w:eastAsia="cs-CZ"/>
        </w:rPr>
        <w:t>rozpoče</w:t>
      </w:r>
      <w:proofErr w:type="spellEnd"/>
    </w:p>
    <w:p w14:paraId="0FF44D3E" w14:textId="7452CCF0" w:rsidR="00E872EF" w:rsidRDefault="00E872EF" w:rsidP="0079011D">
      <w:pPr>
        <w:pStyle w:val="Nadpisbezsl1-2"/>
        <w:rPr>
          <w:rFonts w:eastAsia="Times New Roman" w:cs="Times New Roman"/>
          <w:lang w:eastAsia="cs-CZ"/>
        </w:rPr>
      </w:pPr>
      <w:r>
        <w:rPr>
          <w:rFonts w:eastAsia="Times New Roman" w:cs="Times New Roman"/>
          <w:lang w:eastAsia="cs-CZ"/>
        </w:rPr>
        <w:lastRenderedPageBreak/>
        <w:t>Příloha č. 3</w:t>
      </w:r>
    </w:p>
    <w:p w14:paraId="3AE236A6" w14:textId="7EB80850" w:rsidR="0079011D" w:rsidRDefault="0079011D" w:rsidP="0079011D">
      <w:pPr>
        <w:pStyle w:val="Nadpisbezsl1-2"/>
      </w:pPr>
      <w:r>
        <w:t>Seznam poddodavatelů</w:t>
      </w:r>
    </w:p>
    <w:p w14:paraId="71CB134F" w14:textId="77777777" w:rsidR="006202D4" w:rsidRDefault="006202D4" w:rsidP="0079011D">
      <w:pPr>
        <w:pStyle w:val="Nadpisbezsl1-2"/>
        <w:sectPr w:rsidR="006202D4" w:rsidSect="00FC6389">
          <w:pgSz w:w="11906" w:h="16838" w:code="9"/>
          <w:pgMar w:top="1049" w:right="1134" w:bottom="1474" w:left="2070" w:header="595" w:footer="624" w:gutter="0"/>
          <w:cols w:space="708"/>
          <w:titlePg/>
          <w:docGrid w:linePitch="360"/>
        </w:sectPr>
      </w:pPr>
    </w:p>
    <w:p w14:paraId="7523DD2B" w14:textId="3C804B73" w:rsidR="00E872EF" w:rsidRDefault="006202D4" w:rsidP="0079011D">
      <w:pPr>
        <w:pStyle w:val="Nadpisbezsl1-2"/>
      </w:pPr>
      <w:r>
        <w:lastRenderedPageBreak/>
        <w:t xml:space="preserve">Příloha č. 4 </w:t>
      </w:r>
    </w:p>
    <w:p w14:paraId="31598448" w14:textId="77777777" w:rsidR="006202D4" w:rsidRDefault="006202D4" w:rsidP="006202D4">
      <w:pPr>
        <w:tabs>
          <w:tab w:val="left" w:pos="1050"/>
        </w:tabs>
        <w:rPr>
          <w:rFonts w:eastAsia="Times New Roman" w:cs="Times New Roman"/>
          <w:b/>
          <w:lang w:eastAsia="cs-CZ"/>
        </w:rPr>
      </w:pPr>
      <w:r w:rsidRPr="008B7C70">
        <w:rPr>
          <w:rFonts w:eastAsia="Times New Roman" w:cs="Times New Roman"/>
          <w:b/>
          <w:lang w:eastAsia="cs-CZ"/>
        </w:rPr>
        <w:t>Plná moc (pouze v případě zastoupení Poskytovatele osobou na základě plné moci)</w:t>
      </w:r>
    </w:p>
    <w:p w14:paraId="3F36EB69" w14:textId="77777777" w:rsidR="006202D4" w:rsidRPr="00E463D2" w:rsidRDefault="006202D4" w:rsidP="0079011D">
      <w:pPr>
        <w:pStyle w:val="Nadpisbezsl1-2"/>
      </w:pPr>
    </w:p>
    <w:p w14:paraId="720CDB1C" w14:textId="55CBE94D" w:rsidR="0079011D" w:rsidRPr="008B7C70" w:rsidRDefault="0079011D" w:rsidP="0079011D">
      <w:pPr>
        <w:rPr>
          <w:rFonts w:eastAsia="Times New Roman" w:cs="Times New Roman"/>
          <w:b/>
          <w:lang w:eastAsia="cs-CZ"/>
        </w:rPr>
      </w:pPr>
    </w:p>
    <w:p w14:paraId="169F9D0A" w14:textId="77777777" w:rsidR="006202D4" w:rsidRDefault="006202D4" w:rsidP="0079011D">
      <w:pPr>
        <w:rPr>
          <w:rFonts w:eastAsia="Times New Roman" w:cs="Times New Roman"/>
          <w:b/>
          <w:lang w:eastAsia="cs-CZ"/>
        </w:rPr>
        <w:sectPr w:rsidR="006202D4" w:rsidSect="00FC6389">
          <w:pgSz w:w="11906" w:h="16838" w:code="9"/>
          <w:pgMar w:top="1049" w:right="1134" w:bottom="1474" w:left="2070" w:header="595" w:footer="624" w:gutter="0"/>
          <w:cols w:space="708"/>
          <w:titlePg/>
          <w:docGrid w:linePitch="360"/>
        </w:sectPr>
      </w:pPr>
    </w:p>
    <w:p w14:paraId="40343BBF" w14:textId="4F5D8973" w:rsidR="006202D4" w:rsidRDefault="006202D4" w:rsidP="006202D4">
      <w:pPr>
        <w:pStyle w:val="Nadpisbezsl1-2"/>
      </w:pPr>
      <w:r>
        <w:lastRenderedPageBreak/>
        <w:t xml:space="preserve">Příloha č. 5 </w:t>
      </w:r>
    </w:p>
    <w:p w14:paraId="0D6B336C" w14:textId="0269243B" w:rsidR="0079011D" w:rsidRPr="008B7C70" w:rsidRDefault="0079011D" w:rsidP="0079011D">
      <w:pPr>
        <w:rPr>
          <w:rFonts w:eastAsia="Times New Roman" w:cs="Times New Roman"/>
          <w:b/>
          <w:lang w:eastAsia="cs-CZ"/>
        </w:rPr>
      </w:pPr>
    </w:p>
    <w:p w14:paraId="7EDA8F2E" w14:textId="77777777" w:rsidR="006202D4" w:rsidRDefault="006202D4" w:rsidP="006202D4">
      <w:pPr>
        <w:tabs>
          <w:tab w:val="left" w:pos="1050"/>
        </w:tabs>
        <w:rPr>
          <w:rFonts w:eastAsia="Times New Roman" w:cs="Times New Roman"/>
          <w:b/>
          <w:lang w:eastAsia="cs-CZ"/>
        </w:rPr>
      </w:pPr>
      <w:r>
        <w:rPr>
          <w:rFonts w:eastAsia="Times New Roman" w:cs="Times New Roman"/>
          <w:b/>
          <w:lang w:eastAsia="cs-CZ"/>
        </w:rPr>
        <w:t>Oprávněné osoby</w:t>
      </w:r>
    </w:p>
    <w:p w14:paraId="21B3E328" w14:textId="77777777" w:rsidR="006202D4" w:rsidRDefault="006202D4" w:rsidP="006202D4">
      <w:pPr>
        <w:tabs>
          <w:tab w:val="left" w:pos="1050"/>
        </w:tabs>
        <w:rPr>
          <w:rFonts w:eastAsia="Times New Roman" w:cs="Times New Roman"/>
          <w:b/>
          <w:lang w:eastAsia="cs-CZ"/>
        </w:rPr>
      </w:pPr>
    </w:p>
    <w:p w14:paraId="0D1E2A5C" w14:textId="77777777" w:rsidR="006202D4" w:rsidRDefault="006202D4" w:rsidP="006202D4">
      <w:pPr>
        <w:pStyle w:val="Textbezodsazen"/>
        <w:rPr>
          <w:b/>
        </w:rPr>
      </w:pPr>
      <w:r>
        <w:rPr>
          <w:b/>
        </w:rPr>
        <w:t>Za Ob</w:t>
      </w:r>
      <w:r w:rsidRPr="00ED29F1">
        <w:rPr>
          <w:b/>
        </w:rPr>
        <w:t>jednatele:</w:t>
      </w:r>
    </w:p>
    <w:p w14:paraId="594BC112" w14:textId="77777777" w:rsidR="006202D4" w:rsidRPr="00F95FBD" w:rsidRDefault="006202D4" w:rsidP="006202D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202D4" w:rsidRPr="00F95FBD" w14:paraId="4102BBF9" w14:textId="77777777" w:rsidTr="004E397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AAB7A" w14:textId="77777777" w:rsidR="006202D4" w:rsidRPr="00F95FBD" w:rsidRDefault="006202D4" w:rsidP="004E3978">
            <w:pPr>
              <w:pStyle w:val="Tabulka"/>
              <w:rPr>
                <w:rStyle w:val="Nadpisvtabulce"/>
              </w:rPr>
            </w:pPr>
            <w:r w:rsidRPr="00F95FBD">
              <w:rPr>
                <w:rStyle w:val="Nadpisvtabulce"/>
              </w:rPr>
              <w:t>Jméno a příjmení</w:t>
            </w:r>
          </w:p>
        </w:tc>
        <w:tc>
          <w:tcPr>
            <w:tcW w:w="5812" w:type="dxa"/>
          </w:tcPr>
          <w:p w14:paraId="47D13C4A" w14:textId="77777777" w:rsidR="006202D4" w:rsidRPr="001A1FB6" w:rsidRDefault="006202D4" w:rsidP="004E3978">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6202D4" w:rsidRPr="00F95FBD" w14:paraId="562B512F" w14:textId="77777777" w:rsidTr="004E39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F2182D" w14:textId="77777777" w:rsidR="006202D4" w:rsidRPr="00F95FBD" w:rsidRDefault="006202D4" w:rsidP="004E3978">
            <w:pPr>
              <w:pStyle w:val="Tabulka"/>
              <w:rPr>
                <w:sz w:val="18"/>
              </w:rPr>
            </w:pPr>
            <w:r w:rsidRPr="00F95FBD">
              <w:rPr>
                <w:sz w:val="18"/>
              </w:rPr>
              <w:t>Adresa</w:t>
            </w:r>
          </w:p>
        </w:tc>
        <w:tc>
          <w:tcPr>
            <w:tcW w:w="5812" w:type="dxa"/>
          </w:tcPr>
          <w:p w14:paraId="02962C3A" w14:textId="77777777" w:rsidR="006202D4" w:rsidRPr="001A1FB6" w:rsidRDefault="006202D4" w:rsidP="004E3978">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6202D4" w:rsidRPr="00F95FBD" w14:paraId="6B2DBD10" w14:textId="77777777" w:rsidTr="004E39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D6670B" w14:textId="77777777" w:rsidR="006202D4" w:rsidRPr="00F95FBD" w:rsidRDefault="006202D4" w:rsidP="004E3978">
            <w:pPr>
              <w:pStyle w:val="Tabulka"/>
              <w:rPr>
                <w:sz w:val="18"/>
              </w:rPr>
            </w:pPr>
            <w:r w:rsidRPr="00F95FBD">
              <w:rPr>
                <w:sz w:val="18"/>
              </w:rPr>
              <w:t>E-mail</w:t>
            </w:r>
          </w:p>
        </w:tc>
        <w:tc>
          <w:tcPr>
            <w:tcW w:w="5812" w:type="dxa"/>
          </w:tcPr>
          <w:p w14:paraId="7A3C0236" w14:textId="77777777" w:rsidR="006202D4" w:rsidRPr="001A1FB6" w:rsidRDefault="006202D4" w:rsidP="004E3978">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6202D4" w:rsidRPr="00F95FBD" w14:paraId="4D115030" w14:textId="77777777" w:rsidTr="004E39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AFAEF" w14:textId="77777777" w:rsidR="006202D4" w:rsidRPr="00F95FBD" w:rsidRDefault="006202D4" w:rsidP="004E3978">
            <w:pPr>
              <w:pStyle w:val="Tabulka"/>
              <w:rPr>
                <w:sz w:val="18"/>
              </w:rPr>
            </w:pPr>
            <w:r w:rsidRPr="00F95FBD">
              <w:rPr>
                <w:sz w:val="18"/>
              </w:rPr>
              <w:t>Telefon</w:t>
            </w:r>
          </w:p>
        </w:tc>
        <w:tc>
          <w:tcPr>
            <w:tcW w:w="5812" w:type="dxa"/>
          </w:tcPr>
          <w:p w14:paraId="243980DC" w14:textId="77777777" w:rsidR="006202D4" w:rsidRPr="001A1FB6" w:rsidRDefault="006202D4" w:rsidP="004E3978">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2C3E1A3B" w14:textId="77777777" w:rsidR="006202D4" w:rsidRPr="00F95FBD" w:rsidRDefault="006202D4" w:rsidP="006202D4">
      <w:pPr>
        <w:pStyle w:val="Textbezodsazen"/>
      </w:pPr>
    </w:p>
    <w:p w14:paraId="65810646" w14:textId="77777777" w:rsidR="006202D4" w:rsidRPr="00F95FBD" w:rsidRDefault="006202D4" w:rsidP="006202D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202D4" w:rsidRPr="008F64D3" w14:paraId="13965D80" w14:textId="77777777" w:rsidTr="004E39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DA9827" w14:textId="77777777" w:rsidR="006202D4" w:rsidRPr="008F64D3" w:rsidRDefault="006202D4" w:rsidP="004E3978">
            <w:pPr>
              <w:pStyle w:val="Tabulka"/>
              <w:rPr>
                <w:rStyle w:val="Nadpisvtabulce"/>
                <w:b w:val="0"/>
              </w:rPr>
            </w:pPr>
            <w:r w:rsidRPr="008F64D3">
              <w:rPr>
                <w:rStyle w:val="Nadpisvtabulce"/>
                <w:b w:val="0"/>
              </w:rPr>
              <w:t>Jméno a příjmení</w:t>
            </w:r>
          </w:p>
        </w:tc>
        <w:tc>
          <w:tcPr>
            <w:tcW w:w="5812" w:type="dxa"/>
          </w:tcPr>
          <w:p w14:paraId="5A0BD926" w14:textId="77777777" w:rsidR="006202D4" w:rsidRPr="0091573B" w:rsidRDefault="006202D4" w:rsidP="004E3978">
            <w:pPr>
              <w:pStyle w:val="Tabulka"/>
              <w:cnfStyle w:val="100000000000" w:firstRow="1" w:lastRow="0" w:firstColumn="0" w:lastColumn="0" w:oddVBand="0" w:evenVBand="0" w:oddHBand="0" w:evenHBand="0" w:firstRowFirstColumn="0" w:firstRowLastColumn="0" w:lastRowFirstColumn="0" w:lastRowLastColumn="0"/>
            </w:pPr>
            <w:r>
              <w:rPr>
                <w:sz w:val="18"/>
              </w:rPr>
              <w:t>Ing. Marek Chromý</w:t>
            </w:r>
          </w:p>
        </w:tc>
      </w:tr>
      <w:tr w:rsidR="006202D4" w:rsidRPr="008F64D3" w14:paraId="0D17DE4F" w14:textId="77777777" w:rsidTr="004E3978">
        <w:tc>
          <w:tcPr>
            <w:cnfStyle w:val="001000000000" w:firstRow="0" w:lastRow="0" w:firstColumn="1" w:lastColumn="0" w:oddVBand="0" w:evenVBand="0" w:oddHBand="0" w:evenHBand="0" w:firstRowFirstColumn="0" w:firstRowLastColumn="0" w:lastRowFirstColumn="0" w:lastRowLastColumn="0"/>
            <w:tcW w:w="3056" w:type="dxa"/>
          </w:tcPr>
          <w:p w14:paraId="0A8DB10C" w14:textId="77777777" w:rsidR="006202D4" w:rsidRPr="008F64D3" w:rsidRDefault="006202D4" w:rsidP="004E3978">
            <w:pPr>
              <w:pStyle w:val="Tabulka"/>
              <w:rPr>
                <w:sz w:val="18"/>
              </w:rPr>
            </w:pPr>
            <w:r w:rsidRPr="008F64D3">
              <w:rPr>
                <w:sz w:val="18"/>
              </w:rPr>
              <w:t>Adresa</w:t>
            </w:r>
          </w:p>
        </w:tc>
        <w:tc>
          <w:tcPr>
            <w:tcW w:w="5812" w:type="dxa"/>
          </w:tcPr>
          <w:p w14:paraId="78CDE003" w14:textId="77777777" w:rsidR="006202D4" w:rsidRPr="0091573B" w:rsidRDefault="006202D4" w:rsidP="004E3978">
            <w:pPr>
              <w:pStyle w:val="Tabulka"/>
              <w:cnfStyle w:val="000000000000" w:firstRow="0" w:lastRow="0" w:firstColumn="0" w:lastColumn="0" w:oddVBand="0" w:evenVBand="0" w:oddHBand="0" w:evenHBand="0" w:firstRowFirstColumn="0" w:firstRowLastColumn="0" w:lastRowFirstColumn="0" w:lastRowLastColumn="0"/>
            </w:pPr>
            <w:r w:rsidRPr="0091573B">
              <w:rPr>
                <w:sz w:val="18"/>
              </w:rPr>
              <w:t>Kounicova 26, Brno</w:t>
            </w:r>
          </w:p>
        </w:tc>
      </w:tr>
      <w:tr w:rsidR="006202D4" w:rsidRPr="008F64D3" w14:paraId="20E6D5A8" w14:textId="77777777" w:rsidTr="004E3978">
        <w:tc>
          <w:tcPr>
            <w:cnfStyle w:val="001000000000" w:firstRow="0" w:lastRow="0" w:firstColumn="1" w:lastColumn="0" w:oddVBand="0" w:evenVBand="0" w:oddHBand="0" w:evenHBand="0" w:firstRowFirstColumn="0" w:firstRowLastColumn="0" w:lastRowFirstColumn="0" w:lastRowLastColumn="0"/>
            <w:tcW w:w="3056" w:type="dxa"/>
          </w:tcPr>
          <w:p w14:paraId="67B8430E" w14:textId="77777777" w:rsidR="006202D4" w:rsidRPr="008F64D3" w:rsidRDefault="006202D4" w:rsidP="004E3978">
            <w:pPr>
              <w:pStyle w:val="Tabulka"/>
              <w:rPr>
                <w:sz w:val="18"/>
              </w:rPr>
            </w:pPr>
            <w:r w:rsidRPr="008F64D3">
              <w:rPr>
                <w:sz w:val="18"/>
              </w:rPr>
              <w:t>E-mail</w:t>
            </w:r>
          </w:p>
        </w:tc>
        <w:tc>
          <w:tcPr>
            <w:tcW w:w="5812" w:type="dxa"/>
          </w:tcPr>
          <w:p w14:paraId="22F15F6E" w14:textId="77777777" w:rsidR="006202D4" w:rsidRPr="0091573B" w:rsidRDefault="006202D4" w:rsidP="004E3978">
            <w:pPr>
              <w:pStyle w:val="Tabulka"/>
              <w:cnfStyle w:val="000000000000" w:firstRow="0" w:lastRow="0" w:firstColumn="0" w:lastColumn="0" w:oddVBand="0" w:evenVBand="0" w:oddHBand="0" w:evenHBand="0" w:firstRowFirstColumn="0" w:firstRowLastColumn="0" w:lastRowFirstColumn="0" w:lastRowLastColumn="0"/>
            </w:pPr>
            <w:r>
              <w:rPr>
                <w:sz w:val="18"/>
              </w:rPr>
              <w:t>ChromýM</w:t>
            </w:r>
            <w:r w:rsidRPr="0091573B">
              <w:rPr>
                <w:sz w:val="18"/>
              </w:rPr>
              <w:t>@spravazeleznic.cz</w:t>
            </w:r>
          </w:p>
        </w:tc>
      </w:tr>
      <w:tr w:rsidR="006202D4" w:rsidRPr="008F64D3" w14:paraId="16817717" w14:textId="77777777" w:rsidTr="004E3978">
        <w:tc>
          <w:tcPr>
            <w:cnfStyle w:val="001000000000" w:firstRow="0" w:lastRow="0" w:firstColumn="1" w:lastColumn="0" w:oddVBand="0" w:evenVBand="0" w:oddHBand="0" w:evenHBand="0" w:firstRowFirstColumn="0" w:firstRowLastColumn="0" w:lastRowFirstColumn="0" w:lastRowLastColumn="0"/>
            <w:tcW w:w="3056" w:type="dxa"/>
          </w:tcPr>
          <w:p w14:paraId="529F4793" w14:textId="77777777" w:rsidR="006202D4" w:rsidRPr="008F64D3" w:rsidRDefault="006202D4" w:rsidP="004E3978">
            <w:pPr>
              <w:pStyle w:val="Tabulka"/>
              <w:rPr>
                <w:sz w:val="18"/>
              </w:rPr>
            </w:pPr>
            <w:r w:rsidRPr="008F64D3">
              <w:rPr>
                <w:sz w:val="18"/>
              </w:rPr>
              <w:t>Telefon</w:t>
            </w:r>
          </w:p>
        </w:tc>
        <w:tc>
          <w:tcPr>
            <w:tcW w:w="5812" w:type="dxa"/>
          </w:tcPr>
          <w:p w14:paraId="4389BF6C" w14:textId="77777777" w:rsidR="006202D4" w:rsidRPr="0091573B" w:rsidRDefault="006202D4" w:rsidP="004E3978">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w:t>
            </w:r>
            <w:r>
              <w:rPr>
                <w:sz w:val="18"/>
              </w:rPr>
              <w:t> 728 189 884</w:t>
            </w:r>
          </w:p>
        </w:tc>
      </w:tr>
    </w:tbl>
    <w:p w14:paraId="7FC2738F" w14:textId="77777777" w:rsidR="006202D4" w:rsidRDefault="006202D4" w:rsidP="006202D4">
      <w:pPr>
        <w:rPr>
          <w:rFonts w:eastAsia="Times New Roman" w:cs="Times New Roman"/>
          <w:lang w:eastAsia="cs-CZ"/>
        </w:rPr>
      </w:pPr>
    </w:p>
    <w:p w14:paraId="7D0F5CCE" w14:textId="77777777" w:rsidR="006202D4" w:rsidRDefault="006202D4" w:rsidP="006202D4">
      <w:pPr>
        <w:pStyle w:val="Textbezodsazen"/>
        <w:rPr>
          <w:b/>
        </w:rPr>
      </w:pPr>
      <w:r w:rsidRPr="008B7C70">
        <w:rPr>
          <w:b/>
          <w:highlight w:val="yellow"/>
        </w:rPr>
        <w:t>Za Zhotovitele:</w:t>
      </w:r>
    </w:p>
    <w:p w14:paraId="516833A9" w14:textId="77777777" w:rsidR="006202D4" w:rsidRPr="00ED29F1" w:rsidRDefault="006202D4" w:rsidP="006202D4">
      <w:pPr>
        <w:pStyle w:val="Textbezodsazen"/>
        <w:rPr>
          <w:b/>
        </w:rPr>
      </w:pPr>
    </w:p>
    <w:p w14:paraId="2592B8BB" w14:textId="77777777" w:rsidR="006202D4" w:rsidRPr="00F95FBD" w:rsidRDefault="006202D4" w:rsidP="006202D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202D4" w:rsidRPr="00F95FBD" w14:paraId="52306CF0" w14:textId="77777777" w:rsidTr="004E397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C5ABB6" w14:textId="77777777" w:rsidR="006202D4" w:rsidRPr="00F95FBD" w:rsidRDefault="006202D4" w:rsidP="004E3978">
            <w:pPr>
              <w:pStyle w:val="Tabulka"/>
              <w:rPr>
                <w:rStyle w:val="Nadpisvtabulce"/>
              </w:rPr>
            </w:pPr>
            <w:r w:rsidRPr="00F95FBD">
              <w:rPr>
                <w:rStyle w:val="Nadpisvtabulce"/>
              </w:rPr>
              <w:t>Jméno a příjmení</w:t>
            </w:r>
          </w:p>
        </w:tc>
        <w:tc>
          <w:tcPr>
            <w:tcW w:w="5812" w:type="dxa"/>
          </w:tcPr>
          <w:p w14:paraId="22592D6D" w14:textId="77777777" w:rsidR="006202D4" w:rsidRPr="00F95FBD" w:rsidRDefault="006202D4" w:rsidP="004E3978">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6202D4" w:rsidRPr="00F95FBD" w14:paraId="55A06B5F" w14:textId="77777777" w:rsidTr="004E39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D011D3" w14:textId="77777777" w:rsidR="006202D4" w:rsidRPr="00F95FBD" w:rsidRDefault="006202D4" w:rsidP="004E3978">
            <w:pPr>
              <w:pStyle w:val="Tabulka"/>
              <w:rPr>
                <w:sz w:val="18"/>
              </w:rPr>
            </w:pPr>
            <w:r w:rsidRPr="00F95FBD">
              <w:rPr>
                <w:sz w:val="18"/>
              </w:rPr>
              <w:t>Adresa</w:t>
            </w:r>
          </w:p>
        </w:tc>
        <w:tc>
          <w:tcPr>
            <w:tcW w:w="5812" w:type="dxa"/>
          </w:tcPr>
          <w:p w14:paraId="17488EF1" w14:textId="77777777" w:rsidR="006202D4" w:rsidRPr="00F95FBD" w:rsidRDefault="006202D4" w:rsidP="004E397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6202D4" w:rsidRPr="00F95FBD" w14:paraId="50DBE27F" w14:textId="77777777" w:rsidTr="004E39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4401B8" w14:textId="77777777" w:rsidR="006202D4" w:rsidRPr="00F95FBD" w:rsidRDefault="006202D4" w:rsidP="004E3978">
            <w:pPr>
              <w:pStyle w:val="Tabulka"/>
              <w:rPr>
                <w:sz w:val="18"/>
              </w:rPr>
            </w:pPr>
            <w:r w:rsidRPr="00F95FBD">
              <w:rPr>
                <w:sz w:val="18"/>
              </w:rPr>
              <w:t>E-mail</w:t>
            </w:r>
          </w:p>
        </w:tc>
        <w:tc>
          <w:tcPr>
            <w:tcW w:w="5812" w:type="dxa"/>
          </w:tcPr>
          <w:p w14:paraId="7A029A06" w14:textId="77777777" w:rsidR="006202D4" w:rsidRPr="00F95FBD" w:rsidRDefault="006202D4" w:rsidP="004E397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6202D4" w:rsidRPr="00F95FBD" w14:paraId="361624AC" w14:textId="77777777" w:rsidTr="004E397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8D07F7" w14:textId="77777777" w:rsidR="006202D4" w:rsidRPr="00F95FBD" w:rsidRDefault="006202D4" w:rsidP="004E3978">
            <w:pPr>
              <w:pStyle w:val="Tabulka"/>
              <w:rPr>
                <w:sz w:val="18"/>
              </w:rPr>
            </w:pPr>
            <w:r w:rsidRPr="00F95FBD">
              <w:rPr>
                <w:sz w:val="18"/>
              </w:rPr>
              <w:t>Telefon</w:t>
            </w:r>
          </w:p>
        </w:tc>
        <w:tc>
          <w:tcPr>
            <w:tcW w:w="5812" w:type="dxa"/>
          </w:tcPr>
          <w:p w14:paraId="237762CD" w14:textId="77777777" w:rsidR="006202D4" w:rsidRPr="00F95FBD" w:rsidRDefault="006202D4" w:rsidP="004E3978">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A8997EE" w14:textId="77777777" w:rsidR="006202D4" w:rsidRPr="00F95FBD" w:rsidRDefault="006202D4" w:rsidP="006202D4">
      <w:pPr>
        <w:pStyle w:val="Textbezodsazen"/>
      </w:pPr>
    </w:p>
    <w:p w14:paraId="5B9636D6" w14:textId="77777777" w:rsidR="006202D4" w:rsidRPr="00F95FBD" w:rsidRDefault="006202D4" w:rsidP="006202D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202D4" w:rsidRPr="00F95FBD" w14:paraId="4E0F129C" w14:textId="77777777" w:rsidTr="004E39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C2A47B" w14:textId="77777777" w:rsidR="006202D4" w:rsidRPr="00F95FBD" w:rsidRDefault="006202D4" w:rsidP="004E3978">
            <w:pPr>
              <w:pStyle w:val="Tabulka"/>
              <w:rPr>
                <w:rStyle w:val="Nadpisvtabulce"/>
                <w:b w:val="0"/>
              </w:rPr>
            </w:pPr>
            <w:r w:rsidRPr="00F95FBD">
              <w:rPr>
                <w:rStyle w:val="Nadpisvtabulce"/>
                <w:b w:val="0"/>
              </w:rPr>
              <w:t>Jméno a příjmení</w:t>
            </w:r>
          </w:p>
        </w:tc>
        <w:tc>
          <w:tcPr>
            <w:tcW w:w="5812" w:type="dxa"/>
          </w:tcPr>
          <w:p w14:paraId="422CDC5F" w14:textId="77777777" w:rsidR="006202D4" w:rsidRPr="00F95FBD" w:rsidRDefault="006202D4" w:rsidP="004E3978">
            <w:pPr>
              <w:pStyle w:val="Tabulka"/>
              <w:cnfStyle w:val="100000000000" w:firstRow="1" w:lastRow="0" w:firstColumn="0" w:lastColumn="0" w:oddVBand="0" w:evenVBand="0" w:oddHBand="0" w:evenHBand="0" w:firstRowFirstColumn="0" w:firstRowLastColumn="0" w:lastRowFirstColumn="0" w:lastRowLastColumn="0"/>
              <w:rPr>
                <w:highlight w:val="yellow"/>
              </w:rPr>
            </w:pPr>
          </w:p>
        </w:tc>
      </w:tr>
      <w:tr w:rsidR="006202D4" w:rsidRPr="00F95FBD" w14:paraId="0A2C935D" w14:textId="77777777" w:rsidTr="004E3978">
        <w:tc>
          <w:tcPr>
            <w:cnfStyle w:val="001000000000" w:firstRow="0" w:lastRow="0" w:firstColumn="1" w:lastColumn="0" w:oddVBand="0" w:evenVBand="0" w:oddHBand="0" w:evenHBand="0" w:firstRowFirstColumn="0" w:firstRowLastColumn="0" w:lastRowFirstColumn="0" w:lastRowLastColumn="0"/>
            <w:tcW w:w="3056" w:type="dxa"/>
          </w:tcPr>
          <w:p w14:paraId="3349CC4E" w14:textId="77777777" w:rsidR="006202D4" w:rsidRPr="00F95FBD" w:rsidRDefault="006202D4" w:rsidP="004E3978">
            <w:pPr>
              <w:pStyle w:val="Tabulka"/>
              <w:rPr>
                <w:sz w:val="18"/>
              </w:rPr>
            </w:pPr>
            <w:r w:rsidRPr="00F95FBD">
              <w:rPr>
                <w:sz w:val="18"/>
              </w:rPr>
              <w:t>Adresa</w:t>
            </w:r>
          </w:p>
        </w:tc>
        <w:tc>
          <w:tcPr>
            <w:tcW w:w="5812" w:type="dxa"/>
          </w:tcPr>
          <w:p w14:paraId="312F99D0" w14:textId="77777777" w:rsidR="006202D4" w:rsidRPr="00F95FBD" w:rsidRDefault="006202D4" w:rsidP="004E397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6202D4" w:rsidRPr="00F95FBD" w14:paraId="428C44A0" w14:textId="77777777" w:rsidTr="004E3978">
        <w:tc>
          <w:tcPr>
            <w:cnfStyle w:val="001000000000" w:firstRow="0" w:lastRow="0" w:firstColumn="1" w:lastColumn="0" w:oddVBand="0" w:evenVBand="0" w:oddHBand="0" w:evenHBand="0" w:firstRowFirstColumn="0" w:firstRowLastColumn="0" w:lastRowFirstColumn="0" w:lastRowLastColumn="0"/>
            <w:tcW w:w="3056" w:type="dxa"/>
          </w:tcPr>
          <w:p w14:paraId="6B1DFF3E" w14:textId="77777777" w:rsidR="006202D4" w:rsidRPr="00F95FBD" w:rsidRDefault="006202D4" w:rsidP="004E3978">
            <w:pPr>
              <w:pStyle w:val="Tabulka"/>
              <w:rPr>
                <w:sz w:val="18"/>
              </w:rPr>
            </w:pPr>
            <w:r w:rsidRPr="00F95FBD">
              <w:rPr>
                <w:sz w:val="18"/>
              </w:rPr>
              <w:t>E-mail</w:t>
            </w:r>
          </w:p>
        </w:tc>
        <w:tc>
          <w:tcPr>
            <w:tcW w:w="5812" w:type="dxa"/>
          </w:tcPr>
          <w:p w14:paraId="78D5F105" w14:textId="77777777" w:rsidR="006202D4" w:rsidRPr="00F95FBD" w:rsidRDefault="006202D4" w:rsidP="004E397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6202D4" w:rsidRPr="00F95FBD" w14:paraId="7318F7E0" w14:textId="77777777" w:rsidTr="004E3978">
        <w:tc>
          <w:tcPr>
            <w:cnfStyle w:val="001000000000" w:firstRow="0" w:lastRow="0" w:firstColumn="1" w:lastColumn="0" w:oddVBand="0" w:evenVBand="0" w:oddHBand="0" w:evenHBand="0" w:firstRowFirstColumn="0" w:firstRowLastColumn="0" w:lastRowFirstColumn="0" w:lastRowLastColumn="0"/>
            <w:tcW w:w="3056" w:type="dxa"/>
          </w:tcPr>
          <w:p w14:paraId="1A31990D" w14:textId="77777777" w:rsidR="006202D4" w:rsidRPr="00F95FBD" w:rsidRDefault="006202D4" w:rsidP="004E3978">
            <w:pPr>
              <w:pStyle w:val="Tabulka"/>
              <w:rPr>
                <w:sz w:val="18"/>
              </w:rPr>
            </w:pPr>
            <w:r w:rsidRPr="00F95FBD">
              <w:rPr>
                <w:sz w:val="18"/>
              </w:rPr>
              <w:t>Telefon</w:t>
            </w:r>
          </w:p>
        </w:tc>
        <w:tc>
          <w:tcPr>
            <w:tcW w:w="5812" w:type="dxa"/>
          </w:tcPr>
          <w:p w14:paraId="7BC942EA" w14:textId="77777777" w:rsidR="006202D4" w:rsidRPr="00F95FBD" w:rsidRDefault="006202D4" w:rsidP="004E397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18B3D89A" w14:textId="6D759FD3" w:rsidR="0079011D" w:rsidRDefault="0079011D" w:rsidP="006F1FFF">
      <w:pPr>
        <w:overflowPunct w:val="0"/>
        <w:autoSpaceDE w:val="0"/>
        <w:autoSpaceDN w:val="0"/>
        <w:adjustRightInd w:val="0"/>
        <w:spacing w:after="0" w:line="240" w:lineRule="auto"/>
        <w:textAlignment w:val="baseline"/>
        <w:rPr>
          <w:rFonts w:eastAsia="Times New Roman" w:cs="Times New Roman"/>
          <w:lang w:eastAsia="cs-CZ"/>
        </w:rPr>
      </w:pPr>
    </w:p>
    <w:sectPr w:rsidR="0079011D" w:rsidSect="00FC6389">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DFDAB6" w16cid:durableId="27A338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6F61FDD" w:rsidR="00592757" w:rsidRPr="00B8518B" w:rsidRDefault="00592757" w:rsidP="00F7728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283">
            <w:rPr>
              <w:rStyle w:val="slostrnky"/>
              <w:noProof/>
            </w:rPr>
            <w:t>5</w:t>
          </w:r>
          <w:r w:rsidRPr="00B8518B">
            <w:rPr>
              <w:rStyle w:val="slostrnky"/>
            </w:rPr>
            <w:fldChar w:fldCharType="end"/>
          </w:r>
          <w:r w:rsidRPr="00B8518B">
            <w:rPr>
              <w:rStyle w:val="slostrnky"/>
            </w:rPr>
            <w:t>/</w:t>
          </w:r>
          <w:r w:rsidR="00F77283">
            <w:rPr>
              <w:rStyle w:val="slostrnky"/>
            </w:rPr>
            <w:t>5</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F40476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28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7283">
            <w:rPr>
              <w:rStyle w:val="slostrnky"/>
              <w:noProof/>
            </w:rPr>
            <w:t>10</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9011D" w14:paraId="3B645ED2" w14:textId="77777777" w:rsidTr="00093A53">
      <w:tc>
        <w:tcPr>
          <w:tcW w:w="1361" w:type="dxa"/>
          <w:tcMar>
            <w:left w:w="0" w:type="dxa"/>
            <w:right w:w="0" w:type="dxa"/>
          </w:tcMar>
          <w:vAlign w:val="bottom"/>
        </w:tcPr>
        <w:p w14:paraId="738D8270" w14:textId="6B129EB2" w:rsidR="0079011D" w:rsidRPr="00B8518B" w:rsidRDefault="00F77283" w:rsidP="00F77283">
          <w:pPr>
            <w:pStyle w:val="Zpat"/>
            <w:rPr>
              <w:rStyle w:val="slostrnky"/>
            </w:rPr>
          </w:pPr>
          <w:r>
            <w:rPr>
              <w:rStyle w:val="slostrnky"/>
            </w:rPr>
            <w:t>1/1</w:t>
          </w:r>
        </w:p>
      </w:tc>
      <w:tc>
        <w:tcPr>
          <w:tcW w:w="3458" w:type="dxa"/>
          <w:shd w:val="clear" w:color="auto" w:fill="auto"/>
          <w:tcMar>
            <w:left w:w="0" w:type="dxa"/>
            <w:right w:w="0" w:type="dxa"/>
          </w:tcMar>
        </w:tcPr>
        <w:p w14:paraId="1263CF8A" w14:textId="55D67FB8" w:rsidR="0079011D" w:rsidRDefault="0079011D" w:rsidP="00093A53">
          <w:pPr>
            <w:pStyle w:val="Zpat"/>
          </w:pPr>
        </w:p>
      </w:tc>
      <w:tc>
        <w:tcPr>
          <w:tcW w:w="2835" w:type="dxa"/>
          <w:shd w:val="clear" w:color="auto" w:fill="auto"/>
          <w:tcMar>
            <w:left w:w="0" w:type="dxa"/>
            <w:right w:w="0" w:type="dxa"/>
          </w:tcMar>
        </w:tcPr>
        <w:p w14:paraId="62994C89" w14:textId="3AB8926F" w:rsidR="0079011D" w:rsidRDefault="0079011D" w:rsidP="00093A53">
          <w:pPr>
            <w:pStyle w:val="Zpat"/>
          </w:pPr>
        </w:p>
      </w:tc>
      <w:tc>
        <w:tcPr>
          <w:tcW w:w="2921" w:type="dxa"/>
        </w:tcPr>
        <w:p w14:paraId="2E1A20AD" w14:textId="77777777" w:rsidR="0079011D" w:rsidRDefault="0079011D" w:rsidP="00093A53">
          <w:pPr>
            <w:pStyle w:val="Zpat"/>
          </w:pPr>
        </w:p>
      </w:tc>
    </w:tr>
  </w:tbl>
  <w:p w14:paraId="14966D31" w14:textId="77777777" w:rsidR="0079011D" w:rsidRPr="00B8518B" w:rsidRDefault="0079011D"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781FD7BE" wp14:editId="78A49EA3">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2480D9"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5E66D4EA" wp14:editId="2A02FF08">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966CEF" id="Straight Connector 10"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9E7AE8A" w14:textId="77777777" w:rsidR="0079011D" w:rsidRPr="00460660" w:rsidRDefault="0079011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011D" w14:paraId="30C4648D" w14:textId="77777777" w:rsidTr="00F1715C">
      <w:trPr>
        <w:trHeight w:hRule="exact" w:val="936"/>
      </w:trPr>
      <w:tc>
        <w:tcPr>
          <w:tcW w:w="1361" w:type="dxa"/>
          <w:tcMar>
            <w:left w:w="0" w:type="dxa"/>
            <w:right w:w="0" w:type="dxa"/>
          </w:tcMar>
        </w:tcPr>
        <w:p w14:paraId="0F5CE17F" w14:textId="77777777" w:rsidR="0079011D" w:rsidRPr="00B8518B" w:rsidRDefault="0079011D" w:rsidP="00FC6389">
          <w:pPr>
            <w:pStyle w:val="Zpat"/>
            <w:rPr>
              <w:rStyle w:val="slostrnky"/>
            </w:rPr>
          </w:pPr>
        </w:p>
      </w:tc>
      <w:tc>
        <w:tcPr>
          <w:tcW w:w="3458" w:type="dxa"/>
          <w:shd w:val="clear" w:color="auto" w:fill="auto"/>
          <w:tcMar>
            <w:left w:w="0" w:type="dxa"/>
            <w:right w:w="0" w:type="dxa"/>
          </w:tcMar>
        </w:tcPr>
        <w:p w14:paraId="79437D2E" w14:textId="77777777" w:rsidR="0079011D" w:rsidRDefault="0079011D" w:rsidP="00FC6389">
          <w:pPr>
            <w:pStyle w:val="Zpat"/>
          </w:pPr>
        </w:p>
      </w:tc>
      <w:tc>
        <w:tcPr>
          <w:tcW w:w="5698" w:type="dxa"/>
          <w:shd w:val="clear" w:color="auto" w:fill="auto"/>
          <w:tcMar>
            <w:left w:w="0" w:type="dxa"/>
            <w:right w:w="0" w:type="dxa"/>
          </w:tcMar>
        </w:tcPr>
        <w:p w14:paraId="2D2648D2" w14:textId="77777777" w:rsidR="0079011D" w:rsidRPr="00D6163D" w:rsidRDefault="0079011D" w:rsidP="00FC6389">
          <w:pPr>
            <w:pStyle w:val="Druhdokumentu"/>
          </w:pPr>
        </w:p>
      </w:tc>
    </w:tr>
    <w:tr w:rsidR="0079011D" w14:paraId="758FE03C" w14:textId="77777777" w:rsidTr="00D85C5B">
      <w:trPr>
        <w:trHeight w:hRule="exact" w:val="318"/>
      </w:trPr>
      <w:tc>
        <w:tcPr>
          <w:tcW w:w="1361" w:type="dxa"/>
          <w:tcMar>
            <w:left w:w="0" w:type="dxa"/>
            <w:right w:w="0" w:type="dxa"/>
          </w:tcMar>
        </w:tcPr>
        <w:p w14:paraId="79523AE7" w14:textId="77777777" w:rsidR="0079011D" w:rsidRPr="00B8518B" w:rsidRDefault="0079011D" w:rsidP="00FC6389">
          <w:pPr>
            <w:pStyle w:val="Zpat"/>
            <w:rPr>
              <w:rStyle w:val="slostrnky"/>
            </w:rPr>
          </w:pPr>
        </w:p>
      </w:tc>
      <w:tc>
        <w:tcPr>
          <w:tcW w:w="3458" w:type="dxa"/>
          <w:shd w:val="clear" w:color="auto" w:fill="auto"/>
          <w:tcMar>
            <w:left w:w="0" w:type="dxa"/>
            <w:right w:w="0" w:type="dxa"/>
          </w:tcMar>
        </w:tcPr>
        <w:p w14:paraId="62AAAD45" w14:textId="77777777" w:rsidR="0079011D" w:rsidRDefault="0079011D" w:rsidP="00FC6389">
          <w:pPr>
            <w:pStyle w:val="Zpat"/>
          </w:pPr>
        </w:p>
      </w:tc>
      <w:tc>
        <w:tcPr>
          <w:tcW w:w="5698" w:type="dxa"/>
          <w:shd w:val="clear" w:color="auto" w:fill="auto"/>
          <w:tcMar>
            <w:left w:w="0" w:type="dxa"/>
            <w:right w:w="0" w:type="dxa"/>
          </w:tcMar>
        </w:tcPr>
        <w:p w14:paraId="48C62BEC" w14:textId="77777777" w:rsidR="0079011D" w:rsidRPr="00D6163D" w:rsidRDefault="0079011D" w:rsidP="00FC6389">
          <w:pPr>
            <w:pStyle w:val="Druhdokumentu"/>
          </w:pPr>
        </w:p>
      </w:tc>
    </w:tr>
  </w:tbl>
  <w:p w14:paraId="2B9A6665" w14:textId="1235E6B1" w:rsidR="0079011D" w:rsidRPr="00D6163D" w:rsidRDefault="0079011D" w:rsidP="00FC6389">
    <w:pPr>
      <w:pStyle w:val="Zhlav"/>
      <w:rPr>
        <w:sz w:val="8"/>
        <w:szCs w:val="8"/>
      </w:rPr>
    </w:pPr>
  </w:p>
  <w:p w14:paraId="5D56E943" w14:textId="77777777" w:rsidR="0079011D" w:rsidRPr="00460660" w:rsidRDefault="0079011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780E3FE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718" w:hanging="576"/>
      </w:pPr>
      <w:rPr>
        <w:rFonts w:hint="default"/>
        <w:b w:val="0"/>
        <w:i w:val="0"/>
        <w:strike w:val="0"/>
        <w:color w:val="auto"/>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0"/>
  </w:num>
  <w:num w:numId="5">
    <w:abstractNumId w:val="10"/>
  </w:num>
  <w:num w:numId="6">
    <w:abstractNumId w:val="1"/>
  </w:num>
  <w:num w:numId="7">
    <w:abstractNumId w:val="12"/>
  </w:num>
  <w:num w:numId="8">
    <w:abstractNumId w:val="21"/>
  </w:num>
  <w:num w:numId="9">
    <w:abstractNumId w:val="13"/>
  </w:num>
  <w:num w:numId="10">
    <w:abstractNumId w:val="8"/>
  </w:num>
  <w:num w:numId="11">
    <w:abstractNumId w:val="3"/>
  </w:num>
  <w:num w:numId="12">
    <w:abstractNumId w:val="18"/>
  </w:num>
  <w:num w:numId="13">
    <w:abstractNumId w:val="19"/>
  </w:num>
  <w:num w:numId="14">
    <w:abstractNumId w:val="6"/>
  </w:num>
  <w:num w:numId="15">
    <w:abstractNumId w:val="22"/>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0"/>
  </w:num>
  <w:num w:numId="39">
    <w:abstractNumId w:val="9"/>
  </w:num>
  <w:num w:numId="4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40B7E"/>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550BC"/>
    <w:rsid w:val="001605B9"/>
    <w:rsid w:val="00170EC5"/>
    <w:rsid w:val="001747C1"/>
    <w:rsid w:val="00184743"/>
    <w:rsid w:val="001C0631"/>
    <w:rsid w:val="001F32C9"/>
    <w:rsid w:val="001F7617"/>
    <w:rsid w:val="00207DF5"/>
    <w:rsid w:val="00280E07"/>
    <w:rsid w:val="002A6874"/>
    <w:rsid w:val="002C31BF"/>
    <w:rsid w:val="002D08B1"/>
    <w:rsid w:val="002E0CD7"/>
    <w:rsid w:val="003013FA"/>
    <w:rsid w:val="003071BD"/>
    <w:rsid w:val="00321172"/>
    <w:rsid w:val="00341DCF"/>
    <w:rsid w:val="003452CE"/>
    <w:rsid w:val="003557CB"/>
    <w:rsid w:val="00357BC6"/>
    <w:rsid w:val="00364455"/>
    <w:rsid w:val="003956C6"/>
    <w:rsid w:val="003A4D59"/>
    <w:rsid w:val="003B39EC"/>
    <w:rsid w:val="003D12BD"/>
    <w:rsid w:val="003D703A"/>
    <w:rsid w:val="003E082D"/>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37D01"/>
    <w:rsid w:val="00553375"/>
    <w:rsid w:val="005736B7"/>
    <w:rsid w:val="00575E5A"/>
    <w:rsid w:val="00592757"/>
    <w:rsid w:val="00597E84"/>
    <w:rsid w:val="005B76DD"/>
    <w:rsid w:val="005D5624"/>
    <w:rsid w:val="005E00B5"/>
    <w:rsid w:val="005E7A24"/>
    <w:rsid w:val="005F1404"/>
    <w:rsid w:val="0060520C"/>
    <w:rsid w:val="006062F9"/>
    <w:rsid w:val="0061068E"/>
    <w:rsid w:val="006202D4"/>
    <w:rsid w:val="00660AD3"/>
    <w:rsid w:val="00677B7F"/>
    <w:rsid w:val="006A5570"/>
    <w:rsid w:val="006A689C"/>
    <w:rsid w:val="006B3D79"/>
    <w:rsid w:val="006C7697"/>
    <w:rsid w:val="006D7AFE"/>
    <w:rsid w:val="006E0578"/>
    <w:rsid w:val="006E314D"/>
    <w:rsid w:val="006E3E36"/>
    <w:rsid w:val="006E6E61"/>
    <w:rsid w:val="006F1FFF"/>
    <w:rsid w:val="006F782F"/>
    <w:rsid w:val="006F7CD7"/>
    <w:rsid w:val="00702628"/>
    <w:rsid w:val="00705D26"/>
    <w:rsid w:val="007061F8"/>
    <w:rsid w:val="00710723"/>
    <w:rsid w:val="00723ED1"/>
    <w:rsid w:val="00743525"/>
    <w:rsid w:val="00744CF6"/>
    <w:rsid w:val="007510DD"/>
    <w:rsid w:val="0076286B"/>
    <w:rsid w:val="00766846"/>
    <w:rsid w:val="0077673A"/>
    <w:rsid w:val="007846E1"/>
    <w:rsid w:val="0079011D"/>
    <w:rsid w:val="007A0C04"/>
    <w:rsid w:val="007A27FA"/>
    <w:rsid w:val="007B570C"/>
    <w:rsid w:val="007C589B"/>
    <w:rsid w:val="007E4A6E"/>
    <w:rsid w:val="007F328C"/>
    <w:rsid w:val="007F56A7"/>
    <w:rsid w:val="00807DD0"/>
    <w:rsid w:val="00810E9B"/>
    <w:rsid w:val="008124E5"/>
    <w:rsid w:val="0086114C"/>
    <w:rsid w:val="008659F3"/>
    <w:rsid w:val="008819E9"/>
    <w:rsid w:val="00886D4B"/>
    <w:rsid w:val="008910FE"/>
    <w:rsid w:val="00895406"/>
    <w:rsid w:val="008A3568"/>
    <w:rsid w:val="008B24C9"/>
    <w:rsid w:val="008D03B9"/>
    <w:rsid w:val="008E1E86"/>
    <w:rsid w:val="008F18D6"/>
    <w:rsid w:val="008F3BC6"/>
    <w:rsid w:val="008F7DFE"/>
    <w:rsid w:val="00904780"/>
    <w:rsid w:val="00917840"/>
    <w:rsid w:val="00922385"/>
    <w:rsid w:val="009223DF"/>
    <w:rsid w:val="00936091"/>
    <w:rsid w:val="00940D8A"/>
    <w:rsid w:val="00950C1F"/>
    <w:rsid w:val="00962258"/>
    <w:rsid w:val="009678B7"/>
    <w:rsid w:val="009833E1"/>
    <w:rsid w:val="00992D9C"/>
    <w:rsid w:val="00996CB8"/>
    <w:rsid w:val="009A0078"/>
    <w:rsid w:val="009A396A"/>
    <w:rsid w:val="009B14A9"/>
    <w:rsid w:val="009B2E97"/>
    <w:rsid w:val="009C651E"/>
    <w:rsid w:val="009D3556"/>
    <w:rsid w:val="009E07F4"/>
    <w:rsid w:val="009F392E"/>
    <w:rsid w:val="00A02EE7"/>
    <w:rsid w:val="00A07644"/>
    <w:rsid w:val="00A52B36"/>
    <w:rsid w:val="00A6177B"/>
    <w:rsid w:val="00A63FD5"/>
    <w:rsid w:val="00A66136"/>
    <w:rsid w:val="00A6738F"/>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B184D"/>
    <w:rsid w:val="00BB202D"/>
    <w:rsid w:val="00BC3B69"/>
    <w:rsid w:val="00BD7E91"/>
    <w:rsid w:val="00BF5E64"/>
    <w:rsid w:val="00C02D0A"/>
    <w:rsid w:val="00C03A6E"/>
    <w:rsid w:val="00C25494"/>
    <w:rsid w:val="00C44F6A"/>
    <w:rsid w:val="00C47AE3"/>
    <w:rsid w:val="00C916C5"/>
    <w:rsid w:val="00CD1FC4"/>
    <w:rsid w:val="00CE287A"/>
    <w:rsid w:val="00CF484D"/>
    <w:rsid w:val="00D07EFE"/>
    <w:rsid w:val="00D15ED0"/>
    <w:rsid w:val="00D21061"/>
    <w:rsid w:val="00D4108E"/>
    <w:rsid w:val="00D45DE0"/>
    <w:rsid w:val="00D6163D"/>
    <w:rsid w:val="00D61CD5"/>
    <w:rsid w:val="00D831A3"/>
    <w:rsid w:val="00D85C5B"/>
    <w:rsid w:val="00DB295F"/>
    <w:rsid w:val="00DC75F3"/>
    <w:rsid w:val="00DD46F3"/>
    <w:rsid w:val="00DE56F2"/>
    <w:rsid w:val="00DF116D"/>
    <w:rsid w:val="00DF12E7"/>
    <w:rsid w:val="00E174B0"/>
    <w:rsid w:val="00E2730E"/>
    <w:rsid w:val="00E64568"/>
    <w:rsid w:val="00E73DA0"/>
    <w:rsid w:val="00E872EF"/>
    <w:rsid w:val="00EB104F"/>
    <w:rsid w:val="00ED14BD"/>
    <w:rsid w:val="00EF1804"/>
    <w:rsid w:val="00F0533E"/>
    <w:rsid w:val="00F076A0"/>
    <w:rsid w:val="00F1048D"/>
    <w:rsid w:val="00F12DEC"/>
    <w:rsid w:val="00F1715C"/>
    <w:rsid w:val="00F310F8"/>
    <w:rsid w:val="00F35939"/>
    <w:rsid w:val="00F45607"/>
    <w:rsid w:val="00F659EB"/>
    <w:rsid w:val="00F77283"/>
    <w:rsid w:val="00F81B99"/>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Nadpisbezsl1-1">
    <w:name w:val="_Nadpis_bez_čísl_1-1"/>
    <w:qFormat/>
    <w:rsid w:val="0079011D"/>
    <w:pPr>
      <w:spacing w:before="240" w:after="120"/>
    </w:pPr>
    <w:rPr>
      <w:rFonts w:asciiTheme="majorHAnsi" w:hAnsiTheme="majorHAnsi"/>
      <w:b/>
      <w:caps/>
      <w:sz w:val="22"/>
    </w:rPr>
  </w:style>
  <w:style w:type="paragraph" w:customStyle="1" w:styleId="Nadpisbezsl1-2">
    <w:name w:val="_Nadpis_bez_čísl_1-2"/>
    <w:qFormat/>
    <w:rsid w:val="0079011D"/>
    <w:pPr>
      <w:spacing w:before="240" w:after="120"/>
    </w:pPr>
    <w:rPr>
      <w:rFonts w:asciiTheme="majorHAnsi" w:hAnsiTheme="majorHAnsi"/>
      <w:b/>
      <w:sz w:val="20"/>
      <w:szCs w:val="20"/>
    </w:rPr>
  </w:style>
  <w:style w:type="paragraph" w:customStyle="1" w:styleId="Tabulka">
    <w:name w:val="_Tabulka"/>
    <w:basedOn w:val="Textbezodsazen"/>
    <w:qFormat/>
    <w:rsid w:val="006202D4"/>
    <w:pPr>
      <w:spacing w:before="40" w:after="40" w:line="240" w:lineRule="auto"/>
    </w:pPr>
  </w:style>
  <w:style w:type="paragraph" w:customStyle="1" w:styleId="Textbezodsazen">
    <w:name w:val="_Text_bez_odsazení"/>
    <w:basedOn w:val="Normln"/>
    <w:link w:val="TextbezodsazenChar"/>
    <w:qFormat/>
    <w:rsid w:val="006202D4"/>
    <w:pPr>
      <w:spacing w:after="120"/>
      <w:jc w:val="both"/>
    </w:pPr>
  </w:style>
  <w:style w:type="character" w:customStyle="1" w:styleId="TextbezodsazenChar">
    <w:name w:val="_Text_bez_odsazení Char"/>
    <w:basedOn w:val="Standardnpsmoodstavce"/>
    <w:link w:val="Textbezodsazen"/>
    <w:rsid w:val="00620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67500726-DAFA-4EF2-9E64-029D9F9A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10</Pages>
  <Words>2440</Words>
  <Characters>14402</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22</cp:revision>
  <cp:lastPrinted>2017-11-28T17:18:00Z</cp:lastPrinted>
  <dcterms:created xsi:type="dcterms:W3CDTF">2022-05-02T12:43:00Z</dcterms:created>
  <dcterms:modified xsi:type="dcterms:W3CDTF">2024-02-06T11:52:00Z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