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74235E94" w:rsidR="00F422D3" w:rsidRDefault="00F422D3" w:rsidP="00B42F40">
      <w:pPr>
        <w:pStyle w:val="Titul2"/>
      </w:pPr>
      <w:r>
        <w:t>Název zakázky: „</w:t>
      </w:r>
      <w:r w:rsidR="00152911" w:rsidRPr="00152911">
        <w:t>„Rekonstrukce traťového úseku Přibyslav – Pohled“</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25B262C1" w:rsidR="00F91101" w:rsidRPr="00D90C24" w:rsidRDefault="00D90C24" w:rsidP="00D90C24">
      <w:pPr>
        <w:pStyle w:val="Odstavecseseznamem"/>
        <w:spacing w:after="200" w:line="276" w:lineRule="auto"/>
        <w:ind w:left="567"/>
      </w:pPr>
      <w:r w:rsidRPr="00D45E36">
        <w:t xml:space="preserve">Mgr. Radka Szabó, e-mail: </w:t>
      </w:r>
      <w:r w:rsidRPr="00D45E36">
        <w:rPr>
          <w:rStyle w:val="Hypertextovodkaz"/>
        </w:rPr>
        <w:t>szabor@spravazeleznic.cz</w:t>
      </w:r>
      <w:r w:rsidRPr="00D45E36">
        <w:t>, tel.: +420 724 932 396</w:t>
      </w:r>
      <w:r w:rsidR="00F91101" w:rsidRPr="00D90C24">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6C8507B7" w:rsidR="00F91101" w:rsidRPr="005C7EED" w:rsidRDefault="00CB0CB6" w:rsidP="00F91101">
      <w:pPr>
        <w:spacing w:after="120"/>
        <w:ind w:left="567"/>
        <w:jc w:val="both"/>
        <w:rPr>
          <w:rFonts w:ascii="Verdana" w:hAnsi="Verdana" w:cs="Calibri"/>
        </w:rPr>
      </w:pPr>
      <w:r w:rsidRPr="00CB0CB6">
        <w:t>Ing. Karel Obzina</w:t>
      </w:r>
      <w:r w:rsidR="00F91101" w:rsidRPr="005C7EED">
        <w:rPr>
          <w:rFonts w:ascii="Verdana" w:hAnsi="Verdana" w:cs="Calibri"/>
        </w:rPr>
        <w:t>,</w:t>
      </w:r>
      <w:r>
        <w:rPr>
          <w:rFonts w:ascii="Verdana" w:hAnsi="Verdana" w:cs="Calibri"/>
        </w:rPr>
        <w:t xml:space="preserve"> </w:t>
      </w:r>
      <w:r w:rsidRPr="00D45E36">
        <w:t xml:space="preserve">e-mail: </w:t>
      </w:r>
      <w:r w:rsidRPr="00CB0CB6">
        <w:rPr>
          <w:noProof/>
          <w:color w:val="0563C1" w:themeColor="hyperlink"/>
          <w:u w:val="single"/>
        </w:rPr>
        <w:t>obzina@spravazeleznic.cz</w:t>
      </w:r>
      <w:r w:rsidRPr="00D45E36">
        <w:t xml:space="preserve">, </w:t>
      </w:r>
      <w:r w:rsidR="00F91101" w:rsidRPr="005C7EED">
        <w:rPr>
          <w:rFonts w:ascii="Verdana" w:hAnsi="Verdana" w:cs="Calibri"/>
        </w:rPr>
        <w:t xml:space="preserve">tel.: </w:t>
      </w:r>
      <w:r w:rsidRPr="00CB0CB6">
        <w:t>+420</w:t>
      </w:r>
      <w:r>
        <w:t> </w:t>
      </w:r>
      <w:r w:rsidRPr="00CB0CB6">
        <w:t>72</w:t>
      </w:r>
      <w:r>
        <w:t>4 932 307</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B56DA04" w:rsidR="00F91101" w:rsidRDefault="00D90C24" w:rsidP="00CB0CB6">
      <w:pPr>
        <w:pStyle w:val="Textbezodsazen"/>
        <w:ind w:left="1418" w:hanging="851"/>
      </w:pPr>
      <w:bookmarkStart w:id="0" w:name="_Hlk129334671"/>
      <w:r w:rsidRPr="00D45E36">
        <w:t xml:space="preserve">Lubomír Štěpánek, e-mail: </w:t>
      </w:r>
      <w:r w:rsidRPr="00D45E36">
        <w:rPr>
          <w:rStyle w:val="Hypertextovodkaz"/>
        </w:rPr>
        <w:t>StepanekL@spravazeleznic.cz,</w:t>
      </w:r>
      <w:r w:rsidRPr="00D45E36">
        <w:t xml:space="preserve"> tel.: +420 </w:t>
      </w:r>
      <w:bookmarkEnd w:id="0"/>
      <w:r w:rsidR="00CB0CB6" w:rsidRPr="00CB0CB6">
        <w:t>722 971 960</w:t>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2C8244E1" w:rsidR="00F422D3" w:rsidRDefault="00F422D3" w:rsidP="00B42F40">
      <w:pPr>
        <w:pStyle w:val="Textbezodsazen"/>
      </w:pPr>
      <w:r>
        <w:t xml:space="preserve">ISPROFOND: </w:t>
      </w:r>
      <w:r w:rsidR="00D90C24" w:rsidRPr="00D90C24">
        <w:t>5613520011</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lastRenderedPageBreak/>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3AD3ECFE"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152911" w:rsidRPr="00152911">
        <w:t>„</w:t>
      </w:r>
      <w:r w:rsidR="00152911" w:rsidRPr="00152911">
        <w:rPr>
          <w:b/>
        </w:rPr>
        <w:t>Rekonstrukce traťového úseku Přibyslav – Pohled“ - BOZP</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lastRenderedPageBreak/>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lastRenderedPageBreak/>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lastRenderedPageBreak/>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1607D287" w:rsidR="00F91101" w:rsidRPr="005C7EED" w:rsidRDefault="00F91101" w:rsidP="00F7247A">
      <w:pPr>
        <w:pStyle w:val="Text1-2"/>
        <w:numPr>
          <w:ilvl w:val="2"/>
          <w:numId w:val="8"/>
        </w:numPr>
        <w:tabs>
          <w:tab w:val="clear" w:pos="1474"/>
        </w:tabs>
        <w:ind w:left="737"/>
      </w:pPr>
      <w:r w:rsidRPr="005C7EED">
        <w:t xml:space="preserve">Ukončení výkonu </w:t>
      </w:r>
      <w:r w:rsidRPr="00ED3E13">
        <w:t xml:space="preserve">činnosti: do </w:t>
      </w:r>
      <w:r w:rsidR="00FC3C91" w:rsidRPr="00ED3E13">
        <w:rPr>
          <w:rFonts w:cs="Arial"/>
        </w:rPr>
        <w:t xml:space="preserve">37 </w:t>
      </w:r>
      <w:r w:rsidRPr="00ED3E13">
        <w:t>měsíců ode dne</w:t>
      </w:r>
      <w:r w:rsidRPr="005C7EED">
        <w:t xml:space="preserv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lastRenderedPageBreak/>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lastRenderedPageBreak/>
        <w:t xml:space="preserve">Koordinátor BOZP prohlašuje, že </w:t>
      </w:r>
    </w:p>
    <w:p w14:paraId="2FDDD9EE" w14:textId="77777777" w:rsidR="00D92545" w:rsidRDefault="00D92545" w:rsidP="00D92545">
      <w:pPr>
        <w:pStyle w:val="Text1-2"/>
        <w:numPr>
          <w:ilvl w:val="0"/>
          <w:numId w:val="33"/>
        </w:numPr>
        <w:ind w:left="1843"/>
      </w:pPr>
      <w:r w:rsidRPr="00C41F26">
        <w:t>on, ani žádný z jeho poddodavatelů, či jiné osoby, které se budou podílet na plnění Smlouvy,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77777777"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č. 269/2014 ze dne 17. března 2014, ve znění pozdějších předpisů, </w:t>
      </w:r>
      <w:bookmarkEnd w:id="1"/>
      <w:r>
        <w:t>a dalších prováděcích předpisů k tomuto nařízení Rady (EU) č. 269/2014.</w:t>
      </w:r>
    </w:p>
    <w:p w14:paraId="7F987E45" w14:textId="77777777" w:rsidR="008F4602" w:rsidRPr="00B47369"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77777777"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 xml:space="preserve">.5 této Smlouvy, </w:t>
      </w:r>
      <w:r w:rsidRPr="0050326A">
        <w:lastRenderedPageBreak/>
        <w:t>je Objednatel oprávněn odstoupit od této Smlouvy.</w:t>
      </w:r>
      <w:r w:rsidR="0040309D">
        <w:t xml:space="preserve"> Ustanovení § 2004 odst. 2 </w:t>
      </w:r>
      <w:r w:rsidR="0040309D" w:rsidRPr="0050326A">
        <w:t>Občanského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7777777"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lastRenderedPageBreak/>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7A088FAC" w14:textId="77777777"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lastRenderedPageBreak/>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w:t>
      </w:r>
      <w:r w:rsidRPr="005C7EED">
        <w:lastRenderedPageBreak/>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BC75CA">
        <w:rPr>
          <w:bCs/>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C64BE" w14:textId="77777777" w:rsidR="00F8148D" w:rsidRDefault="00F8148D" w:rsidP="00962258">
      <w:pPr>
        <w:spacing w:after="0" w:line="240" w:lineRule="auto"/>
      </w:pPr>
      <w:r>
        <w:separator/>
      </w:r>
    </w:p>
  </w:endnote>
  <w:endnote w:type="continuationSeparator" w:id="0">
    <w:p w14:paraId="46D5E3E4" w14:textId="77777777" w:rsidR="00F8148D" w:rsidRDefault="00F814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01CD6B9D"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0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7CEA5" w14:textId="77777777" w:rsidR="00F8148D" w:rsidRDefault="00F8148D" w:rsidP="00962258">
      <w:pPr>
        <w:spacing w:after="0" w:line="240" w:lineRule="auto"/>
      </w:pPr>
      <w:r>
        <w:separator/>
      </w:r>
    </w:p>
  </w:footnote>
  <w:footnote w:type="continuationSeparator" w:id="0">
    <w:p w14:paraId="3DB372E5" w14:textId="77777777" w:rsidR="00F8148D" w:rsidRDefault="00F814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2419346">
    <w:abstractNumId w:val="5"/>
  </w:num>
  <w:num w:numId="2" w16cid:durableId="1441611087">
    <w:abstractNumId w:val="1"/>
  </w:num>
  <w:num w:numId="3" w16cid:durableId="1613976362">
    <w:abstractNumId w:val="29"/>
  </w:num>
  <w:num w:numId="4" w16cid:durableId="1866016928">
    <w:abstractNumId w:val="10"/>
  </w:num>
  <w:num w:numId="5" w16cid:durableId="1155337726">
    <w:abstractNumId w:val="12"/>
  </w:num>
  <w:num w:numId="6" w16cid:durableId="1148130065">
    <w:abstractNumId w:val="22"/>
  </w:num>
  <w:num w:numId="7" w16cid:durableId="801848776">
    <w:abstractNumId w:val="24"/>
  </w:num>
  <w:num w:numId="8" w16cid:durableId="541133668">
    <w:abstractNumId w:val="0"/>
  </w:num>
  <w:num w:numId="9" w16cid:durableId="1509518537">
    <w:abstractNumId w:val="4"/>
  </w:num>
  <w:num w:numId="10" w16cid:durableId="1084372481">
    <w:abstractNumId w:val="30"/>
  </w:num>
  <w:num w:numId="11" w16cid:durableId="1390618068">
    <w:abstractNumId w:val="3"/>
  </w:num>
  <w:num w:numId="12" w16cid:durableId="816728971">
    <w:abstractNumId w:val="16"/>
  </w:num>
  <w:num w:numId="13" w16cid:durableId="1736583506">
    <w:abstractNumId w:val="19"/>
  </w:num>
  <w:num w:numId="14" w16cid:durableId="540172069">
    <w:abstractNumId w:val="2"/>
  </w:num>
  <w:num w:numId="15" w16cid:durableId="993028818">
    <w:abstractNumId w:val="25"/>
  </w:num>
  <w:num w:numId="16" w16cid:durableId="1090859425">
    <w:abstractNumId w:val="6"/>
  </w:num>
  <w:num w:numId="17" w16cid:durableId="1687514936">
    <w:abstractNumId w:val="18"/>
  </w:num>
  <w:num w:numId="18" w16cid:durableId="727648438">
    <w:abstractNumId w:val="15"/>
  </w:num>
  <w:num w:numId="19" w16cid:durableId="477921038">
    <w:abstractNumId w:val="23"/>
  </w:num>
  <w:num w:numId="20" w16cid:durableId="1859659535">
    <w:abstractNumId w:val="11"/>
  </w:num>
  <w:num w:numId="21" w16cid:durableId="644354618">
    <w:abstractNumId w:val="21"/>
  </w:num>
  <w:num w:numId="22" w16cid:durableId="783885091">
    <w:abstractNumId w:val="27"/>
  </w:num>
  <w:num w:numId="23" w16cid:durableId="186873372">
    <w:abstractNumId w:val="14"/>
  </w:num>
  <w:num w:numId="24" w16cid:durableId="816997816">
    <w:abstractNumId w:val="13"/>
  </w:num>
  <w:num w:numId="25" w16cid:durableId="763114457">
    <w:abstractNumId w:val="8"/>
  </w:num>
  <w:num w:numId="26" w16cid:durableId="174199772">
    <w:abstractNumId w:val="20"/>
  </w:num>
  <w:num w:numId="27" w16cid:durableId="19436073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0838966">
    <w:abstractNumId w:val="7"/>
  </w:num>
  <w:num w:numId="29" w16cid:durableId="1134520599">
    <w:abstractNumId w:val="0"/>
  </w:num>
  <w:num w:numId="30" w16cid:durableId="1358507302">
    <w:abstractNumId w:val="0"/>
  </w:num>
  <w:num w:numId="31" w16cid:durableId="684480090">
    <w:abstractNumId w:val="9"/>
  </w:num>
  <w:num w:numId="32" w16cid:durableId="953513802">
    <w:abstractNumId w:val="28"/>
  </w:num>
  <w:num w:numId="33" w16cid:durableId="673845795">
    <w:abstractNumId w:val="26"/>
  </w:num>
  <w:num w:numId="34" w16cid:durableId="20749259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52911"/>
    <w:rsid w:val="001656A2"/>
    <w:rsid w:val="00165977"/>
    <w:rsid w:val="0016651F"/>
    <w:rsid w:val="00170EC5"/>
    <w:rsid w:val="001730DD"/>
    <w:rsid w:val="001747C1"/>
    <w:rsid w:val="00177D6B"/>
    <w:rsid w:val="00187660"/>
    <w:rsid w:val="00191F90"/>
    <w:rsid w:val="001A2C62"/>
    <w:rsid w:val="001B1E26"/>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A4C3B"/>
    <w:rsid w:val="002C31BF"/>
    <w:rsid w:val="002D4C7D"/>
    <w:rsid w:val="002D5203"/>
    <w:rsid w:val="002D7FD6"/>
    <w:rsid w:val="002E0CD7"/>
    <w:rsid w:val="002E0CFB"/>
    <w:rsid w:val="002E5C7B"/>
    <w:rsid w:val="002F4333"/>
    <w:rsid w:val="0030003A"/>
    <w:rsid w:val="00324246"/>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2BFB"/>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C75CA"/>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A4B53"/>
    <w:rsid w:val="00CB0CB6"/>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0C24"/>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3E13"/>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148D"/>
    <w:rsid w:val="00F86BA6"/>
    <w:rsid w:val="00F91101"/>
    <w:rsid w:val="00F95FBD"/>
    <w:rsid w:val="00FB6342"/>
    <w:rsid w:val="00FC3C91"/>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37B52DE5-0DEB-4AA6-98B6-593FC630F833}">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17</Pages>
  <Words>6842</Words>
  <Characters>40372</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2019-03-12T14:16:00Z</cp:lastPrinted>
  <dcterms:created xsi:type="dcterms:W3CDTF">2024-01-03T09:21:00Z</dcterms:created>
  <dcterms:modified xsi:type="dcterms:W3CDTF">2024-01-03T09:31:00Z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