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0EFA1838"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482C70">
        <w:rPr>
          <w:sz w:val="28"/>
          <w:szCs w:val="28"/>
        </w:rPr>
        <w:t xml:space="preserve">pro </w:t>
      </w:r>
      <w:r w:rsidR="0079664B" w:rsidRPr="00482C70">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autorského dozoru</w:t>
      </w:r>
    </w:p>
    <w:p w14:paraId="0F72CA50" w14:textId="45E0001B" w:rsidR="001B77EA" w:rsidRPr="00C6222E" w:rsidRDefault="001B77EA" w:rsidP="001B77EA">
      <w:pPr>
        <w:pStyle w:val="Titul2"/>
        <w:rPr>
          <w:sz w:val="28"/>
          <w:szCs w:val="28"/>
        </w:rPr>
      </w:pPr>
      <w:r w:rsidRPr="00C6222E">
        <w:rPr>
          <w:sz w:val="28"/>
          <w:szCs w:val="28"/>
        </w:rPr>
        <w:t xml:space="preserve">Název zakázky: </w:t>
      </w:r>
      <w:sdt>
        <w:sdtPr>
          <w:rPr>
            <w:rFonts w:eastAsia="Times New Roman" w:cs="Arial"/>
            <w:bCs/>
            <w:color w:val="000000"/>
            <w:sz w:val="28"/>
            <w:szCs w:val="28"/>
            <w:lang w:eastAsia="cs-CZ"/>
          </w:rPr>
          <w:alias w:val="Název akce - VYplnit pole - přenese se do zápatí"/>
          <w:tag w:val="Název akce"/>
          <w:id w:val="1889687308"/>
          <w:placeholder>
            <w:docPart w:val="2DE08AE602404EA4988F8684AE8FFD93"/>
          </w:placeholder>
          <w:text/>
        </w:sdtPr>
        <w:sdtContent>
          <w:r w:rsidR="007738B4" w:rsidRPr="00482C70">
            <w:rPr>
              <w:rFonts w:eastAsia="Times New Roman" w:cs="Arial"/>
              <w:bCs/>
              <w:color w:val="000000"/>
              <w:sz w:val="28"/>
              <w:szCs w:val="28"/>
              <w:lang w:eastAsia="cs-CZ"/>
            </w:rPr>
            <w:t>„</w:t>
          </w:r>
          <w:r w:rsidR="007738B4" w:rsidRPr="00482C70">
            <w:rPr>
              <w:rFonts w:eastAsia="Times New Roman" w:cs="Arial"/>
              <w:bCs/>
              <w:color w:val="000000"/>
              <w:sz w:val="28"/>
              <w:szCs w:val="28"/>
              <w:lang w:eastAsia="cs-CZ"/>
            </w:rPr>
            <w:t>Doplnění závor na přejezdu v km 31,606 (P4857) trati Teplice nad Metují - Trutnov střed</w:t>
          </w:r>
          <w:r w:rsidR="007738B4" w:rsidRPr="00482C70">
            <w:rPr>
              <w:rFonts w:eastAsia="Times New Roman" w:cs="Arial"/>
              <w:bCs/>
              <w:color w:val="000000"/>
              <w:sz w:val="28"/>
              <w:szCs w:val="28"/>
              <w:lang w:eastAsia="cs-CZ"/>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33768AF7"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D042DA">
        <w:t>3273514800 / 5523530042</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lastRenderedPageBreak/>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5A6BE71" w:rsidR="003F5723" w:rsidRDefault="003F5723" w:rsidP="003F5723">
      <w:pPr>
        <w:pStyle w:val="Text1-1"/>
      </w:pPr>
      <w:r>
        <w:t xml:space="preserve">Objednatel oznámil </w:t>
      </w:r>
      <w:r w:rsidR="00CD6533" w:rsidRPr="00482C70">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7738B4" w:rsidRPr="006F4BC2">
        <w:rPr>
          <w:rFonts w:eastAsia="Times New Roman" w:cs="Arial"/>
          <w:b/>
          <w:bCs/>
          <w:color w:val="000000"/>
          <w:lang w:eastAsia="cs-CZ"/>
        </w:rPr>
        <w:t>Doplnění závor na přejezdu v km 31,606 (P4857) trati Teplice nad Metují - Trutnov střed</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0E6EB8DA"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482C70">
        <w:t>pro s</w:t>
      </w:r>
      <w:r w:rsidR="00C539CB" w:rsidRPr="00482C70">
        <w:t>polečné</w:t>
      </w:r>
      <w:r w:rsidRPr="00482C70">
        <w:t xml:space="preserve"> povolení</w:t>
      </w:r>
      <w:r w:rsidR="002E1C9B" w:rsidRPr="00482C70">
        <w:t xml:space="preserve"> </w:t>
      </w:r>
      <w:r>
        <w:t xml:space="preserve">(dále též jen </w:t>
      </w:r>
      <w:r w:rsidR="002E1C9B">
        <w:t>„</w:t>
      </w:r>
      <w:r w:rsidR="00810686" w:rsidRPr="00482C70">
        <w:t>DUSP</w:t>
      </w:r>
      <w:r w:rsidR="002E1C9B">
        <w:t>“</w:t>
      </w:r>
      <w:r>
        <w:t xml:space="preserve">), Projektové dokumentace pro provádění stavby (dále též jen </w:t>
      </w:r>
      <w:r w:rsidR="002E1C9B">
        <w:t>„</w:t>
      </w:r>
      <w:r w:rsidR="00964369">
        <w:t>PDPS</w:t>
      </w:r>
      <w:r w:rsidR="002E1C9B">
        <w:t>“</w:t>
      </w:r>
      <w:r w:rsidR="00964369">
        <w:t>)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9CFE275" w:rsidR="003F5723" w:rsidRDefault="003F5723" w:rsidP="003F5723">
      <w:pPr>
        <w:pStyle w:val="Text1-1"/>
      </w:pPr>
      <w:r>
        <w:t>Objednatel se zavazuje řádně provedené Dílo převzít a za řádně zhotoven</w:t>
      </w:r>
      <w:r w:rsidR="00964369">
        <w:t>ou a </w:t>
      </w:r>
      <w:r>
        <w:t xml:space="preserve">předanou </w:t>
      </w:r>
      <w:r w:rsidR="00810686" w:rsidRPr="00482C70">
        <w:t>DUSP</w:t>
      </w:r>
      <w:r>
        <w:t xml:space="preserve"> a PDPS a řádně provedený výkon autorského dozoru zaplatit Zhotoviteli za podmínek stanovených touto Smlou</w:t>
      </w:r>
      <w:r w:rsidR="00964369">
        <w:t>vou celkovou Cenu Díla, která v </w:t>
      </w:r>
      <w:r>
        <w:t xml:space="preserve">součtu představuje Cenu za zpracování </w:t>
      </w:r>
      <w:r w:rsidR="00810686" w:rsidRPr="00482C70">
        <w:t>DUSP</w:t>
      </w:r>
      <w:r w:rsidR="00BC30CC">
        <w:t xml:space="preserve"> </w:t>
      </w:r>
      <w:r>
        <w:t>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72F523B"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5EF3D10E" w:rsidR="00FF0F11" w:rsidRDefault="003F5723" w:rsidP="003F5723">
      <w:pPr>
        <w:pStyle w:val="Text1-1"/>
      </w:pPr>
      <w:r>
        <w:t xml:space="preserve">Místem plnění </w:t>
      </w:r>
      <w:r w:rsidR="00810686" w:rsidRPr="00482C70">
        <w:t>DUSP</w:t>
      </w:r>
      <w:r w:rsidR="00BC30CC">
        <w:t xml:space="preserve"> </w:t>
      </w:r>
      <w:r>
        <w:t xml:space="preserve">a PDPS je: </w:t>
      </w:r>
      <w:r w:rsidRPr="00C539CB">
        <w:t>Stavební správa</w:t>
      </w:r>
      <w:r w:rsidR="00CD6533">
        <w:t xml:space="preserve"> východ, Nerudova 773/1, 779 00 Olomouc</w:t>
      </w:r>
      <w:r w:rsidR="008419FA">
        <w:t>.</w:t>
      </w:r>
    </w:p>
    <w:p w14:paraId="08C43F84" w14:textId="1FBF3B50" w:rsidR="00FF0F11" w:rsidRPr="00A0190A" w:rsidRDefault="00FF0F11" w:rsidP="00FF0F11">
      <w:pPr>
        <w:pStyle w:val="Text1-1"/>
        <w:numPr>
          <w:ilvl w:val="0"/>
          <w:numId w:val="0"/>
        </w:numPr>
        <w:ind w:left="737"/>
        <w:rPr>
          <w:color w:val="00B050"/>
        </w:rPr>
      </w:pPr>
      <w:r w:rsidRPr="00482C70">
        <w:t>Předání je možné i oprávněné osobě Objednatele ve věcech technických v sídle místně příslušného Oblastního ředitelství</w:t>
      </w:r>
      <w:r w:rsidR="00714F1F" w:rsidRPr="00714F1F">
        <w:rPr>
          <w:rFonts w:eastAsia="Times New Roman" w:cs="Times New Roman"/>
          <w:lang w:eastAsia="cs-CZ"/>
        </w:rPr>
        <w:t xml:space="preserve"> </w:t>
      </w:r>
      <w:r w:rsidR="00714F1F" w:rsidRPr="00714F1F">
        <w:rPr>
          <w:rFonts w:eastAsia="Times New Roman" w:cs="Times New Roman"/>
          <w:lang w:eastAsia="cs-CZ"/>
        </w:rPr>
        <w:t>Hradec Králové,</w:t>
      </w:r>
      <w:r w:rsidR="00714F1F" w:rsidRPr="006F4BC2">
        <w:rPr>
          <w:rFonts w:eastAsia="Times New Roman" w:cs="Times New Roman"/>
          <w:lang w:eastAsia="cs-CZ"/>
        </w:rPr>
        <w:t xml:space="preserve"> </w:t>
      </w:r>
      <w:r w:rsidR="00714F1F" w:rsidRPr="0025488E">
        <w:rPr>
          <w:rFonts w:eastAsia="Times New Roman" w:cs="Times New Roman"/>
          <w:lang w:eastAsia="cs-CZ"/>
        </w:rPr>
        <w:t>U</w:t>
      </w:r>
      <w:r w:rsidR="00714F1F">
        <w:rPr>
          <w:rFonts w:eastAsia="Times New Roman" w:cs="Times New Roman"/>
          <w:lang w:eastAsia="cs-CZ"/>
        </w:rPr>
        <w:t> </w:t>
      </w:r>
      <w:r w:rsidR="00714F1F" w:rsidRPr="0025488E">
        <w:rPr>
          <w:rFonts w:eastAsia="Times New Roman" w:cs="Times New Roman"/>
          <w:lang w:eastAsia="cs-CZ"/>
        </w:rPr>
        <w:t>Fotochemy 259/1, 501 01 Hradec Králové</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41157E77" w:rsidR="00FF0F11" w:rsidRPr="00361886" w:rsidRDefault="00FF0F11" w:rsidP="00FF0F11">
      <w:pPr>
        <w:pStyle w:val="Text1-1"/>
      </w:pPr>
      <w:r w:rsidRPr="00361886">
        <w:t xml:space="preserve">Cena Díla za zhotovení </w:t>
      </w:r>
      <w:r w:rsidR="00810686" w:rsidRPr="00482C70">
        <w:t>DUSP</w:t>
      </w:r>
      <w:r w:rsidR="00BC30CC">
        <w:t xml:space="preserve"> a </w:t>
      </w:r>
      <w:r w:rsidRPr="00361886">
        <w:t xml:space="preserve">PDPS bude účtována nejdříve okamžikem řádného ukončení a předání a převzetí </w:t>
      </w:r>
      <w:r w:rsidR="00810686" w:rsidRPr="00482C70">
        <w:t>DUSP</w:t>
      </w:r>
      <w:r w:rsidR="00BC30CC">
        <w:t xml:space="preserve"> a </w:t>
      </w:r>
      <w:r w:rsidRPr="00361886">
        <w:t>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r>
        <w:lastRenderedPageBreak/>
        <w:t>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3A44E336"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C1D4437"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482C70">
        <w:rPr>
          <w:sz w:val="18"/>
          <w:szCs w:val="18"/>
        </w:rPr>
        <w:t>DUSP</w:t>
      </w:r>
      <w:r w:rsidR="00BC30CC">
        <w:t xml:space="preserve"> </w:t>
      </w:r>
      <w:r w:rsidRPr="00381690">
        <w:rPr>
          <w:sz w:val="18"/>
          <w:szCs w:val="18"/>
        </w:rPr>
        <w:t xml:space="preserve">a PDPS umožní v souvislosti s plněním Díla provedení </w:t>
      </w:r>
      <w:r w:rsidRPr="00482C70">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482C70">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F1FAC4E" w:rsidR="005A6B84" w:rsidRPr="00482C70" w:rsidRDefault="007A38F0" w:rsidP="00381690">
      <w:pPr>
        <w:pStyle w:val="Odstavecseseznamem"/>
        <w:numPr>
          <w:ilvl w:val="1"/>
          <w:numId w:val="25"/>
        </w:numPr>
        <w:spacing w:after="120" w:line="264" w:lineRule="auto"/>
        <w:ind w:hanging="731"/>
        <w:contextualSpacing w:val="0"/>
        <w:jc w:val="both"/>
        <w:rPr>
          <w:sz w:val="18"/>
          <w:szCs w:val="18"/>
        </w:rPr>
      </w:pPr>
      <w:r w:rsidRPr="00482C70">
        <w:rPr>
          <w:i/>
          <w:sz w:val="18"/>
          <w:szCs w:val="18"/>
        </w:rPr>
        <w:t xml:space="preserve"> NEOBSAZENO</w:t>
      </w:r>
    </w:p>
    <w:p w14:paraId="6D627CEC" w14:textId="02D7BC3E" w:rsidR="00882028" w:rsidRDefault="00882028" w:rsidP="00482C70">
      <w:pPr>
        <w:pStyle w:val="Odstavecseseznamem"/>
        <w:spacing w:after="120" w:line="264" w:lineRule="auto"/>
        <w:ind w:left="1440"/>
        <w:contextualSpacing w:val="0"/>
        <w:jc w:val="both"/>
        <w:rPr>
          <w:sz w:val="18"/>
          <w:szCs w:val="18"/>
          <w:highlight w:val="green"/>
        </w:rPr>
      </w:pP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Objednatel si vyhrazuje požadavek, že autorský dozor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AA61877" w:rsidR="00446902" w:rsidRDefault="00446902" w:rsidP="00446902">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w:t>
      </w:r>
      <w:r w:rsidRPr="008A563D">
        <w:lastRenderedPageBreak/>
        <w:t>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255E3A56" w:rsidR="004F21EC" w:rsidRPr="00482C70" w:rsidRDefault="004F21EC" w:rsidP="00482C70">
      <w:pPr>
        <w:pStyle w:val="Text1-1"/>
        <w:numPr>
          <w:ilvl w:val="1"/>
          <w:numId w:val="6"/>
        </w:numPr>
        <w:rPr>
          <w:iCs/>
        </w:rPr>
      </w:pPr>
      <w:r w:rsidRPr="00482C70">
        <w:rPr>
          <w:iCs/>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w:t>
      </w:r>
      <w:r w:rsidRPr="002F020F">
        <w:lastRenderedPageBreak/>
        <w:t xml:space="preserve">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9C2B495" w:rsidR="00F422D3" w:rsidRDefault="00F422D3" w:rsidP="00964369">
      <w:pPr>
        <w:pStyle w:val="Textbezslovn"/>
        <w:rPr>
          <w:b/>
        </w:rPr>
      </w:pPr>
      <w:r w:rsidRPr="00964369">
        <w:lastRenderedPageBreak/>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714F1F" w:rsidRPr="00204180">
        <w:rPr>
          <w:b/>
        </w:rPr>
        <w:t>/</w:t>
      </w:r>
      <w:r w:rsidR="00714F1F" w:rsidRPr="00482C70">
        <w:rPr>
          <w:b/>
          <w:bCs/>
        </w:rPr>
        <w:t>02/23</w:t>
      </w:r>
      <w:r w:rsidR="00714F1F"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D0C8FB7"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714F1F">
        <w:t>/</w:t>
      </w:r>
      <w:r w:rsidR="00714F1F">
        <w:t>06/23</w:t>
      </w:r>
      <w:r w:rsidR="00714F1F">
        <w:t>“</w:t>
      </w:r>
    </w:p>
    <w:p w14:paraId="5B5F4A27" w14:textId="15F25712" w:rsidR="00F422D3" w:rsidRDefault="00124751" w:rsidP="00964369">
      <w:pPr>
        <w:pStyle w:val="Textbezslovn"/>
        <w:ind w:left="2127"/>
      </w:pPr>
      <w:r w:rsidRPr="00964369">
        <w:t>c) Zvláštní technické</w:t>
      </w:r>
      <w:r>
        <w:t xml:space="preserve"> podmínky </w:t>
      </w:r>
      <w:r w:rsidR="006650B1">
        <w:t xml:space="preserve">ze dne </w:t>
      </w:r>
      <w:r w:rsidR="00714F1F">
        <w:t>14. 11. 2023, vč. příloh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46B54EDA" w:rsidR="00E513BA" w:rsidRPr="00964369" w:rsidRDefault="00E513BA" w:rsidP="00964369">
      <w:pPr>
        <w:pStyle w:val="Textbezslovn"/>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349ECAB3"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projektové </w:t>
      </w:r>
      <w:r w:rsidRPr="00482C70">
        <w:rPr>
          <w:sz w:val="18"/>
          <w:szCs w:val="18"/>
        </w:rPr>
        <w:t>Dokumentace pro vydání společného povolení (DUSP)</w:t>
      </w:r>
      <w:r w:rsidRPr="008E5270">
        <w:rPr>
          <w:sz w:val="18"/>
          <w:szCs w:val="18"/>
        </w:rPr>
        <w:t xml:space="preserve"> 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6F6E01F6" w14:textId="3A7D1AFC" w:rsidR="00FA7B26" w:rsidRPr="00CD6486" w:rsidRDefault="00FA7B26"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82C70">
        <w:rPr>
          <w:b/>
          <w:sz w:val="18"/>
          <w:szCs w:val="18"/>
        </w:rPr>
        <w:t>Zpracování a podání žádosti o vydání společného povolení</w:t>
      </w:r>
      <w:r w:rsidRPr="00482C70">
        <w:rPr>
          <w:sz w:val="18"/>
          <w:szCs w:val="18"/>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20A4219B" w14:textId="4D3C248B" w:rsidR="00725859" w:rsidRPr="00482C70" w:rsidRDefault="00D977E3" w:rsidP="00482C70">
      <w:pPr>
        <w:widowControl w:val="0"/>
        <w:numPr>
          <w:ilvl w:val="1"/>
          <w:numId w:val="21"/>
        </w:numPr>
        <w:tabs>
          <w:tab w:val="clear" w:pos="360"/>
        </w:tabs>
        <w:autoSpaceDE w:val="0"/>
        <w:autoSpaceDN w:val="0"/>
        <w:spacing w:before="60" w:after="0" w:line="22" w:lineRule="atLeast"/>
        <w:ind w:left="426" w:right="133" w:hanging="426"/>
        <w:jc w:val="both"/>
        <w:rPr>
          <w:color w:val="000000"/>
          <w:sz w:val="18"/>
          <w:szCs w:val="18"/>
        </w:rPr>
      </w:pPr>
      <w:r w:rsidRPr="00482C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482C70" w:rsidRPr="00482C70">
        <w:rPr>
          <w:sz w:val="18"/>
          <w:szCs w:val="18"/>
        </w:rPr>
        <w:t xml:space="preserve"> </w:t>
      </w:r>
      <w:hyperlink r:id="rId16" w:history="1">
        <w:r w:rsidR="00725859" w:rsidRPr="00482C70">
          <w:rPr>
            <w:rStyle w:val="Hypertextovodkaz"/>
            <w:sz w:val="18"/>
            <w:szCs w:val="18"/>
          </w:rPr>
          <w:t>Stanovení nákladů staveb - www.spravazeleznic.cz</w:t>
        </w:r>
      </w:hyperlink>
    </w:p>
    <w:p w14:paraId="0930ECA2" w14:textId="57F7887F" w:rsidR="00D977E3" w:rsidRPr="00482C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82C70">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sidR="00596D94" w:rsidRPr="00482C70">
          <w:rPr>
            <w:rStyle w:val="Hypertextovodkaz"/>
            <w:noProof w:val="0"/>
            <w:sz w:val="18"/>
            <w:szCs w:val="18"/>
          </w:rPr>
          <w:t>http://www.sfdi.cz/pravidla-metodiky-a-ceniky/metodiky/</w:t>
        </w:r>
      </w:hyperlink>
      <w:r w:rsidRPr="00482C70">
        <w:rPr>
          <w:sz w:val="18"/>
          <w:szCs w:val="18"/>
        </w:rPr>
        <w:t>.</w:t>
      </w:r>
    </w:p>
    <w:p w14:paraId="34F2B966" w14:textId="2893D02A" w:rsidR="00D977E3" w:rsidRPr="00482C70" w:rsidRDefault="00FA7B26"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82C70">
        <w:rPr>
          <w:sz w:val="18"/>
          <w:szCs w:val="18"/>
        </w:rPr>
        <w:t xml:space="preserve">DUSP </w:t>
      </w:r>
      <w:r w:rsidR="00D977E3" w:rsidRPr="00482C70">
        <w:rPr>
          <w:sz w:val="18"/>
          <w:szCs w:val="18"/>
        </w:rPr>
        <w:t xml:space="preserve">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7D54BCA"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82C70">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795FB4A7"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482C70">
        <w:rPr>
          <w:sz w:val="18"/>
          <w:szCs w:val="18"/>
        </w:rPr>
        <w:t xml:space="preserve">Geodetické a mapové podklady </w:t>
      </w:r>
      <w:r w:rsidR="005C6727" w:rsidRPr="00482C70">
        <w:rPr>
          <w:sz w:val="18"/>
          <w:szCs w:val="18"/>
        </w:rPr>
        <w:t>(</w:t>
      </w:r>
      <w:r w:rsidRPr="00482C70">
        <w:rPr>
          <w:sz w:val="18"/>
          <w:szCs w:val="18"/>
        </w:rPr>
        <w:t xml:space="preserve">mapové podklady TÚ </w:t>
      </w:r>
      <w:r w:rsidR="005C6727" w:rsidRPr="00482C70">
        <w:rPr>
          <w:sz w:val="18"/>
          <w:szCs w:val="18"/>
        </w:rPr>
        <w:t>..</w:t>
      </w:r>
      <w:r w:rsidRPr="00482C70">
        <w:rPr>
          <w:sz w:val="18"/>
          <w:szCs w:val="18"/>
        </w:rPr>
        <w:t xml:space="preserve"> km </w:t>
      </w:r>
      <w:r w:rsidR="005C6727" w:rsidRPr="00482C70">
        <w:rPr>
          <w:sz w:val="18"/>
          <w:szCs w:val="18"/>
        </w:rPr>
        <w:t>…</w:t>
      </w:r>
      <w:r w:rsidRPr="00482C70">
        <w:rPr>
          <w:sz w:val="18"/>
          <w:szCs w:val="18"/>
        </w:rPr>
        <w:t>, p</w:t>
      </w:r>
      <w:r w:rsidR="00CD6486" w:rsidRPr="00482C70">
        <w:rPr>
          <w:sz w:val="18"/>
          <w:szCs w:val="18"/>
        </w:rPr>
        <w:t>l</w:t>
      </w:r>
      <w:r w:rsidRPr="00482C70">
        <w:rPr>
          <w:sz w:val="18"/>
          <w:szCs w:val="18"/>
        </w:rPr>
        <w:t>atné ŽBP a projekty PPK</w:t>
      </w:r>
      <w:r w:rsidR="005C6727" w:rsidRPr="00482C70">
        <w:rPr>
          <w:sz w:val="18"/>
          <w:szCs w:val="18"/>
        </w:rPr>
        <w:t>)</w:t>
      </w:r>
      <w:r w:rsidRPr="00482C70">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CD6486">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Pr="008E5270"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423801C1" w14:textId="77777777" w:rsidR="00CD6486" w:rsidRPr="00482C70" w:rsidRDefault="00CD6486" w:rsidP="00482C70">
      <w:pPr>
        <w:spacing w:after="0" w:line="240" w:lineRule="auto"/>
        <w:rPr>
          <w:rFonts w:asciiTheme="minorHAnsi" w:eastAsia="Times New Roman" w:hAnsiTheme="minorHAnsi" w:cs="Times New Roman"/>
          <w:sz w:val="18"/>
          <w:szCs w:val="18"/>
          <w:lang w:eastAsia="cs-CZ"/>
        </w:rPr>
      </w:pPr>
      <w:r w:rsidRPr="00482C70">
        <w:rPr>
          <w:rFonts w:eastAsia="Times New Roman" w:cs="Times New Roman"/>
          <w:sz w:val="18"/>
          <w:szCs w:val="18"/>
          <w:lang w:eastAsia="cs-CZ"/>
        </w:rPr>
        <w:t>Způsob plnění je upraven v čl. 3.4 všeobecných technických podmínek.</w:t>
      </w:r>
    </w:p>
    <w:p w14:paraId="72A27C7B" w14:textId="79A83096" w:rsidR="004908EA" w:rsidRDefault="00CD6486" w:rsidP="000E3BC8">
      <w:pPr>
        <w:pStyle w:val="Textbezodsazen"/>
        <w:spacing w:line="240" w:lineRule="auto"/>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r>
        <w:rPr>
          <w:rFonts w:eastAsia="Times New Roman" w:cs="Arial"/>
          <w:lang w:eastAsia="cs-CZ"/>
        </w:rPr>
        <w:t>Plnění bude dle VTP čl. 3.4 s těmito odlišnostmi: 1. dílčí etapa bude odevzdána pouze v elektronické podobě.</w:t>
      </w: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372CC32E" w:rsidR="00124751" w:rsidRDefault="00D53494" w:rsidP="00950EAF">
      <w:pPr>
        <w:pStyle w:val="Nadpisbezsl1-2"/>
      </w:pPr>
      <w:r>
        <w:t>„</w:t>
      </w:r>
      <w:r w:rsidR="00C539CB">
        <w:t>OP/D</w:t>
      </w:r>
      <w:r w:rsidR="00F83EC1">
        <w:t>OKUMENTACE</w:t>
      </w:r>
      <w:r w:rsidR="00F83EC1" w:rsidDel="00F83EC1">
        <w:t xml:space="preserve"> </w:t>
      </w:r>
      <w:r w:rsidR="00714F1F">
        <w:t>/</w:t>
      </w:r>
      <w:r w:rsidR="00714F1F">
        <w:t>02/23</w:t>
      </w:r>
      <w:r w:rsidR="00714F1F">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67F235C" w:rsidR="00E868F1" w:rsidRDefault="00E868F1" w:rsidP="00E868F1">
      <w:pPr>
        <w:pStyle w:val="Textbezslovn"/>
      </w:pPr>
      <w:r w:rsidRPr="003038BD">
        <w:t>VTP/D</w:t>
      </w:r>
      <w:r w:rsidR="00ED5400">
        <w:t>OKUMENTACE</w:t>
      </w:r>
      <w:r w:rsidR="00714F1F" w:rsidRPr="003038BD">
        <w:t>/</w:t>
      </w:r>
      <w:r w:rsidR="00714F1F">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467C43B5" w:rsidR="00671F70" w:rsidRDefault="00714F1F" w:rsidP="008A4D1B">
      <w:pPr>
        <w:pStyle w:val="Textbezslovn"/>
        <w:jc w:val="left"/>
      </w:pPr>
      <w:r w:rsidRPr="00482C70">
        <w:rPr>
          <w:rFonts w:eastAsia="Times New Roman" w:cs="Arial"/>
          <w:color w:val="000000"/>
          <w:lang w:eastAsia="cs-CZ"/>
        </w:rPr>
        <w:t>„</w:t>
      </w:r>
      <w:r w:rsidRPr="00482C70">
        <w:rPr>
          <w:rFonts w:eastAsia="Times New Roman" w:cs="Arial"/>
          <w:color w:val="000000"/>
          <w:lang w:eastAsia="cs-CZ"/>
        </w:rPr>
        <w:t>Doplnění závor na přejezdu v km 31,606 (P4857) trati Teplice nad Metují - Trutnov střed</w:t>
      </w:r>
      <w:r w:rsidRPr="00482C70">
        <w:rPr>
          <w:rFonts w:eastAsia="Times New Roman" w:cs="Arial"/>
          <w:color w:val="000000"/>
          <w:lang w:eastAsia="cs-CZ"/>
        </w:rPr>
        <w:t>“</w:t>
      </w:r>
      <w:r w:rsidRPr="00714F1F">
        <w:t xml:space="preserve"> </w:t>
      </w:r>
      <w:r w:rsidR="00950EAF">
        <w:t xml:space="preserve">ze dne </w:t>
      </w:r>
      <w:r>
        <w:t>14. 11. 2023, vč. příloh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5E5716B4" w:rsidR="008A4D1B" w:rsidRDefault="008A4D1B" w:rsidP="008A4D1B">
      <w:pPr>
        <w:pStyle w:val="Textbezodsazen"/>
      </w:pPr>
      <w:r>
        <w:t xml:space="preserve">Cena za zpracování </w:t>
      </w:r>
      <w:r w:rsidR="00EF760C" w:rsidRPr="00482C70">
        <w:t>DUSP</w:t>
      </w:r>
      <w:r w:rsidR="00482C70">
        <w:t xml:space="preserve"> </w:t>
      </w:r>
      <w:r>
        <w:t>a PDPS a autorského dozoru:</w:t>
      </w:r>
    </w:p>
    <w:p w14:paraId="767EBA29" w14:textId="7A4D6163"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059E09E1"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482C70">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482E61EB" w:rsidR="00D977E3" w:rsidRPr="00CD6533" w:rsidRDefault="00D977E3" w:rsidP="00D977E3">
      <w:pPr>
        <w:pStyle w:val="Textbezslovn"/>
        <w:ind w:left="284"/>
        <w:rPr>
          <w:b/>
        </w:rPr>
      </w:pPr>
      <w:r w:rsidRPr="00CD6533">
        <w:t xml:space="preserve">Uvedená cena </w:t>
      </w:r>
      <w:r>
        <w:t xml:space="preserve">za výkon autorského dozoru </w:t>
      </w:r>
      <w:r w:rsidR="00825067">
        <w:t>zahrnuje veškeré náklady na výkon autorského dozoru po celou předpokládanou dobu zhotovení Stavby (předpoklad "[</w:t>
      </w:r>
      <w:r w:rsidR="00825067" w:rsidRPr="00236DCC">
        <w:rPr>
          <w:highlight w:val="green"/>
        </w:rPr>
        <w:t>VLOŽÍ OBJEDNATEL</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po celou dobu výkonu autorského dozoru. Uvedená cena za výkon autorského dozoru </w:t>
      </w:r>
      <w:r w:rsidR="00825067">
        <w:t xml:space="preserve">odpovídá pracnosti a rozsahu Stavby a </w:t>
      </w:r>
      <w:r w:rsidRPr="00CD6533">
        <w:t xml:space="preserve">zahrnuje veškeré náklady na výkon autorského dozoru </w:t>
      </w:r>
      <w:r w:rsidR="00825067">
        <w:t xml:space="preserve">a činnosti s tím související včetně např. cestovních výloh </w:t>
      </w:r>
      <w:r w:rsidRPr="00CD6533">
        <w:t>po celou dobu realizace stavby a je cenou nejvýše přípustnou.</w:t>
      </w:r>
    </w:p>
    <w:p w14:paraId="1B802ADB" w14:textId="1AEDBA68" w:rsidR="008F0A16" w:rsidRDefault="008F0A16" w:rsidP="004B6AE0">
      <w:pPr>
        <w:pStyle w:val="Textbezodsazen"/>
      </w:pPr>
    </w:p>
    <w:p w14:paraId="7EA24559" w14:textId="55D9B1A0" w:rsidR="004B6AE0" w:rsidRDefault="008F0A16" w:rsidP="004B6AE0">
      <w:pPr>
        <w:pStyle w:val="Textbezodsazen"/>
      </w:pPr>
      <w:r>
        <w:t>Cenová kalkulace je součástí Nabídky.</w:t>
      </w:r>
    </w:p>
    <w:p w14:paraId="324B5301" w14:textId="16FDC431"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4C7131C3" w:rsidR="00D61F50" w:rsidRPr="00482C70" w:rsidRDefault="00D61F50" w:rsidP="00D61F50">
            <w:pPr>
              <w:pStyle w:val="Textbezodsazen"/>
              <w:jc w:val="left"/>
              <w:rPr>
                <w:rStyle w:val="Tun"/>
              </w:rPr>
            </w:pPr>
            <w:r w:rsidRPr="00482C70">
              <w:rPr>
                <w:rStyle w:val="Tun"/>
              </w:rPr>
              <w:t>1. Dílčí etapa</w:t>
            </w:r>
          </w:p>
        </w:tc>
        <w:tc>
          <w:tcPr>
            <w:tcW w:w="4309" w:type="dxa"/>
            <w:vAlign w:val="center"/>
          </w:tcPr>
          <w:p w14:paraId="5BAD0D49" w14:textId="205C4041" w:rsidR="00D61F50" w:rsidRPr="00482C70" w:rsidRDefault="00FA7B26" w:rsidP="00D61F50">
            <w:pPr>
              <w:pStyle w:val="Textbezodsazen"/>
              <w:jc w:val="center"/>
              <w:rPr>
                <w:rStyle w:val="Tun"/>
              </w:rPr>
            </w:pPr>
            <w:r w:rsidRPr="00482C70">
              <w:t>70 % ceny DUSP+PDPS</w:t>
            </w:r>
          </w:p>
        </w:tc>
      </w:tr>
      <w:tr w:rsidR="00D61F50" w:rsidRPr="00B72613" w14:paraId="336CCA1A" w14:textId="77777777" w:rsidTr="00D61F50">
        <w:tc>
          <w:tcPr>
            <w:tcW w:w="4588" w:type="dxa"/>
            <w:vAlign w:val="center"/>
          </w:tcPr>
          <w:p w14:paraId="45BB0033" w14:textId="66E08A9F" w:rsidR="00D61F50" w:rsidRPr="00482C70" w:rsidRDefault="00D61F50" w:rsidP="00D61F50">
            <w:pPr>
              <w:pStyle w:val="Textbezodsazen"/>
              <w:jc w:val="left"/>
              <w:rPr>
                <w:rStyle w:val="Tun"/>
              </w:rPr>
            </w:pPr>
            <w:r w:rsidRPr="00482C70">
              <w:rPr>
                <w:rStyle w:val="Tun"/>
              </w:rPr>
              <w:t>2. Dílčí etapa</w:t>
            </w:r>
          </w:p>
        </w:tc>
        <w:tc>
          <w:tcPr>
            <w:tcW w:w="4309" w:type="dxa"/>
            <w:vAlign w:val="center"/>
          </w:tcPr>
          <w:p w14:paraId="32037D65" w14:textId="0E19B6C9" w:rsidR="00D61F50" w:rsidRPr="00482C70" w:rsidRDefault="00FA7B26" w:rsidP="006A6301">
            <w:pPr>
              <w:pStyle w:val="Textbezodsazen"/>
              <w:jc w:val="center"/>
              <w:rPr>
                <w:rStyle w:val="Tun"/>
              </w:rPr>
            </w:pPr>
            <w:r w:rsidRPr="00482C70">
              <w:t>30 % ceny DUSP+PDPS</w:t>
            </w:r>
          </w:p>
        </w:tc>
      </w:tr>
      <w:tr w:rsidR="00D61F50" w:rsidRPr="00B72613" w14:paraId="33A4BD29" w14:textId="77777777" w:rsidTr="00D61F50">
        <w:tc>
          <w:tcPr>
            <w:tcW w:w="4588" w:type="dxa"/>
            <w:vAlign w:val="center"/>
          </w:tcPr>
          <w:p w14:paraId="6F9210CC" w14:textId="6B4E5391" w:rsidR="00D61F50" w:rsidRPr="00482C70" w:rsidRDefault="00D61F50" w:rsidP="00D61F50">
            <w:pPr>
              <w:pStyle w:val="Textbezodsazen"/>
              <w:jc w:val="left"/>
              <w:rPr>
                <w:rStyle w:val="Tun"/>
              </w:rPr>
            </w:pPr>
            <w:r w:rsidRPr="00482C70">
              <w:rPr>
                <w:rStyle w:val="Tun"/>
              </w:rPr>
              <w:t>3. Dílčí etapa</w:t>
            </w:r>
          </w:p>
        </w:tc>
        <w:tc>
          <w:tcPr>
            <w:tcW w:w="4309" w:type="dxa"/>
            <w:vAlign w:val="center"/>
          </w:tcPr>
          <w:p w14:paraId="519B5BA4" w14:textId="0B860734" w:rsidR="00D61F50" w:rsidRPr="00B06D17" w:rsidRDefault="00FA7B26" w:rsidP="006A6301">
            <w:pPr>
              <w:pStyle w:val="Textbezodsazen"/>
              <w:jc w:val="center"/>
              <w:rPr>
                <w:rStyle w:val="Tun"/>
                <w:highlight w:val="yellow"/>
              </w:rPr>
            </w:pPr>
            <w:r w:rsidRPr="0034770D">
              <w:t xml:space="preserve"> </w:t>
            </w:r>
            <w:r w:rsidRPr="0034770D">
              <w:t>Fakturace ceny za výkon AD jednorázově.</w:t>
            </w:r>
          </w:p>
        </w:tc>
      </w:tr>
      <w:tr w:rsidR="00482C70" w:rsidRPr="00B72613" w14:paraId="6D3BE033" w14:textId="77777777" w:rsidTr="00D61F50">
        <w:trPr>
          <w:gridAfter w:val="1"/>
          <w:wAfter w:w="4309" w:type="dxa"/>
        </w:trPr>
        <w:tc>
          <w:tcPr>
            <w:tcW w:w="4588" w:type="dxa"/>
            <w:vAlign w:val="center"/>
          </w:tcPr>
          <w:p w14:paraId="54BF2FFE" w14:textId="47AE1385" w:rsidR="00482C70" w:rsidRPr="00BF37DE" w:rsidRDefault="00482C70" w:rsidP="00D61F50">
            <w:pPr>
              <w:pStyle w:val="Textbezodsazen"/>
              <w:jc w:val="left"/>
              <w:rPr>
                <w:rStyle w:val="Tun"/>
                <w:highlight w:val="green"/>
              </w:rPr>
            </w:pP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4B540F3B"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7459FA"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7459FA" w:rsidRPr="0049257C" w:rsidRDefault="007459FA" w:rsidP="00246637">
            <w:pPr>
              <w:pStyle w:val="Tabulka"/>
              <w:rPr>
                <w:rStyle w:val="Tun"/>
                <w:szCs w:val="14"/>
              </w:rPr>
            </w:pPr>
            <w:r w:rsidRPr="0049257C">
              <w:rPr>
                <w:rStyle w:val="Tun"/>
                <w:szCs w:val="14"/>
              </w:rPr>
              <w:t>Část Díla</w:t>
            </w:r>
          </w:p>
        </w:tc>
        <w:tc>
          <w:tcPr>
            <w:tcW w:w="3005" w:type="dxa"/>
          </w:tcPr>
          <w:p w14:paraId="7938FB79"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459FA" w:rsidRPr="00D62EA3"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7459FA" w:rsidRPr="00482C70" w:rsidRDefault="007459FA" w:rsidP="00246637">
            <w:pPr>
              <w:pStyle w:val="Tabulka"/>
              <w:rPr>
                <w:rStyle w:val="Tun"/>
              </w:rPr>
            </w:pPr>
            <w:r w:rsidRPr="00482C70">
              <w:rPr>
                <w:rStyle w:val="Tun"/>
              </w:rPr>
              <w:t>Termín zahájení prací</w:t>
            </w:r>
          </w:p>
        </w:tc>
        <w:tc>
          <w:tcPr>
            <w:tcW w:w="3005" w:type="dxa"/>
          </w:tcPr>
          <w:p w14:paraId="7F044251" w14:textId="77777777"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482C70">
              <w:t>ihned po nabytí účinnosti Smlouvy</w:t>
            </w:r>
          </w:p>
        </w:tc>
        <w:tc>
          <w:tcPr>
            <w:tcW w:w="3726" w:type="dxa"/>
          </w:tcPr>
          <w:p w14:paraId="61712126" w14:textId="77777777"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482C70">
              <w:t>-</w:t>
            </w:r>
          </w:p>
        </w:tc>
        <w:tc>
          <w:tcPr>
            <w:tcW w:w="3393" w:type="dxa"/>
          </w:tcPr>
          <w:p w14:paraId="5996DDE3" w14:textId="77777777"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482C70">
              <w:t>-</w:t>
            </w:r>
          </w:p>
        </w:tc>
      </w:tr>
      <w:tr w:rsidR="007459FA" w:rsidRPr="00D62EA3"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7459FA" w:rsidRPr="00482C70" w:rsidRDefault="007459FA" w:rsidP="00246637">
            <w:pPr>
              <w:pStyle w:val="Tabulka"/>
              <w:rPr>
                <w:rStyle w:val="Tun"/>
              </w:rPr>
            </w:pPr>
            <w:r w:rsidRPr="00482C70">
              <w:rPr>
                <w:rStyle w:val="Tun"/>
              </w:rPr>
              <w:t>1. Dílčí etapa</w:t>
            </w:r>
          </w:p>
        </w:tc>
        <w:tc>
          <w:tcPr>
            <w:tcW w:w="3005" w:type="dxa"/>
          </w:tcPr>
          <w:p w14:paraId="014C9666" w14:textId="72D92385"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r w:rsidRPr="00482C70">
              <w:rPr>
                <w:rFonts w:eastAsia="Times New Roman" w:cs="Times New Roman"/>
                <w:b/>
                <w:bCs/>
              </w:rPr>
              <w:t>Do</w:t>
            </w:r>
            <w:r w:rsidR="00D042DA" w:rsidRPr="00482C70">
              <w:rPr>
                <w:rFonts w:eastAsia="Times New Roman" w:cs="Times New Roman"/>
                <w:b/>
                <w:bCs/>
              </w:rPr>
              <w:t xml:space="preserve"> 6 </w:t>
            </w:r>
            <w:r w:rsidRPr="00482C70">
              <w:rPr>
                <w:rFonts w:eastAsia="Times New Roman" w:cs="Times New Roman"/>
                <w:b/>
                <w:bCs/>
              </w:rPr>
              <w:t>měsíců od nabytí účinnosti Smlouvy</w:t>
            </w:r>
          </w:p>
        </w:tc>
        <w:tc>
          <w:tcPr>
            <w:tcW w:w="3726" w:type="dxa"/>
          </w:tcPr>
          <w:p w14:paraId="72328A0A" w14:textId="719392ED" w:rsidR="007459FA" w:rsidRPr="00C57FCA" w:rsidRDefault="002311A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Předmět díla v rozsahu:</w:t>
            </w:r>
            <w:r w:rsidR="00D042DA" w:rsidRPr="00D042DA">
              <w:rPr>
                <w:rFonts w:eastAsia="Times New Roman" w:cs="Arial"/>
                <w:b/>
                <w:bCs/>
              </w:rPr>
              <w:t xml:space="preserve"> </w:t>
            </w:r>
            <w:r w:rsidR="00D042DA" w:rsidRPr="00D042DA">
              <w:rPr>
                <w:rFonts w:eastAsia="Times New Roman" w:cs="Arial"/>
                <w:b/>
                <w:bCs/>
              </w:rPr>
              <w:t>Odevzdání dokumentace a technického řešení k připomínkám.</w:t>
            </w:r>
          </w:p>
        </w:tc>
        <w:tc>
          <w:tcPr>
            <w:tcW w:w="3393" w:type="dxa"/>
          </w:tcPr>
          <w:p w14:paraId="0254D4A4" w14:textId="77777777"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482C70">
              <w:t xml:space="preserve">Předávací protokol </w:t>
            </w:r>
          </w:p>
          <w:p w14:paraId="0B6E4630" w14:textId="77777777" w:rsidR="007459FA" w:rsidRPr="00482C70"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r w:rsidR="00D042DA" w:rsidRPr="00D62EA3"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D042DA" w:rsidRPr="00482C70" w:rsidRDefault="00D042DA" w:rsidP="00D042DA">
            <w:pPr>
              <w:pStyle w:val="Tabulka"/>
              <w:rPr>
                <w:rStyle w:val="Tun"/>
              </w:rPr>
            </w:pPr>
            <w:r w:rsidRPr="00482C70">
              <w:rPr>
                <w:rStyle w:val="Tun"/>
              </w:rPr>
              <w:t>2. Dílčí etapa</w:t>
            </w:r>
          </w:p>
        </w:tc>
        <w:tc>
          <w:tcPr>
            <w:tcW w:w="3005" w:type="dxa"/>
          </w:tcPr>
          <w:p w14:paraId="6B936204" w14:textId="3B1DA3E7" w:rsidR="00D042DA" w:rsidRPr="00482C70" w:rsidRDefault="00D042DA"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r w:rsidRPr="00482C70">
              <w:rPr>
                <w:rFonts w:eastAsia="Times New Roman" w:cs="Times New Roman"/>
                <w:b/>
                <w:bCs/>
              </w:rPr>
              <w:t>Do</w:t>
            </w:r>
            <w:r w:rsidR="00482C70" w:rsidRPr="00482C70">
              <w:rPr>
                <w:rFonts w:eastAsia="Times New Roman" w:cs="Times New Roman"/>
                <w:b/>
                <w:bCs/>
              </w:rPr>
              <w:t xml:space="preserve"> </w:t>
            </w:r>
            <w:r w:rsidRPr="00482C70">
              <w:rPr>
                <w:rFonts w:eastAsia="Times New Roman" w:cs="Times New Roman"/>
                <w:b/>
                <w:bCs/>
              </w:rPr>
              <w:t>12 měsíců od nabytí účinnosti Smlouvy</w:t>
            </w:r>
          </w:p>
        </w:tc>
        <w:tc>
          <w:tcPr>
            <w:tcW w:w="3726" w:type="dxa"/>
          </w:tcPr>
          <w:p w14:paraId="47CD42FB" w14:textId="3AAAAC4F" w:rsidR="00D042DA" w:rsidRPr="00482C70" w:rsidRDefault="002311A7" w:rsidP="00D042DA">
            <w:pPr>
              <w:pStyle w:val="Tabulka"/>
              <w:cnfStyle w:val="000000000000" w:firstRow="0" w:lastRow="0" w:firstColumn="0" w:lastColumn="0" w:oddVBand="0" w:evenVBand="0" w:oddHBand="0" w:evenHBand="0" w:firstRowFirstColumn="0" w:firstRowLastColumn="0" w:lastRowFirstColumn="0" w:lastRowLastColumn="0"/>
            </w:pPr>
            <w:r w:rsidRPr="00482C70">
              <w:t>Předmět díla v rozsahu:</w:t>
            </w:r>
          </w:p>
          <w:p w14:paraId="145D43EA" w14:textId="77777777" w:rsidR="00D042DA" w:rsidRPr="00482C70" w:rsidRDefault="00D042DA" w:rsidP="00D042DA">
            <w:pPr>
              <w:pStyle w:val="Odstavecseseznamem"/>
              <w:numPr>
                <w:ilvl w:val="0"/>
                <w:numId w:val="34"/>
              </w:numPr>
              <w:spacing w:after="0" w:line="240" w:lineRule="auto"/>
              <w:ind w:left="391" w:hanging="391"/>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r w:rsidRPr="00482C70">
              <w:rPr>
                <w:rFonts w:eastAsia="Times New Roman" w:cs="Arial"/>
                <w:b/>
                <w:bCs/>
                <w:sz w:val="18"/>
                <w:szCs w:val="18"/>
              </w:rPr>
              <w:t xml:space="preserve">Odevzdání dokumentace pro společné povolení po připomínkách (s kompletní dokladovou částí) a projektové dokumentace pro provádění stavby, včetně schváleného ekonomického hodnocení a souhrnného rozpočtu. </w:t>
            </w:r>
          </w:p>
          <w:p w14:paraId="10241354" w14:textId="7A2BFC48" w:rsidR="00D042DA" w:rsidRPr="00C57FCA" w:rsidRDefault="00D042DA" w:rsidP="00482C70">
            <w:pPr>
              <w:pStyle w:val="Tabulka"/>
              <w:numPr>
                <w:ilvl w:val="0"/>
                <w:numId w:val="34"/>
              </w:numPr>
              <w:ind w:left="391" w:hanging="391"/>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2DA">
              <w:rPr>
                <w:rFonts w:eastAsia="Times New Roman" w:cs="Arial"/>
                <w:bCs/>
              </w:rPr>
              <w:t>Předání pravomocného společného povolení</w:t>
            </w:r>
          </w:p>
        </w:tc>
        <w:tc>
          <w:tcPr>
            <w:tcW w:w="3393" w:type="dxa"/>
          </w:tcPr>
          <w:p w14:paraId="32837010" w14:textId="40A1147D" w:rsidR="00D042DA" w:rsidRPr="00482C70" w:rsidRDefault="00D042DA"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82C70">
              <w:t xml:space="preserve">Protokol o provedení Díla        </w:t>
            </w:r>
          </w:p>
        </w:tc>
      </w:tr>
      <w:tr w:rsidR="00D042DA" w:rsidRPr="00482C70"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7E9BC551" w:rsidR="00D042DA" w:rsidRPr="00482C70" w:rsidRDefault="00D042DA" w:rsidP="00D042DA">
            <w:pPr>
              <w:pStyle w:val="Tabulka"/>
              <w:rPr>
                <w:rStyle w:val="Tun"/>
              </w:rPr>
            </w:pPr>
            <w:r w:rsidRPr="00482C70">
              <w:rPr>
                <w:rStyle w:val="Tun"/>
              </w:rPr>
              <w:t>3. Dílčí etapa</w:t>
            </w:r>
          </w:p>
        </w:tc>
        <w:tc>
          <w:tcPr>
            <w:tcW w:w="3005" w:type="dxa"/>
          </w:tcPr>
          <w:p w14:paraId="1E0CACD8" w14:textId="6F576358" w:rsidR="00D042DA" w:rsidRPr="00C57FCA" w:rsidRDefault="00D042DA"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3726" w:type="dxa"/>
          </w:tcPr>
          <w:p w14:paraId="3EE03BF7" w14:textId="6339687A" w:rsidR="00496926" w:rsidRPr="00496926" w:rsidRDefault="00496926" w:rsidP="002311A7">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482C70">
              <w:rPr>
                <w:rFonts w:eastAsia="Times New Roman" w:cs="Times New Roman"/>
                <w:sz w:val="18"/>
                <w:szCs w:val="18"/>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471434B8" w14:textId="77777777" w:rsidR="002311A7" w:rsidRPr="00496926" w:rsidRDefault="002311A7" w:rsidP="002311A7">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496926">
              <w:rPr>
                <w:rFonts w:eastAsia="Times New Roman" w:cs="Times New Roman"/>
                <w:sz w:val="18"/>
                <w:szCs w:val="18"/>
              </w:rPr>
              <w:t>- bude dokončeno a předáno:</w:t>
            </w:r>
            <w:r w:rsidRPr="00496926">
              <w:rPr>
                <w:rFonts w:eastAsia="Times New Roman" w:cs="Times New Roman"/>
                <w:b/>
                <w:sz w:val="18"/>
                <w:szCs w:val="18"/>
              </w:rPr>
              <w:t xml:space="preserve"> ke dni dokončení stavebních prací na stavbě a podpisu </w:t>
            </w:r>
            <w:r w:rsidRPr="00496926">
              <w:rPr>
                <w:rFonts w:eastAsia="Times New Roman" w:cs="Times New Roman"/>
                <w:bCs/>
                <w:sz w:val="18"/>
                <w:szCs w:val="18"/>
              </w:rPr>
              <w:t>a předložení výkazu poskytnutých služeb (o výkonu autorského dozoru projektanta)</w:t>
            </w:r>
          </w:p>
          <w:p w14:paraId="674FA94B" w14:textId="158DC1D9" w:rsidR="00D042DA" w:rsidRPr="00482C70" w:rsidRDefault="002311A7" w:rsidP="002311A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6926">
              <w:rPr>
                <w:rFonts w:eastAsia="Times New Roman" w:cs="Times New Roman"/>
              </w:rPr>
              <w:lastRenderedPageBreak/>
              <w:t>- cena za výkon AD bude fakturována jednorázově za celou dobu výkonu AD dle počtu odpracovaných hodin</w:t>
            </w:r>
            <w:r w:rsidR="00496926" w:rsidRPr="00496926">
              <w:rPr>
                <w:rFonts w:eastAsia="Times New Roman" w:cs="Times New Roman"/>
              </w:rPr>
              <w:t xml:space="preserve">. </w:t>
            </w:r>
            <w:r w:rsidR="00496926" w:rsidRPr="00496926">
              <w:rPr>
                <w:rFonts w:eastAsia="Times New Roman" w:cs="Times New Roman"/>
              </w:rPr>
              <w:t>K faktuře bude přiložen soupis výkonu AD podle činností odsouhlasený stavebním dozorem objednatele a hlavním inženýrem stavby s následujícími údaji: datum, stručný popis činnosti, jméno pracovníka, hodiny, cena za činnost.</w:t>
            </w:r>
          </w:p>
        </w:tc>
        <w:tc>
          <w:tcPr>
            <w:tcW w:w="3393" w:type="dxa"/>
          </w:tcPr>
          <w:p w14:paraId="5A121FDA" w14:textId="7C7930AF" w:rsidR="00482C70" w:rsidRPr="00482C70" w:rsidRDefault="00D042DA"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82C70">
              <w:rPr>
                <w:rFonts w:eastAsia="Times New Roman" w:cs="Times New Roman"/>
              </w:rPr>
              <w:lastRenderedPageBreak/>
              <w:t>Výkaz poskytnutých služeb - stručný popis výkonů a specifikace výkonu autorského dozoru projektanta</w:t>
            </w:r>
          </w:p>
          <w:p w14:paraId="7735E236"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045A8B5"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80FE6D7"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7F75DA8C"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4D607ED0"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252CE89C"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2AB8D9DC"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543B3F9" w14:textId="77777777"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0B09A3FA" w14:textId="0F2C5936" w:rsidR="00482C70" w:rsidRPr="00482C70" w:rsidRDefault="00482C70" w:rsidP="00D042D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bl>
    <w:p w14:paraId="16DC39AC" w14:textId="77777777" w:rsidR="00B72613" w:rsidRDefault="00B72613" w:rsidP="00B72613">
      <w:pPr>
        <w:pStyle w:val="Nadpisbezsl1-2"/>
        <w:sectPr w:rsidR="00B7261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82C70" w:rsidRPr="00F95FBD" w14:paraId="3D88A70C" w14:textId="77777777" w:rsidTr="00482C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482C70" w:rsidRPr="00F95FBD" w:rsidRDefault="00482C70" w:rsidP="002311A7">
            <w:pPr>
              <w:pStyle w:val="Tabulka"/>
              <w:rPr>
                <w:rStyle w:val="Nadpisvtabulce"/>
              </w:rPr>
            </w:pPr>
            <w:r w:rsidRPr="00F95FBD">
              <w:rPr>
                <w:rStyle w:val="Nadpisvtabulce"/>
              </w:rPr>
              <w:t>Jméno a příjmení</w:t>
            </w:r>
          </w:p>
        </w:tc>
        <w:tc>
          <w:tcPr>
            <w:tcW w:w="5812" w:type="dxa"/>
            <w:shd w:val="clear" w:color="auto" w:fill="auto"/>
          </w:tcPr>
          <w:p w14:paraId="03FB4DD5" w14:textId="1B83E7F0" w:rsidR="00482C70" w:rsidRPr="00131DBB" w:rsidDel="002311A7" w:rsidRDefault="00482C70" w:rsidP="002311A7">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482C70" w:rsidRPr="00F95FBD" w14:paraId="017D304E" w14:textId="77777777" w:rsidTr="00482C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482C70" w:rsidRPr="00F95FBD" w:rsidRDefault="00482C70" w:rsidP="002311A7">
            <w:pPr>
              <w:pStyle w:val="Tabulka"/>
            </w:pPr>
            <w:r w:rsidRPr="00F95FBD">
              <w:t>Adresa</w:t>
            </w:r>
          </w:p>
        </w:tc>
        <w:tc>
          <w:tcPr>
            <w:tcW w:w="5812" w:type="dxa"/>
            <w:shd w:val="clear" w:color="auto" w:fill="auto"/>
          </w:tcPr>
          <w:p w14:paraId="326D3BD9" w14:textId="2E6596DD"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482C70" w:rsidRPr="00F95FBD" w14:paraId="6B28128F" w14:textId="77777777" w:rsidTr="00482C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482C70" w:rsidRPr="00F95FBD" w:rsidRDefault="00482C70" w:rsidP="002311A7">
            <w:pPr>
              <w:pStyle w:val="Tabulka"/>
            </w:pPr>
            <w:r w:rsidRPr="00F95FBD">
              <w:t>E-mail</w:t>
            </w:r>
          </w:p>
        </w:tc>
        <w:tc>
          <w:tcPr>
            <w:tcW w:w="5812" w:type="dxa"/>
            <w:shd w:val="clear" w:color="auto" w:fill="auto"/>
          </w:tcPr>
          <w:p w14:paraId="75898C71" w14:textId="0A596A5D"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Pr="001F6F94">
                <w:rPr>
                  <w:rStyle w:val="Hypertextovodkaz"/>
                  <w:noProof w:val="0"/>
                </w:rPr>
                <w:t>Bocak@spravazeleznic.cz</w:t>
              </w:r>
            </w:hyperlink>
            <w:r>
              <w:t xml:space="preserve">   </w:t>
            </w:r>
          </w:p>
        </w:tc>
      </w:tr>
      <w:tr w:rsidR="00482C70" w:rsidRPr="00F95FBD" w14:paraId="3604F29D" w14:textId="77777777" w:rsidTr="00482C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482C70" w:rsidRPr="00F95FBD" w:rsidRDefault="00482C70" w:rsidP="002311A7">
            <w:pPr>
              <w:pStyle w:val="Tabulka"/>
            </w:pPr>
            <w:r w:rsidRPr="00F95FBD">
              <w:t>Telefon</w:t>
            </w:r>
          </w:p>
        </w:tc>
        <w:tc>
          <w:tcPr>
            <w:tcW w:w="5812" w:type="dxa"/>
            <w:shd w:val="clear" w:color="auto" w:fill="auto"/>
          </w:tcPr>
          <w:p w14:paraId="2DCE8554" w14:textId="23522F9A"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0C851794" w14:textId="77777777" w:rsidR="008679DF" w:rsidRDefault="008679DF" w:rsidP="00817F98">
      <w:pPr>
        <w:pStyle w:val="Textbezodsazen"/>
      </w:pPr>
    </w:p>
    <w:p w14:paraId="2BC8377D" w14:textId="1ABB68CA" w:rsidR="008679DF" w:rsidRPr="00F95FBD" w:rsidRDefault="008679DF" w:rsidP="008679D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8679DF" w:rsidRPr="00F95FBD" w14:paraId="7F8870EC" w14:textId="77777777" w:rsidTr="000E33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057E91" w14:textId="77777777" w:rsidR="008679DF" w:rsidRPr="00F95FBD" w:rsidRDefault="008679DF" w:rsidP="000E3326">
            <w:pPr>
              <w:pStyle w:val="Tabulka"/>
              <w:rPr>
                <w:rStyle w:val="Nadpisvtabulce"/>
              </w:rPr>
            </w:pPr>
            <w:r w:rsidRPr="00F95FBD">
              <w:rPr>
                <w:rStyle w:val="Nadpisvtabulce"/>
              </w:rPr>
              <w:t>Jméno a příjmení</w:t>
            </w:r>
          </w:p>
        </w:tc>
        <w:tc>
          <w:tcPr>
            <w:tcW w:w="5812" w:type="dxa"/>
            <w:shd w:val="clear" w:color="auto" w:fill="auto"/>
          </w:tcPr>
          <w:p w14:paraId="5CD55771" w14:textId="070A1414" w:rsidR="008679DF" w:rsidRPr="008679DF" w:rsidDel="002311A7" w:rsidRDefault="008679DF" w:rsidP="000E3326">
            <w:pPr>
              <w:pStyle w:val="Tabulka"/>
              <w:cnfStyle w:val="100000000000" w:firstRow="1" w:lastRow="0" w:firstColumn="0" w:lastColumn="0" w:oddVBand="0" w:evenVBand="0" w:oddHBand="0" w:evenHBand="0" w:firstRowFirstColumn="0" w:firstRowLastColumn="0" w:lastRowFirstColumn="0" w:lastRowLastColumn="0"/>
            </w:pPr>
            <w:r w:rsidRPr="008679DF">
              <w:t>Mgr. Lenka Dieguezová</w:t>
            </w:r>
          </w:p>
        </w:tc>
      </w:tr>
      <w:tr w:rsidR="008679DF" w:rsidRPr="00F95FBD" w14:paraId="24ABD256" w14:textId="77777777" w:rsidTr="000E332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611D00" w14:textId="77777777" w:rsidR="008679DF" w:rsidRPr="00F95FBD" w:rsidRDefault="008679DF" w:rsidP="000E3326">
            <w:pPr>
              <w:pStyle w:val="Tabulka"/>
            </w:pPr>
            <w:r w:rsidRPr="00F95FBD">
              <w:t>Adresa</w:t>
            </w:r>
          </w:p>
        </w:tc>
        <w:tc>
          <w:tcPr>
            <w:tcW w:w="5812" w:type="dxa"/>
            <w:shd w:val="clear" w:color="auto" w:fill="auto"/>
          </w:tcPr>
          <w:p w14:paraId="18A247DE" w14:textId="65B499DF" w:rsidR="008679DF" w:rsidRPr="00131DBB" w:rsidDel="002311A7" w:rsidRDefault="008679DF" w:rsidP="000E3326">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8679DF" w:rsidRPr="00F95FBD" w14:paraId="2EDCA463" w14:textId="77777777" w:rsidTr="000E332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B0FA0B" w14:textId="77777777" w:rsidR="008679DF" w:rsidRPr="00F95FBD" w:rsidRDefault="008679DF" w:rsidP="000E3326">
            <w:pPr>
              <w:pStyle w:val="Tabulka"/>
            </w:pPr>
            <w:r w:rsidRPr="00F95FBD">
              <w:t>E-mail</w:t>
            </w:r>
          </w:p>
        </w:tc>
        <w:tc>
          <w:tcPr>
            <w:tcW w:w="5812" w:type="dxa"/>
            <w:shd w:val="clear" w:color="auto" w:fill="auto"/>
          </w:tcPr>
          <w:p w14:paraId="167558CE" w14:textId="35090242" w:rsidR="008679DF" w:rsidRPr="00131DBB" w:rsidDel="002311A7" w:rsidRDefault="008679DF" w:rsidP="000E332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Pr="00C57ECB">
                <w:rPr>
                  <w:rStyle w:val="Hypertextovodkaz"/>
                </w:rPr>
                <w:t>Dieguezova</w:t>
              </w:r>
              <w:r w:rsidRPr="00C57ECB">
                <w:rPr>
                  <w:rStyle w:val="Hypertextovodkaz"/>
                  <w:noProof w:val="0"/>
                </w:rPr>
                <w:t>@spravazeleznic.cz</w:t>
              </w:r>
            </w:hyperlink>
            <w:r>
              <w:t xml:space="preserve">   </w:t>
            </w:r>
          </w:p>
        </w:tc>
      </w:tr>
      <w:tr w:rsidR="008679DF" w:rsidRPr="00F95FBD" w14:paraId="483775BA" w14:textId="77777777" w:rsidTr="000E332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9B43BA" w14:textId="77777777" w:rsidR="008679DF" w:rsidRPr="00F95FBD" w:rsidRDefault="008679DF" w:rsidP="000E3326">
            <w:pPr>
              <w:pStyle w:val="Tabulka"/>
            </w:pPr>
            <w:r w:rsidRPr="00F95FBD">
              <w:t>Telefon</w:t>
            </w:r>
          </w:p>
        </w:tc>
        <w:tc>
          <w:tcPr>
            <w:tcW w:w="5812" w:type="dxa"/>
            <w:shd w:val="clear" w:color="auto" w:fill="auto"/>
          </w:tcPr>
          <w:p w14:paraId="1C8227A4" w14:textId="22E8E621" w:rsidR="008679DF" w:rsidRPr="00131DBB" w:rsidDel="002311A7" w:rsidRDefault="008679DF" w:rsidP="000E33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720D">
              <w:t>+420 </w:t>
            </w:r>
            <w:r>
              <w:t>724</w:t>
            </w:r>
            <w:r w:rsidRPr="00BA720D">
              <w:t> </w:t>
            </w:r>
            <w:r>
              <w:t>932</w:t>
            </w:r>
            <w:r w:rsidRPr="00BA720D">
              <w:t xml:space="preserve"> </w:t>
            </w:r>
            <w:r>
              <w:t>386</w:t>
            </w:r>
          </w:p>
        </w:tc>
      </w:tr>
    </w:tbl>
    <w:p w14:paraId="1DCFA527" w14:textId="77777777" w:rsidR="002311A7" w:rsidRDefault="002311A7" w:rsidP="00817F98">
      <w:pPr>
        <w:pStyle w:val="Textbezodsazen"/>
      </w:pPr>
    </w:p>
    <w:p w14:paraId="71CB56B0" w14:textId="77777777" w:rsidR="008679DF" w:rsidRDefault="008679DF" w:rsidP="00817F98">
      <w:pPr>
        <w:pStyle w:val="Textbezodsazen"/>
      </w:pPr>
    </w:p>
    <w:p w14:paraId="7B31708E" w14:textId="7A6D0CE3"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2311A7">
        <w:rPr>
          <w:rFonts w:asciiTheme="minorHAnsi" w:hAnsiTheme="minorHAnsi"/>
          <w:sz w:val="18"/>
          <w:szCs w:val="18"/>
        </w:rPr>
        <w:t xml:space="preserve"> a v</w:t>
      </w:r>
      <w:r w:rsidR="002311A7"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482C70" w:rsidRPr="00F95FBD" w14:paraId="38ABF97F" w14:textId="77777777" w:rsidTr="00482C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482C70" w:rsidRPr="006D465A" w:rsidRDefault="00482C70" w:rsidP="002311A7">
            <w:pPr>
              <w:pStyle w:val="Tabulka"/>
              <w:rPr>
                <w:rStyle w:val="Nadpisvtabulce"/>
              </w:rPr>
            </w:pPr>
            <w:r w:rsidRPr="006D465A">
              <w:rPr>
                <w:rStyle w:val="Nadpisvtabulce"/>
              </w:rPr>
              <w:t>Jméno a příjmení</w:t>
            </w:r>
          </w:p>
        </w:tc>
        <w:tc>
          <w:tcPr>
            <w:tcW w:w="5812" w:type="dxa"/>
            <w:shd w:val="clear" w:color="auto" w:fill="auto"/>
          </w:tcPr>
          <w:p w14:paraId="058130D4" w14:textId="2D51A517" w:rsidR="00482C70" w:rsidRPr="00131DBB" w:rsidDel="002311A7" w:rsidRDefault="00482C70" w:rsidP="002311A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74D1E">
              <w:t>Ing. Martin Charvát</w:t>
            </w:r>
          </w:p>
        </w:tc>
      </w:tr>
      <w:tr w:rsidR="00482C70" w:rsidRPr="00F95FBD" w14:paraId="1BB16DE7" w14:textId="77777777" w:rsidTr="00482C7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482C70" w:rsidRPr="00F95FBD" w:rsidRDefault="00482C70" w:rsidP="002311A7">
            <w:pPr>
              <w:pStyle w:val="Tabulka"/>
            </w:pPr>
            <w:r w:rsidRPr="00F95FBD">
              <w:t>Adresa</w:t>
            </w:r>
          </w:p>
        </w:tc>
        <w:tc>
          <w:tcPr>
            <w:tcW w:w="5812" w:type="dxa"/>
            <w:shd w:val="clear" w:color="auto" w:fill="auto"/>
          </w:tcPr>
          <w:p w14:paraId="17D9113B" w14:textId="30372BE3"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259/1,</w:t>
            </w:r>
            <w:r>
              <w:br/>
            </w:r>
            <w:r w:rsidRPr="00B74D1E">
              <w:t>501 01 Hradec Králové</w:t>
            </w:r>
          </w:p>
        </w:tc>
      </w:tr>
      <w:tr w:rsidR="00482C70" w:rsidRPr="00F95FBD" w14:paraId="0FA341E4" w14:textId="77777777" w:rsidTr="00482C7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482C70" w:rsidRPr="00F95FBD" w:rsidRDefault="00482C70" w:rsidP="002311A7">
            <w:pPr>
              <w:pStyle w:val="Tabulka"/>
            </w:pPr>
            <w:r w:rsidRPr="00F95FBD">
              <w:t>E-mail</w:t>
            </w:r>
          </w:p>
        </w:tc>
        <w:tc>
          <w:tcPr>
            <w:tcW w:w="5812" w:type="dxa"/>
            <w:shd w:val="clear" w:color="auto" w:fill="auto"/>
          </w:tcPr>
          <w:p w14:paraId="515CF614" w14:textId="4F9B8236"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Pr="00B74D1E">
                <w:rPr>
                  <w:rStyle w:val="Hypertextovodkaz"/>
                  <w:noProof w:val="0"/>
                </w:rPr>
                <w:t>charvatm@spravazeleznic.cz</w:t>
              </w:r>
            </w:hyperlink>
          </w:p>
        </w:tc>
      </w:tr>
      <w:tr w:rsidR="00482C70" w:rsidRPr="00F95FBD" w14:paraId="19C849CD" w14:textId="77777777" w:rsidTr="00482C7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482C70" w:rsidRPr="00F95FBD" w:rsidRDefault="00482C70" w:rsidP="002311A7">
            <w:pPr>
              <w:pStyle w:val="Tabulka"/>
            </w:pPr>
            <w:r w:rsidRPr="00F95FBD">
              <w:t>Telefon</w:t>
            </w:r>
          </w:p>
        </w:tc>
        <w:tc>
          <w:tcPr>
            <w:tcW w:w="5812" w:type="dxa"/>
            <w:shd w:val="clear" w:color="auto" w:fill="auto"/>
          </w:tcPr>
          <w:p w14:paraId="59D73F22" w14:textId="1BDF328A" w:rsidR="00482C70" w:rsidRPr="00131DBB" w:rsidDel="002311A7" w:rsidRDefault="00482C70" w:rsidP="00231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52015F64" w14:textId="77777777" w:rsidR="00817F98" w:rsidRDefault="00817F98" w:rsidP="00817F98">
      <w:pPr>
        <w:pStyle w:val="Textbezodsazen"/>
      </w:pPr>
    </w:p>
    <w:p w14:paraId="2880EF60" w14:textId="77777777" w:rsidR="008679DF" w:rsidRPr="00F95FBD" w:rsidRDefault="008679DF" w:rsidP="00817F98">
      <w:pPr>
        <w:pStyle w:val="Textbezodsazen"/>
      </w:pPr>
    </w:p>
    <w:p w14:paraId="19B57123" w14:textId="0396B201"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434A000B"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977"/>
        <w:gridCol w:w="2926"/>
        <w:gridCol w:w="2957"/>
      </w:tblGrid>
      <w:tr w:rsidR="00D0544F" w:rsidRPr="00F95FBD" w14:paraId="7F6A22BE" w14:textId="77777777" w:rsidTr="008679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592B9C7E" w14:textId="77777777" w:rsidR="00D0544F" w:rsidRPr="00F95FBD" w:rsidRDefault="00D0544F" w:rsidP="00964369">
            <w:pPr>
              <w:pStyle w:val="Tabulka"/>
              <w:rPr>
                <w:rStyle w:val="Nadpisvtabulce"/>
              </w:rPr>
            </w:pPr>
            <w:r>
              <w:rPr>
                <w:rStyle w:val="Nadpisvtabulce"/>
              </w:rPr>
              <w:t>Název dokumentu</w:t>
            </w:r>
          </w:p>
        </w:tc>
        <w:tc>
          <w:tcPr>
            <w:tcW w:w="2926"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8679DF">
        <w:tc>
          <w:tcPr>
            <w:cnfStyle w:val="001000000000" w:firstRow="0" w:lastRow="0" w:firstColumn="1" w:lastColumn="0" w:oddVBand="0" w:evenVBand="0" w:oddHBand="0" w:evenHBand="0" w:firstRowFirstColumn="0" w:firstRowLastColumn="0" w:lastRowFirstColumn="0" w:lastRowLastColumn="0"/>
            <w:tcW w:w="2977" w:type="dxa"/>
          </w:tcPr>
          <w:p w14:paraId="25C3E2BD" w14:textId="6ECE856A" w:rsidR="00D0544F" w:rsidRPr="00C66209" w:rsidRDefault="001F5922" w:rsidP="00D53494">
            <w:pPr>
              <w:pStyle w:val="Tabulka"/>
            </w:pPr>
            <w:r>
              <w:t>Výzva k podání nabídky</w:t>
            </w:r>
          </w:p>
        </w:tc>
        <w:tc>
          <w:tcPr>
            <w:tcW w:w="2926" w:type="dxa"/>
          </w:tcPr>
          <w:p w14:paraId="66DE2F1F" w14:textId="58B9719E" w:rsidR="00D0544F" w:rsidRPr="00C66209" w:rsidRDefault="001F5922" w:rsidP="00964369">
            <w:pPr>
              <w:pStyle w:val="Tabulka"/>
              <w:jc w:val="center"/>
              <w:cnfStyle w:val="000000000000" w:firstRow="0" w:lastRow="0" w:firstColumn="0" w:lastColumn="0" w:oddVBand="0" w:evenVBand="0" w:oddHBand="0" w:evenHBand="0" w:firstRowFirstColumn="0" w:firstRowLastColumn="0" w:lastRowFirstColumn="0" w:lastRowLastColumn="0"/>
            </w:pPr>
            <w:r>
              <w:t>14725/2023-SŽ-SSV-Ú3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49ACFAC9" w:rsidR="00D0544F" w:rsidRPr="00C66209" w:rsidRDefault="00FA7B26" w:rsidP="00482C70">
            <w:pPr>
              <w:pStyle w:val="Tabulka"/>
              <w:ind w:left="737"/>
              <w:cnfStyle w:val="000000000000" w:firstRow="0" w:lastRow="0" w:firstColumn="0" w:lastColumn="0" w:oddVBand="0" w:evenVBand="0" w:oddHBand="0" w:evenHBand="0" w:firstRowFirstColumn="0" w:firstRowLastColumn="0" w:lastRowFirstColumn="0" w:lastRowLastColumn="0"/>
            </w:pPr>
            <w:r>
              <w:t>01.12.2023</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FA7B26" w:rsidRPr="00F95FBD" w14:paraId="18F20E39" w14:textId="77777777" w:rsidTr="008679DF">
        <w:tc>
          <w:tcPr>
            <w:cnfStyle w:val="001000000000" w:firstRow="0" w:lastRow="0" w:firstColumn="1" w:lastColumn="0" w:oddVBand="0" w:evenVBand="0" w:oddHBand="0" w:evenHBand="0" w:firstRowFirstColumn="0" w:firstRowLastColumn="0" w:lastRowFirstColumn="0" w:lastRowLastColumn="0"/>
            <w:tcW w:w="2977" w:type="dxa"/>
          </w:tcPr>
          <w:p w14:paraId="313FC026" w14:textId="30A922AD" w:rsidR="00FA7B26" w:rsidRPr="00D53494" w:rsidDel="001F5922" w:rsidRDefault="00496926" w:rsidP="00D53494">
            <w:pPr>
              <w:pStyle w:val="Tabulka"/>
              <w:rPr>
                <w:highlight w:val="green"/>
              </w:rPr>
            </w:pPr>
            <w:r w:rsidRPr="006F4BC2">
              <w:rPr>
                <w:rFonts w:eastAsia="Times New Roman" w:cs="Times New Roman"/>
              </w:rPr>
              <w:t>Záměr projektu „Implementace ETCS Regional Teplice nad Metují - Trutnov střed“, zpracovatel Signal projekt s.r.o.</w:t>
            </w:r>
          </w:p>
        </w:tc>
        <w:tc>
          <w:tcPr>
            <w:tcW w:w="2926" w:type="dxa"/>
          </w:tcPr>
          <w:p w14:paraId="75BB31CA" w14:textId="49147166" w:rsidR="00FA7B26" w:rsidRDefault="00496926"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972173B" w14:textId="104A2ADE" w:rsidR="00FA7B26" w:rsidRPr="00C66209" w:rsidRDefault="00496926" w:rsidP="00964369">
            <w:pPr>
              <w:pStyle w:val="Tabulka"/>
              <w:jc w:val="center"/>
              <w:cnfStyle w:val="000000000000" w:firstRow="0" w:lastRow="0" w:firstColumn="0" w:lastColumn="0" w:oddVBand="0" w:evenVBand="0" w:oddHBand="0" w:evenHBand="0" w:firstRowFirstColumn="0" w:firstRowLastColumn="0" w:lastRowFirstColumn="0" w:lastRowLastColumn="0"/>
            </w:pPr>
            <w:r w:rsidRPr="006F4BC2">
              <w:rPr>
                <w:rFonts w:eastAsia="Times New Roman" w:cs="Times New Roman"/>
              </w:rPr>
              <w:t>03/2023</w:t>
            </w:r>
          </w:p>
        </w:tc>
      </w:tr>
      <w:tr w:rsidR="00FA7B26" w:rsidRPr="00F95FBD" w14:paraId="1661E630" w14:textId="77777777" w:rsidTr="008679DF">
        <w:tc>
          <w:tcPr>
            <w:cnfStyle w:val="001000000000" w:firstRow="0" w:lastRow="0" w:firstColumn="1" w:lastColumn="0" w:oddVBand="0" w:evenVBand="0" w:oddHBand="0" w:evenHBand="0" w:firstRowFirstColumn="0" w:firstRowLastColumn="0" w:lastRowFirstColumn="0" w:lastRowLastColumn="0"/>
            <w:tcW w:w="2977" w:type="dxa"/>
          </w:tcPr>
          <w:p w14:paraId="78ED6846" w14:textId="1286EDCB" w:rsidR="00FA7B26" w:rsidRPr="00D53494" w:rsidDel="001F5922" w:rsidRDefault="00496926" w:rsidP="00D53494">
            <w:pPr>
              <w:pStyle w:val="Tabulka"/>
              <w:rPr>
                <w:highlight w:val="green"/>
              </w:rPr>
            </w:pPr>
            <w:r w:rsidRPr="006F4BC2">
              <w:rPr>
                <w:rFonts w:eastAsia="Times New Roman" w:cs="Times New Roman"/>
              </w:rPr>
              <w:t>Dokumentace pro společné povolení „Rekonstrukce a doplnění závor na přejezdu v km 26,979 (P4849) trati Teplice nad Metují – Trutnov střed“, zpracovatel TMS projekt s.r.o.</w:t>
            </w:r>
          </w:p>
        </w:tc>
        <w:tc>
          <w:tcPr>
            <w:tcW w:w="2926" w:type="dxa"/>
          </w:tcPr>
          <w:p w14:paraId="46C63872" w14:textId="75CA4F4A" w:rsidR="00FA7B26" w:rsidRDefault="00496926"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3D70405C" w14:textId="3432BFAA" w:rsidR="00FA7B26" w:rsidRPr="00C66209" w:rsidRDefault="00496926" w:rsidP="00964369">
            <w:pPr>
              <w:pStyle w:val="Tabulka"/>
              <w:jc w:val="center"/>
              <w:cnfStyle w:val="000000000000" w:firstRow="0" w:lastRow="0" w:firstColumn="0" w:lastColumn="0" w:oddVBand="0" w:evenVBand="0" w:oddHBand="0" w:evenHBand="0" w:firstRowFirstColumn="0" w:firstRowLastColumn="0" w:lastRowFirstColumn="0" w:lastRowLastColumn="0"/>
            </w:pPr>
            <w:r w:rsidRPr="006F4BC2">
              <w:rPr>
                <w:rFonts w:eastAsia="Times New Roman" w:cs="Times New Roman"/>
              </w:rPr>
              <w:t>11/2021</w:t>
            </w:r>
          </w:p>
        </w:tc>
      </w:tr>
      <w:tr w:rsidR="001E5BB1" w:rsidRPr="00F95FBD" w14:paraId="6013F2A3" w14:textId="77777777" w:rsidTr="008679DF">
        <w:tc>
          <w:tcPr>
            <w:cnfStyle w:val="001000000000" w:firstRow="0" w:lastRow="0" w:firstColumn="1" w:lastColumn="0" w:oddVBand="0" w:evenVBand="0" w:oddHBand="0" w:evenHBand="0" w:firstRowFirstColumn="0" w:firstRowLastColumn="0" w:lastRowFirstColumn="0" w:lastRowLastColumn="0"/>
            <w:tcW w:w="2977" w:type="dxa"/>
          </w:tcPr>
          <w:p w14:paraId="718E1895" w14:textId="03E1380F" w:rsidR="001E5BB1" w:rsidRPr="00C66209" w:rsidRDefault="00FA7B26" w:rsidP="00964369">
            <w:pPr>
              <w:pStyle w:val="Tabulka"/>
            </w:pPr>
            <w:r>
              <w:t>Nabídka zhotovitele</w:t>
            </w:r>
          </w:p>
        </w:tc>
        <w:tc>
          <w:tcPr>
            <w:tcW w:w="2926"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B9FB1A1" w:rsidR="001E5BB1" w:rsidRPr="00C66209" w:rsidRDefault="00FA7B26"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FA7B26" w:rsidRPr="00C66209" w:rsidRDefault="00FA7B26" w:rsidP="00482C70">
            <w:pPr>
              <w:pStyle w:val="Tabulka"/>
              <w:cnfStyle w:val="000000000000" w:firstRow="0" w:lastRow="0" w:firstColumn="0" w:lastColumn="0" w:oddVBand="0" w:evenVBand="0" w:oddHBand="0" w:evenHBand="0" w:firstRowFirstColumn="0" w:firstRowLastColumn="0" w:lastRowFirstColumn="0" w:lastRowLastColumn="0"/>
            </w:pPr>
          </w:p>
        </w:tc>
      </w:tr>
    </w:tbl>
    <w:p w14:paraId="78504DAC" w14:textId="3F971034" w:rsidR="00D0544F" w:rsidRDefault="00D0544F" w:rsidP="00D0544F">
      <w:pPr>
        <w:pStyle w:val="Textbezodsazen"/>
      </w:pPr>
    </w:p>
    <w:sectPr w:rsidR="00D0544F"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4BED0D31"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7230575C" w:rsidR="00BC30CC" w:rsidRPr="005F4353" w:rsidRDefault="007738B4" w:rsidP="001B77EA">
          <w:pPr>
            <w:pStyle w:val="Zpatvlevo"/>
            <w:rPr>
              <w:b/>
            </w:rPr>
          </w:pPr>
          <w:r w:rsidRPr="006F4BC2">
            <w:rPr>
              <w:rFonts w:eastAsia="Times New Roman" w:cs="Arial"/>
              <w:b/>
              <w:bCs/>
              <w:color w:val="000000"/>
              <w:lang w:eastAsia="cs-CZ"/>
            </w:rPr>
            <w:t xml:space="preserve"> </w:t>
          </w:r>
          <w:r w:rsidRPr="006F4BC2">
            <w:rPr>
              <w:rFonts w:eastAsia="Times New Roman" w:cs="Arial"/>
              <w:b/>
              <w:bCs/>
              <w:color w:val="000000"/>
              <w:lang w:eastAsia="cs-CZ"/>
            </w:rPr>
            <w:t>Doplnění závor na přejezdu v km 31,606 (P4857) trati Teplice nad Metují - Trutnov střed</w:t>
          </w:r>
        </w:p>
        <w:p w14:paraId="4141C99A" w14:textId="296D48BA"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738280F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07AC8C30"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Smlouva o dílo – Zhotovení Dokumentace+AD</w:t>
          </w:r>
        </w:p>
        <w:p w14:paraId="37A23ADD" w14:textId="30CA3F5E" w:rsidR="00BC30CC" w:rsidRPr="00246637" w:rsidRDefault="001F7621" w:rsidP="004908EA">
          <w:pPr>
            <w:pStyle w:val="Zpatvpravo"/>
            <w:rPr>
              <w:rStyle w:val="Tun"/>
              <w:b w:val="0"/>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65B8F9CA" w14:textId="3702CC4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1AE9C21"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4ECCB7A8" w:rsidR="00BC30CC" w:rsidRPr="0020397D" w:rsidRDefault="001F7621" w:rsidP="00246637">
          <w:pPr>
            <w:pStyle w:val="Zpatvlevo"/>
            <w:rPr>
              <w:b/>
            </w:rPr>
          </w:pPr>
          <w:r w:rsidRPr="006F4BC2">
            <w:rPr>
              <w:rFonts w:eastAsia="Times New Roman" w:cs="Arial"/>
              <w:b/>
              <w:bCs/>
              <w:color w:val="000000"/>
              <w:lang w:eastAsia="cs-CZ"/>
            </w:rPr>
            <w:t>Doplnění závor na přejezdu v km 31,606 (P4857) trati Teplice nad Metují - Trutnov střed</w:t>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Smlouva o dílo – Zhotovení Dokumentace+AD</w:t>
          </w:r>
        </w:p>
        <w:p w14:paraId="08C32EA6" w14:textId="6EA1B470" w:rsidR="00BC30CC" w:rsidRPr="0020397D" w:rsidRDefault="001F7621" w:rsidP="00246637">
          <w:pPr>
            <w:pStyle w:val="Zpatvpravo"/>
            <w:rPr>
              <w:rStyle w:val="Tun"/>
              <w:b w:val="0"/>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42E153D2" w14:textId="1772B791"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F9AD30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Smlouva o dílo – Zhotovení Dokumentace+AD</w:t>
          </w:r>
        </w:p>
        <w:p w14:paraId="68932309" w14:textId="532B4CD1" w:rsidR="00BC30CC" w:rsidRPr="003462EB" w:rsidRDefault="001F7621" w:rsidP="00817F98">
          <w:pPr>
            <w:pStyle w:val="Zpatvlevo"/>
          </w:pPr>
          <w:r w:rsidRPr="006F4BC2">
            <w:rPr>
              <w:rFonts w:eastAsia="Times New Roman" w:cs="Arial"/>
              <w:b/>
              <w:bCs/>
              <w:color w:val="000000"/>
              <w:lang w:eastAsia="cs-CZ"/>
            </w:rPr>
            <w:t>Doplnění závor na přejezdu v km 31,606 (P4857) trati Teplice nad Metují - Trutnov střed</w:t>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Dokumentace+AD </w:t>
          </w:r>
        </w:p>
        <w:p w14:paraId="4B89B221" w14:textId="1A513077" w:rsidR="00BC30CC" w:rsidRPr="00612EE8" w:rsidRDefault="001F7621" w:rsidP="00ED2614">
          <w:pPr>
            <w:pStyle w:val="Zpatvpravo"/>
            <w:rPr>
              <w:rStyle w:val="Tun"/>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7C837A05" w14:textId="62E3808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51830C6E" w14:textId="1D851C34" w:rsidR="00BC30CC" w:rsidRPr="00612EE8" w:rsidRDefault="001F7621" w:rsidP="00ED2614">
          <w:pPr>
            <w:pStyle w:val="Zpatvpravo"/>
            <w:rPr>
              <w:rStyle w:val="Tun"/>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2B80BA58" w14:textId="4A337C2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2C8DBB57" w14:textId="44B60C17" w:rsidR="00BC30CC" w:rsidRPr="00612EE8" w:rsidRDefault="001F7621" w:rsidP="00ED2614">
          <w:pPr>
            <w:pStyle w:val="Zpatvpravo"/>
            <w:rPr>
              <w:rStyle w:val="Tun"/>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5458B419" w14:textId="5684DD28"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9E09BE" w14:paraId="24636B96" w14:textId="77777777" w:rsidTr="001B77EA">
      <w:tc>
        <w:tcPr>
          <w:tcW w:w="7873" w:type="dxa"/>
          <w:vAlign w:val="bottom"/>
        </w:tcPr>
        <w:p w14:paraId="4D630953" w14:textId="77777777" w:rsidR="001F7621" w:rsidRDefault="001F7621" w:rsidP="0057392A">
          <w:pPr>
            <w:pStyle w:val="Zpatvpravo"/>
          </w:pPr>
          <w:r w:rsidRPr="006F4BC2">
            <w:rPr>
              <w:rFonts w:eastAsia="Times New Roman" w:cs="Arial"/>
              <w:b/>
              <w:bCs/>
              <w:color w:val="000000"/>
              <w:lang w:eastAsia="cs-CZ"/>
            </w:rPr>
            <w:t>Doplnění závor na přejezdu v km 31,606 (P4857) trati Teplice nad Metují - Trutnov střed</w:t>
          </w:r>
          <w:r>
            <w:t xml:space="preserve"> </w:t>
          </w:r>
        </w:p>
        <w:p w14:paraId="4AFD9FE1" w14:textId="5E7BC5E0" w:rsidR="00BC30CC" w:rsidRPr="003462EB" w:rsidRDefault="00BC30CC" w:rsidP="0057392A">
          <w:pPr>
            <w:pStyle w:val="Zpatvpravo"/>
          </w:pPr>
          <w:r>
            <w:t>Smlouva o dílo na zhotovení Dokumentace+AD</w:t>
          </w:r>
        </w:p>
      </w:tc>
      <w:tc>
        <w:tcPr>
          <w:tcW w:w="859" w:type="dxa"/>
          <w:vAlign w:val="bottom"/>
        </w:tcPr>
        <w:p w14:paraId="7EEB4FDA" w14:textId="6A40C43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Dokumentace+AD </w:t>
          </w:r>
        </w:p>
        <w:p w14:paraId="513E1875" w14:textId="5A02ADD4" w:rsidR="00BC30CC" w:rsidRPr="0020397D" w:rsidRDefault="001F7621" w:rsidP="00204180">
          <w:pPr>
            <w:pStyle w:val="Zpatvpravo"/>
            <w:rPr>
              <w:rStyle w:val="Tun"/>
              <w:b w:val="0"/>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563D30AC" w14:textId="348943C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7301476F"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C70">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019E2C0A" w14:textId="603B6794"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82C70">
            <w:rPr>
              <w:rStyle w:val="Tun"/>
              <w:b w:val="0"/>
              <w:bCs/>
              <w:noProof/>
            </w:rPr>
            <w:t>Chyba! V dokumentu není žádný text v zadaném stylu.</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15A9F32A" w14:textId="6E1FB209" w:rsidR="00BC30CC" w:rsidRPr="00F90EC0" w:rsidRDefault="001F7621" w:rsidP="00F90EC0">
          <w:pPr>
            <w:pStyle w:val="Zpatvpravo"/>
            <w:rPr>
              <w:rStyle w:val="Tun"/>
              <w:b w:val="0"/>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33E252FF" w14:textId="1BD69F52"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5B5BB7E5" w14:textId="4ECDC6A7" w:rsidR="00BC30CC" w:rsidRPr="00612EE8" w:rsidRDefault="001F7621" w:rsidP="00F90EC0">
          <w:pPr>
            <w:pStyle w:val="Zpatvpravo"/>
            <w:rPr>
              <w:rStyle w:val="Tun"/>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68AAABB9" w14:textId="6B16886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27DDE76B" w14:textId="72730868" w:rsidR="00BC30CC" w:rsidRPr="00612EE8" w:rsidRDefault="001F7621" w:rsidP="004908EA">
          <w:pPr>
            <w:pStyle w:val="Zpatvpravo"/>
            <w:rPr>
              <w:rStyle w:val="Tun"/>
            </w:rPr>
          </w:pPr>
          <w:r w:rsidRPr="006F4BC2">
            <w:rPr>
              <w:rFonts w:eastAsia="Times New Roman" w:cs="Arial"/>
              <w:b/>
              <w:bCs/>
              <w:color w:val="000000"/>
              <w:lang w:eastAsia="cs-CZ"/>
            </w:rPr>
            <w:t>Doplnění závor na přejezdu v km 31,606 (P4857) trati Teplice nad Metují - Trutnov střed</w:t>
          </w:r>
        </w:p>
      </w:tc>
      <w:tc>
        <w:tcPr>
          <w:tcW w:w="907" w:type="dxa"/>
          <w:vAlign w:val="bottom"/>
        </w:tcPr>
        <w:p w14:paraId="0703CE63" w14:textId="05A33AF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BC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5" type="#_x0000_t75" style="width:184.05pt;height:139.6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3946DE2"/>
    <w:multiLevelType w:val="hybridMultilevel"/>
    <w:tmpl w:val="F74A93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8"/>
  </w:num>
  <w:num w:numId="4" w16cid:durableId="1043750641">
    <w:abstractNumId w:val="8"/>
  </w:num>
  <w:num w:numId="5" w16cid:durableId="413554663">
    <w:abstractNumId w:val="10"/>
  </w:num>
  <w:num w:numId="6" w16cid:durableId="858350591">
    <w:abstractNumId w:val="0"/>
  </w:num>
  <w:num w:numId="7" w16cid:durableId="280310775">
    <w:abstractNumId w:val="10"/>
  </w:num>
  <w:num w:numId="8" w16cid:durableId="1520779183">
    <w:abstractNumId w:val="14"/>
  </w:num>
  <w:num w:numId="9" w16cid:durableId="1733698080">
    <w:abstractNumId w:val="17"/>
  </w:num>
  <w:num w:numId="10" w16cid:durableId="1001465223">
    <w:abstractNumId w:val="0"/>
  </w:num>
  <w:num w:numId="11" w16cid:durableId="2005932192">
    <w:abstractNumId w:val="5"/>
  </w:num>
  <w:num w:numId="12" w16cid:durableId="1274051908">
    <w:abstractNumId w:val="19"/>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1"/>
  </w:num>
  <w:num w:numId="16" w16cid:durableId="2079663726">
    <w:abstractNumId w:val="0"/>
  </w:num>
  <w:num w:numId="17" w16cid:durableId="781924958">
    <w:abstractNumId w:val="0"/>
  </w:num>
  <w:num w:numId="18" w16cid:durableId="2049838988">
    <w:abstractNumId w:val="13"/>
  </w:num>
  <w:num w:numId="19" w16cid:durableId="1515147146">
    <w:abstractNumId w:val="0"/>
  </w:num>
  <w:num w:numId="20" w16cid:durableId="791169569">
    <w:abstractNumId w:val="0"/>
  </w:num>
  <w:num w:numId="21" w16cid:durableId="1568032422">
    <w:abstractNumId w:val="12"/>
  </w:num>
  <w:num w:numId="22" w16cid:durableId="913972603">
    <w:abstractNumId w:val="4"/>
  </w:num>
  <w:num w:numId="23" w16cid:durableId="456215993">
    <w:abstractNumId w:val="0"/>
  </w:num>
  <w:num w:numId="24" w16cid:durableId="1081373912">
    <w:abstractNumId w:val="0"/>
  </w:num>
  <w:num w:numId="25" w16cid:durableId="814689248">
    <w:abstractNumId w:val="16"/>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5"/>
  </w:num>
  <w:num w:numId="34" w16cid:durableId="151870670">
    <w:abstractNumId w:val="9"/>
  </w:num>
  <w:num w:numId="35" w16cid:durableId="106525256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3BC8"/>
    <w:rsid w:val="000E4096"/>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1F5922"/>
    <w:rsid w:val="001F7621"/>
    <w:rsid w:val="002038D5"/>
    <w:rsid w:val="0020397D"/>
    <w:rsid w:val="00204180"/>
    <w:rsid w:val="00207062"/>
    <w:rsid w:val="002071BB"/>
    <w:rsid w:val="00207DF5"/>
    <w:rsid w:val="002115FF"/>
    <w:rsid w:val="00211CD3"/>
    <w:rsid w:val="00213E0B"/>
    <w:rsid w:val="00226A49"/>
    <w:rsid w:val="002311A7"/>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03C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1285"/>
    <w:rsid w:val="00482C70"/>
    <w:rsid w:val="00483969"/>
    <w:rsid w:val="00486107"/>
    <w:rsid w:val="004908EA"/>
    <w:rsid w:val="00491827"/>
    <w:rsid w:val="0049257C"/>
    <w:rsid w:val="00496926"/>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14F1F"/>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38B4"/>
    <w:rsid w:val="0077673A"/>
    <w:rsid w:val="007846E1"/>
    <w:rsid w:val="007847D6"/>
    <w:rsid w:val="007852B1"/>
    <w:rsid w:val="0079664B"/>
    <w:rsid w:val="007A38F0"/>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6789"/>
    <w:rsid w:val="00866994"/>
    <w:rsid w:val="008679DF"/>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F1C50"/>
    <w:rsid w:val="00C02AFE"/>
    <w:rsid w:val="00C02D0A"/>
    <w:rsid w:val="00C03A6E"/>
    <w:rsid w:val="00C226C0"/>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6486"/>
    <w:rsid w:val="00CD6533"/>
    <w:rsid w:val="00CE208D"/>
    <w:rsid w:val="00D009E1"/>
    <w:rsid w:val="00D034A0"/>
    <w:rsid w:val="00D042DA"/>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77E3"/>
    <w:rsid w:val="00D97BE3"/>
    <w:rsid w:val="00DA3711"/>
    <w:rsid w:val="00DB4522"/>
    <w:rsid w:val="00DB4EC0"/>
    <w:rsid w:val="00DD46F3"/>
    <w:rsid w:val="00DE2729"/>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5607"/>
    <w:rsid w:val="00F4722B"/>
    <w:rsid w:val="00F54432"/>
    <w:rsid w:val="00F568F9"/>
    <w:rsid w:val="00F659EB"/>
    <w:rsid w:val="00F762A8"/>
    <w:rsid w:val="00F83EC1"/>
    <w:rsid w:val="00F86BA6"/>
    <w:rsid w:val="00F90EC0"/>
    <w:rsid w:val="00F92FBE"/>
    <w:rsid w:val="00F95FBD"/>
    <w:rsid w:val="00F9740F"/>
    <w:rsid w:val="00FA7B26"/>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9D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867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679113121">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Dieguezova@spravazelez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yperlink" Target="mailto:Bocak@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7.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hyperlink" Target="mailto:charvatm@spravazelezni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76E73"/>
    <w:rsid w:val="006854CC"/>
    <w:rsid w:val="00714E70"/>
    <w:rsid w:val="0076262F"/>
    <w:rsid w:val="0082284C"/>
    <w:rsid w:val="00845425"/>
    <w:rsid w:val="008E7144"/>
    <w:rsid w:val="008F63A2"/>
    <w:rsid w:val="0094760A"/>
    <w:rsid w:val="0098631B"/>
    <w:rsid w:val="009A454A"/>
    <w:rsid w:val="009C3943"/>
    <w:rsid w:val="00AC4FC3"/>
    <w:rsid w:val="00AD0013"/>
    <w:rsid w:val="00B0365B"/>
    <w:rsid w:val="00B44DB5"/>
    <w:rsid w:val="00C15818"/>
    <w:rsid w:val="00D31412"/>
    <w:rsid w:val="00D41DFD"/>
    <w:rsid w:val="00DC3297"/>
    <w:rsid w:val="00DE0ED3"/>
    <w:rsid w:val="00E02FE4"/>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96</TotalTime>
  <Pages>27</Pages>
  <Words>5832</Words>
  <Characters>34411</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2021-05-24T14:14:00Z</cp:lastPrinted>
  <dcterms:created xsi:type="dcterms:W3CDTF">2023-11-30T10:13:00Z</dcterms:created>
  <dcterms:modified xsi:type="dcterms:W3CDTF">2023-12-05T11:06:00Z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