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86201" w14:textId="5D6E94F1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202C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202C2" w:rsidRPr="00C202C2">
        <w:rPr>
          <w:rFonts w:asciiTheme="majorHAnsi" w:eastAsia="Times New Roman" w:hAnsiTheme="majorHAnsi" w:cs="Times New Roman"/>
          <w:lang w:eastAsia="cs-CZ"/>
        </w:rPr>
        <w:t>2</w:t>
      </w:r>
      <w:r w:rsidR="00A756D0" w:rsidRPr="00C202C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DA4BEC5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58EFDE58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0" w:name="_Toc517353605"/>
      <w:bookmarkStart w:id="1" w:name="_Toc518140497"/>
    </w:p>
    <w:tbl>
      <w:tblPr>
        <w:tblStyle w:val="Mkatabulky4"/>
        <w:tblW w:w="978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38"/>
        <w:gridCol w:w="1456"/>
        <w:gridCol w:w="2127"/>
        <w:gridCol w:w="1473"/>
        <w:gridCol w:w="1645"/>
        <w:gridCol w:w="1843"/>
      </w:tblGrid>
      <w:tr w:rsidR="00BC52A6" w:rsidRPr="009A1CA4" w14:paraId="2847912A" w14:textId="77777777" w:rsidTr="00BC52A6">
        <w:trPr>
          <w:trHeight w:val="1337"/>
        </w:trPr>
        <w:tc>
          <w:tcPr>
            <w:tcW w:w="1238" w:type="dxa"/>
            <w:shd w:val="clear" w:color="auto" w:fill="BFBFBF"/>
          </w:tcPr>
          <w:p w14:paraId="0531C192" w14:textId="2611EF46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– Kód</w:t>
            </w:r>
            <w:r w:rsidRPr="006A78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produktu</w:t>
            </w:r>
          </w:p>
          <w:p w14:paraId="60DBAB38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56" w:type="dxa"/>
            <w:shd w:val="clear" w:color="auto" w:fill="BFBFBF"/>
          </w:tcPr>
          <w:p w14:paraId="07796412" w14:textId="6C7D5E0B" w:rsidR="004A369A" w:rsidRPr="009A1CA4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Rok</w:t>
            </w:r>
            <w:r w:rsidR="003D77C9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BC52A6">
              <w:rPr>
                <w:rFonts w:asciiTheme="majorHAnsi" w:hAnsiTheme="majorHAnsi" w:cs="Arial"/>
                <w:b/>
                <w:bCs/>
                <w:iCs/>
                <w:sz w:val="14"/>
                <w:szCs w:val="14"/>
              </w:rPr>
              <w:t>(v rámci trvání smluv. v</w:t>
            </w:r>
            <w:r w:rsidR="003D77C9" w:rsidRPr="003D77C9">
              <w:rPr>
                <w:rFonts w:asciiTheme="majorHAnsi" w:hAnsiTheme="majorHAnsi" w:cs="Arial"/>
                <w:b/>
                <w:bCs/>
                <w:iCs/>
                <w:sz w:val="14"/>
                <w:szCs w:val="14"/>
              </w:rPr>
              <w:t>ztahu)</w:t>
            </w:r>
            <w:r w:rsidR="003D77C9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, v němž bude subskripce poskytnuta</w:t>
            </w:r>
          </w:p>
          <w:p w14:paraId="1C5C0D8C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</w:p>
        </w:tc>
        <w:tc>
          <w:tcPr>
            <w:tcW w:w="2127" w:type="dxa"/>
            <w:shd w:val="clear" w:color="auto" w:fill="BFBFBF"/>
          </w:tcPr>
          <w:p w14:paraId="16CFEDC8" w14:textId="174DBD18" w:rsidR="004A369A" w:rsidRPr="006A7863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–</w:t>
            </w:r>
            <w:r w:rsidRPr="006A78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Popis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6A7863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produktu</w:t>
            </w:r>
          </w:p>
        </w:tc>
        <w:tc>
          <w:tcPr>
            <w:tcW w:w="1473" w:type="dxa"/>
            <w:shd w:val="clear" w:color="auto" w:fill="BFBFBF"/>
          </w:tcPr>
          <w:p w14:paraId="6644717C" w14:textId="07F9D794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6AC2A2B2" w14:textId="19BC9B91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645" w:type="dxa"/>
            <w:shd w:val="clear" w:color="auto" w:fill="BFBFBF"/>
          </w:tcPr>
          <w:p w14:paraId="47E88225" w14:textId="1A5FE6D1" w:rsidR="004A369A" w:rsidRPr="009A1CA4" w:rsidRDefault="00C242D8" w:rsidP="00C242D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1843" w:type="dxa"/>
            <w:shd w:val="clear" w:color="auto" w:fill="BFBFBF"/>
          </w:tcPr>
          <w:p w14:paraId="3DD5AC78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49464811" w14:textId="77777777" w:rsidR="004A369A" w:rsidRPr="009A1CA4" w:rsidRDefault="004A369A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BC52A6" w:rsidRPr="004A369A" w14:paraId="33346E81" w14:textId="77777777" w:rsidTr="00BC52A6">
        <w:tc>
          <w:tcPr>
            <w:tcW w:w="1238" w:type="dxa"/>
          </w:tcPr>
          <w:p w14:paraId="5C98BBB1" w14:textId="5456CED6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E0LW4LL</w:t>
            </w:r>
          </w:p>
        </w:tc>
        <w:tc>
          <w:tcPr>
            <w:tcW w:w="1456" w:type="dxa"/>
          </w:tcPr>
          <w:p w14:paraId="67C06998" w14:textId="457ADBC5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</w:tcPr>
          <w:p w14:paraId="11878AA9" w14:textId="128086CF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(1-100)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  <w:r w:rsidRPr="004A369A">
              <w:rPr>
                <w:rFonts w:asciiTheme="minorHAnsi" w:hAnsiTheme="minorHAnsi" w:cs="Tahoma"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(11mth S&amp;S)</w:t>
            </w:r>
          </w:p>
        </w:tc>
        <w:tc>
          <w:tcPr>
            <w:tcW w:w="1473" w:type="dxa"/>
          </w:tcPr>
          <w:p w14:paraId="6A65616C" w14:textId="41E1E128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E574A32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645" w:type="dxa"/>
          </w:tcPr>
          <w:p w14:paraId="05C63177" w14:textId="07505334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1F6458C8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7AEAD1F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</w:tr>
      <w:tr w:rsidR="00BC52A6" w:rsidRPr="004A369A" w14:paraId="16BA658D" w14:textId="77777777" w:rsidTr="00BC52A6">
        <w:tc>
          <w:tcPr>
            <w:tcW w:w="1238" w:type="dxa"/>
          </w:tcPr>
          <w:p w14:paraId="7D802872" w14:textId="494DD74A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E0LW5LL</w:t>
            </w:r>
          </w:p>
        </w:tc>
        <w:tc>
          <w:tcPr>
            <w:tcW w:w="1456" w:type="dxa"/>
          </w:tcPr>
          <w:p w14:paraId="20800572" w14:textId="6B552B37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</w:tcPr>
          <w:p w14:paraId="661BD119" w14:textId="5B9FE779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A369A">
              <w:rPr>
                <w:rFonts w:asciiTheme="minorHAnsi" w:hAnsiTheme="minorHAnsi" w:cs="Tahoma"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(11mth S&amp;S)</w:t>
            </w:r>
          </w:p>
        </w:tc>
        <w:tc>
          <w:tcPr>
            <w:tcW w:w="1473" w:type="dxa"/>
          </w:tcPr>
          <w:p w14:paraId="389C9899" w14:textId="17DF21AE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A96F0BC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645" w:type="dxa"/>
          </w:tcPr>
          <w:p w14:paraId="3B9E3D41" w14:textId="06691497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14:paraId="40A0C21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24330F7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</w:tr>
      <w:tr w:rsidR="00BC52A6" w:rsidRPr="004A369A" w14:paraId="2ED57FEE" w14:textId="77777777" w:rsidTr="00BC52A6">
        <w:tc>
          <w:tcPr>
            <w:tcW w:w="1238" w:type="dxa"/>
          </w:tcPr>
          <w:p w14:paraId="07D68268" w14:textId="3D7DC89F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</w:tcPr>
          <w:p w14:paraId="24588C54" w14:textId="53B4505F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</w:tcPr>
          <w:p w14:paraId="0CA62C7E" w14:textId="6A5D9CE2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</w:tcPr>
          <w:p w14:paraId="4B557B64" w14:textId="54319176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96B7A3B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645" w:type="dxa"/>
          </w:tcPr>
          <w:p w14:paraId="1B3CE72D" w14:textId="23541BF8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0A7D769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A3BAFD7" w14:textId="77777777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 w:cs="Arial"/>
                <w:bCs/>
                <w:iCs/>
                <w:sz w:val="18"/>
                <w:szCs w:val="18"/>
              </w:rPr>
            </w:pPr>
          </w:p>
        </w:tc>
      </w:tr>
      <w:tr w:rsidR="00BC52A6" w:rsidRPr="004A369A" w14:paraId="021DB353" w14:textId="77777777" w:rsidTr="00BC52A6">
        <w:tc>
          <w:tcPr>
            <w:tcW w:w="1238" w:type="dxa"/>
          </w:tcPr>
          <w:p w14:paraId="4F99A979" w14:textId="5375CBF5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</w:tcPr>
          <w:p w14:paraId="1513E52B" w14:textId="0125B8E1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</w:tcPr>
          <w:p w14:paraId="19317870" w14:textId="740C4083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</w:tcPr>
          <w:p w14:paraId="550762E5" w14:textId="5E05A255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69C02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</w:tcPr>
          <w:p w14:paraId="4EFDBDFC" w14:textId="5E6D7E8B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14:paraId="776E4542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C63F793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5B209E05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4875205D" w14:textId="1CF2AE8E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5FF95157" w14:textId="66CAC0D5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D7A8015" w14:textId="4723D8E9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</w:t>
            </w:r>
            <w:proofErr w:type="gram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End 3.Terabyte</w:t>
            </w:r>
            <w:proofErr w:type="gram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674A8DE6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06765E1" w14:textId="19E62733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9BC4E45" w14:textId="1CEA09F1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14:paraId="7C0C608D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8136543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550598F4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12687F93" w14:textId="797AA92E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268E2E09" w14:textId="29753B1C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DF2D855" w14:textId="7AB255B0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3C8B5E25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lastRenderedPageBreak/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621BFA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66D8439F" w14:textId="709740CC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14:paraId="1182D705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1A72A11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19A4D260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68B29168" w14:textId="3E168CCC" w:rsidR="004A369A" w:rsidRPr="004A369A" w:rsidRDefault="004A369A" w:rsidP="006A7863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D1INKLL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1755CC06" w14:textId="6E0FC1E9" w:rsidR="004A369A" w:rsidRPr="004A369A" w:rsidRDefault="004A369A" w:rsidP="006A7863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5811FD8" w14:textId="3788D4BB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License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+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12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Months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059A49FB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5AF6BDF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15CA3204" w14:textId="39611E64" w:rsidR="004A369A" w:rsidRPr="004A369A" w:rsidRDefault="004A369A" w:rsidP="006A7863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123B582E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8ED7B6E" w14:textId="77777777" w:rsidR="004A369A" w:rsidRPr="004A369A" w:rsidRDefault="004A369A" w:rsidP="006A7863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78115234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6327752E" w14:textId="1AC90C57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D1INMLL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52F671FE" w14:textId="14119140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BC74A69" w14:textId="5180BD99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License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+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12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Months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51379961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77EA325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404585CD" w14:textId="5C7DCCE1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13E3355C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62AEEA0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4CCAD9F3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15D9825C" w14:textId="62984ED5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72AD3D5F" w14:textId="341EAC6A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46AC535" w14:textId="53800E31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54BBFEB1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F1C6E87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0C8F694" w14:textId="30BCD857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15061533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8A854D2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09E9C917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1D181B11" w14:textId="70460DB2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717335B1" w14:textId="2CD88C6E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0D32235" w14:textId="7B1861F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6ADC4958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ED42C95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CBF4E76" w14:textId="22EF3659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2B1160EC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4231C1EF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6BC3AA99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68D433F8" w14:textId="24D1746C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E0LUXLL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0054CFE0" w14:textId="094653A5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FDAAF46" w14:textId="6BDFB5F8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(101-250)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49D05EE4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382E5C5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7FB5B27F" w14:textId="27F85232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843" w:type="dxa"/>
          </w:tcPr>
          <w:p w14:paraId="3392222A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8D9CC2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BC52A6" w:rsidRPr="004A369A" w14:paraId="6A91F81E" w14:textId="77777777" w:rsidTr="00BC52A6">
        <w:tc>
          <w:tcPr>
            <w:tcW w:w="1238" w:type="dxa"/>
            <w:tcBorders>
              <w:bottom w:val="single" w:sz="4" w:space="0" w:color="auto"/>
            </w:tcBorders>
          </w:tcPr>
          <w:p w14:paraId="4C748D9E" w14:textId="5E9DB0A9" w:rsidR="004A369A" w:rsidRPr="004A369A" w:rsidRDefault="004A369A" w:rsidP="004A369A">
            <w:pPr>
              <w:spacing w:before="120" w:after="120"/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E0LUYLL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2B43E370" w14:textId="564F7F9D" w:rsidR="004A369A" w:rsidRPr="004A369A" w:rsidRDefault="004A369A" w:rsidP="004A369A">
            <w:pPr>
              <w:outlineLvl w:val="1"/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E69BEBE" w14:textId="50B783B0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color w:val="000000" w:themeColor="text1"/>
                <w:sz w:val="18"/>
                <w:szCs w:val="18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IBM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Spectrum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Protect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Suite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Front End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Terabyte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(251-500)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Annual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SW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Subscription</w:t>
            </w:r>
            <w:proofErr w:type="spellEnd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&amp; Support </w:t>
            </w:r>
            <w:proofErr w:type="spellStart"/>
            <w:r w:rsidRPr="004A369A">
              <w:rPr>
                <w:rFonts w:asciiTheme="minorHAnsi" w:hAnsiTheme="minorHAnsi" w:cs="Tahoma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Renewal</w:t>
            </w:r>
            <w:proofErr w:type="spellEnd"/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360C5B6D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9C7386C" w14:textId="77777777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5ACC3FF4" w14:textId="5A933714" w:rsidR="004A369A" w:rsidRPr="004A369A" w:rsidRDefault="004A369A" w:rsidP="004A369A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4A369A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14:paraId="7D910B5A" w14:textId="77777777" w:rsidR="00432AA7" w:rsidRPr="004A369A" w:rsidRDefault="00432AA7" w:rsidP="00432AA7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[</w:t>
            </w:r>
            <w:r w:rsidRPr="004A369A">
              <w:rPr>
                <w:rFonts w:asciiTheme="minorHAnsi" w:hAnsiTheme="minorHAnsi" w:cs="Arial"/>
                <w:bCs/>
                <w:i/>
                <w:iCs/>
                <w:sz w:val="18"/>
                <w:szCs w:val="18"/>
                <w:highlight w:val="green"/>
              </w:rPr>
              <w:t>DOPLNÍ POSKYTOVATEL.</w:t>
            </w:r>
            <w:r w:rsidRPr="004A369A"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BE60BC" w14:textId="664B646D" w:rsidR="004A369A" w:rsidRPr="004A369A" w:rsidRDefault="004A369A" w:rsidP="004A369A">
            <w:pPr>
              <w:outlineLvl w:val="1"/>
              <w:rPr>
                <w:rFonts w:asciiTheme="minorHAnsi" w:hAnsiTheme="minorHAnsi"/>
                <w:bCs/>
                <w:iCs/>
                <w:sz w:val="18"/>
                <w:szCs w:val="18"/>
                <w:highlight w:val="green"/>
              </w:rPr>
            </w:pPr>
          </w:p>
        </w:tc>
      </w:tr>
    </w:tbl>
    <w:p w14:paraId="518A692C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14:paraId="721E724A" w14:textId="0595DB54" w:rsidR="009F392E" w:rsidRPr="00F0533E" w:rsidRDefault="009F392E" w:rsidP="00ED6621">
      <w:pPr>
        <w:keepNext/>
        <w:spacing w:before="240" w:after="0" w:line="240" w:lineRule="auto"/>
        <w:outlineLvl w:val="0"/>
      </w:pPr>
      <w:bookmarkStart w:id="7" w:name="_GoBack"/>
      <w:bookmarkEnd w:id="7"/>
    </w:p>
    <w:sectPr w:rsidR="009F392E" w:rsidRPr="00F0533E" w:rsidSect="00BC52A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F7A7E" w14:textId="77777777" w:rsidR="001C63A2" w:rsidRDefault="001C63A2" w:rsidP="00962258">
      <w:pPr>
        <w:spacing w:after="0" w:line="240" w:lineRule="auto"/>
      </w:pPr>
      <w:r>
        <w:separator/>
      </w:r>
    </w:p>
  </w:endnote>
  <w:endnote w:type="continuationSeparator" w:id="0">
    <w:p w14:paraId="22EA8600" w14:textId="77777777" w:rsidR="001C63A2" w:rsidRDefault="001C63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35A37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7CD049" w14:textId="12AC61C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44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44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4F67B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49F6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720BA5" w14:textId="77777777" w:rsidR="00F1715C" w:rsidRDefault="00F1715C" w:rsidP="00D831A3">
          <w:pPr>
            <w:pStyle w:val="Zpat"/>
          </w:pPr>
        </w:p>
      </w:tc>
    </w:tr>
  </w:tbl>
  <w:p w14:paraId="75CDD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1FE9B2" wp14:editId="775513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43540D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5CC8F92" wp14:editId="63AC83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216EE3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5DD3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149206" w14:textId="413612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44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44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32E6B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BC9E21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AF407A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ED6E72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6E1683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B626F8A" w14:textId="77777777" w:rsidR="00F1715C" w:rsidRDefault="00F1715C" w:rsidP="00460660">
          <w:pPr>
            <w:pStyle w:val="Zpat"/>
          </w:pPr>
        </w:p>
      </w:tc>
    </w:tr>
  </w:tbl>
  <w:p w14:paraId="7C8F80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4F571D" wp14:editId="31CDDC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75E3AFF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9FB2C7" wp14:editId="269A4C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D4E1AE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848300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28E27" w14:textId="77777777" w:rsidR="001C63A2" w:rsidRDefault="001C63A2" w:rsidP="00962258">
      <w:pPr>
        <w:spacing w:after="0" w:line="240" w:lineRule="auto"/>
      </w:pPr>
      <w:r>
        <w:separator/>
      </w:r>
    </w:p>
  </w:footnote>
  <w:footnote w:type="continuationSeparator" w:id="0">
    <w:p w14:paraId="47CC6EEB" w14:textId="77777777" w:rsidR="001C63A2" w:rsidRDefault="001C63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83EEF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B335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17EF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3A9C1D" w14:textId="77777777" w:rsidR="00F1715C" w:rsidRPr="00D6163D" w:rsidRDefault="00F1715C" w:rsidP="00D6163D">
          <w:pPr>
            <w:pStyle w:val="Druhdokumentu"/>
          </w:pPr>
        </w:p>
      </w:tc>
    </w:tr>
  </w:tbl>
  <w:p w14:paraId="47721D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F7D0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C40AA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D9977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9562B1" w14:textId="77777777" w:rsidR="00F1715C" w:rsidRPr="00D6163D" w:rsidRDefault="00F1715C" w:rsidP="00FC6389">
          <w:pPr>
            <w:pStyle w:val="Druhdokumentu"/>
          </w:pPr>
        </w:p>
      </w:tc>
    </w:tr>
    <w:tr w:rsidR="009F392E" w14:paraId="7756923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50010E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95B8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C66D29" w14:textId="77777777" w:rsidR="009F392E" w:rsidRPr="00D6163D" w:rsidRDefault="009F392E" w:rsidP="00FC6389">
          <w:pPr>
            <w:pStyle w:val="Druhdokumentu"/>
          </w:pPr>
        </w:p>
      </w:tc>
    </w:tr>
  </w:tbl>
  <w:p w14:paraId="4F33228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C47EB17" wp14:editId="1E12B8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C0DF9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0F440A"/>
    <w:rsid w:val="0010693F"/>
    <w:rsid w:val="00114472"/>
    <w:rsid w:val="001550BC"/>
    <w:rsid w:val="001605B9"/>
    <w:rsid w:val="00170EC5"/>
    <w:rsid w:val="001747C1"/>
    <w:rsid w:val="00184743"/>
    <w:rsid w:val="001C01C8"/>
    <w:rsid w:val="001C63A2"/>
    <w:rsid w:val="00207DF5"/>
    <w:rsid w:val="00280E07"/>
    <w:rsid w:val="002C0CA3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B71C1"/>
    <w:rsid w:val="003D77C9"/>
    <w:rsid w:val="00432AA7"/>
    <w:rsid w:val="00441430"/>
    <w:rsid w:val="00450F07"/>
    <w:rsid w:val="00453CD3"/>
    <w:rsid w:val="00460660"/>
    <w:rsid w:val="00486107"/>
    <w:rsid w:val="00491827"/>
    <w:rsid w:val="004A369A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863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CE0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4839"/>
    <w:rsid w:val="00A756D0"/>
    <w:rsid w:val="00AA4CBB"/>
    <w:rsid w:val="00AA65FA"/>
    <w:rsid w:val="00AA7351"/>
    <w:rsid w:val="00AD056F"/>
    <w:rsid w:val="00AD6731"/>
    <w:rsid w:val="00B15D0D"/>
    <w:rsid w:val="00B71D36"/>
    <w:rsid w:val="00B75EE1"/>
    <w:rsid w:val="00B77481"/>
    <w:rsid w:val="00B8518B"/>
    <w:rsid w:val="00BC52A6"/>
    <w:rsid w:val="00BD7E91"/>
    <w:rsid w:val="00BE56AE"/>
    <w:rsid w:val="00C02D0A"/>
    <w:rsid w:val="00C03A6E"/>
    <w:rsid w:val="00C202C2"/>
    <w:rsid w:val="00C242D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7044"/>
    <w:rsid w:val="00DF116D"/>
    <w:rsid w:val="00E36C4A"/>
    <w:rsid w:val="00E615DF"/>
    <w:rsid w:val="00EB104F"/>
    <w:rsid w:val="00ED14BD"/>
    <w:rsid w:val="00ED6621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08BF7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69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D77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77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77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7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7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5873AE-1777-4968-B17B-A393BB46F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E9AD93-3BF3-416A-8816-7611F841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324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5</cp:revision>
  <cp:lastPrinted>2017-11-28T17:18:00Z</cp:lastPrinted>
  <dcterms:created xsi:type="dcterms:W3CDTF">2023-08-02T10:13:00Z</dcterms:created>
  <dcterms:modified xsi:type="dcterms:W3CDTF">2023-09-13T13:19:00Z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