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D1B5E"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7BCFA462" w14:textId="09C2DFE8" w:rsidR="008F4AEA" w:rsidRPr="007213E4" w:rsidRDefault="005140F4" w:rsidP="007213E4">
          <w:pPr>
            <w:pStyle w:val="PNTextzkladn"/>
            <w:rPr>
              <w:rStyle w:val="PNNzevakce"/>
            </w:rPr>
          </w:pPr>
          <w:r w:rsidRPr="005140F4">
            <w:rPr>
              <w:rStyle w:val="PNNzevakce"/>
            </w:rPr>
            <w:t>„Rekonstrukce trati v úseku Kyjice – Chomutov</w:t>
          </w:r>
          <w:r>
            <w:rPr>
              <w:rStyle w:val="PNNzevakce"/>
            </w:rPr>
            <w:t>“</w:t>
          </w:r>
        </w:p>
      </w:sdtContent>
    </w:sdt>
    <w:p w14:paraId="67E24F7E" w14:textId="77777777" w:rsidR="008F4AEA" w:rsidRDefault="008F4AEA" w:rsidP="005579CC">
      <w:pPr>
        <w:pStyle w:val="PNTextzkladn"/>
      </w:pPr>
    </w:p>
    <w:p w14:paraId="7010736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228466E"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E22C84C"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6AD963"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19227346" w14:textId="77777777" w:rsidR="00C96E7C" w:rsidRDefault="00C96E7C" w:rsidP="001C7156">
      <w:pPr>
        <w:pStyle w:val="PNTextbezodsazmezer"/>
      </w:pPr>
      <w:r>
        <w:t xml:space="preserve">se sídlem: Dlážděná 1003/7, 110 00 Praha 1 - Nové Město </w:t>
      </w:r>
    </w:p>
    <w:p w14:paraId="59AD02C5" w14:textId="77777777" w:rsidR="00C96E7C" w:rsidRDefault="00C96E7C" w:rsidP="001C7156">
      <w:pPr>
        <w:pStyle w:val="PNTextbezodsazmezer"/>
      </w:pPr>
      <w:r>
        <w:t>IČO: 70994234 DIČ: CZ70994234</w:t>
      </w:r>
    </w:p>
    <w:p w14:paraId="5D501E33"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5A3742D" w14:textId="77777777" w:rsidR="00C96E7C" w:rsidRDefault="00C96E7C" w:rsidP="001C7156">
      <w:pPr>
        <w:pStyle w:val="PNTextbezodsazmezer"/>
      </w:pPr>
      <w:r>
        <w:t>spisová značka A 48384</w:t>
      </w:r>
    </w:p>
    <w:p w14:paraId="4AACC088"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063079B" w14:textId="77777777" w:rsidR="00C96E7C" w:rsidRDefault="00C96E7C" w:rsidP="00EF10BA">
      <w:pPr>
        <w:pStyle w:val="PNTextzkladn"/>
      </w:pPr>
      <w:r w:rsidRPr="00EF10BA">
        <w:rPr>
          <w:highlight w:val="yellow"/>
        </w:rPr>
        <w:t>VLOŽÍ</w:t>
      </w:r>
      <w:r w:rsidRPr="00C96E7C">
        <w:rPr>
          <w:highlight w:val="yellow"/>
        </w:rPr>
        <w:t xml:space="preserve"> ZHOTOVITEL</w:t>
      </w:r>
    </w:p>
    <w:p w14:paraId="5227BC38" w14:textId="77777777" w:rsidR="00C96E7C" w:rsidRDefault="00C96E7C" w:rsidP="00150E39">
      <w:pPr>
        <w:pStyle w:val="PNNadpis10bPod-l111"/>
      </w:pPr>
      <w:r>
        <w:t>1.1.2.4</w:t>
      </w:r>
      <w:r w:rsidR="001C7156">
        <w:tab/>
      </w:r>
      <w:r>
        <w:t>Jméno (název)</w:t>
      </w:r>
      <w:r w:rsidR="00582C15">
        <w:t xml:space="preserve"> a </w:t>
      </w:r>
      <w:r>
        <w:t>adresa Správce stavby</w:t>
      </w:r>
    </w:p>
    <w:p w14:paraId="5A17EF19" w14:textId="4E457EDA" w:rsidR="00695A8D" w:rsidRDefault="00695A8D" w:rsidP="00695A8D">
      <w:pPr>
        <w:pStyle w:val="PNTextbezodsazmezer"/>
      </w:pPr>
      <w:r>
        <w:t>Ing. Martin Kraus</w:t>
      </w:r>
    </w:p>
    <w:p w14:paraId="633C7BA7" w14:textId="77777777" w:rsidR="00695A8D" w:rsidRDefault="00695A8D" w:rsidP="00695A8D">
      <w:pPr>
        <w:pStyle w:val="PNTextbezodsazmezer"/>
      </w:pPr>
      <w:r>
        <w:t>Ke Štvanici 656/3, 186 00 Praha 8</w:t>
      </w:r>
    </w:p>
    <w:p w14:paraId="2260B340" w14:textId="082E9E7B" w:rsidR="00695A8D" w:rsidRDefault="00695A8D" w:rsidP="00695A8D">
      <w:pPr>
        <w:pStyle w:val="PNTextbezodsazmezer"/>
      </w:pPr>
      <w:r>
        <w:t>M 724 579 818</w:t>
      </w:r>
    </w:p>
    <w:p w14:paraId="72C96235" w14:textId="20EE5BE5" w:rsidR="00695A8D" w:rsidRDefault="00695A8D" w:rsidP="00695A8D">
      <w:pPr>
        <w:pStyle w:val="PNTextbezodsazmezer"/>
      </w:pPr>
      <w:r>
        <w:t>E kraus@spravazeleznic.cz</w:t>
      </w:r>
    </w:p>
    <w:p w14:paraId="35820D4A" w14:textId="77777777" w:rsidR="00C96E7C" w:rsidRDefault="00C96E7C" w:rsidP="00150E39">
      <w:pPr>
        <w:pStyle w:val="PNNadpis10bPod-l111"/>
      </w:pPr>
      <w:r>
        <w:t>1.1.3.7</w:t>
      </w:r>
      <w:r w:rsidR="001C7156">
        <w:tab/>
      </w:r>
      <w:r>
        <w:t>Záruční doba</w:t>
      </w:r>
    </w:p>
    <w:p w14:paraId="59449604"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73BF1E4" w14:textId="77777777" w:rsidR="00C96E7C" w:rsidRDefault="00C96E7C" w:rsidP="00150E39">
      <w:pPr>
        <w:pStyle w:val="PNNadpis10bPod-l111"/>
      </w:pPr>
      <w:r>
        <w:t>1.1.4.15</w:t>
      </w:r>
      <w:r w:rsidR="00CF609C">
        <w:tab/>
      </w:r>
      <w:r w:rsidR="00150E39">
        <w:tab/>
      </w:r>
      <w:r>
        <w:t>Faktura</w:t>
      </w:r>
    </w:p>
    <w:p w14:paraId="11BB9AE3" w14:textId="1FFC1B78"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5140F4">
        <w:t>OPD</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6531AEE2"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E0F0BB0" w14:textId="77777777" w:rsidR="00C96E7C" w:rsidRPr="001C7156" w:rsidRDefault="00C96E7C" w:rsidP="00D42C7E">
      <w:pPr>
        <w:pStyle w:val="PNOdstavecsl1a"/>
      </w:pPr>
      <w:r w:rsidRPr="001C7156">
        <w:t>Soupis zjišťovacích protokolů,</w:t>
      </w:r>
    </w:p>
    <w:p w14:paraId="624034E1" w14:textId="77777777" w:rsidR="00C96E7C" w:rsidRPr="001C7156" w:rsidRDefault="00C96E7C" w:rsidP="00D42C7E">
      <w:pPr>
        <w:pStyle w:val="PNOdstavecsl1a"/>
      </w:pPr>
      <w:r w:rsidRPr="005B7883">
        <w:t xml:space="preserve">Zjišťovací </w:t>
      </w:r>
      <w:r w:rsidRPr="001C7156">
        <w:t>protokoly,</w:t>
      </w:r>
    </w:p>
    <w:p w14:paraId="543982B0" w14:textId="77777777" w:rsidR="00C96E7C" w:rsidRDefault="00C96E7C" w:rsidP="00D42C7E">
      <w:pPr>
        <w:pStyle w:val="PNOdstavecsl1a"/>
      </w:pPr>
      <w:r w:rsidRPr="001C7156">
        <w:t>Správcem sta</w:t>
      </w:r>
      <w:r>
        <w:t>vby odsouhlasený soupis provedených prací.</w:t>
      </w:r>
    </w:p>
    <w:bookmarkEnd w:id="1"/>
    <w:p w14:paraId="3D5789CE"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24E84F1"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94EFAF9"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65FF1219"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5663BCD"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631522C7" w14:textId="77777777" w:rsidR="0040250D" w:rsidRDefault="0040250D" w:rsidP="0040250D">
      <w:pPr>
        <w:pStyle w:val="PNOdrka1-"/>
        <w:numPr>
          <w:ilvl w:val="0"/>
          <w:numId w:val="0"/>
        </w:numPr>
      </w:pPr>
      <w:r>
        <w:t xml:space="preserve">V případě, že předmětem plnění jsou i zařizovací předměty uvedené v samostatném SO – „Vybavení – Provozní náklady“, je Zhotovitel povinen tento SO fakturovat zvlášť fakturou ve vlastní číselné řade, neboť úhrada těchto faktur se provádí z provozních prostředků. </w:t>
      </w:r>
    </w:p>
    <w:p w14:paraId="5BF04D87" w14:textId="77777777" w:rsidR="00C96E7C" w:rsidRPr="00EB6216" w:rsidRDefault="00C96E7C" w:rsidP="00150E39">
      <w:pPr>
        <w:pStyle w:val="PNNadpis10bPod-l111"/>
        <w:rPr>
          <w:color w:val="00B050"/>
        </w:rPr>
      </w:pPr>
      <w:r>
        <w:t>1.1.5.6</w:t>
      </w:r>
      <w:r w:rsidR="00CF609C">
        <w:tab/>
      </w:r>
      <w:r>
        <w:t xml:space="preserve">Definice sekcí </w:t>
      </w:r>
    </w:p>
    <w:p w14:paraId="02B16494" w14:textId="528BC90C" w:rsidR="00C96E7C" w:rsidRDefault="00C96E7C" w:rsidP="00EF10BA">
      <w:pPr>
        <w:pStyle w:val="PNTextzkladn"/>
      </w:pPr>
    </w:p>
    <w:p w14:paraId="6A6C214F"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423D82C"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146BF99" w14:textId="77777777" w:rsidR="00E41EEA" w:rsidRPr="00126C15" w:rsidRDefault="00E41EEA" w:rsidP="00C8486C">
            <w:pPr>
              <w:pStyle w:val="Tabulka-9"/>
              <w:rPr>
                <w:b w:val="0"/>
              </w:rPr>
            </w:pPr>
            <w:r w:rsidRPr="00126C15">
              <w:t>Popis</w:t>
            </w:r>
          </w:p>
        </w:tc>
        <w:tc>
          <w:tcPr>
            <w:tcW w:w="3260" w:type="dxa"/>
          </w:tcPr>
          <w:p w14:paraId="223130A4" w14:textId="77777777" w:rsidR="00E41EEA" w:rsidRPr="00126C15" w:rsidRDefault="00E41EEA" w:rsidP="00C8486C">
            <w:pPr>
              <w:pStyle w:val="Tabulka-9"/>
              <w:rPr>
                <w:b w:val="0"/>
              </w:rPr>
            </w:pPr>
            <w:r w:rsidRPr="00126C15">
              <w:t>Doba pro dokončení</w:t>
            </w:r>
          </w:p>
        </w:tc>
      </w:tr>
      <w:tr w:rsidR="00E41EEA" w14:paraId="6534BA81" w14:textId="77777777" w:rsidTr="001C7156">
        <w:tc>
          <w:tcPr>
            <w:tcW w:w="5608" w:type="dxa"/>
          </w:tcPr>
          <w:p w14:paraId="7E28EC98"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1C2F3893" w14:textId="6BA1C58A" w:rsidR="00E55B33" w:rsidRPr="008635B3" w:rsidRDefault="00996496" w:rsidP="00E43E60">
            <w:pPr>
              <w:pStyle w:val="Tabulka-9"/>
              <w:rPr>
                <w:i/>
              </w:rPr>
            </w:pPr>
            <w:r w:rsidRPr="00194E72">
              <w:t xml:space="preserve">zahrnující všechny SO a PS kromě </w:t>
            </w:r>
            <w:r w:rsidR="00DE1311" w:rsidRPr="00DA64DA">
              <w:t xml:space="preserve">položek </w:t>
            </w:r>
            <w:r w:rsidR="00DE1311">
              <w:t>1, 2, 3 a 5</w:t>
            </w:r>
            <w:r w:rsidR="00DE1311" w:rsidRPr="00DA64DA">
              <w:t xml:space="preserve"> objektu SO 98-98 </w:t>
            </w:r>
          </w:p>
        </w:tc>
        <w:tc>
          <w:tcPr>
            <w:tcW w:w="3260" w:type="dxa"/>
          </w:tcPr>
          <w:p w14:paraId="5A9A1C18" w14:textId="77CA1EC3" w:rsidR="00E41EEA" w:rsidRPr="00194E72" w:rsidRDefault="001146B8" w:rsidP="00E54553">
            <w:pPr>
              <w:pStyle w:val="Tabulka-9"/>
            </w:pPr>
            <w:r>
              <w:t>do 4</w:t>
            </w:r>
            <w:r w:rsidR="000D7C32">
              <w:t>8</w:t>
            </w:r>
            <w:r>
              <w:t xml:space="preserve"> měsíců od data zahájení prací</w:t>
            </w:r>
            <w:r w:rsidR="000D7C32">
              <w:t>, nejpozději do 17.12.2027</w:t>
            </w:r>
          </w:p>
        </w:tc>
      </w:tr>
      <w:tr w:rsidR="00DE1311" w14:paraId="4D09D210" w14:textId="77777777" w:rsidTr="001C7156">
        <w:tc>
          <w:tcPr>
            <w:tcW w:w="5608" w:type="dxa"/>
          </w:tcPr>
          <w:p w14:paraId="319421F8" w14:textId="77777777" w:rsidR="00DE1311" w:rsidRDefault="00DE1311" w:rsidP="00C8486C">
            <w:pPr>
              <w:pStyle w:val="Tabulka-9"/>
            </w:pPr>
            <w:r>
              <w:t>Dokončení prací</w:t>
            </w:r>
          </w:p>
          <w:p w14:paraId="5462E10F" w14:textId="3D14F928" w:rsidR="00DE1311" w:rsidRPr="00194E72" w:rsidRDefault="00DE1311" w:rsidP="00C8486C">
            <w:pPr>
              <w:pStyle w:val="Tabulka-9"/>
            </w:pPr>
            <w:r w:rsidRPr="00AA1A3B">
              <w:t>SO 98-98</w:t>
            </w:r>
            <w:r>
              <w:t xml:space="preserve"> polož</w:t>
            </w:r>
            <w:r w:rsidRPr="00DA64DA">
              <w:t>k</w:t>
            </w:r>
            <w:r>
              <w:t>y</w:t>
            </w:r>
            <w:r w:rsidRPr="00DA64DA">
              <w:t xml:space="preserve"> </w:t>
            </w:r>
            <w:r>
              <w:t>1, 2, 3 a 5</w:t>
            </w:r>
          </w:p>
        </w:tc>
        <w:tc>
          <w:tcPr>
            <w:tcW w:w="3260" w:type="dxa"/>
          </w:tcPr>
          <w:p w14:paraId="7060CF9E" w14:textId="4B4BF79C" w:rsidR="00DE1311" w:rsidRDefault="00DE1311" w:rsidP="00E54553">
            <w:pPr>
              <w:pStyle w:val="Tabulka-9"/>
            </w:pPr>
            <w:r>
              <w:t>54</w:t>
            </w:r>
            <w:r w:rsidRPr="00AA1A3B">
              <w:t xml:space="preserve"> měsíců od Data zahájení prací (viz smlouva)*</w:t>
            </w:r>
          </w:p>
        </w:tc>
      </w:tr>
    </w:tbl>
    <w:p w14:paraId="7062123C" w14:textId="77777777" w:rsidR="00DE1311" w:rsidRDefault="00DE1311" w:rsidP="008C57E9">
      <w:pPr>
        <w:pStyle w:val="Textbezslovn"/>
        <w:ind w:left="0"/>
      </w:pPr>
      <w:r w:rsidRPr="00AA1A3B">
        <w:t>*) Datum ukončení stavby je závislé na termínu zahájení stavebních prací</w:t>
      </w:r>
    </w:p>
    <w:p w14:paraId="70864474" w14:textId="77777777" w:rsidR="003259C2" w:rsidRPr="00EF10BA" w:rsidRDefault="003259C2" w:rsidP="001C7156">
      <w:pPr>
        <w:pStyle w:val="PNTextbezodsazmezer"/>
        <w:rPr>
          <w:highlight w:val="green"/>
        </w:rPr>
      </w:pPr>
    </w:p>
    <w:p w14:paraId="69FCF705" w14:textId="77777777" w:rsidR="00C96E7C" w:rsidRDefault="00C96E7C" w:rsidP="00150E39">
      <w:pPr>
        <w:pStyle w:val="PNNadpis10bPod-l111"/>
      </w:pPr>
      <w:r>
        <w:t xml:space="preserve">1.3 </w:t>
      </w:r>
      <w:r w:rsidR="001C7156">
        <w:tab/>
      </w:r>
      <w:r>
        <w:t>Elektronické přenosové systémy</w:t>
      </w:r>
    </w:p>
    <w:p w14:paraId="289D75C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BBC098B"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7C6E074" w14:textId="77777777" w:rsidR="00C96E7C" w:rsidRPr="001C7156" w:rsidRDefault="00C96E7C" w:rsidP="001C7156">
      <w:pPr>
        <w:pStyle w:val="PNTextzkladn"/>
      </w:pPr>
      <w:r w:rsidRPr="001C7156">
        <w:t>Smlouva se řídí českým právem.</w:t>
      </w:r>
    </w:p>
    <w:p w14:paraId="639D9C8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3089DCF4" w14:textId="77777777" w:rsidR="00C96E7C" w:rsidRPr="001C7156" w:rsidRDefault="00C96E7C" w:rsidP="001C7156">
      <w:pPr>
        <w:pStyle w:val="PNTextzkladn"/>
      </w:pPr>
      <w:r w:rsidRPr="001C7156">
        <w:t>Rozhodujícím jazykem je český jazyk.</w:t>
      </w:r>
    </w:p>
    <w:p w14:paraId="33EE392F"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51490EC" w14:textId="77777777" w:rsidR="00726A41" w:rsidRPr="001C7156" w:rsidRDefault="00C96E7C" w:rsidP="001C7156">
      <w:pPr>
        <w:pStyle w:val="PNTextzkladn"/>
      </w:pPr>
      <w:r w:rsidRPr="001C7156">
        <w:t>Komunikačním jazykem je český jazyk.</w:t>
      </w:r>
    </w:p>
    <w:p w14:paraId="11088734"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F3784B9"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Objednateli pouze Vedoucí zhotovitel, tj. na daňovém dokladu bude uveden (identifikován) jako </w:t>
      </w:r>
      <w:r w:rsidRPr="001C7156">
        <w:lastRenderedPageBreak/>
        <w:t>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FEB74D6"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6EE2875" w14:textId="4CE904F8" w:rsidR="00B33FB2" w:rsidRPr="007E5B98" w:rsidRDefault="00CF609C" w:rsidP="00150E39">
      <w:pPr>
        <w:pStyle w:val="PNNadpis10bPod-l111"/>
        <w:rPr>
          <w:strike/>
        </w:rPr>
      </w:pPr>
      <w:r>
        <w:t>1.15</w:t>
      </w:r>
      <w:r>
        <w:tab/>
      </w:r>
      <w:r w:rsidR="00B33FB2" w:rsidRPr="007E5B98">
        <w:t xml:space="preserve">Sociálně a environmentálně odpovědné zadávání </w:t>
      </w:r>
    </w:p>
    <w:p w14:paraId="5992EDDD" w14:textId="145CCB36" w:rsidR="00B33FB2" w:rsidRPr="00CF609C" w:rsidRDefault="00B33FB2" w:rsidP="00CF609C">
      <w:pPr>
        <w:pStyle w:val="PNTextzkladn"/>
      </w:pPr>
      <w:r w:rsidRPr="00CF609C">
        <w:t>Zhotovitel se zavazuje, že v průběhu plnění Díla umožní v souvislosti s prováděním prací na Díle provedení</w:t>
      </w:r>
      <w:r w:rsidR="00F05A3E">
        <w:t xml:space="preserve"> 8</w:t>
      </w:r>
      <w:r w:rsidRPr="00CF609C">
        <w:t xml:space="preserve"> studentských exkurzí na Staveništi. </w:t>
      </w:r>
    </w:p>
    <w:p w14:paraId="74BC1D8F"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6FC6F4D3"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EAB48D9"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C1692F5"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169CE0B" w14:textId="2ADA227A" w:rsidR="00F05A3E" w:rsidRPr="007E5B98" w:rsidRDefault="00F05A3E" w:rsidP="00CF609C">
      <w:pPr>
        <w:pStyle w:val="PNTextzkladn"/>
      </w:pPr>
      <w:r w:rsidRPr="00F05A3E">
        <w:t>Ustanovení Pod-článku 1.15.3.(b) se nepoužije.</w:t>
      </w:r>
    </w:p>
    <w:p w14:paraId="187B9E37" w14:textId="77777777" w:rsidR="00C96E7C" w:rsidRDefault="00C96E7C" w:rsidP="00150E39">
      <w:pPr>
        <w:pStyle w:val="PNNadpis10bPod-l111"/>
      </w:pPr>
      <w:r>
        <w:t>2.1</w:t>
      </w:r>
      <w:r w:rsidR="00CF609C">
        <w:tab/>
      </w:r>
      <w:r>
        <w:t>Právo přístupu na staveniště</w:t>
      </w:r>
    </w:p>
    <w:p w14:paraId="59716DA2" w14:textId="3E4EE833" w:rsidR="00C96E7C" w:rsidRDefault="00C96E7C" w:rsidP="005D168C">
      <w:pPr>
        <w:pStyle w:val="PNTextzkladn"/>
      </w:pPr>
      <w:r>
        <w:t xml:space="preserve">Přístup na Staveniště bude Zhotoviteli umožněn od </w:t>
      </w:r>
      <w:r w:rsidR="002F105A">
        <w:t xml:space="preserve">předání staveniště </w:t>
      </w:r>
      <w:r>
        <w:t>do dne předání Dokumentů souvisejících</w:t>
      </w:r>
      <w:r w:rsidR="00582C15">
        <w:t xml:space="preserve"> s </w:t>
      </w:r>
      <w:r>
        <w:t xml:space="preserve">předáním Díla dle </w:t>
      </w:r>
      <w:r w:rsidR="004A00B4">
        <w:t>P</w:t>
      </w:r>
      <w:r>
        <w:t xml:space="preserve">od-článku 7.9. </w:t>
      </w:r>
    </w:p>
    <w:p w14:paraId="6F87CEE5" w14:textId="77777777" w:rsidR="00C96E7C" w:rsidRDefault="00C96E7C" w:rsidP="00150E39">
      <w:pPr>
        <w:pStyle w:val="PNNadpis10bPod-l111"/>
      </w:pPr>
      <w:r>
        <w:t>2.3</w:t>
      </w:r>
      <w:r w:rsidR="00CF609C">
        <w:tab/>
      </w:r>
      <w:r>
        <w:t>Personál objednatele</w:t>
      </w:r>
    </w:p>
    <w:p w14:paraId="48190860"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BAFA837" w14:textId="77777777" w:rsidR="005140F4" w:rsidRPr="00DA5863" w:rsidRDefault="005140F4" w:rsidP="005140F4">
      <w:pPr>
        <w:pStyle w:val="Textbezodsazen"/>
        <w:spacing w:after="0"/>
        <w:ind w:left="720"/>
      </w:pPr>
      <w:r w:rsidRPr="00FB5D39">
        <w:t xml:space="preserve">Mgr. </w:t>
      </w:r>
      <w:r>
        <w:t xml:space="preserve">Lucie </w:t>
      </w:r>
      <w:r w:rsidRPr="00FB5D39">
        <w:t>Kotoučová</w:t>
      </w:r>
      <w:r w:rsidRPr="00DA5863">
        <w:t xml:space="preserve"> </w:t>
      </w:r>
    </w:p>
    <w:p w14:paraId="4CD5389F" w14:textId="77777777" w:rsidR="005140F4" w:rsidRPr="00DA5863" w:rsidRDefault="005140F4" w:rsidP="005140F4">
      <w:pPr>
        <w:pStyle w:val="Textbezodsazen"/>
        <w:spacing w:after="0"/>
        <w:ind w:firstLine="709"/>
      </w:pPr>
      <w:r w:rsidRPr="00DA5863">
        <w:t>Správa železnic, státní organizace</w:t>
      </w:r>
    </w:p>
    <w:p w14:paraId="2AEA024E" w14:textId="77777777" w:rsidR="005140F4" w:rsidRPr="00305235" w:rsidRDefault="005140F4" w:rsidP="005140F4">
      <w:pPr>
        <w:pStyle w:val="Textbezodsazen"/>
        <w:spacing w:after="0"/>
        <w:ind w:left="709"/>
      </w:pPr>
      <w:r w:rsidRPr="00DA5863">
        <w:t xml:space="preserve">Stavební správa </w:t>
      </w:r>
      <w:r w:rsidRPr="00305235">
        <w:t>západ</w:t>
      </w:r>
    </w:p>
    <w:p w14:paraId="6E673C4E" w14:textId="77777777" w:rsidR="005140F4" w:rsidRPr="00305235" w:rsidRDefault="005140F4" w:rsidP="005140F4">
      <w:pPr>
        <w:pStyle w:val="Textbezodsazen"/>
        <w:spacing w:after="0"/>
        <w:ind w:firstLine="709"/>
      </w:pPr>
      <w:r w:rsidRPr="005627AF">
        <w:t>Ke Štvanici 656/3, 186 00 Praha 8 - Karlín</w:t>
      </w:r>
      <w:r w:rsidRPr="00305235">
        <w:t xml:space="preserve"> </w:t>
      </w:r>
    </w:p>
    <w:p w14:paraId="0981719A" w14:textId="77777777" w:rsidR="005140F4" w:rsidRDefault="005140F4" w:rsidP="005140F4">
      <w:pPr>
        <w:pStyle w:val="PNOdrka1-"/>
        <w:numPr>
          <w:ilvl w:val="0"/>
          <w:numId w:val="0"/>
        </w:numPr>
        <w:ind w:left="720"/>
        <w:jc w:val="left"/>
      </w:pPr>
      <w:r w:rsidRPr="00305235">
        <w:t xml:space="preserve">mobil </w:t>
      </w:r>
      <w:r w:rsidRPr="00FB5D39">
        <w:t>+420 724 885 283</w:t>
      </w:r>
      <w:r w:rsidRPr="00305235">
        <w:t xml:space="preserve">, e-mail: </w:t>
      </w:r>
      <w:hyperlink r:id="rId12" w:history="1">
        <w:r w:rsidRPr="005B3B6B">
          <w:rPr>
            <w:rStyle w:val="Hypertextovodkaz"/>
            <w:noProof w:val="0"/>
          </w:rPr>
          <w:t>KotoucovaL@spravazeleznic.cz</w:t>
        </w:r>
      </w:hyperlink>
    </w:p>
    <w:p w14:paraId="45EFDEC3" w14:textId="77777777" w:rsidR="005140F4" w:rsidRDefault="005140F4" w:rsidP="005140F4">
      <w:pPr>
        <w:pStyle w:val="PNOdrka1-"/>
        <w:numPr>
          <w:ilvl w:val="0"/>
          <w:numId w:val="0"/>
        </w:numPr>
        <w:ind w:left="720"/>
        <w:jc w:val="left"/>
      </w:pPr>
    </w:p>
    <w:p w14:paraId="1E41B310" w14:textId="77777777" w:rsidR="005140F4" w:rsidRPr="008C57E9" w:rsidRDefault="005140F4" w:rsidP="005140F4">
      <w:pPr>
        <w:pStyle w:val="PNOdrka1-"/>
        <w:numPr>
          <w:ilvl w:val="0"/>
          <w:numId w:val="0"/>
        </w:numPr>
        <w:jc w:val="left"/>
      </w:pPr>
      <w:r w:rsidRPr="008C57E9">
        <w:t>Ve věci kontroly požití alkoholu a/nebo návykových látek:</w:t>
      </w:r>
    </w:p>
    <w:p w14:paraId="597F2695" w14:textId="77777777" w:rsidR="005140F4" w:rsidRPr="008C57E9" w:rsidRDefault="005140F4" w:rsidP="005140F4">
      <w:pPr>
        <w:pStyle w:val="PNOdrka1-"/>
        <w:numPr>
          <w:ilvl w:val="0"/>
          <w:numId w:val="0"/>
        </w:numPr>
        <w:ind w:left="720"/>
      </w:pPr>
      <w:r w:rsidRPr="008C57E9">
        <w:t>Ing. Nikolas Nitran</w:t>
      </w:r>
    </w:p>
    <w:p w14:paraId="7DF7FDB0" w14:textId="77777777" w:rsidR="005140F4" w:rsidRPr="008C57E9" w:rsidRDefault="005140F4" w:rsidP="005140F4">
      <w:pPr>
        <w:pStyle w:val="PNOdrka1-"/>
        <w:numPr>
          <w:ilvl w:val="0"/>
          <w:numId w:val="0"/>
        </w:numPr>
        <w:ind w:left="720"/>
      </w:pPr>
      <w:r w:rsidRPr="008C57E9">
        <w:t>Správa železnic, státní organizace</w:t>
      </w:r>
    </w:p>
    <w:p w14:paraId="2DCC47CB" w14:textId="77777777" w:rsidR="005140F4" w:rsidRPr="008C57E9" w:rsidRDefault="005140F4" w:rsidP="005140F4">
      <w:pPr>
        <w:pStyle w:val="PNOdrka1-"/>
        <w:numPr>
          <w:ilvl w:val="0"/>
          <w:numId w:val="0"/>
        </w:numPr>
        <w:ind w:left="720"/>
      </w:pPr>
      <w:r w:rsidRPr="008C57E9">
        <w:t>Stavební správa západ</w:t>
      </w:r>
    </w:p>
    <w:p w14:paraId="10EAFE28" w14:textId="77777777" w:rsidR="005140F4" w:rsidRPr="008C57E9" w:rsidRDefault="005140F4" w:rsidP="005140F4">
      <w:pPr>
        <w:pStyle w:val="PNOdrka1-"/>
        <w:numPr>
          <w:ilvl w:val="0"/>
          <w:numId w:val="0"/>
        </w:numPr>
        <w:ind w:left="720"/>
      </w:pPr>
      <w:r w:rsidRPr="008C57E9">
        <w:t xml:space="preserve">Ke Štvanici 656/3, 186 00 Praha 8 - Karlín </w:t>
      </w:r>
    </w:p>
    <w:p w14:paraId="2224FBFB" w14:textId="2E3988A5" w:rsidR="005140F4" w:rsidRPr="008C57E9" w:rsidRDefault="005140F4" w:rsidP="005140F4">
      <w:pPr>
        <w:pStyle w:val="PNOdrka1-"/>
        <w:numPr>
          <w:ilvl w:val="0"/>
          <w:numId w:val="0"/>
        </w:numPr>
        <w:ind w:left="720"/>
      </w:pPr>
      <w:r w:rsidRPr="008C57E9">
        <w:t xml:space="preserve">mobil +420 724 863 591, e-mail: </w:t>
      </w:r>
      <w:hyperlink r:id="rId13" w:history="1">
        <w:r w:rsidRPr="008C57E9">
          <w:rPr>
            <w:rStyle w:val="Hypertextovodkaz"/>
            <w:noProof w:val="0"/>
            <w:color w:val="auto"/>
          </w:rPr>
          <w:t>Nitran@spravazeleznic.cz</w:t>
        </w:r>
      </w:hyperlink>
    </w:p>
    <w:p w14:paraId="7FE38F8A" w14:textId="77777777" w:rsidR="005140F4" w:rsidRPr="008C57E9" w:rsidRDefault="005140F4" w:rsidP="005140F4">
      <w:pPr>
        <w:pStyle w:val="PNOdrka1-"/>
        <w:numPr>
          <w:ilvl w:val="0"/>
          <w:numId w:val="0"/>
        </w:numPr>
        <w:ind w:left="720"/>
      </w:pPr>
    </w:p>
    <w:p w14:paraId="5806ACA6" w14:textId="77777777" w:rsidR="005140F4" w:rsidRPr="008C57E9" w:rsidRDefault="005140F4" w:rsidP="005140F4">
      <w:pPr>
        <w:pStyle w:val="PNOdrka1-"/>
        <w:numPr>
          <w:ilvl w:val="0"/>
          <w:numId w:val="0"/>
        </w:numPr>
        <w:ind w:left="720" w:hanging="720"/>
        <w:jc w:val="left"/>
      </w:pPr>
      <w:r w:rsidRPr="008C57E9">
        <w:lastRenderedPageBreak/>
        <w:t>Koordinátor BOZP na staveništi:</w:t>
      </w:r>
      <w:r w:rsidRPr="008C57E9">
        <w:br/>
        <w:t>Ing. Nikolas Nitran</w:t>
      </w:r>
      <w:r w:rsidRPr="008C57E9">
        <w:br/>
        <w:t>Správa železnic, státní organizace</w:t>
      </w:r>
    </w:p>
    <w:p w14:paraId="131A3E8A" w14:textId="77777777" w:rsidR="005140F4" w:rsidRPr="008C57E9" w:rsidRDefault="005140F4" w:rsidP="005140F4">
      <w:pPr>
        <w:pStyle w:val="PNOdrka1-"/>
        <w:numPr>
          <w:ilvl w:val="0"/>
          <w:numId w:val="0"/>
        </w:numPr>
        <w:ind w:left="720"/>
        <w:jc w:val="left"/>
      </w:pPr>
      <w:r w:rsidRPr="008C57E9">
        <w:t>Stavební správa západ</w:t>
      </w:r>
    </w:p>
    <w:p w14:paraId="70DDECA0" w14:textId="77777777" w:rsidR="005140F4" w:rsidRPr="008C57E9" w:rsidRDefault="005140F4" w:rsidP="005140F4">
      <w:pPr>
        <w:pStyle w:val="PNOdrka1-"/>
        <w:numPr>
          <w:ilvl w:val="0"/>
          <w:numId w:val="0"/>
        </w:numPr>
        <w:ind w:left="720"/>
        <w:jc w:val="left"/>
      </w:pPr>
      <w:r w:rsidRPr="008C57E9">
        <w:t xml:space="preserve">Ke Štvanici 656/3, 186 00 Praha 8 - Karlín </w:t>
      </w:r>
    </w:p>
    <w:p w14:paraId="0CCBB4AF" w14:textId="77777777" w:rsidR="005140F4" w:rsidRPr="008C57E9" w:rsidRDefault="005140F4" w:rsidP="005140F4">
      <w:pPr>
        <w:pStyle w:val="PNOdrka1-"/>
        <w:numPr>
          <w:ilvl w:val="0"/>
          <w:numId w:val="0"/>
        </w:numPr>
        <w:ind w:left="720"/>
        <w:jc w:val="left"/>
      </w:pPr>
      <w:r w:rsidRPr="008C57E9">
        <w:t xml:space="preserve">mobil +420 724 863 591, e-mail: </w:t>
      </w:r>
      <w:hyperlink r:id="rId14" w:history="1">
        <w:r w:rsidRPr="008C57E9">
          <w:rPr>
            <w:rStyle w:val="Hypertextovodkaz"/>
            <w:noProof w:val="0"/>
            <w:color w:val="auto"/>
          </w:rPr>
          <w:t>Nitran@spravazeleznic.cz</w:t>
        </w:r>
      </w:hyperlink>
    </w:p>
    <w:p w14:paraId="7DDF491B" w14:textId="77777777" w:rsidR="005140F4" w:rsidRDefault="005140F4" w:rsidP="005140F4">
      <w:pPr>
        <w:pStyle w:val="PNOdrka1-"/>
        <w:numPr>
          <w:ilvl w:val="0"/>
          <w:numId w:val="0"/>
        </w:numPr>
        <w:ind w:left="720"/>
        <w:jc w:val="left"/>
      </w:pPr>
    </w:p>
    <w:p w14:paraId="7A047F1A" w14:textId="77777777" w:rsidR="005140F4" w:rsidRDefault="005140F4" w:rsidP="005140F4">
      <w:pPr>
        <w:pStyle w:val="PNOdrka1-"/>
        <w:numPr>
          <w:ilvl w:val="0"/>
          <w:numId w:val="0"/>
        </w:numPr>
      </w:pPr>
      <w:r>
        <w:t>Ú</w:t>
      </w:r>
      <w:r w:rsidRPr="00EF056E">
        <w:t>ředně oprávněný zeměměřický inženýr</w:t>
      </w:r>
      <w:r w:rsidRPr="00796079">
        <w:t>:</w:t>
      </w:r>
    </w:p>
    <w:p w14:paraId="1BE3855B" w14:textId="6AECFED1" w:rsidR="001146B8" w:rsidRPr="00575DC3" w:rsidRDefault="001146B8" w:rsidP="001146B8">
      <w:pPr>
        <w:pStyle w:val="PNOdrka1-"/>
        <w:numPr>
          <w:ilvl w:val="0"/>
          <w:numId w:val="0"/>
        </w:numPr>
        <w:ind w:left="720"/>
      </w:pPr>
      <w:r w:rsidRPr="00575DC3">
        <w:t xml:space="preserve">Ing. </w:t>
      </w:r>
      <w:r>
        <w:t>Jiří Balcárek</w:t>
      </w:r>
    </w:p>
    <w:p w14:paraId="027FB420" w14:textId="77777777" w:rsidR="001146B8" w:rsidRPr="00575DC3" w:rsidRDefault="001146B8" w:rsidP="001146B8">
      <w:pPr>
        <w:pStyle w:val="PNOdrka1-"/>
        <w:numPr>
          <w:ilvl w:val="0"/>
          <w:numId w:val="0"/>
        </w:numPr>
        <w:ind w:left="720"/>
      </w:pPr>
      <w:r w:rsidRPr="00575DC3">
        <w:t>Správa železnic, státní organizace</w:t>
      </w:r>
    </w:p>
    <w:p w14:paraId="3205C366" w14:textId="77777777" w:rsidR="001146B8" w:rsidRDefault="001146B8" w:rsidP="001146B8">
      <w:pPr>
        <w:pStyle w:val="PNOdrka1-"/>
        <w:numPr>
          <w:ilvl w:val="0"/>
          <w:numId w:val="0"/>
        </w:numPr>
        <w:ind w:left="720"/>
      </w:pPr>
      <w:r w:rsidRPr="001146B8">
        <w:t>Správa železniční geodézie</w:t>
      </w:r>
    </w:p>
    <w:p w14:paraId="152BBA14" w14:textId="2268749C" w:rsidR="001146B8" w:rsidRPr="00575DC3" w:rsidRDefault="001146B8" w:rsidP="001146B8">
      <w:pPr>
        <w:pStyle w:val="PNOdrka1-"/>
        <w:numPr>
          <w:ilvl w:val="0"/>
          <w:numId w:val="0"/>
        </w:numPr>
        <w:ind w:left="720"/>
      </w:pPr>
      <w:r w:rsidRPr="001146B8">
        <w:t>K Můstku 1451/2 , 400 01 Ústí nad Labem</w:t>
      </w:r>
      <w:r>
        <w:t xml:space="preserve"> </w:t>
      </w:r>
      <w:r w:rsidRPr="00575DC3">
        <w:t xml:space="preserve"> </w:t>
      </w:r>
    </w:p>
    <w:p w14:paraId="498E4258" w14:textId="2999F747" w:rsidR="001146B8" w:rsidRPr="00575DC3" w:rsidRDefault="001146B8" w:rsidP="001146B8">
      <w:pPr>
        <w:pStyle w:val="PNOdrka1-"/>
        <w:numPr>
          <w:ilvl w:val="0"/>
          <w:numId w:val="0"/>
        </w:numPr>
        <w:ind w:left="720"/>
      </w:pPr>
      <w:r w:rsidRPr="00575DC3">
        <w:t xml:space="preserve">mobil </w:t>
      </w:r>
      <w:r w:rsidRPr="001146B8">
        <w:t>+420 606 054 296</w:t>
      </w:r>
      <w:r w:rsidRPr="00575DC3">
        <w:t xml:space="preserve">, e-mail: </w:t>
      </w:r>
      <w:hyperlink r:id="rId15" w:history="1">
        <w:r>
          <w:rPr>
            <w:rStyle w:val="Hypertextovodkaz"/>
            <w:rFonts w:cs="Calibri"/>
            <w:sz w:val="20"/>
            <w:szCs w:val="20"/>
          </w:rPr>
          <w:t>BalcarekJ@spravazeleznic.cz</w:t>
        </w:r>
      </w:hyperlink>
    </w:p>
    <w:p w14:paraId="16368B7A" w14:textId="77777777" w:rsidR="005140F4" w:rsidRPr="00796079" w:rsidRDefault="005140F4" w:rsidP="005140F4">
      <w:pPr>
        <w:pStyle w:val="PNOdrka1-"/>
        <w:numPr>
          <w:ilvl w:val="0"/>
          <w:numId w:val="0"/>
        </w:numPr>
      </w:pPr>
    </w:p>
    <w:p w14:paraId="7E668D9F" w14:textId="77777777" w:rsidR="00C96E7C" w:rsidRDefault="00C96E7C" w:rsidP="00150E39">
      <w:pPr>
        <w:pStyle w:val="PNNadpis10bPod-l111"/>
      </w:pPr>
      <w:r>
        <w:t>3.1</w:t>
      </w:r>
      <w:r w:rsidR="00CF609C">
        <w:tab/>
      </w:r>
      <w:r>
        <w:t>Povinnosti</w:t>
      </w:r>
      <w:r w:rsidR="00582C15">
        <w:t xml:space="preserve"> a </w:t>
      </w:r>
      <w:r>
        <w:t>pravomoc správce stavby</w:t>
      </w:r>
    </w:p>
    <w:p w14:paraId="3F541954"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185C7C11"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2F1055C5"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20B725E2" w14:textId="77777777" w:rsidR="00C96E7C" w:rsidRDefault="00C96E7C" w:rsidP="00150E39">
      <w:pPr>
        <w:pStyle w:val="PNNadpis10bPod-l111"/>
      </w:pPr>
      <w:r>
        <w:t xml:space="preserve">4.2 </w:t>
      </w:r>
      <w:r w:rsidR="00150E39">
        <w:tab/>
      </w:r>
      <w:r>
        <w:t>Zajištění splnění smlouvy</w:t>
      </w:r>
    </w:p>
    <w:p w14:paraId="2D35153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87C793C"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43D5DB" w14:textId="77777777" w:rsidR="00C96E7C" w:rsidRPr="00CB67FD" w:rsidRDefault="00C96E7C" w:rsidP="00150E39">
      <w:pPr>
        <w:pStyle w:val="PNNadpis10bPod-l111"/>
      </w:pPr>
      <w:r w:rsidRPr="00CB67FD">
        <w:t xml:space="preserve">4.3 </w:t>
      </w:r>
      <w:r w:rsidR="00150E39">
        <w:tab/>
      </w:r>
      <w:r w:rsidRPr="00CB67FD">
        <w:t>Zástupce zhotovitele</w:t>
      </w:r>
    </w:p>
    <w:p w14:paraId="676FEAFA" w14:textId="77777777" w:rsidR="00C96E7C" w:rsidRDefault="00071A0E" w:rsidP="005D168C">
      <w:pPr>
        <w:pStyle w:val="PNTextzkladn"/>
      </w:pPr>
      <w:r>
        <w:t xml:space="preserve"> [</w:t>
      </w:r>
      <w:r w:rsidRPr="00E41EEA">
        <w:rPr>
          <w:highlight w:val="yellow"/>
        </w:rPr>
        <w:t>VLOŽÍ ZHOTOVITE</w:t>
      </w:r>
      <w:r>
        <w:t>L]</w:t>
      </w:r>
    </w:p>
    <w:p w14:paraId="4B967068"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5631BB9"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262B6F29"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lastRenderedPageBreak/>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6B544166"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C8AE18D" w14:textId="77777777" w:rsidR="0013657D" w:rsidRDefault="0013657D" w:rsidP="0013657D">
      <w:pPr>
        <w:pStyle w:val="PNNadpis10bPod-l111"/>
        <w:rPr>
          <w:b w:val="0"/>
          <w:sz w:val="18"/>
          <w:szCs w:val="18"/>
        </w:rPr>
      </w:pPr>
      <w:r w:rsidRPr="000963B7">
        <w:rPr>
          <w:b w:val="0"/>
          <w:sz w:val="18"/>
          <w:szCs w:val="18"/>
        </w:rPr>
        <w:t>Za speciální činnosti a zařízení se považují:</w:t>
      </w:r>
    </w:p>
    <w:p w14:paraId="56FBB3B7" w14:textId="77777777" w:rsidR="0013657D" w:rsidRPr="000963B7" w:rsidRDefault="0013657D" w:rsidP="0013657D">
      <w:pPr>
        <w:pStyle w:val="PNTextzkladn"/>
      </w:pPr>
      <w:r>
        <w:t xml:space="preserve">- </w:t>
      </w:r>
      <w:r w:rsidRPr="000963B7">
        <w:t>Stroj na pokládku kolejí a výhybek (stroj/zařízení umožňující výstavbu kolejí a výhybek)</w:t>
      </w:r>
    </w:p>
    <w:p w14:paraId="112A56FD" w14:textId="77777777" w:rsidR="0013657D" w:rsidRPr="000963B7" w:rsidRDefault="0013657D" w:rsidP="0013657D">
      <w:pPr>
        <w:pStyle w:val="PNTextzkladn"/>
      </w:pPr>
      <w:r>
        <w:t xml:space="preserve">- </w:t>
      </w:r>
      <w:r w:rsidRPr="000963B7">
        <w:t>Automatické strojní zařízení pro úpravu směrové a výškové polohy koleje a výhybek (v souladu s předpisem SŽ S3/1 v aktuální znění)</w:t>
      </w:r>
    </w:p>
    <w:p w14:paraId="2057E3C8" w14:textId="77777777" w:rsidR="0013657D" w:rsidRDefault="0013657D" w:rsidP="0013657D">
      <w:pPr>
        <w:rPr>
          <w:sz w:val="16"/>
          <w:szCs w:val="16"/>
        </w:rPr>
      </w:pPr>
      <w:r>
        <w:rPr>
          <w:sz w:val="18"/>
          <w:szCs w:val="18"/>
        </w:rPr>
        <w:t xml:space="preserve">- </w:t>
      </w:r>
      <w:r w:rsidRPr="000963B7">
        <w:rPr>
          <w:sz w:val="18"/>
          <w:szCs w:val="18"/>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r w:rsidRPr="008E4DBF">
        <w:rPr>
          <w:sz w:val="16"/>
          <w:szCs w:val="16"/>
        </w:rPr>
        <w:t>)</w:t>
      </w:r>
    </w:p>
    <w:p w14:paraId="02491BBC" w14:textId="77777777" w:rsidR="00C96E7C" w:rsidRPr="009C1450" w:rsidRDefault="00C96E7C" w:rsidP="00150E39">
      <w:pPr>
        <w:pStyle w:val="PNNadpis10bPod-l111"/>
      </w:pPr>
      <w:r w:rsidRPr="009B641A">
        <w:t>4.</w:t>
      </w:r>
      <w:r w:rsidRPr="009C1450">
        <w:t>27</w:t>
      </w:r>
      <w:r w:rsidR="00150E39">
        <w:tab/>
      </w:r>
      <w:r w:rsidRPr="00AD62C8">
        <w:t>Smluvní pokuta</w:t>
      </w:r>
    </w:p>
    <w:p w14:paraId="49B9BDD5" w14:textId="77777777" w:rsidR="00C96E7C" w:rsidRDefault="00C96E7C" w:rsidP="005D168C">
      <w:pPr>
        <w:pStyle w:val="PNTextzkladn"/>
      </w:pPr>
      <w:r w:rsidRPr="00071A0E">
        <w:t>Výše smluvní pokuty dle jednotlivých</w:t>
      </w:r>
      <w:r>
        <w:t xml:space="preserve"> ustanovení Smluvních podmínek činí:</w:t>
      </w:r>
    </w:p>
    <w:p w14:paraId="75B4799B" w14:textId="77777777" w:rsidR="00C96E7C" w:rsidRPr="00CF609C" w:rsidRDefault="00C96E7C" w:rsidP="00CF609C">
      <w:pPr>
        <w:pStyle w:val="PNNadpis9b-tun"/>
        <w:rPr>
          <w:rStyle w:val="Tun-ZRUIT"/>
        </w:rPr>
      </w:pPr>
      <w:r w:rsidRPr="00CF609C">
        <w:rPr>
          <w:rStyle w:val="Tun-ZRUIT"/>
        </w:rPr>
        <w:t>Pod-článek 4.27 (a)</w:t>
      </w:r>
    </w:p>
    <w:p w14:paraId="27AA2F5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6E7C698" w14:textId="77777777" w:rsidR="00C96E7C" w:rsidRPr="00CF609C" w:rsidRDefault="00C96E7C" w:rsidP="00CF609C">
      <w:pPr>
        <w:pStyle w:val="PNNadpis9b-tun"/>
      </w:pPr>
      <w:r w:rsidRPr="00CF609C">
        <w:t>Pod-článek 4.27 (b)</w:t>
      </w:r>
    </w:p>
    <w:p w14:paraId="44BA9DD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46454AA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B4D6F1C"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14AC76D7" w14:textId="77777777" w:rsidR="00C96E7C" w:rsidRPr="00CF609C" w:rsidRDefault="00C96E7C" w:rsidP="00CF609C">
      <w:pPr>
        <w:pStyle w:val="PNNadpis9b-tun"/>
      </w:pPr>
      <w:r w:rsidRPr="00CF609C">
        <w:t>Pod-článek 4.27 (c)</w:t>
      </w:r>
    </w:p>
    <w:p w14:paraId="3757DEB6" w14:textId="77777777" w:rsidR="00C96E7C" w:rsidRPr="00CF609C" w:rsidRDefault="00C96E7C" w:rsidP="00CF609C">
      <w:pPr>
        <w:pStyle w:val="PNTextzkladn"/>
      </w:pPr>
      <w:r w:rsidRPr="00CF609C">
        <w:t>Zhotovitel je povinen uhradit smluvní pokutu ve výši 10 000 Kč za každé porušení povinnosti.</w:t>
      </w:r>
    </w:p>
    <w:p w14:paraId="4107C655" w14:textId="77777777" w:rsidR="00C96E7C" w:rsidRPr="00CF609C" w:rsidRDefault="00C96E7C" w:rsidP="00CF609C">
      <w:pPr>
        <w:pStyle w:val="PNNadpis9b-tun"/>
      </w:pPr>
      <w:r w:rsidRPr="00CF609C">
        <w:t>Pod-článek 4.27 (d)</w:t>
      </w:r>
    </w:p>
    <w:p w14:paraId="62507907"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43FECB1"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368126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A96B390" w14:textId="77777777" w:rsidR="00C96E7C" w:rsidRPr="00CF609C" w:rsidRDefault="00C96E7C" w:rsidP="00CF609C">
      <w:pPr>
        <w:pStyle w:val="PNNadpis9b-tun"/>
      </w:pPr>
      <w:r w:rsidRPr="00CF609C">
        <w:t>Pod-článek 4.27 (f)</w:t>
      </w:r>
    </w:p>
    <w:p w14:paraId="7273735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21D2DF1" w14:textId="77777777" w:rsidR="00C96E7C" w:rsidRPr="00CF609C" w:rsidRDefault="00C96E7C" w:rsidP="00CF609C">
      <w:pPr>
        <w:pStyle w:val="PNNadpis9b-tun"/>
      </w:pPr>
      <w:r w:rsidRPr="00CF609C">
        <w:lastRenderedPageBreak/>
        <w:t>Pod-článek 4.27 (g)</w:t>
      </w:r>
    </w:p>
    <w:p w14:paraId="4478664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F8383C" w14:textId="77777777" w:rsidR="00C96E7C" w:rsidRPr="00CF609C" w:rsidRDefault="00C96E7C" w:rsidP="00CF609C">
      <w:pPr>
        <w:pStyle w:val="PNNadpis9b-tun"/>
      </w:pPr>
      <w:r w:rsidRPr="00CF609C">
        <w:t>Pod-článek 4.27 (h)</w:t>
      </w:r>
    </w:p>
    <w:p w14:paraId="2292477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0CC68C2" w14:textId="77777777" w:rsidR="00C96E7C" w:rsidRPr="00CF609C" w:rsidRDefault="00C96E7C" w:rsidP="00CF609C">
      <w:pPr>
        <w:pStyle w:val="PNNadpis9b-tun"/>
      </w:pPr>
      <w:r w:rsidRPr="00CF609C">
        <w:t>Pod-článek 4.27 (i)</w:t>
      </w:r>
    </w:p>
    <w:p w14:paraId="1CDBD416"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8642244" w14:textId="77777777" w:rsidR="00C96E7C" w:rsidRPr="00CF609C" w:rsidRDefault="00C96E7C" w:rsidP="00CF609C">
      <w:pPr>
        <w:pStyle w:val="PNNadpis9b-tun"/>
      </w:pPr>
      <w:r w:rsidRPr="00CF609C">
        <w:t>Pod-článek 4.27(j)</w:t>
      </w:r>
    </w:p>
    <w:p w14:paraId="74834F1C"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C7EDF27" w14:textId="77777777" w:rsidR="00C96E7C" w:rsidRPr="00CF609C" w:rsidRDefault="00C96E7C" w:rsidP="00CF609C">
      <w:pPr>
        <w:pStyle w:val="PNNadpis9b-tun"/>
      </w:pPr>
      <w:r w:rsidRPr="00CF609C">
        <w:t>Pod-článek 4.27 (k)</w:t>
      </w:r>
    </w:p>
    <w:p w14:paraId="5A43D04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69A3065" w14:textId="77777777" w:rsidR="00C96E7C" w:rsidRPr="00CF609C" w:rsidRDefault="00C96E7C" w:rsidP="00CF609C">
      <w:pPr>
        <w:pStyle w:val="PNNadpis9b-tun"/>
      </w:pPr>
      <w:r w:rsidRPr="00CF609C">
        <w:t>Pod-článek 4.27 (l)</w:t>
      </w:r>
    </w:p>
    <w:p w14:paraId="143F9585"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657C87C" w14:textId="77777777" w:rsidR="00C96E7C" w:rsidRPr="00CF609C" w:rsidRDefault="00C96E7C" w:rsidP="00CF609C">
      <w:pPr>
        <w:pStyle w:val="PNNadpis9b-tun"/>
      </w:pPr>
      <w:r w:rsidRPr="00CF609C">
        <w:t>Pod-článek 4.27 (m)</w:t>
      </w:r>
    </w:p>
    <w:p w14:paraId="50B32D9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4E8CCF4" w14:textId="77777777" w:rsidR="00C96E7C" w:rsidRPr="00CF609C" w:rsidRDefault="00C96E7C" w:rsidP="00CF609C">
      <w:pPr>
        <w:pStyle w:val="PNNadpis9b-tun"/>
      </w:pPr>
      <w:r w:rsidRPr="00CF609C">
        <w:t>Pod- článek 4.27 (n)</w:t>
      </w:r>
    </w:p>
    <w:p w14:paraId="720B70F9"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BF9F379" w14:textId="77777777" w:rsidR="00C96E7C" w:rsidRPr="00CF609C" w:rsidRDefault="00C96E7C" w:rsidP="00CF609C">
      <w:pPr>
        <w:pStyle w:val="PNNadpis9b-tun"/>
      </w:pPr>
      <w:r w:rsidRPr="00CF609C">
        <w:t>Pod-článek 4.27 (o)</w:t>
      </w:r>
    </w:p>
    <w:p w14:paraId="7EFE3BE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A4CE9AD" w14:textId="77777777" w:rsidR="00C96E7C" w:rsidRPr="00CF609C" w:rsidRDefault="00C96E7C" w:rsidP="00CF609C">
      <w:pPr>
        <w:pStyle w:val="PNNadpis9b-tun"/>
      </w:pPr>
      <w:r w:rsidRPr="00CF609C">
        <w:t>Pod-článek 4.27 (p)</w:t>
      </w:r>
    </w:p>
    <w:p w14:paraId="73AD8D40"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410D6BF" w14:textId="77777777" w:rsidR="00C96E7C" w:rsidRPr="00CF609C" w:rsidRDefault="00C96E7C" w:rsidP="00CF609C">
      <w:pPr>
        <w:pStyle w:val="PNNadpis9b-tun"/>
      </w:pPr>
      <w:r w:rsidRPr="00CF609C">
        <w:t xml:space="preserve">Pod-článek 4.27 (q) </w:t>
      </w:r>
    </w:p>
    <w:p w14:paraId="750B390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A977AA3" w14:textId="77777777" w:rsidR="00C96E7C" w:rsidRPr="00CF609C" w:rsidRDefault="00C96E7C" w:rsidP="00CF609C">
      <w:pPr>
        <w:pStyle w:val="PNNadpis9b-tun"/>
      </w:pPr>
      <w:r w:rsidRPr="00CF609C">
        <w:t>Pod-článek 4.27 (r)</w:t>
      </w:r>
    </w:p>
    <w:p w14:paraId="3048A8F1"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E85E457" w14:textId="77777777" w:rsidR="00C45177" w:rsidRPr="00CF609C" w:rsidRDefault="00C45177" w:rsidP="00CF609C">
      <w:pPr>
        <w:pStyle w:val="PNNadpis9b-tun"/>
      </w:pPr>
      <w:r w:rsidRPr="00CF609C">
        <w:t>Pod-článek 4.27 (s)</w:t>
      </w:r>
    </w:p>
    <w:p w14:paraId="2195BFB0"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8E793F0" w14:textId="77777777" w:rsidR="001927B4" w:rsidRPr="00CF609C" w:rsidRDefault="001927B4" w:rsidP="00CF609C">
      <w:pPr>
        <w:pStyle w:val="PNNadpis9b-tun"/>
      </w:pPr>
      <w:r w:rsidRPr="00CF609C">
        <w:lastRenderedPageBreak/>
        <w:t>Pod-článek 4.27 (t)</w:t>
      </w:r>
    </w:p>
    <w:p w14:paraId="37231F3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971C105" w14:textId="77777777" w:rsidR="001927B4" w:rsidRPr="00CF609C" w:rsidRDefault="001927B4" w:rsidP="00CF609C">
      <w:pPr>
        <w:pStyle w:val="PNNadpis9b-tun"/>
      </w:pPr>
      <w:r w:rsidRPr="00CF609C">
        <w:t>Pod-článek 4.27 (u)</w:t>
      </w:r>
    </w:p>
    <w:p w14:paraId="7C06CB8F" w14:textId="77777777" w:rsidR="001927B4" w:rsidRPr="00CF609C" w:rsidRDefault="001927B4" w:rsidP="00CF609C">
      <w:pPr>
        <w:pStyle w:val="PNTextzkladn"/>
      </w:pPr>
      <w:r w:rsidRPr="00CF609C">
        <w:t>Zhotovitel je povinen uhradit smluvní pokutu:</w:t>
      </w:r>
    </w:p>
    <w:p w14:paraId="2BBC189F"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6A09665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5A85554"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5DE27B2"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6A5A9A2" w14:textId="77777777" w:rsidR="001927B4" w:rsidRPr="00CF609C" w:rsidRDefault="001927B4" w:rsidP="00CF609C">
      <w:pPr>
        <w:pStyle w:val="PNNadpis9b-tun"/>
      </w:pPr>
      <w:r w:rsidRPr="00CF609C">
        <w:t>Pod-článek 4.27 (v)</w:t>
      </w:r>
    </w:p>
    <w:p w14:paraId="2C69A11E"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6B56B9A3" w14:textId="77777777" w:rsidR="001927B4" w:rsidRPr="00CF609C" w:rsidRDefault="001927B4" w:rsidP="00D42C7E">
      <w:pPr>
        <w:pStyle w:val="PNNadpis9b-tun"/>
      </w:pPr>
      <w:r w:rsidRPr="00CF609C">
        <w:t>Pod-článek 4.27 (w)</w:t>
      </w:r>
    </w:p>
    <w:p w14:paraId="791C95D3"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8ACCA58" w14:textId="77777777" w:rsidR="001927B4" w:rsidRPr="00CF609C" w:rsidRDefault="001927B4" w:rsidP="00CF609C">
      <w:pPr>
        <w:pStyle w:val="PNNadpis9b-tun"/>
      </w:pPr>
      <w:r w:rsidRPr="00CF609C">
        <w:t>Pod-článek 4.27 (x)</w:t>
      </w:r>
    </w:p>
    <w:p w14:paraId="77DB7432"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905A763" w14:textId="77777777" w:rsidR="00C96E7C" w:rsidRDefault="00C96E7C" w:rsidP="00150E39">
      <w:pPr>
        <w:pStyle w:val="PNNadpis10bPod-l111"/>
      </w:pPr>
      <w:r>
        <w:t>4.27</w:t>
      </w:r>
      <w:r w:rsidR="00150E39">
        <w:tab/>
      </w:r>
      <w:r>
        <w:t>Maximální celková výše smluvních pokut</w:t>
      </w:r>
    </w:p>
    <w:p w14:paraId="28F3594F"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AB5E519" w14:textId="77777777" w:rsidR="00C96E7C" w:rsidRDefault="00C96E7C" w:rsidP="00150E39">
      <w:pPr>
        <w:pStyle w:val="PNNadpis10bPod-l111"/>
      </w:pPr>
      <w:r>
        <w:t>4.28</w:t>
      </w:r>
      <w:r w:rsidR="00150E39">
        <w:tab/>
      </w:r>
      <w:r>
        <w:t>Postupné závazné milníky</w:t>
      </w:r>
    </w:p>
    <w:p w14:paraId="0EC38750" w14:textId="65469759" w:rsidR="00637A52" w:rsidRDefault="00637A52" w:rsidP="00150E39">
      <w:pPr>
        <w:pStyle w:val="PNTextzkladn"/>
        <w:keepNext/>
      </w:pPr>
      <w:r w:rsidRPr="00DE6407">
        <w:t>Postupnými závaznými milníky jsou začátky a konce výluk uveden</w:t>
      </w:r>
      <w:r>
        <w:t>é</w:t>
      </w:r>
      <w:r w:rsidRPr="00DE6407">
        <w:t xml:space="preserve"> v</w:t>
      </w:r>
      <w:r>
        <w:t> dokumentu E.5.08 Zásady organizace výstavby.</w:t>
      </w:r>
    </w:p>
    <w:p w14:paraId="235D0C3A" w14:textId="7479C67A" w:rsidR="00617585" w:rsidRDefault="00617585" w:rsidP="00150E39">
      <w:pPr>
        <w:pStyle w:val="PNTextPoznmkazelen"/>
      </w:pPr>
    </w:p>
    <w:p w14:paraId="43AAD91F"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C58621E"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35B8C2EF"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C1B20D8" w14:textId="6C950ABE"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445BEE">
        <w:br/>
      </w:r>
      <w:r w:rsidR="000D7C32">
        <w:t>54</w:t>
      </w:r>
      <w:r w:rsidR="001146B8">
        <w:t xml:space="preserve"> měsíců</w:t>
      </w:r>
      <w:r>
        <w:t xml:space="preserve"> od Data zahájení prací.</w:t>
      </w:r>
    </w:p>
    <w:p w14:paraId="4F43C894" w14:textId="2C3ECBED"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672BBAA" w14:textId="100A69CC"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1146B8">
        <w:t>4</w:t>
      </w:r>
      <w:r w:rsidR="000D7C32">
        <w:t>8</w:t>
      </w:r>
      <w:r w:rsidR="001146B8">
        <w:t xml:space="preserve"> </w:t>
      </w:r>
      <w:r>
        <w:t xml:space="preserve">měsíců </w:t>
      </w:r>
      <w:r w:rsidRPr="00DD0A5F">
        <w:t>od Data zahájení prací</w:t>
      </w:r>
      <w:r w:rsidR="000D7C32">
        <w:t>, nejpozději do 17.12.2027</w:t>
      </w:r>
      <w:r>
        <w:t>.</w:t>
      </w:r>
    </w:p>
    <w:p w14:paraId="2A966A29" w14:textId="77777777" w:rsidR="0046368B" w:rsidRDefault="0046368B" w:rsidP="0046368B">
      <w:pPr>
        <w:pStyle w:val="PNNadpis10bPod-l111"/>
      </w:pPr>
      <w:r>
        <w:t xml:space="preserve">8.3 </w:t>
      </w:r>
      <w:r>
        <w:tab/>
        <w:t>Harmonogram</w:t>
      </w:r>
    </w:p>
    <w:p w14:paraId="6773750B" w14:textId="77777777" w:rsidR="0046368B" w:rsidRPr="001F4C4A" w:rsidRDefault="0046368B" w:rsidP="0046368B">
      <w:pPr>
        <w:pStyle w:val="PNTextzkladn"/>
      </w:pPr>
      <w:r>
        <w:t>V první větě se odstraňuje text „obsažený v nabídce“.</w:t>
      </w:r>
    </w:p>
    <w:p w14:paraId="535E1225" w14:textId="77777777" w:rsidR="000D5A97" w:rsidRDefault="000D5A97" w:rsidP="00150E39">
      <w:pPr>
        <w:pStyle w:val="PNNadpis10bPod-l111"/>
      </w:pPr>
      <w:r>
        <w:lastRenderedPageBreak/>
        <w:t xml:space="preserve">8.7 </w:t>
      </w:r>
      <w:r>
        <w:tab/>
        <w:t>Smluvní pokuta za zpoždění</w:t>
      </w:r>
    </w:p>
    <w:p w14:paraId="5AEAE58A" w14:textId="77777777" w:rsidR="00C96E7C" w:rsidRDefault="00C96E7C" w:rsidP="000D5A97">
      <w:pPr>
        <w:pStyle w:val="PNNadpis9b-tun"/>
      </w:pPr>
      <w:r>
        <w:t>Náhrada škody za zpoždění</w:t>
      </w:r>
    </w:p>
    <w:p w14:paraId="0074BFA5"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9E8CE9F" w14:textId="77777777" w:rsidR="00C96E7C" w:rsidRDefault="00C96E7C" w:rsidP="000D5A97">
      <w:pPr>
        <w:pStyle w:val="PNNadpis9b-tun"/>
      </w:pPr>
      <w:r>
        <w:t>Maximální částka náhrady škody za zpoždění</w:t>
      </w:r>
    </w:p>
    <w:p w14:paraId="134B6D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4FBA4E03" w14:textId="77777777" w:rsidR="00C96E7C" w:rsidRDefault="00C96E7C" w:rsidP="00150E39">
      <w:pPr>
        <w:pStyle w:val="PNNadpis10bPod-l111"/>
      </w:pPr>
      <w:r>
        <w:t>11.1</w:t>
      </w:r>
      <w:r w:rsidR="00150E39">
        <w:tab/>
      </w:r>
      <w:r>
        <w:t>Délka záruční doby</w:t>
      </w:r>
    </w:p>
    <w:p w14:paraId="394F9CF9"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E45D061" w14:textId="77777777" w:rsidR="00C96E7C" w:rsidRDefault="00C96E7C" w:rsidP="00150E39">
      <w:pPr>
        <w:pStyle w:val="PNNadpis10bPod-l111"/>
      </w:pPr>
      <w:r>
        <w:t xml:space="preserve">13.1 </w:t>
      </w:r>
      <w:r w:rsidR="00B81113">
        <w:tab/>
      </w:r>
      <w:r>
        <w:t xml:space="preserve">Právo na variaci </w:t>
      </w:r>
    </w:p>
    <w:p w14:paraId="1757DD8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0D93D2F" w14:textId="77777777" w:rsidR="00C96E7C" w:rsidRDefault="00C96E7C" w:rsidP="00D42C7E">
      <w:pPr>
        <w:pStyle w:val="PNNadpis10bPod-l111"/>
      </w:pPr>
      <w:r>
        <w:t xml:space="preserve">13.5 </w:t>
      </w:r>
      <w:r w:rsidR="00B81113">
        <w:tab/>
      </w:r>
      <w:r>
        <w:t>Podmíněné obnosy</w:t>
      </w:r>
    </w:p>
    <w:p w14:paraId="490D0B11" w14:textId="77777777" w:rsidR="00C96E7C" w:rsidRPr="00D42C7E" w:rsidRDefault="00C96E7C" w:rsidP="00D42C7E">
      <w:pPr>
        <w:pStyle w:val="PNTextzkladn"/>
      </w:pPr>
      <w:r w:rsidRPr="00D42C7E">
        <w:t>Podmíněné obnosy poskytnuty nebudou.</w:t>
      </w:r>
    </w:p>
    <w:p w14:paraId="146E6099"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97C83C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6E4FE3A" w14:textId="7423AFCC" w:rsidR="00C96E7C" w:rsidRPr="00146747" w:rsidRDefault="00C96E7C" w:rsidP="008C57E9">
      <w:pPr>
        <w:pStyle w:val="PNNadpis10bPod-l111"/>
      </w:pPr>
      <w:r>
        <w:t>14.2</w:t>
      </w:r>
      <w:r w:rsidR="00D42C7E">
        <w:t xml:space="preserve"> </w:t>
      </w:r>
      <w:r w:rsidR="00D42C7E">
        <w:tab/>
      </w:r>
      <w:r>
        <w:t xml:space="preserve">Zálohová platba </w:t>
      </w:r>
    </w:p>
    <w:p w14:paraId="29F9DC8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718DD845" w14:textId="45CFEBD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1146B8" w:rsidRPr="008C57E9">
        <w:t>30</w:t>
      </w:r>
      <w:r w:rsidRPr="008C57E9">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9AEB5D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E83E79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558021D"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C55FB5D"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998D6AE"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770BE61"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B44821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4E400AD1" w14:textId="77777777" w:rsidR="00C96E7C" w:rsidRDefault="00C96E7C" w:rsidP="00D42C7E">
      <w:pPr>
        <w:pStyle w:val="PNOdstavecsl1a"/>
      </w:pPr>
      <w:r>
        <w:t>V případě:</w:t>
      </w:r>
    </w:p>
    <w:p w14:paraId="09EBD8EF"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7EDF69B"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F1A717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4800EA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BE81B1" w14:textId="77777777" w:rsidR="00C96E7C" w:rsidRDefault="00C96E7C" w:rsidP="00367EBA">
      <w:pPr>
        <w:pStyle w:val="PNTextzkladn"/>
      </w:pPr>
      <w:r w:rsidRPr="00367EBA">
        <w:t>Celkový součet požadovaných</w:t>
      </w:r>
      <w:r>
        <w:t xml:space="preserve"> zálohových plateb nesmí překročit Smluvní cenu. </w:t>
      </w:r>
    </w:p>
    <w:p w14:paraId="7A825484" w14:textId="77777777" w:rsidR="002A1067" w:rsidRDefault="002A1067" w:rsidP="00367EBA">
      <w:pPr>
        <w:pStyle w:val="PNNadpis10bPod-l111"/>
      </w:pPr>
      <w:r>
        <w:t xml:space="preserve">14.3 </w:t>
      </w:r>
      <w:r w:rsidR="00367EBA">
        <w:tab/>
      </w:r>
      <w:r>
        <w:t>Počet vyhotovení</w:t>
      </w:r>
    </w:p>
    <w:p w14:paraId="74F13779" w14:textId="77777777" w:rsidR="00157862" w:rsidRDefault="00157862" w:rsidP="007213E4">
      <w:pPr>
        <w:pStyle w:val="PNTextzkladn"/>
      </w:pPr>
      <w:r>
        <w:t>Text první věty prvního odstavce se ruší a nahrazuje textem:</w:t>
      </w:r>
    </w:p>
    <w:p w14:paraId="02739668" w14:textId="6F6ADCD6" w:rsidR="00157862" w:rsidRPr="00157862" w:rsidRDefault="00157862" w:rsidP="008C57E9">
      <w:pPr>
        <w:pStyle w:val="PNTextzkladn"/>
      </w:pPr>
      <w:r>
        <w:t xml:space="preserve">„Zhotovitel musí Správci stavby předložit po skončení každého měsíce v </w:t>
      </w:r>
      <w:r w:rsidR="002F3F62">
        <w:t xml:space="preserve">2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275DCA2E"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4221B9B" w14:textId="77777777" w:rsidR="00C96E7C" w:rsidRDefault="00C96E7C" w:rsidP="00582C15">
      <w:pPr>
        <w:pStyle w:val="PNTextzkladn"/>
      </w:pPr>
      <w:r>
        <w:t>Pod-článek 14.5 se nepoužije.</w:t>
      </w:r>
    </w:p>
    <w:p w14:paraId="64203677"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2D655E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3AAADF4" w14:textId="77777777" w:rsidR="00C96E7C" w:rsidRDefault="00C96E7C" w:rsidP="00150E39">
      <w:pPr>
        <w:pStyle w:val="PNNadpis10bPod-l111"/>
      </w:pPr>
      <w:r>
        <w:t>14.6</w:t>
      </w:r>
      <w:r w:rsidR="00EE7DC3">
        <w:t xml:space="preserve"> </w:t>
      </w:r>
      <w:r w:rsidR="00EE7DC3">
        <w:tab/>
      </w:r>
      <w:r>
        <w:t>Minimální částka Potvrzení průběžné platby</w:t>
      </w:r>
    </w:p>
    <w:p w14:paraId="35E0291B" w14:textId="0F106A28" w:rsidR="00C96E7C" w:rsidRDefault="00C96E7C" w:rsidP="00EE7DC3">
      <w:pPr>
        <w:pStyle w:val="PNTextzkladn"/>
      </w:pPr>
      <w:r>
        <w:t xml:space="preserve">Minimální </w:t>
      </w:r>
      <w:r w:rsidRPr="00EE7DC3">
        <w:t>částka</w:t>
      </w:r>
      <w:r>
        <w:t xml:space="preserve"> Potvrzení průběžné platby není stanovena.</w:t>
      </w:r>
    </w:p>
    <w:p w14:paraId="7395C4E0" w14:textId="77777777" w:rsidR="002A1067" w:rsidRPr="00785811" w:rsidRDefault="002A1067" w:rsidP="00EE7DC3">
      <w:pPr>
        <w:pStyle w:val="PNNadpis10bPod-l111"/>
      </w:pPr>
      <w:r w:rsidRPr="00785811">
        <w:t>14.11</w:t>
      </w:r>
      <w:r w:rsidR="00EE7DC3">
        <w:tab/>
      </w:r>
      <w:r w:rsidRPr="00785811">
        <w:t>Počet vyhotovení</w:t>
      </w:r>
    </w:p>
    <w:p w14:paraId="53AEBDEF" w14:textId="77777777" w:rsidR="00D20FA8" w:rsidRDefault="00D20FA8" w:rsidP="00EE7DC3">
      <w:pPr>
        <w:pStyle w:val="PNTextzkladn"/>
      </w:pPr>
      <w:r>
        <w:t>Text prvního odstavce se ruší a nahrazuje textem:</w:t>
      </w:r>
    </w:p>
    <w:p w14:paraId="71B95DB3" w14:textId="031CDEBC" w:rsidR="00D20FA8" w:rsidRDefault="00D20FA8" w:rsidP="00EE7DC3">
      <w:pPr>
        <w:pStyle w:val="PNTextzkladn"/>
      </w:pPr>
      <w:r>
        <w:t>„Do 35 dnů po obdržení Potvrzení o převzetí Díla musí Zhotovitel Správci stavby předložit v</w:t>
      </w:r>
      <w:r w:rsidR="00204751">
        <w:t> </w:t>
      </w:r>
      <w:r w:rsidR="002F3F62">
        <w:t xml:space="preserve">2 </w:t>
      </w:r>
      <w:r>
        <w:t>tištěných originálech a dále pak jednou v elektronické podobě Závěrečné vyúčtování s podkladovými dokumenty, které znázorňuje:</w:t>
      </w:r>
    </w:p>
    <w:p w14:paraId="6F4CA119"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69CD2CB2" w14:textId="77777777" w:rsidR="008A7A09" w:rsidRDefault="008A7A09" w:rsidP="00EE7DC3">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3BBE9DC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AB8B0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A66F87D"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B57AF33"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E8FE90"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3E7A9548"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7FBDC31E"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DF35F8B"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CA524E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6855763" w14:textId="77777777" w:rsidR="00C96E7C" w:rsidRDefault="00C96E7C" w:rsidP="00EE7DC3">
      <w:pPr>
        <w:pStyle w:val="PNTextzkladn"/>
      </w:pPr>
      <w:r>
        <w:t xml:space="preserve">Rozhodování sporů je upraveno dle </w:t>
      </w:r>
      <w:r w:rsidRPr="00EE7DC3">
        <w:t>varianty</w:t>
      </w:r>
      <w:r>
        <w:t xml:space="preserve"> B.</w:t>
      </w:r>
    </w:p>
    <w:p w14:paraId="14761D8D" w14:textId="77777777" w:rsidR="00C732F0" w:rsidRDefault="00C732F0" w:rsidP="00D60543">
      <w:pPr>
        <w:pStyle w:val="PNTextzkladn"/>
      </w:pPr>
    </w:p>
    <w:p w14:paraId="125860A0" w14:textId="77777777" w:rsidR="00C732F0" w:rsidRDefault="00C732F0" w:rsidP="00D60543">
      <w:pPr>
        <w:pStyle w:val="PNTextzkladn"/>
      </w:pPr>
    </w:p>
    <w:p w14:paraId="637F88A7"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76AA" w14:textId="77777777" w:rsidR="004C53C4" w:rsidRDefault="004C53C4" w:rsidP="00962258">
      <w:pPr>
        <w:spacing w:after="0" w:line="240" w:lineRule="auto"/>
      </w:pPr>
      <w:r>
        <w:separator/>
      </w:r>
    </w:p>
  </w:endnote>
  <w:endnote w:type="continuationSeparator" w:id="0">
    <w:p w14:paraId="78A3D3DD" w14:textId="77777777" w:rsidR="004C53C4" w:rsidRDefault="004C53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63A5" w:rsidRPr="003462EB" w14:paraId="54ADAE27" w14:textId="77777777" w:rsidTr="00031645">
      <w:tc>
        <w:tcPr>
          <w:tcW w:w="1021" w:type="dxa"/>
          <w:vAlign w:val="bottom"/>
        </w:tcPr>
        <w:p w14:paraId="4072EC7E" w14:textId="7A094D7E" w:rsidR="005563A5" w:rsidRPr="00B8518B" w:rsidRDefault="005563A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CB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5CBA">
            <w:rPr>
              <w:rStyle w:val="slostrnky"/>
              <w:noProof/>
            </w:rPr>
            <w:t>10</w:t>
          </w:r>
          <w:r w:rsidRPr="00B8518B">
            <w:rPr>
              <w:rStyle w:val="slostrnky"/>
            </w:rPr>
            <w:fldChar w:fldCharType="end"/>
          </w:r>
        </w:p>
      </w:tc>
      <w:tc>
        <w:tcPr>
          <w:tcW w:w="0" w:type="auto"/>
          <w:vAlign w:val="bottom"/>
        </w:tcPr>
        <w:p w14:paraId="13E769E7" w14:textId="77777777" w:rsidR="005563A5" w:rsidRDefault="005563A5" w:rsidP="00031645">
          <w:pPr>
            <w:pStyle w:val="Zpatvlevo"/>
          </w:pPr>
          <w:r>
            <w:t>Příloha k a nabídce</w:t>
          </w:r>
        </w:p>
        <w:p w14:paraId="2FD68B60" w14:textId="6DD9F382" w:rsidR="005563A5" w:rsidRPr="003462EB" w:rsidRDefault="005563A5"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D26CA" w:rsidRPr="00ED26CA">
            <w:rPr>
              <w:bCs/>
              <w:noProof/>
            </w:rPr>
            <w:t>„Rekonstrukce trati v úseku Kyjice – Chomutov“</w:t>
          </w:r>
          <w:r w:rsidR="00ED26CA" w:rsidRPr="00ED26CA">
            <w:rPr>
              <w:bCs/>
              <w:noProof/>
            </w:rPr>
            <w:cr/>
          </w:r>
          <w:r w:rsidRPr="00967F7C">
            <w:rPr>
              <w:b/>
              <w:noProof/>
            </w:rPr>
            <w:fldChar w:fldCharType="end"/>
          </w:r>
        </w:p>
      </w:tc>
    </w:tr>
  </w:tbl>
  <w:p w14:paraId="25FEE490" w14:textId="77777777" w:rsidR="005563A5" w:rsidRPr="00967F7C" w:rsidRDefault="005563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63A5" w:rsidRPr="009E09BE" w14:paraId="6DB6313B" w14:textId="77777777" w:rsidTr="00031645">
      <w:tc>
        <w:tcPr>
          <w:tcW w:w="0" w:type="auto"/>
          <w:tcMar>
            <w:left w:w="0" w:type="dxa"/>
            <w:right w:w="0" w:type="dxa"/>
          </w:tcMar>
          <w:vAlign w:val="bottom"/>
        </w:tcPr>
        <w:p w14:paraId="2F19297A" w14:textId="77777777" w:rsidR="005563A5" w:rsidRDefault="005563A5" w:rsidP="007213E4">
          <w:pPr>
            <w:pStyle w:val="Zpatvpravo"/>
          </w:pPr>
          <w:r w:rsidRPr="007213E4">
            <w:t>Příloha</w:t>
          </w:r>
          <w:r>
            <w:t xml:space="preserve"> k nabídce</w:t>
          </w:r>
        </w:p>
        <w:p w14:paraId="7358EA4F" w14:textId="75C3E804" w:rsidR="005563A5" w:rsidRPr="003462EB" w:rsidRDefault="005563A5"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D26CA" w:rsidRPr="00ED26CA">
            <w:rPr>
              <w:noProof/>
            </w:rPr>
            <w:t>„Rekonstrukce trati v úseku Kyjice – Chomutov“</w:t>
          </w:r>
          <w:r w:rsidR="00ED26CA" w:rsidRPr="00ED26CA">
            <w:rPr>
              <w:noProof/>
            </w:rPr>
            <w:cr/>
          </w:r>
          <w:r w:rsidRPr="00967F7C">
            <w:rPr>
              <w:b/>
              <w:noProof/>
            </w:rPr>
            <w:fldChar w:fldCharType="end"/>
          </w:r>
        </w:p>
      </w:tc>
      <w:tc>
        <w:tcPr>
          <w:tcW w:w="1021" w:type="dxa"/>
          <w:vAlign w:val="bottom"/>
        </w:tcPr>
        <w:p w14:paraId="3521D35C" w14:textId="48977928" w:rsidR="005563A5" w:rsidRPr="009E09BE" w:rsidRDefault="005563A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5CB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5CBA">
            <w:rPr>
              <w:rStyle w:val="slostrnky"/>
              <w:noProof/>
            </w:rPr>
            <w:t>10</w:t>
          </w:r>
          <w:r w:rsidRPr="00B8518B">
            <w:rPr>
              <w:rStyle w:val="slostrnky"/>
            </w:rPr>
            <w:fldChar w:fldCharType="end"/>
          </w:r>
        </w:p>
      </w:tc>
    </w:tr>
  </w:tbl>
  <w:p w14:paraId="018BA936" w14:textId="77777777" w:rsidR="005563A5" w:rsidRPr="00B8518B" w:rsidRDefault="005563A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6C5CA" w14:textId="77777777" w:rsidR="004C53C4" w:rsidRDefault="004C53C4" w:rsidP="00962258">
      <w:pPr>
        <w:spacing w:after="0" w:line="240" w:lineRule="auto"/>
      </w:pPr>
      <w:r>
        <w:separator/>
      </w:r>
    </w:p>
  </w:footnote>
  <w:footnote w:type="continuationSeparator" w:id="0">
    <w:p w14:paraId="42E14C6F" w14:textId="77777777" w:rsidR="004C53C4" w:rsidRDefault="004C53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63A5" w14:paraId="4ACE0E36" w14:textId="77777777" w:rsidTr="00B22106">
      <w:trPr>
        <w:trHeight w:hRule="exact" w:val="936"/>
      </w:trPr>
      <w:tc>
        <w:tcPr>
          <w:tcW w:w="1361" w:type="dxa"/>
          <w:tcMar>
            <w:left w:w="0" w:type="dxa"/>
            <w:right w:w="0" w:type="dxa"/>
          </w:tcMar>
        </w:tcPr>
        <w:p w14:paraId="7069632F" w14:textId="77777777" w:rsidR="005563A5" w:rsidRPr="00B8518B" w:rsidRDefault="005563A5" w:rsidP="00FC6389">
          <w:pPr>
            <w:pStyle w:val="Zpat"/>
            <w:rPr>
              <w:rStyle w:val="slostrnky"/>
            </w:rPr>
          </w:pPr>
        </w:p>
      </w:tc>
      <w:tc>
        <w:tcPr>
          <w:tcW w:w="3458" w:type="dxa"/>
          <w:shd w:val="clear" w:color="auto" w:fill="auto"/>
          <w:tcMar>
            <w:left w:w="0" w:type="dxa"/>
            <w:right w:w="0" w:type="dxa"/>
          </w:tcMar>
        </w:tcPr>
        <w:p w14:paraId="160EF29F" w14:textId="77777777" w:rsidR="005563A5" w:rsidRDefault="005563A5" w:rsidP="00967F7C">
          <w:pPr>
            <w:pStyle w:val="Zpat"/>
          </w:pPr>
          <w:r>
            <w:rPr>
              <w:noProof/>
              <w:lang w:eastAsia="cs-CZ"/>
            </w:rPr>
            <w:drawing>
              <wp:anchor distT="0" distB="0" distL="114300" distR="114300" simplePos="0" relativeHeight="251672576" behindDoc="0" locked="1" layoutInCell="1" allowOverlap="1" wp14:anchorId="398E0B51" wp14:editId="1954F44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7E6AA5" w14:textId="77777777" w:rsidR="005563A5" w:rsidRPr="00D6163D" w:rsidRDefault="005563A5" w:rsidP="00FC6389">
          <w:pPr>
            <w:pStyle w:val="Druhdokumentu"/>
          </w:pPr>
        </w:p>
      </w:tc>
    </w:tr>
    <w:tr w:rsidR="005563A5" w14:paraId="5CE296B6" w14:textId="77777777" w:rsidTr="00B22106">
      <w:trPr>
        <w:trHeight w:hRule="exact" w:val="936"/>
      </w:trPr>
      <w:tc>
        <w:tcPr>
          <w:tcW w:w="1361" w:type="dxa"/>
          <w:tcMar>
            <w:left w:w="0" w:type="dxa"/>
            <w:right w:w="0" w:type="dxa"/>
          </w:tcMar>
        </w:tcPr>
        <w:p w14:paraId="5E041863" w14:textId="77777777" w:rsidR="005563A5" w:rsidRPr="00B8518B" w:rsidRDefault="005563A5" w:rsidP="00FC6389">
          <w:pPr>
            <w:pStyle w:val="Zpat"/>
            <w:rPr>
              <w:rStyle w:val="slostrnky"/>
            </w:rPr>
          </w:pPr>
        </w:p>
      </w:tc>
      <w:tc>
        <w:tcPr>
          <w:tcW w:w="3458" w:type="dxa"/>
          <w:shd w:val="clear" w:color="auto" w:fill="auto"/>
          <w:tcMar>
            <w:left w:w="0" w:type="dxa"/>
            <w:right w:w="0" w:type="dxa"/>
          </w:tcMar>
        </w:tcPr>
        <w:p w14:paraId="5E2887F2" w14:textId="77777777" w:rsidR="005563A5" w:rsidRDefault="005563A5" w:rsidP="00FC6389">
          <w:pPr>
            <w:pStyle w:val="Zpat"/>
          </w:pPr>
        </w:p>
      </w:tc>
      <w:tc>
        <w:tcPr>
          <w:tcW w:w="5756" w:type="dxa"/>
          <w:shd w:val="clear" w:color="auto" w:fill="auto"/>
          <w:tcMar>
            <w:left w:w="0" w:type="dxa"/>
            <w:right w:w="0" w:type="dxa"/>
          </w:tcMar>
        </w:tcPr>
        <w:p w14:paraId="53F44407" w14:textId="77777777" w:rsidR="005563A5" w:rsidRPr="00D6163D" w:rsidRDefault="005563A5" w:rsidP="00FC6389">
          <w:pPr>
            <w:pStyle w:val="Druhdokumentu"/>
          </w:pPr>
        </w:p>
      </w:tc>
    </w:tr>
  </w:tbl>
  <w:p w14:paraId="7BBC999B" w14:textId="77777777" w:rsidR="005563A5" w:rsidRPr="00D6163D" w:rsidRDefault="005563A5" w:rsidP="00FC6389">
    <w:pPr>
      <w:pStyle w:val="Zhlav"/>
      <w:rPr>
        <w:sz w:val="8"/>
        <w:szCs w:val="8"/>
      </w:rPr>
    </w:pPr>
  </w:p>
  <w:p w14:paraId="0D5DD92E" w14:textId="77777777" w:rsidR="005563A5" w:rsidRPr="00460660" w:rsidRDefault="005563A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553735251">
    <w:abstractNumId w:val="2"/>
  </w:num>
  <w:num w:numId="2" w16cid:durableId="295306979">
    <w:abstractNumId w:val="0"/>
  </w:num>
  <w:num w:numId="3" w16cid:durableId="1275746600">
    <w:abstractNumId w:val="7"/>
  </w:num>
  <w:num w:numId="4" w16cid:durableId="478153320">
    <w:abstractNumId w:val="3"/>
  </w:num>
  <w:num w:numId="5" w16cid:durableId="805703603">
    <w:abstractNumId w:val="5"/>
  </w:num>
  <w:num w:numId="6" w16cid:durableId="1912690209">
    <w:abstractNumId w:val="6"/>
  </w:num>
  <w:num w:numId="7" w16cid:durableId="956255369">
    <w:abstractNumId w:val="4"/>
  </w:num>
  <w:num w:numId="8" w16cid:durableId="1396318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2013213">
    <w:abstractNumId w:val="1"/>
  </w:num>
  <w:num w:numId="10" w16cid:durableId="179301186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13CB"/>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D7C32"/>
    <w:rsid w:val="000E0B11"/>
    <w:rsid w:val="000E1A7F"/>
    <w:rsid w:val="000E26D2"/>
    <w:rsid w:val="000E79BD"/>
    <w:rsid w:val="000F4591"/>
    <w:rsid w:val="00103BEA"/>
    <w:rsid w:val="00112864"/>
    <w:rsid w:val="00114472"/>
    <w:rsid w:val="001146B8"/>
    <w:rsid w:val="00114988"/>
    <w:rsid w:val="001149ED"/>
    <w:rsid w:val="00115069"/>
    <w:rsid w:val="001150F2"/>
    <w:rsid w:val="001174DF"/>
    <w:rsid w:val="0012024F"/>
    <w:rsid w:val="00126C15"/>
    <w:rsid w:val="0013657D"/>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2090C"/>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105A"/>
    <w:rsid w:val="002F3F62"/>
    <w:rsid w:val="002F4333"/>
    <w:rsid w:val="00305E50"/>
    <w:rsid w:val="00312736"/>
    <w:rsid w:val="00322AA5"/>
    <w:rsid w:val="003259C2"/>
    <w:rsid w:val="00327EEF"/>
    <w:rsid w:val="0033239F"/>
    <w:rsid w:val="003341BC"/>
    <w:rsid w:val="0034274B"/>
    <w:rsid w:val="00346C2C"/>
    <w:rsid w:val="00346D36"/>
    <w:rsid w:val="0034719F"/>
    <w:rsid w:val="00350A35"/>
    <w:rsid w:val="00350A84"/>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322A"/>
    <w:rsid w:val="003A7B88"/>
    <w:rsid w:val="003B3E68"/>
    <w:rsid w:val="003C33F2"/>
    <w:rsid w:val="003C5369"/>
    <w:rsid w:val="003C5F1F"/>
    <w:rsid w:val="003D2A71"/>
    <w:rsid w:val="003D756E"/>
    <w:rsid w:val="003E2E24"/>
    <w:rsid w:val="003E420D"/>
    <w:rsid w:val="003E4C13"/>
    <w:rsid w:val="003F2099"/>
    <w:rsid w:val="003F7B6D"/>
    <w:rsid w:val="004001A6"/>
    <w:rsid w:val="0040250D"/>
    <w:rsid w:val="004078F3"/>
    <w:rsid w:val="004220DE"/>
    <w:rsid w:val="0042532F"/>
    <w:rsid w:val="00425E03"/>
    <w:rsid w:val="00427794"/>
    <w:rsid w:val="004309EE"/>
    <w:rsid w:val="00441B4D"/>
    <w:rsid w:val="00445BEE"/>
    <w:rsid w:val="00450F07"/>
    <w:rsid w:val="00453CD3"/>
    <w:rsid w:val="004571F9"/>
    <w:rsid w:val="00460660"/>
    <w:rsid w:val="00460ABF"/>
    <w:rsid w:val="0046368B"/>
    <w:rsid w:val="00464BA9"/>
    <w:rsid w:val="00483969"/>
    <w:rsid w:val="00486107"/>
    <w:rsid w:val="00491827"/>
    <w:rsid w:val="004A00B4"/>
    <w:rsid w:val="004C4399"/>
    <w:rsid w:val="004C4830"/>
    <w:rsid w:val="004C53C4"/>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140F4"/>
    <w:rsid w:val="00523BB5"/>
    <w:rsid w:val="00523EA7"/>
    <w:rsid w:val="00530F7C"/>
    <w:rsid w:val="005406EB"/>
    <w:rsid w:val="005463A3"/>
    <w:rsid w:val="005475D9"/>
    <w:rsid w:val="00553375"/>
    <w:rsid w:val="00555884"/>
    <w:rsid w:val="005563A5"/>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34D28"/>
    <w:rsid w:val="00637A52"/>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95A8D"/>
    <w:rsid w:val="006A4B55"/>
    <w:rsid w:val="006A5570"/>
    <w:rsid w:val="006A689C"/>
    <w:rsid w:val="006B3D79"/>
    <w:rsid w:val="006B6FE4"/>
    <w:rsid w:val="006B73BB"/>
    <w:rsid w:val="006C2343"/>
    <w:rsid w:val="006C442A"/>
    <w:rsid w:val="006C5D15"/>
    <w:rsid w:val="006E0578"/>
    <w:rsid w:val="006E13F8"/>
    <w:rsid w:val="006E314D"/>
    <w:rsid w:val="006F043D"/>
    <w:rsid w:val="006F2D7A"/>
    <w:rsid w:val="006F3A6E"/>
    <w:rsid w:val="006F6487"/>
    <w:rsid w:val="006F75EE"/>
    <w:rsid w:val="00700C23"/>
    <w:rsid w:val="00702811"/>
    <w:rsid w:val="007055DC"/>
    <w:rsid w:val="00710723"/>
    <w:rsid w:val="0071289B"/>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3AFC"/>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57E9"/>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43AE"/>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6F0"/>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473A"/>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1311"/>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45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26CA"/>
    <w:rsid w:val="00ED35FD"/>
    <w:rsid w:val="00ED40E0"/>
    <w:rsid w:val="00ED5B48"/>
    <w:rsid w:val="00ED5EB7"/>
    <w:rsid w:val="00EE66AF"/>
    <w:rsid w:val="00EE7DC3"/>
    <w:rsid w:val="00EF10BA"/>
    <w:rsid w:val="00EF3412"/>
    <w:rsid w:val="00F016C7"/>
    <w:rsid w:val="00F03129"/>
    <w:rsid w:val="00F0427E"/>
    <w:rsid w:val="00F05A3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5CBA"/>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1A8FF6"/>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odsazen">
    <w:name w:val="_Text_bez_odsazení"/>
    <w:basedOn w:val="Normln"/>
    <w:link w:val="TextbezodsazenChar"/>
    <w:qFormat/>
    <w:rsid w:val="005140F4"/>
    <w:pPr>
      <w:spacing w:after="120" w:line="264" w:lineRule="auto"/>
      <w:jc w:val="both"/>
    </w:pPr>
    <w:rPr>
      <w:sz w:val="18"/>
      <w:szCs w:val="18"/>
    </w:rPr>
  </w:style>
  <w:style w:type="character" w:customStyle="1" w:styleId="TextbezodsazenChar">
    <w:name w:val="_Text_bez_odsazení Char"/>
    <w:basedOn w:val="Standardnpsmoodstavce"/>
    <w:link w:val="Textbezodsazen"/>
    <w:rsid w:val="005140F4"/>
    <w:rPr>
      <w:rFonts w:ascii="Verdana" w:hAnsi="Verdana"/>
    </w:rPr>
  </w:style>
  <w:style w:type="paragraph" w:customStyle="1" w:styleId="Textbezslovn">
    <w:name w:val="_Text_bez_číslování"/>
    <w:basedOn w:val="Normln"/>
    <w:link w:val="TextbezslovnChar"/>
    <w:qFormat/>
    <w:rsid w:val="00DE1311"/>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DE131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24103224">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Balcarek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D17AE5"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1438B8"/>
    <w:rsid w:val="0024449C"/>
    <w:rsid w:val="007A08D7"/>
    <w:rsid w:val="009B4451"/>
    <w:rsid w:val="00D17AE5"/>
    <w:rsid w:val="00DA6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11114de8-59ab-4a1f-8a5f-49a0bd066a0f"/>
    <ds:schemaRef ds:uri="http://schemas.microsoft.com/office/infopath/2007/PartnerControls"/>
    <ds:schemaRef ds:uri="http://purl.org/dc/elements/1.1/"/>
    <ds:schemaRef ds:uri="http://schemas.microsoft.com/office/2006/metadata/propertie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0AB6FAA-6D08-491B-A0C4-00CDCB4C6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CE7A5B-1BA4-4E28-A296-90B3C8C4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TotalTime>
  <Pages>10</Pages>
  <Words>3779</Words>
  <Characters>22297</Characters>
  <Application>Microsoft Office Word</Application>
  <DocSecurity>0</DocSecurity>
  <Lines>185</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4</cp:revision>
  <cp:lastPrinted>2023-09-13T12:55:00Z</cp:lastPrinted>
  <dcterms:created xsi:type="dcterms:W3CDTF">2023-09-13T12:54:00Z</dcterms:created>
  <dcterms:modified xsi:type="dcterms:W3CDTF">2023-09-13T12:55:00Z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