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36D69D25" w14:textId="0F50BFD9" w:rsidR="0035531B" w:rsidRDefault="00DA2B46" w:rsidP="00EB46E5">
      <w:pPr>
        <w:pStyle w:val="Titul2"/>
      </w:pPr>
      <w:r w:rsidRPr="00DA2B46">
        <w:t>„Soubor staveb: Rekonstrukce ŽST Praha-Smíchov II. etapa a Výstavba lávky v ŽST Praha-Smíchov“</w:t>
      </w:r>
    </w:p>
    <w:p w14:paraId="326F2FB6" w14:textId="77777777" w:rsidR="006C1ECA" w:rsidRDefault="006C1ECA" w:rsidP="00887491">
      <w:pPr>
        <w:pStyle w:val="Text1-1"/>
        <w:numPr>
          <w:ilvl w:val="0"/>
          <w:numId w:val="0"/>
        </w:numPr>
        <w:tabs>
          <w:tab w:val="left" w:pos="708"/>
        </w:tabs>
        <w:ind w:left="737" w:hanging="737"/>
      </w:pPr>
    </w:p>
    <w:p w14:paraId="4C01166D" w14:textId="2963B139" w:rsidR="00887491" w:rsidRDefault="00887491" w:rsidP="00887491">
      <w:pPr>
        <w:pStyle w:val="Text1-1"/>
        <w:numPr>
          <w:ilvl w:val="0"/>
          <w:numId w:val="0"/>
        </w:numPr>
        <w:tabs>
          <w:tab w:val="left" w:pos="708"/>
        </w:tabs>
        <w:ind w:left="737" w:hanging="737"/>
      </w:pPr>
      <w:r>
        <w:t>Č.j.</w:t>
      </w:r>
      <w:r w:rsidR="00B93297">
        <w:t xml:space="preserve"> 14803/2023-SŽ-SSZ-OVZ</w:t>
      </w:r>
    </w:p>
    <w:p w14:paraId="68263877" w14:textId="77777777" w:rsidR="00912983" w:rsidRDefault="00912983" w:rsidP="00912983">
      <w:pPr>
        <w:spacing w:after="0" w:line="240" w:lineRule="auto"/>
        <w:rPr>
          <w:i/>
          <w:color w:val="FF0000"/>
        </w:rPr>
      </w:pPr>
    </w:p>
    <w:p w14:paraId="1797958E" w14:textId="11D77195" w:rsidR="001927BE" w:rsidRDefault="001927BE" w:rsidP="00912983">
      <w:pPr>
        <w:spacing w:after="0"/>
        <w:rPr>
          <w:i/>
          <w:color w:val="FF0000"/>
        </w:rPr>
      </w:pPr>
    </w:p>
    <w:p w14:paraId="112D2518" w14:textId="0BF4B388" w:rsidR="00791138" w:rsidRDefault="00791138" w:rsidP="00912983">
      <w:pPr>
        <w:spacing w:after="0"/>
        <w:rPr>
          <w:i/>
          <w:color w:val="FF0000"/>
        </w:rPr>
      </w:pPr>
    </w:p>
    <w:p w14:paraId="45982985" w14:textId="797DA73C" w:rsidR="00791138" w:rsidRDefault="00791138" w:rsidP="00912983">
      <w:pPr>
        <w:spacing w:after="0"/>
        <w:rPr>
          <w:i/>
          <w:color w:val="FF0000"/>
        </w:rPr>
      </w:pPr>
    </w:p>
    <w:p w14:paraId="6485936B" w14:textId="73755BFD" w:rsidR="00791138" w:rsidRDefault="00791138" w:rsidP="00912983">
      <w:pPr>
        <w:spacing w:after="0"/>
        <w:rPr>
          <w:i/>
          <w:color w:val="FF0000"/>
        </w:rPr>
      </w:pPr>
    </w:p>
    <w:p w14:paraId="7856FD3B" w14:textId="3C3DB83F" w:rsidR="00791138" w:rsidRDefault="00791138" w:rsidP="00912983">
      <w:pPr>
        <w:spacing w:after="0"/>
        <w:rPr>
          <w:i/>
          <w:color w:val="FF0000"/>
        </w:rPr>
      </w:pPr>
    </w:p>
    <w:p w14:paraId="26D20D73" w14:textId="635AAFF8" w:rsidR="00791138" w:rsidRDefault="00791138" w:rsidP="00912983">
      <w:pPr>
        <w:spacing w:after="0"/>
        <w:rPr>
          <w:i/>
          <w:color w:val="FF0000"/>
        </w:rPr>
      </w:pPr>
    </w:p>
    <w:p w14:paraId="291DA9F7" w14:textId="720E3FA5" w:rsidR="00791138" w:rsidRDefault="00791138" w:rsidP="00912983">
      <w:pPr>
        <w:spacing w:after="0"/>
        <w:rPr>
          <w:i/>
          <w:color w:val="FF0000"/>
        </w:rPr>
      </w:pPr>
    </w:p>
    <w:p w14:paraId="27AC91C2" w14:textId="226079D9" w:rsidR="00791138" w:rsidRDefault="00791138" w:rsidP="00912983">
      <w:pPr>
        <w:spacing w:after="0"/>
        <w:rPr>
          <w:i/>
          <w:color w:val="FF0000"/>
        </w:rPr>
      </w:pPr>
    </w:p>
    <w:p w14:paraId="6A2F406A" w14:textId="31C70065" w:rsidR="00791138" w:rsidRDefault="00791138" w:rsidP="00912983">
      <w:pPr>
        <w:spacing w:after="0"/>
        <w:rPr>
          <w:i/>
          <w:color w:val="FF0000"/>
        </w:rPr>
      </w:pPr>
    </w:p>
    <w:p w14:paraId="3A66ED05" w14:textId="77777777" w:rsidR="00791138" w:rsidRDefault="00791138" w:rsidP="00912983">
      <w:pPr>
        <w:spacing w:after="0"/>
        <w:rPr>
          <w:i/>
          <w:color w:val="FF0000"/>
        </w:rPr>
      </w:pPr>
    </w:p>
    <w:p w14:paraId="6F3AD9B0" w14:textId="61882460" w:rsidR="001927BE" w:rsidRDefault="001927BE" w:rsidP="00912983">
      <w:pPr>
        <w:spacing w:after="0"/>
        <w:rPr>
          <w:i/>
          <w:color w:val="FF0000"/>
        </w:rPr>
      </w:pPr>
      <w:r w:rsidRPr="00FD7140">
        <w:rPr>
          <w:noProof/>
          <w:lang w:eastAsia="cs-CZ"/>
        </w:rPr>
        <w:drawing>
          <wp:inline distT="0" distB="0" distL="0" distR="0" wp14:anchorId="3EE855E2" wp14:editId="21294123">
            <wp:extent cx="2980481" cy="625623"/>
            <wp:effectExtent l="0" t="0" r="0" b="3175"/>
            <wp:docPr id="9" name="Obrázek 9"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67860" cy="643964"/>
                    </a:xfrm>
                    <a:prstGeom prst="rect">
                      <a:avLst/>
                    </a:prstGeom>
                    <a:noFill/>
                    <a:ln>
                      <a:noFill/>
                    </a:ln>
                  </pic:spPr>
                </pic:pic>
              </a:graphicData>
            </a:graphic>
          </wp:inline>
        </w:drawing>
      </w: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6C1A2FA7" w14:textId="162C20C9" w:rsidR="00BF0878"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1262550" w:history="1">
        <w:r w:rsidR="00BF0878" w:rsidRPr="007F7F0B">
          <w:rPr>
            <w:rStyle w:val="Hypertextovodkaz"/>
          </w:rPr>
          <w:t>1.</w:t>
        </w:r>
        <w:r w:rsidR="00BF0878">
          <w:rPr>
            <w:rFonts w:eastAsiaTheme="minorEastAsia"/>
            <w:caps w:val="0"/>
            <w:noProof/>
            <w:kern w:val="2"/>
            <w:sz w:val="22"/>
            <w:szCs w:val="22"/>
            <w:lang w:eastAsia="cs-CZ"/>
            <w14:ligatures w14:val="standardContextual"/>
          </w:rPr>
          <w:tab/>
        </w:r>
        <w:r w:rsidR="00BF0878" w:rsidRPr="007F7F0B">
          <w:rPr>
            <w:rStyle w:val="Hypertextovodkaz"/>
          </w:rPr>
          <w:t>ÚVODNÍ USTANOVENÍ</w:t>
        </w:r>
        <w:r w:rsidR="00BF0878">
          <w:rPr>
            <w:noProof/>
            <w:webHidden/>
          </w:rPr>
          <w:tab/>
        </w:r>
        <w:r w:rsidR="00BF0878">
          <w:rPr>
            <w:noProof/>
            <w:webHidden/>
          </w:rPr>
          <w:fldChar w:fldCharType="begin"/>
        </w:r>
        <w:r w:rsidR="00BF0878">
          <w:rPr>
            <w:noProof/>
            <w:webHidden/>
          </w:rPr>
          <w:instrText xml:space="preserve"> PAGEREF _Toc141262550 \h </w:instrText>
        </w:r>
        <w:r w:rsidR="00BF0878">
          <w:rPr>
            <w:noProof/>
            <w:webHidden/>
          </w:rPr>
        </w:r>
        <w:r w:rsidR="00BF0878">
          <w:rPr>
            <w:noProof/>
            <w:webHidden/>
          </w:rPr>
          <w:fldChar w:fldCharType="separate"/>
        </w:r>
        <w:r w:rsidR="00BF0878">
          <w:rPr>
            <w:noProof/>
            <w:webHidden/>
          </w:rPr>
          <w:t>3</w:t>
        </w:r>
        <w:r w:rsidR="00BF0878">
          <w:rPr>
            <w:noProof/>
            <w:webHidden/>
          </w:rPr>
          <w:fldChar w:fldCharType="end"/>
        </w:r>
      </w:hyperlink>
    </w:p>
    <w:p w14:paraId="43A30AF6" w14:textId="4BBDA166" w:rsidR="00BF0878" w:rsidRDefault="002C34BB">
      <w:pPr>
        <w:pStyle w:val="Obsah1"/>
        <w:rPr>
          <w:rFonts w:eastAsiaTheme="minorEastAsia"/>
          <w:caps w:val="0"/>
          <w:noProof/>
          <w:kern w:val="2"/>
          <w:sz w:val="22"/>
          <w:szCs w:val="22"/>
          <w:lang w:eastAsia="cs-CZ"/>
          <w14:ligatures w14:val="standardContextual"/>
        </w:rPr>
      </w:pPr>
      <w:hyperlink w:anchor="_Toc141262551" w:history="1">
        <w:r w:rsidR="00BF0878" w:rsidRPr="007F7F0B">
          <w:rPr>
            <w:rStyle w:val="Hypertextovodkaz"/>
          </w:rPr>
          <w:t>2.</w:t>
        </w:r>
        <w:r w:rsidR="00BF0878">
          <w:rPr>
            <w:rFonts w:eastAsiaTheme="minorEastAsia"/>
            <w:caps w:val="0"/>
            <w:noProof/>
            <w:kern w:val="2"/>
            <w:sz w:val="22"/>
            <w:szCs w:val="22"/>
            <w:lang w:eastAsia="cs-CZ"/>
            <w14:ligatures w14:val="standardContextual"/>
          </w:rPr>
          <w:tab/>
        </w:r>
        <w:r w:rsidR="00BF0878" w:rsidRPr="007F7F0B">
          <w:rPr>
            <w:rStyle w:val="Hypertextovodkaz"/>
          </w:rPr>
          <w:t>IDENTIFIKAČNÍ ÚDAJE ZADAVATELE</w:t>
        </w:r>
        <w:r w:rsidR="00BF0878">
          <w:rPr>
            <w:noProof/>
            <w:webHidden/>
          </w:rPr>
          <w:tab/>
        </w:r>
        <w:r w:rsidR="00BF0878">
          <w:rPr>
            <w:noProof/>
            <w:webHidden/>
          </w:rPr>
          <w:fldChar w:fldCharType="begin"/>
        </w:r>
        <w:r w:rsidR="00BF0878">
          <w:rPr>
            <w:noProof/>
            <w:webHidden/>
          </w:rPr>
          <w:instrText xml:space="preserve"> PAGEREF _Toc141262551 \h </w:instrText>
        </w:r>
        <w:r w:rsidR="00BF0878">
          <w:rPr>
            <w:noProof/>
            <w:webHidden/>
          </w:rPr>
        </w:r>
        <w:r w:rsidR="00BF0878">
          <w:rPr>
            <w:noProof/>
            <w:webHidden/>
          </w:rPr>
          <w:fldChar w:fldCharType="separate"/>
        </w:r>
        <w:r w:rsidR="00BF0878">
          <w:rPr>
            <w:noProof/>
            <w:webHidden/>
          </w:rPr>
          <w:t>3</w:t>
        </w:r>
        <w:r w:rsidR="00BF0878">
          <w:rPr>
            <w:noProof/>
            <w:webHidden/>
          </w:rPr>
          <w:fldChar w:fldCharType="end"/>
        </w:r>
      </w:hyperlink>
    </w:p>
    <w:p w14:paraId="60E84B6B" w14:textId="6B843FFB" w:rsidR="00BF0878" w:rsidRDefault="002C34BB">
      <w:pPr>
        <w:pStyle w:val="Obsah1"/>
        <w:rPr>
          <w:rFonts w:eastAsiaTheme="minorEastAsia"/>
          <w:caps w:val="0"/>
          <w:noProof/>
          <w:kern w:val="2"/>
          <w:sz w:val="22"/>
          <w:szCs w:val="22"/>
          <w:lang w:eastAsia="cs-CZ"/>
          <w14:ligatures w14:val="standardContextual"/>
        </w:rPr>
      </w:pPr>
      <w:hyperlink w:anchor="_Toc141262552" w:history="1">
        <w:r w:rsidR="00BF0878" w:rsidRPr="007F7F0B">
          <w:rPr>
            <w:rStyle w:val="Hypertextovodkaz"/>
          </w:rPr>
          <w:t>3.</w:t>
        </w:r>
        <w:r w:rsidR="00BF0878">
          <w:rPr>
            <w:rFonts w:eastAsiaTheme="minorEastAsia"/>
            <w:caps w:val="0"/>
            <w:noProof/>
            <w:kern w:val="2"/>
            <w:sz w:val="22"/>
            <w:szCs w:val="22"/>
            <w:lang w:eastAsia="cs-CZ"/>
            <w14:ligatures w14:val="standardContextual"/>
          </w:rPr>
          <w:tab/>
        </w:r>
        <w:r w:rsidR="00BF0878" w:rsidRPr="007F7F0B">
          <w:rPr>
            <w:rStyle w:val="Hypertextovodkaz"/>
          </w:rPr>
          <w:t>KOMUNIKACE MEZI ZADAVATELEM a DODAVATELEM</w:t>
        </w:r>
        <w:r w:rsidR="00BF0878">
          <w:rPr>
            <w:noProof/>
            <w:webHidden/>
          </w:rPr>
          <w:tab/>
        </w:r>
        <w:r w:rsidR="00BF0878">
          <w:rPr>
            <w:noProof/>
            <w:webHidden/>
          </w:rPr>
          <w:fldChar w:fldCharType="begin"/>
        </w:r>
        <w:r w:rsidR="00BF0878">
          <w:rPr>
            <w:noProof/>
            <w:webHidden/>
          </w:rPr>
          <w:instrText xml:space="preserve"> PAGEREF _Toc141262552 \h </w:instrText>
        </w:r>
        <w:r w:rsidR="00BF0878">
          <w:rPr>
            <w:noProof/>
            <w:webHidden/>
          </w:rPr>
        </w:r>
        <w:r w:rsidR="00BF0878">
          <w:rPr>
            <w:noProof/>
            <w:webHidden/>
          </w:rPr>
          <w:fldChar w:fldCharType="separate"/>
        </w:r>
        <w:r w:rsidR="00BF0878">
          <w:rPr>
            <w:noProof/>
            <w:webHidden/>
          </w:rPr>
          <w:t>4</w:t>
        </w:r>
        <w:r w:rsidR="00BF0878">
          <w:rPr>
            <w:noProof/>
            <w:webHidden/>
          </w:rPr>
          <w:fldChar w:fldCharType="end"/>
        </w:r>
      </w:hyperlink>
    </w:p>
    <w:p w14:paraId="4AA22FB9" w14:textId="0216911C" w:rsidR="00BF0878" w:rsidRDefault="002C34BB">
      <w:pPr>
        <w:pStyle w:val="Obsah1"/>
        <w:rPr>
          <w:rFonts w:eastAsiaTheme="minorEastAsia"/>
          <w:caps w:val="0"/>
          <w:noProof/>
          <w:kern w:val="2"/>
          <w:sz w:val="22"/>
          <w:szCs w:val="22"/>
          <w:lang w:eastAsia="cs-CZ"/>
          <w14:ligatures w14:val="standardContextual"/>
        </w:rPr>
      </w:pPr>
      <w:hyperlink w:anchor="_Toc141262553" w:history="1">
        <w:r w:rsidR="00BF0878" w:rsidRPr="007F7F0B">
          <w:rPr>
            <w:rStyle w:val="Hypertextovodkaz"/>
          </w:rPr>
          <w:t>4.</w:t>
        </w:r>
        <w:r w:rsidR="00BF0878">
          <w:rPr>
            <w:rFonts w:eastAsiaTheme="minorEastAsia"/>
            <w:caps w:val="0"/>
            <w:noProof/>
            <w:kern w:val="2"/>
            <w:sz w:val="22"/>
            <w:szCs w:val="22"/>
            <w:lang w:eastAsia="cs-CZ"/>
            <w14:ligatures w14:val="standardContextual"/>
          </w:rPr>
          <w:tab/>
        </w:r>
        <w:r w:rsidR="00BF0878" w:rsidRPr="007F7F0B">
          <w:rPr>
            <w:rStyle w:val="Hypertextovodkaz"/>
          </w:rPr>
          <w:t>ÚČEL a PŘEDMĚT PLNĚNÍ VEŘEJNÉ ZAKÁZKY</w:t>
        </w:r>
        <w:r w:rsidR="00BF0878">
          <w:rPr>
            <w:noProof/>
            <w:webHidden/>
          </w:rPr>
          <w:tab/>
        </w:r>
        <w:r w:rsidR="00BF0878">
          <w:rPr>
            <w:noProof/>
            <w:webHidden/>
          </w:rPr>
          <w:fldChar w:fldCharType="begin"/>
        </w:r>
        <w:r w:rsidR="00BF0878">
          <w:rPr>
            <w:noProof/>
            <w:webHidden/>
          </w:rPr>
          <w:instrText xml:space="preserve"> PAGEREF _Toc141262553 \h </w:instrText>
        </w:r>
        <w:r w:rsidR="00BF0878">
          <w:rPr>
            <w:noProof/>
            <w:webHidden/>
          </w:rPr>
        </w:r>
        <w:r w:rsidR="00BF0878">
          <w:rPr>
            <w:noProof/>
            <w:webHidden/>
          </w:rPr>
          <w:fldChar w:fldCharType="separate"/>
        </w:r>
        <w:r w:rsidR="00BF0878">
          <w:rPr>
            <w:noProof/>
            <w:webHidden/>
          </w:rPr>
          <w:t>4</w:t>
        </w:r>
        <w:r w:rsidR="00BF0878">
          <w:rPr>
            <w:noProof/>
            <w:webHidden/>
          </w:rPr>
          <w:fldChar w:fldCharType="end"/>
        </w:r>
      </w:hyperlink>
    </w:p>
    <w:p w14:paraId="4B0D9C9B" w14:textId="002CF6C1" w:rsidR="00BF0878" w:rsidRDefault="002C34BB">
      <w:pPr>
        <w:pStyle w:val="Obsah1"/>
        <w:rPr>
          <w:rFonts w:eastAsiaTheme="minorEastAsia"/>
          <w:caps w:val="0"/>
          <w:noProof/>
          <w:kern w:val="2"/>
          <w:sz w:val="22"/>
          <w:szCs w:val="22"/>
          <w:lang w:eastAsia="cs-CZ"/>
          <w14:ligatures w14:val="standardContextual"/>
        </w:rPr>
      </w:pPr>
      <w:hyperlink w:anchor="_Toc141262554" w:history="1">
        <w:r w:rsidR="00BF0878" w:rsidRPr="007F7F0B">
          <w:rPr>
            <w:rStyle w:val="Hypertextovodkaz"/>
          </w:rPr>
          <w:t>5.</w:t>
        </w:r>
        <w:r w:rsidR="00BF0878">
          <w:rPr>
            <w:rFonts w:eastAsiaTheme="minorEastAsia"/>
            <w:caps w:val="0"/>
            <w:noProof/>
            <w:kern w:val="2"/>
            <w:sz w:val="22"/>
            <w:szCs w:val="22"/>
            <w:lang w:eastAsia="cs-CZ"/>
            <w14:ligatures w14:val="standardContextual"/>
          </w:rPr>
          <w:tab/>
        </w:r>
        <w:r w:rsidR="00BF0878" w:rsidRPr="007F7F0B">
          <w:rPr>
            <w:rStyle w:val="Hypertextovodkaz"/>
          </w:rPr>
          <w:t>ZDROJE FINANCOVÁNÍ a PŘEDPOKLÁDANÁ HODNOTA VEŘEJNÉ ZAKÁZKY</w:t>
        </w:r>
        <w:r w:rsidR="00BF0878">
          <w:rPr>
            <w:noProof/>
            <w:webHidden/>
          </w:rPr>
          <w:tab/>
        </w:r>
        <w:r w:rsidR="00BF0878">
          <w:rPr>
            <w:noProof/>
            <w:webHidden/>
          </w:rPr>
          <w:fldChar w:fldCharType="begin"/>
        </w:r>
        <w:r w:rsidR="00BF0878">
          <w:rPr>
            <w:noProof/>
            <w:webHidden/>
          </w:rPr>
          <w:instrText xml:space="preserve"> PAGEREF _Toc141262554 \h </w:instrText>
        </w:r>
        <w:r w:rsidR="00BF0878">
          <w:rPr>
            <w:noProof/>
            <w:webHidden/>
          </w:rPr>
        </w:r>
        <w:r w:rsidR="00BF0878">
          <w:rPr>
            <w:noProof/>
            <w:webHidden/>
          </w:rPr>
          <w:fldChar w:fldCharType="separate"/>
        </w:r>
        <w:r w:rsidR="00BF0878">
          <w:rPr>
            <w:noProof/>
            <w:webHidden/>
          </w:rPr>
          <w:t>5</w:t>
        </w:r>
        <w:r w:rsidR="00BF0878">
          <w:rPr>
            <w:noProof/>
            <w:webHidden/>
          </w:rPr>
          <w:fldChar w:fldCharType="end"/>
        </w:r>
      </w:hyperlink>
    </w:p>
    <w:p w14:paraId="643DBC53" w14:textId="18AA3673" w:rsidR="00BF0878" w:rsidRDefault="002C34BB">
      <w:pPr>
        <w:pStyle w:val="Obsah1"/>
        <w:rPr>
          <w:rFonts w:eastAsiaTheme="minorEastAsia"/>
          <w:caps w:val="0"/>
          <w:noProof/>
          <w:kern w:val="2"/>
          <w:sz w:val="22"/>
          <w:szCs w:val="22"/>
          <w:lang w:eastAsia="cs-CZ"/>
          <w14:ligatures w14:val="standardContextual"/>
        </w:rPr>
      </w:pPr>
      <w:hyperlink w:anchor="_Toc141262555" w:history="1">
        <w:r w:rsidR="00BF0878" w:rsidRPr="007F7F0B">
          <w:rPr>
            <w:rStyle w:val="Hypertextovodkaz"/>
          </w:rPr>
          <w:t>6.</w:t>
        </w:r>
        <w:r w:rsidR="00BF0878">
          <w:rPr>
            <w:rFonts w:eastAsiaTheme="minorEastAsia"/>
            <w:caps w:val="0"/>
            <w:noProof/>
            <w:kern w:val="2"/>
            <w:sz w:val="22"/>
            <w:szCs w:val="22"/>
            <w:lang w:eastAsia="cs-CZ"/>
            <w14:ligatures w14:val="standardContextual"/>
          </w:rPr>
          <w:tab/>
        </w:r>
        <w:r w:rsidR="00BF0878" w:rsidRPr="007F7F0B">
          <w:rPr>
            <w:rStyle w:val="Hypertextovodkaz"/>
          </w:rPr>
          <w:t>OBSAH ZADÁVACÍ DOKUMENTACE</w:t>
        </w:r>
        <w:r w:rsidR="00BF0878">
          <w:rPr>
            <w:noProof/>
            <w:webHidden/>
          </w:rPr>
          <w:tab/>
        </w:r>
        <w:r w:rsidR="00BF0878">
          <w:rPr>
            <w:noProof/>
            <w:webHidden/>
          </w:rPr>
          <w:fldChar w:fldCharType="begin"/>
        </w:r>
        <w:r w:rsidR="00BF0878">
          <w:rPr>
            <w:noProof/>
            <w:webHidden/>
          </w:rPr>
          <w:instrText xml:space="preserve"> PAGEREF _Toc141262555 \h </w:instrText>
        </w:r>
        <w:r w:rsidR="00BF0878">
          <w:rPr>
            <w:noProof/>
            <w:webHidden/>
          </w:rPr>
        </w:r>
        <w:r w:rsidR="00BF0878">
          <w:rPr>
            <w:noProof/>
            <w:webHidden/>
          </w:rPr>
          <w:fldChar w:fldCharType="separate"/>
        </w:r>
        <w:r w:rsidR="00BF0878">
          <w:rPr>
            <w:noProof/>
            <w:webHidden/>
          </w:rPr>
          <w:t>5</w:t>
        </w:r>
        <w:r w:rsidR="00BF0878">
          <w:rPr>
            <w:noProof/>
            <w:webHidden/>
          </w:rPr>
          <w:fldChar w:fldCharType="end"/>
        </w:r>
      </w:hyperlink>
    </w:p>
    <w:p w14:paraId="2F6EAA13" w14:textId="20C4F300" w:rsidR="00BF0878" w:rsidRDefault="002C34BB">
      <w:pPr>
        <w:pStyle w:val="Obsah1"/>
        <w:rPr>
          <w:rFonts w:eastAsiaTheme="minorEastAsia"/>
          <w:caps w:val="0"/>
          <w:noProof/>
          <w:kern w:val="2"/>
          <w:sz w:val="22"/>
          <w:szCs w:val="22"/>
          <w:lang w:eastAsia="cs-CZ"/>
          <w14:ligatures w14:val="standardContextual"/>
        </w:rPr>
      </w:pPr>
      <w:hyperlink w:anchor="_Toc141262556" w:history="1">
        <w:r w:rsidR="00BF0878" w:rsidRPr="007F7F0B">
          <w:rPr>
            <w:rStyle w:val="Hypertextovodkaz"/>
          </w:rPr>
          <w:t>7.</w:t>
        </w:r>
        <w:r w:rsidR="00BF0878">
          <w:rPr>
            <w:rFonts w:eastAsiaTheme="minorEastAsia"/>
            <w:caps w:val="0"/>
            <w:noProof/>
            <w:kern w:val="2"/>
            <w:sz w:val="22"/>
            <w:szCs w:val="22"/>
            <w:lang w:eastAsia="cs-CZ"/>
            <w14:ligatures w14:val="standardContextual"/>
          </w:rPr>
          <w:tab/>
        </w:r>
        <w:r w:rsidR="00BF0878" w:rsidRPr="007F7F0B">
          <w:rPr>
            <w:rStyle w:val="Hypertextovodkaz"/>
          </w:rPr>
          <w:t>VYSVĚTLENÍ, ZMĚNY a DOPLNĚNÍ ZADÁVACÍ DOKUMENTACE</w:t>
        </w:r>
        <w:r w:rsidR="00BF0878">
          <w:rPr>
            <w:noProof/>
            <w:webHidden/>
          </w:rPr>
          <w:tab/>
        </w:r>
        <w:r w:rsidR="00BF0878">
          <w:rPr>
            <w:noProof/>
            <w:webHidden/>
          </w:rPr>
          <w:fldChar w:fldCharType="begin"/>
        </w:r>
        <w:r w:rsidR="00BF0878">
          <w:rPr>
            <w:noProof/>
            <w:webHidden/>
          </w:rPr>
          <w:instrText xml:space="preserve"> PAGEREF _Toc141262556 \h </w:instrText>
        </w:r>
        <w:r w:rsidR="00BF0878">
          <w:rPr>
            <w:noProof/>
            <w:webHidden/>
          </w:rPr>
        </w:r>
        <w:r w:rsidR="00BF0878">
          <w:rPr>
            <w:noProof/>
            <w:webHidden/>
          </w:rPr>
          <w:fldChar w:fldCharType="separate"/>
        </w:r>
        <w:r w:rsidR="00BF0878">
          <w:rPr>
            <w:noProof/>
            <w:webHidden/>
          </w:rPr>
          <w:t>7</w:t>
        </w:r>
        <w:r w:rsidR="00BF0878">
          <w:rPr>
            <w:noProof/>
            <w:webHidden/>
          </w:rPr>
          <w:fldChar w:fldCharType="end"/>
        </w:r>
      </w:hyperlink>
    </w:p>
    <w:p w14:paraId="437F6049" w14:textId="75B02104" w:rsidR="00BF0878" w:rsidRDefault="002C34BB">
      <w:pPr>
        <w:pStyle w:val="Obsah1"/>
        <w:rPr>
          <w:rFonts w:eastAsiaTheme="minorEastAsia"/>
          <w:caps w:val="0"/>
          <w:noProof/>
          <w:kern w:val="2"/>
          <w:sz w:val="22"/>
          <w:szCs w:val="22"/>
          <w:lang w:eastAsia="cs-CZ"/>
          <w14:ligatures w14:val="standardContextual"/>
        </w:rPr>
      </w:pPr>
      <w:hyperlink w:anchor="_Toc141262557" w:history="1">
        <w:r w:rsidR="00BF0878" w:rsidRPr="007F7F0B">
          <w:rPr>
            <w:rStyle w:val="Hypertextovodkaz"/>
          </w:rPr>
          <w:t>8.</w:t>
        </w:r>
        <w:r w:rsidR="00BF0878">
          <w:rPr>
            <w:rFonts w:eastAsiaTheme="minorEastAsia"/>
            <w:caps w:val="0"/>
            <w:noProof/>
            <w:kern w:val="2"/>
            <w:sz w:val="22"/>
            <w:szCs w:val="22"/>
            <w:lang w:eastAsia="cs-CZ"/>
            <w14:ligatures w14:val="standardContextual"/>
          </w:rPr>
          <w:tab/>
        </w:r>
        <w:r w:rsidR="00BF0878" w:rsidRPr="007F7F0B">
          <w:rPr>
            <w:rStyle w:val="Hypertextovodkaz"/>
          </w:rPr>
          <w:t>POŽADAVKY ZADAVATELE NA KVALIFIKACI</w:t>
        </w:r>
        <w:r w:rsidR="00BF0878">
          <w:rPr>
            <w:noProof/>
            <w:webHidden/>
          </w:rPr>
          <w:tab/>
        </w:r>
        <w:r w:rsidR="00BF0878">
          <w:rPr>
            <w:noProof/>
            <w:webHidden/>
          </w:rPr>
          <w:fldChar w:fldCharType="begin"/>
        </w:r>
        <w:r w:rsidR="00BF0878">
          <w:rPr>
            <w:noProof/>
            <w:webHidden/>
          </w:rPr>
          <w:instrText xml:space="preserve"> PAGEREF _Toc141262557 \h </w:instrText>
        </w:r>
        <w:r w:rsidR="00BF0878">
          <w:rPr>
            <w:noProof/>
            <w:webHidden/>
          </w:rPr>
        </w:r>
        <w:r w:rsidR="00BF0878">
          <w:rPr>
            <w:noProof/>
            <w:webHidden/>
          </w:rPr>
          <w:fldChar w:fldCharType="separate"/>
        </w:r>
        <w:r w:rsidR="00BF0878">
          <w:rPr>
            <w:noProof/>
            <w:webHidden/>
          </w:rPr>
          <w:t>7</w:t>
        </w:r>
        <w:r w:rsidR="00BF0878">
          <w:rPr>
            <w:noProof/>
            <w:webHidden/>
          </w:rPr>
          <w:fldChar w:fldCharType="end"/>
        </w:r>
      </w:hyperlink>
    </w:p>
    <w:p w14:paraId="089DB201" w14:textId="5CC26331" w:rsidR="00BF0878" w:rsidRDefault="002C34BB">
      <w:pPr>
        <w:pStyle w:val="Obsah1"/>
        <w:rPr>
          <w:rFonts w:eastAsiaTheme="minorEastAsia"/>
          <w:caps w:val="0"/>
          <w:noProof/>
          <w:kern w:val="2"/>
          <w:sz w:val="22"/>
          <w:szCs w:val="22"/>
          <w:lang w:eastAsia="cs-CZ"/>
          <w14:ligatures w14:val="standardContextual"/>
        </w:rPr>
      </w:pPr>
      <w:hyperlink w:anchor="_Toc141262558" w:history="1">
        <w:r w:rsidR="00BF0878" w:rsidRPr="007F7F0B">
          <w:rPr>
            <w:rStyle w:val="Hypertextovodkaz"/>
          </w:rPr>
          <w:t>9.</w:t>
        </w:r>
        <w:r w:rsidR="00BF0878">
          <w:rPr>
            <w:rFonts w:eastAsiaTheme="minorEastAsia"/>
            <w:caps w:val="0"/>
            <w:noProof/>
            <w:kern w:val="2"/>
            <w:sz w:val="22"/>
            <w:szCs w:val="22"/>
            <w:lang w:eastAsia="cs-CZ"/>
            <w14:ligatures w14:val="standardContextual"/>
          </w:rPr>
          <w:tab/>
        </w:r>
        <w:r w:rsidR="00BF0878" w:rsidRPr="007F7F0B">
          <w:rPr>
            <w:rStyle w:val="Hypertextovodkaz"/>
          </w:rPr>
          <w:t>DALŠÍ INFORMACE/DOKUMENTY PŘEDKLÁDANÉ DODAVATELEM v NABÍDCE</w:t>
        </w:r>
        <w:r w:rsidR="00BF0878">
          <w:rPr>
            <w:noProof/>
            <w:webHidden/>
          </w:rPr>
          <w:tab/>
        </w:r>
        <w:r w:rsidR="00BF0878">
          <w:rPr>
            <w:noProof/>
            <w:webHidden/>
          </w:rPr>
          <w:fldChar w:fldCharType="begin"/>
        </w:r>
        <w:r w:rsidR="00BF0878">
          <w:rPr>
            <w:noProof/>
            <w:webHidden/>
          </w:rPr>
          <w:instrText xml:space="preserve"> PAGEREF _Toc141262558 \h </w:instrText>
        </w:r>
        <w:r w:rsidR="00BF0878">
          <w:rPr>
            <w:noProof/>
            <w:webHidden/>
          </w:rPr>
        </w:r>
        <w:r w:rsidR="00BF0878">
          <w:rPr>
            <w:noProof/>
            <w:webHidden/>
          </w:rPr>
          <w:fldChar w:fldCharType="separate"/>
        </w:r>
        <w:r w:rsidR="00BF0878">
          <w:rPr>
            <w:noProof/>
            <w:webHidden/>
          </w:rPr>
          <w:t>23</w:t>
        </w:r>
        <w:r w:rsidR="00BF0878">
          <w:rPr>
            <w:noProof/>
            <w:webHidden/>
          </w:rPr>
          <w:fldChar w:fldCharType="end"/>
        </w:r>
      </w:hyperlink>
    </w:p>
    <w:p w14:paraId="24C28FE8" w14:textId="24A901D7" w:rsidR="00BF0878" w:rsidRDefault="002C34BB">
      <w:pPr>
        <w:pStyle w:val="Obsah1"/>
        <w:rPr>
          <w:rFonts w:eastAsiaTheme="minorEastAsia"/>
          <w:caps w:val="0"/>
          <w:noProof/>
          <w:kern w:val="2"/>
          <w:sz w:val="22"/>
          <w:szCs w:val="22"/>
          <w:lang w:eastAsia="cs-CZ"/>
          <w14:ligatures w14:val="standardContextual"/>
        </w:rPr>
      </w:pPr>
      <w:hyperlink w:anchor="_Toc141262559" w:history="1">
        <w:r w:rsidR="00BF0878" w:rsidRPr="007F7F0B">
          <w:rPr>
            <w:rStyle w:val="Hypertextovodkaz"/>
          </w:rPr>
          <w:t>10.</w:t>
        </w:r>
        <w:r w:rsidR="00BF0878">
          <w:rPr>
            <w:rFonts w:eastAsiaTheme="minorEastAsia"/>
            <w:caps w:val="0"/>
            <w:noProof/>
            <w:kern w:val="2"/>
            <w:sz w:val="22"/>
            <w:szCs w:val="22"/>
            <w:lang w:eastAsia="cs-CZ"/>
            <w14:ligatures w14:val="standardContextual"/>
          </w:rPr>
          <w:tab/>
        </w:r>
        <w:r w:rsidR="00BF0878" w:rsidRPr="007F7F0B">
          <w:rPr>
            <w:rStyle w:val="Hypertextovodkaz"/>
          </w:rPr>
          <w:t>PROHLÍDKA MÍSTA PLNĚNÍ (STAVENIŠTĚ)</w:t>
        </w:r>
        <w:r w:rsidR="00BF0878">
          <w:rPr>
            <w:noProof/>
            <w:webHidden/>
          </w:rPr>
          <w:tab/>
        </w:r>
        <w:r w:rsidR="00BF0878">
          <w:rPr>
            <w:noProof/>
            <w:webHidden/>
          </w:rPr>
          <w:fldChar w:fldCharType="begin"/>
        </w:r>
        <w:r w:rsidR="00BF0878">
          <w:rPr>
            <w:noProof/>
            <w:webHidden/>
          </w:rPr>
          <w:instrText xml:space="preserve"> PAGEREF _Toc141262559 \h </w:instrText>
        </w:r>
        <w:r w:rsidR="00BF0878">
          <w:rPr>
            <w:noProof/>
            <w:webHidden/>
          </w:rPr>
        </w:r>
        <w:r w:rsidR="00BF0878">
          <w:rPr>
            <w:noProof/>
            <w:webHidden/>
          </w:rPr>
          <w:fldChar w:fldCharType="separate"/>
        </w:r>
        <w:r w:rsidR="00BF0878">
          <w:rPr>
            <w:noProof/>
            <w:webHidden/>
          </w:rPr>
          <w:t>28</w:t>
        </w:r>
        <w:r w:rsidR="00BF0878">
          <w:rPr>
            <w:noProof/>
            <w:webHidden/>
          </w:rPr>
          <w:fldChar w:fldCharType="end"/>
        </w:r>
      </w:hyperlink>
    </w:p>
    <w:p w14:paraId="57176BF4" w14:textId="25FA1FCE" w:rsidR="00BF0878" w:rsidRDefault="002C34BB">
      <w:pPr>
        <w:pStyle w:val="Obsah1"/>
        <w:rPr>
          <w:rFonts w:eastAsiaTheme="minorEastAsia"/>
          <w:caps w:val="0"/>
          <w:noProof/>
          <w:kern w:val="2"/>
          <w:sz w:val="22"/>
          <w:szCs w:val="22"/>
          <w:lang w:eastAsia="cs-CZ"/>
          <w14:ligatures w14:val="standardContextual"/>
        </w:rPr>
      </w:pPr>
      <w:hyperlink w:anchor="_Toc141262560" w:history="1">
        <w:r w:rsidR="00BF0878" w:rsidRPr="007F7F0B">
          <w:rPr>
            <w:rStyle w:val="Hypertextovodkaz"/>
          </w:rPr>
          <w:t>11.</w:t>
        </w:r>
        <w:r w:rsidR="00BF0878">
          <w:rPr>
            <w:rFonts w:eastAsiaTheme="minorEastAsia"/>
            <w:caps w:val="0"/>
            <w:noProof/>
            <w:kern w:val="2"/>
            <w:sz w:val="22"/>
            <w:szCs w:val="22"/>
            <w:lang w:eastAsia="cs-CZ"/>
            <w14:ligatures w14:val="standardContextual"/>
          </w:rPr>
          <w:tab/>
        </w:r>
        <w:r w:rsidR="00BF0878" w:rsidRPr="007F7F0B">
          <w:rPr>
            <w:rStyle w:val="Hypertextovodkaz"/>
          </w:rPr>
          <w:t>JAZYK NABÍDEK A KOMUNIKAČNÍ JAZYK</w:t>
        </w:r>
        <w:r w:rsidR="00BF0878">
          <w:rPr>
            <w:noProof/>
            <w:webHidden/>
          </w:rPr>
          <w:tab/>
        </w:r>
        <w:r w:rsidR="00BF0878">
          <w:rPr>
            <w:noProof/>
            <w:webHidden/>
          </w:rPr>
          <w:fldChar w:fldCharType="begin"/>
        </w:r>
        <w:r w:rsidR="00BF0878">
          <w:rPr>
            <w:noProof/>
            <w:webHidden/>
          </w:rPr>
          <w:instrText xml:space="preserve"> PAGEREF _Toc141262560 \h </w:instrText>
        </w:r>
        <w:r w:rsidR="00BF0878">
          <w:rPr>
            <w:noProof/>
            <w:webHidden/>
          </w:rPr>
        </w:r>
        <w:r w:rsidR="00BF0878">
          <w:rPr>
            <w:noProof/>
            <w:webHidden/>
          </w:rPr>
          <w:fldChar w:fldCharType="separate"/>
        </w:r>
        <w:r w:rsidR="00BF0878">
          <w:rPr>
            <w:noProof/>
            <w:webHidden/>
          </w:rPr>
          <w:t>28</w:t>
        </w:r>
        <w:r w:rsidR="00BF0878">
          <w:rPr>
            <w:noProof/>
            <w:webHidden/>
          </w:rPr>
          <w:fldChar w:fldCharType="end"/>
        </w:r>
      </w:hyperlink>
    </w:p>
    <w:p w14:paraId="38956414" w14:textId="0B2AE0C3" w:rsidR="00BF0878" w:rsidRDefault="002C34BB">
      <w:pPr>
        <w:pStyle w:val="Obsah1"/>
        <w:rPr>
          <w:rFonts w:eastAsiaTheme="minorEastAsia"/>
          <w:caps w:val="0"/>
          <w:noProof/>
          <w:kern w:val="2"/>
          <w:sz w:val="22"/>
          <w:szCs w:val="22"/>
          <w:lang w:eastAsia="cs-CZ"/>
          <w14:ligatures w14:val="standardContextual"/>
        </w:rPr>
      </w:pPr>
      <w:hyperlink w:anchor="_Toc141262561" w:history="1">
        <w:r w:rsidR="00BF0878" w:rsidRPr="007F7F0B">
          <w:rPr>
            <w:rStyle w:val="Hypertextovodkaz"/>
          </w:rPr>
          <w:t>12.</w:t>
        </w:r>
        <w:r w:rsidR="00BF0878">
          <w:rPr>
            <w:rFonts w:eastAsiaTheme="minorEastAsia"/>
            <w:caps w:val="0"/>
            <w:noProof/>
            <w:kern w:val="2"/>
            <w:sz w:val="22"/>
            <w:szCs w:val="22"/>
            <w:lang w:eastAsia="cs-CZ"/>
            <w14:ligatures w14:val="standardContextual"/>
          </w:rPr>
          <w:tab/>
        </w:r>
        <w:r w:rsidR="00BF0878" w:rsidRPr="007F7F0B">
          <w:rPr>
            <w:rStyle w:val="Hypertextovodkaz"/>
          </w:rPr>
          <w:t>OBSAH a PODÁVÁNÍ NABÍDEK</w:t>
        </w:r>
        <w:r w:rsidR="00BF0878">
          <w:rPr>
            <w:noProof/>
            <w:webHidden/>
          </w:rPr>
          <w:tab/>
        </w:r>
        <w:r w:rsidR="00BF0878">
          <w:rPr>
            <w:noProof/>
            <w:webHidden/>
          </w:rPr>
          <w:fldChar w:fldCharType="begin"/>
        </w:r>
        <w:r w:rsidR="00BF0878">
          <w:rPr>
            <w:noProof/>
            <w:webHidden/>
          </w:rPr>
          <w:instrText xml:space="preserve"> PAGEREF _Toc141262561 \h </w:instrText>
        </w:r>
        <w:r w:rsidR="00BF0878">
          <w:rPr>
            <w:noProof/>
            <w:webHidden/>
          </w:rPr>
        </w:r>
        <w:r w:rsidR="00BF0878">
          <w:rPr>
            <w:noProof/>
            <w:webHidden/>
          </w:rPr>
          <w:fldChar w:fldCharType="separate"/>
        </w:r>
        <w:r w:rsidR="00BF0878">
          <w:rPr>
            <w:noProof/>
            <w:webHidden/>
          </w:rPr>
          <w:t>28</w:t>
        </w:r>
        <w:r w:rsidR="00BF0878">
          <w:rPr>
            <w:noProof/>
            <w:webHidden/>
          </w:rPr>
          <w:fldChar w:fldCharType="end"/>
        </w:r>
      </w:hyperlink>
    </w:p>
    <w:p w14:paraId="562D3772" w14:textId="64C680BF" w:rsidR="00BF0878" w:rsidRDefault="002C34BB">
      <w:pPr>
        <w:pStyle w:val="Obsah1"/>
        <w:rPr>
          <w:rFonts w:eastAsiaTheme="minorEastAsia"/>
          <w:caps w:val="0"/>
          <w:noProof/>
          <w:kern w:val="2"/>
          <w:sz w:val="22"/>
          <w:szCs w:val="22"/>
          <w:lang w:eastAsia="cs-CZ"/>
          <w14:ligatures w14:val="standardContextual"/>
        </w:rPr>
      </w:pPr>
      <w:hyperlink w:anchor="_Toc141262562" w:history="1">
        <w:r w:rsidR="00BF0878" w:rsidRPr="007F7F0B">
          <w:rPr>
            <w:rStyle w:val="Hypertextovodkaz"/>
          </w:rPr>
          <w:t>13.</w:t>
        </w:r>
        <w:r w:rsidR="00BF0878">
          <w:rPr>
            <w:rFonts w:eastAsiaTheme="minorEastAsia"/>
            <w:caps w:val="0"/>
            <w:noProof/>
            <w:kern w:val="2"/>
            <w:sz w:val="22"/>
            <w:szCs w:val="22"/>
            <w:lang w:eastAsia="cs-CZ"/>
            <w14:ligatures w14:val="standardContextual"/>
          </w:rPr>
          <w:tab/>
        </w:r>
        <w:r w:rsidR="00BF0878" w:rsidRPr="007F7F0B">
          <w:rPr>
            <w:rStyle w:val="Hypertextovodkaz"/>
          </w:rPr>
          <w:t>POŽADAVKY NA ZPRACOVÁNÍ NABÍDKOVÉ CENY</w:t>
        </w:r>
        <w:r w:rsidR="00BF0878">
          <w:rPr>
            <w:noProof/>
            <w:webHidden/>
          </w:rPr>
          <w:tab/>
        </w:r>
        <w:r w:rsidR="00BF0878">
          <w:rPr>
            <w:noProof/>
            <w:webHidden/>
          </w:rPr>
          <w:fldChar w:fldCharType="begin"/>
        </w:r>
        <w:r w:rsidR="00BF0878">
          <w:rPr>
            <w:noProof/>
            <w:webHidden/>
          </w:rPr>
          <w:instrText xml:space="preserve"> PAGEREF _Toc141262562 \h </w:instrText>
        </w:r>
        <w:r w:rsidR="00BF0878">
          <w:rPr>
            <w:noProof/>
            <w:webHidden/>
          </w:rPr>
        </w:r>
        <w:r w:rsidR="00BF0878">
          <w:rPr>
            <w:noProof/>
            <w:webHidden/>
          </w:rPr>
          <w:fldChar w:fldCharType="separate"/>
        </w:r>
        <w:r w:rsidR="00BF0878">
          <w:rPr>
            <w:noProof/>
            <w:webHidden/>
          </w:rPr>
          <w:t>30</w:t>
        </w:r>
        <w:r w:rsidR="00BF0878">
          <w:rPr>
            <w:noProof/>
            <w:webHidden/>
          </w:rPr>
          <w:fldChar w:fldCharType="end"/>
        </w:r>
      </w:hyperlink>
    </w:p>
    <w:p w14:paraId="1FB4E4A3" w14:textId="423488B4" w:rsidR="00BF0878" w:rsidRDefault="002C34BB">
      <w:pPr>
        <w:pStyle w:val="Obsah1"/>
        <w:rPr>
          <w:rFonts w:eastAsiaTheme="minorEastAsia"/>
          <w:caps w:val="0"/>
          <w:noProof/>
          <w:kern w:val="2"/>
          <w:sz w:val="22"/>
          <w:szCs w:val="22"/>
          <w:lang w:eastAsia="cs-CZ"/>
          <w14:ligatures w14:val="standardContextual"/>
        </w:rPr>
      </w:pPr>
      <w:hyperlink w:anchor="_Toc141262563" w:history="1">
        <w:r w:rsidR="00BF0878" w:rsidRPr="007F7F0B">
          <w:rPr>
            <w:rStyle w:val="Hypertextovodkaz"/>
          </w:rPr>
          <w:t>14.</w:t>
        </w:r>
        <w:r w:rsidR="00BF0878">
          <w:rPr>
            <w:rFonts w:eastAsiaTheme="minorEastAsia"/>
            <w:caps w:val="0"/>
            <w:noProof/>
            <w:kern w:val="2"/>
            <w:sz w:val="22"/>
            <w:szCs w:val="22"/>
            <w:lang w:eastAsia="cs-CZ"/>
            <w14:ligatures w14:val="standardContextual"/>
          </w:rPr>
          <w:tab/>
        </w:r>
        <w:r w:rsidR="00BF0878" w:rsidRPr="007F7F0B">
          <w:rPr>
            <w:rStyle w:val="Hypertextovodkaz"/>
          </w:rPr>
          <w:t>VARIANTY NABÍDKY, VÝHRADA ZMĚNY DODAVATELE</w:t>
        </w:r>
        <w:r w:rsidR="00BF0878">
          <w:rPr>
            <w:noProof/>
            <w:webHidden/>
          </w:rPr>
          <w:tab/>
        </w:r>
        <w:r w:rsidR="00BF0878">
          <w:rPr>
            <w:noProof/>
            <w:webHidden/>
          </w:rPr>
          <w:fldChar w:fldCharType="begin"/>
        </w:r>
        <w:r w:rsidR="00BF0878">
          <w:rPr>
            <w:noProof/>
            <w:webHidden/>
          </w:rPr>
          <w:instrText xml:space="preserve"> PAGEREF _Toc141262563 \h </w:instrText>
        </w:r>
        <w:r w:rsidR="00BF0878">
          <w:rPr>
            <w:noProof/>
            <w:webHidden/>
          </w:rPr>
        </w:r>
        <w:r w:rsidR="00BF0878">
          <w:rPr>
            <w:noProof/>
            <w:webHidden/>
          </w:rPr>
          <w:fldChar w:fldCharType="separate"/>
        </w:r>
        <w:r w:rsidR="00BF0878">
          <w:rPr>
            <w:noProof/>
            <w:webHidden/>
          </w:rPr>
          <w:t>31</w:t>
        </w:r>
        <w:r w:rsidR="00BF0878">
          <w:rPr>
            <w:noProof/>
            <w:webHidden/>
          </w:rPr>
          <w:fldChar w:fldCharType="end"/>
        </w:r>
      </w:hyperlink>
    </w:p>
    <w:p w14:paraId="79B3FAFB" w14:textId="20DD58A2" w:rsidR="00BF0878" w:rsidRDefault="002C34BB">
      <w:pPr>
        <w:pStyle w:val="Obsah1"/>
        <w:rPr>
          <w:rFonts w:eastAsiaTheme="minorEastAsia"/>
          <w:caps w:val="0"/>
          <w:noProof/>
          <w:kern w:val="2"/>
          <w:sz w:val="22"/>
          <w:szCs w:val="22"/>
          <w:lang w:eastAsia="cs-CZ"/>
          <w14:ligatures w14:val="standardContextual"/>
        </w:rPr>
      </w:pPr>
      <w:hyperlink w:anchor="_Toc141262564" w:history="1">
        <w:r w:rsidR="00BF0878" w:rsidRPr="007F7F0B">
          <w:rPr>
            <w:rStyle w:val="Hypertextovodkaz"/>
          </w:rPr>
          <w:t>15.</w:t>
        </w:r>
        <w:r w:rsidR="00BF0878">
          <w:rPr>
            <w:rFonts w:eastAsiaTheme="minorEastAsia"/>
            <w:caps w:val="0"/>
            <w:noProof/>
            <w:kern w:val="2"/>
            <w:sz w:val="22"/>
            <w:szCs w:val="22"/>
            <w:lang w:eastAsia="cs-CZ"/>
            <w14:ligatures w14:val="standardContextual"/>
          </w:rPr>
          <w:tab/>
        </w:r>
        <w:r w:rsidR="00BF0878" w:rsidRPr="007F7F0B">
          <w:rPr>
            <w:rStyle w:val="Hypertextovodkaz"/>
          </w:rPr>
          <w:t>OTEVÍRÁNÍ NABÍDEK</w:t>
        </w:r>
        <w:r w:rsidR="00BF0878">
          <w:rPr>
            <w:noProof/>
            <w:webHidden/>
          </w:rPr>
          <w:tab/>
        </w:r>
        <w:r w:rsidR="00BF0878">
          <w:rPr>
            <w:noProof/>
            <w:webHidden/>
          </w:rPr>
          <w:fldChar w:fldCharType="begin"/>
        </w:r>
        <w:r w:rsidR="00BF0878">
          <w:rPr>
            <w:noProof/>
            <w:webHidden/>
          </w:rPr>
          <w:instrText xml:space="preserve"> PAGEREF _Toc141262564 \h </w:instrText>
        </w:r>
        <w:r w:rsidR="00BF0878">
          <w:rPr>
            <w:noProof/>
            <w:webHidden/>
          </w:rPr>
        </w:r>
        <w:r w:rsidR="00BF0878">
          <w:rPr>
            <w:noProof/>
            <w:webHidden/>
          </w:rPr>
          <w:fldChar w:fldCharType="separate"/>
        </w:r>
        <w:r w:rsidR="00BF0878">
          <w:rPr>
            <w:noProof/>
            <w:webHidden/>
          </w:rPr>
          <w:t>32</w:t>
        </w:r>
        <w:r w:rsidR="00BF0878">
          <w:rPr>
            <w:noProof/>
            <w:webHidden/>
          </w:rPr>
          <w:fldChar w:fldCharType="end"/>
        </w:r>
      </w:hyperlink>
    </w:p>
    <w:p w14:paraId="08B0711D" w14:textId="42CEA06A" w:rsidR="00BF0878" w:rsidRDefault="002C34BB">
      <w:pPr>
        <w:pStyle w:val="Obsah1"/>
        <w:rPr>
          <w:rFonts w:eastAsiaTheme="minorEastAsia"/>
          <w:caps w:val="0"/>
          <w:noProof/>
          <w:kern w:val="2"/>
          <w:sz w:val="22"/>
          <w:szCs w:val="22"/>
          <w:lang w:eastAsia="cs-CZ"/>
          <w14:ligatures w14:val="standardContextual"/>
        </w:rPr>
      </w:pPr>
      <w:hyperlink w:anchor="_Toc141262565" w:history="1">
        <w:r w:rsidR="00BF0878" w:rsidRPr="007F7F0B">
          <w:rPr>
            <w:rStyle w:val="Hypertextovodkaz"/>
          </w:rPr>
          <w:t>16.</w:t>
        </w:r>
        <w:r w:rsidR="00BF0878">
          <w:rPr>
            <w:rFonts w:eastAsiaTheme="minorEastAsia"/>
            <w:caps w:val="0"/>
            <w:noProof/>
            <w:kern w:val="2"/>
            <w:sz w:val="22"/>
            <w:szCs w:val="22"/>
            <w:lang w:eastAsia="cs-CZ"/>
            <w14:ligatures w14:val="standardContextual"/>
          </w:rPr>
          <w:tab/>
        </w:r>
        <w:r w:rsidR="00BF0878" w:rsidRPr="007F7F0B">
          <w:rPr>
            <w:rStyle w:val="Hypertextovodkaz"/>
          </w:rPr>
          <w:t>POSOUZENÍ SPLNĚNÍ PODMÍNEK ÚČASTI</w:t>
        </w:r>
        <w:r w:rsidR="00BF0878">
          <w:rPr>
            <w:noProof/>
            <w:webHidden/>
          </w:rPr>
          <w:tab/>
        </w:r>
        <w:r w:rsidR="00BF0878">
          <w:rPr>
            <w:noProof/>
            <w:webHidden/>
          </w:rPr>
          <w:fldChar w:fldCharType="begin"/>
        </w:r>
        <w:r w:rsidR="00BF0878">
          <w:rPr>
            <w:noProof/>
            <w:webHidden/>
          </w:rPr>
          <w:instrText xml:space="preserve"> PAGEREF _Toc141262565 \h </w:instrText>
        </w:r>
        <w:r w:rsidR="00BF0878">
          <w:rPr>
            <w:noProof/>
            <w:webHidden/>
          </w:rPr>
        </w:r>
        <w:r w:rsidR="00BF0878">
          <w:rPr>
            <w:noProof/>
            <w:webHidden/>
          </w:rPr>
          <w:fldChar w:fldCharType="separate"/>
        </w:r>
        <w:r w:rsidR="00BF0878">
          <w:rPr>
            <w:noProof/>
            <w:webHidden/>
          </w:rPr>
          <w:t>32</w:t>
        </w:r>
        <w:r w:rsidR="00BF0878">
          <w:rPr>
            <w:noProof/>
            <w:webHidden/>
          </w:rPr>
          <w:fldChar w:fldCharType="end"/>
        </w:r>
      </w:hyperlink>
    </w:p>
    <w:p w14:paraId="73F017CF" w14:textId="5E869097" w:rsidR="00BF0878" w:rsidRDefault="002C34BB">
      <w:pPr>
        <w:pStyle w:val="Obsah1"/>
        <w:rPr>
          <w:rFonts w:eastAsiaTheme="minorEastAsia"/>
          <w:caps w:val="0"/>
          <w:noProof/>
          <w:kern w:val="2"/>
          <w:sz w:val="22"/>
          <w:szCs w:val="22"/>
          <w:lang w:eastAsia="cs-CZ"/>
          <w14:ligatures w14:val="standardContextual"/>
        </w:rPr>
      </w:pPr>
      <w:hyperlink w:anchor="_Toc141262566" w:history="1">
        <w:r w:rsidR="00BF0878" w:rsidRPr="007F7F0B">
          <w:rPr>
            <w:rStyle w:val="Hypertextovodkaz"/>
          </w:rPr>
          <w:t>17.</w:t>
        </w:r>
        <w:r w:rsidR="00BF0878">
          <w:rPr>
            <w:rFonts w:eastAsiaTheme="minorEastAsia"/>
            <w:caps w:val="0"/>
            <w:noProof/>
            <w:kern w:val="2"/>
            <w:sz w:val="22"/>
            <w:szCs w:val="22"/>
            <w:lang w:eastAsia="cs-CZ"/>
            <w14:ligatures w14:val="standardContextual"/>
          </w:rPr>
          <w:tab/>
        </w:r>
        <w:r w:rsidR="00BF0878" w:rsidRPr="007F7F0B">
          <w:rPr>
            <w:rStyle w:val="Hypertextovodkaz"/>
          </w:rPr>
          <w:t>HODNOCENÍ NABÍDEK</w:t>
        </w:r>
        <w:r w:rsidR="00BF0878">
          <w:rPr>
            <w:noProof/>
            <w:webHidden/>
          </w:rPr>
          <w:tab/>
        </w:r>
        <w:r w:rsidR="00BF0878">
          <w:rPr>
            <w:noProof/>
            <w:webHidden/>
          </w:rPr>
          <w:fldChar w:fldCharType="begin"/>
        </w:r>
        <w:r w:rsidR="00BF0878">
          <w:rPr>
            <w:noProof/>
            <w:webHidden/>
          </w:rPr>
          <w:instrText xml:space="preserve"> PAGEREF _Toc141262566 \h </w:instrText>
        </w:r>
        <w:r w:rsidR="00BF0878">
          <w:rPr>
            <w:noProof/>
            <w:webHidden/>
          </w:rPr>
        </w:r>
        <w:r w:rsidR="00BF0878">
          <w:rPr>
            <w:noProof/>
            <w:webHidden/>
          </w:rPr>
          <w:fldChar w:fldCharType="separate"/>
        </w:r>
        <w:r w:rsidR="00BF0878">
          <w:rPr>
            <w:noProof/>
            <w:webHidden/>
          </w:rPr>
          <w:t>32</w:t>
        </w:r>
        <w:r w:rsidR="00BF0878">
          <w:rPr>
            <w:noProof/>
            <w:webHidden/>
          </w:rPr>
          <w:fldChar w:fldCharType="end"/>
        </w:r>
      </w:hyperlink>
    </w:p>
    <w:p w14:paraId="5CCE5BD4" w14:textId="296F0FE2" w:rsidR="00BF0878" w:rsidRDefault="002C34BB">
      <w:pPr>
        <w:pStyle w:val="Obsah1"/>
        <w:rPr>
          <w:rFonts w:eastAsiaTheme="minorEastAsia"/>
          <w:caps w:val="0"/>
          <w:noProof/>
          <w:kern w:val="2"/>
          <w:sz w:val="22"/>
          <w:szCs w:val="22"/>
          <w:lang w:eastAsia="cs-CZ"/>
          <w14:ligatures w14:val="standardContextual"/>
        </w:rPr>
      </w:pPr>
      <w:hyperlink w:anchor="_Toc141262567" w:history="1">
        <w:r w:rsidR="00BF0878" w:rsidRPr="007F7F0B">
          <w:rPr>
            <w:rStyle w:val="Hypertextovodkaz"/>
          </w:rPr>
          <w:t>18.</w:t>
        </w:r>
        <w:r w:rsidR="00BF0878">
          <w:rPr>
            <w:rFonts w:eastAsiaTheme="minorEastAsia"/>
            <w:caps w:val="0"/>
            <w:noProof/>
            <w:kern w:val="2"/>
            <w:sz w:val="22"/>
            <w:szCs w:val="22"/>
            <w:lang w:eastAsia="cs-CZ"/>
            <w14:ligatures w14:val="standardContextual"/>
          </w:rPr>
          <w:tab/>
        </w:r>
        <w:r w:rsidR="00BF0878" w:rsidRPr="007F7F0B">
          <w:rPr>
            <w:rStyle w:val="Hypertextovodkaz"/>
          </w:rPr>
          <w:t>ZRUŠENÍ ZADÁVACÍHO ŘÍZENÍ</w:t>
        </w:r>
        <w:r w:rsidR="00BF0878">
          <w:rPr>
            <w:noProof/>
            <w:webHidden/>
          </w:rPr>
          <w:tab/>
        </w:r>
        <w:r w:rsidR="00BF0878">
          <w:rPr>
            <w:noProof/>
            <w:webHidden/>
          </w:rPr>
          <w:fldChar w:fldCharType="begin"/>
        </w:r>
        <w:r w:rsidR="00BF0878">
          <w:rPr>
            <w:noProof/>
            <w:webHidden/>
          </w:rPr>
          <w:instrText xml:space="preserve"> PAGEREF _Toc141262567 \h </w:instrText>
        </w:r>
        <w:r w:rsidR="00BF0878">
          <w:rPr>
            <w:noProof/>
            <w:webHidden/>
          </w:rPr>
        </w:r>
        <w:r w:rsidR="00BF0878">
          <w:rPr>
            <w:noProof/>
            <w:webHidden/>
          </w:rPr>
          <w:fldChar w:fldCharType="separate"/>
        </w:r>
        <w:r w:rsidR="00BF0878">
          <w:rPr>
            <w:noProof/>
            <w:webHidden/>
          </w:rPr>
          <w:t>33</w:t>
        </w:r>
        <w:r w:rsidR="00BF0878">
          <w:rPr>
            <w:noProof/>
            <w:webHidden/>
          </w:rPr>
          <w:fldChar w:fldCharType="end"/>
        </w:r>
      </w:hyperlink>
    </w:p>
    <w:p w14:paraId="73A5C920" w14:textId="054783BD" w:rsidR="00BF0878" w:rsidRDefault="002C34BB">
      <w:pPr>
        <w:pStyle w:val="Obsah1"/>
        <w:rPr>
          <w:rFonts w:eastAsiaTheme="minorEastAsia"/>
          <w:caps w:val="0"/>
          <w:noProof/>
          <w:kern w:val="2"/>
          <w:sz w:val="22"/>
          <w:szCs w:val="22"/>
          <w:lang w:eastAsia="cs-CZ"/>
          <w14:ligatures w14:val="standardContextual"/>
        </w:rPr>
      </w:pPr>
      <w:hyperlink w:anchor="_Toc141262568" w:history="1">
        <w:r w:rsidR="00BF0878" w:rsidRPr="007F7F0B">
          <w:rPr>
            <w:rStyle w:val="Hypertextovodkaz"/>
          </w:rPr>
          <w:t>19.</w:t>
        </w:r>
        <w:r w:rsidR="00BF0878">
          <w:rPr>
            <w:rFonts w:eastAsiaTheme="minorEastAsia"/>
            <w:caps w:val="0"/>
            <w:noProof/>
            <w:kern w:val="2"/>
            <w:sz w:val="22"/>
            <w:szCs w:val="22"/>
            <w:lang w:eastAsia="cs-CZ"/>
            <w14:ligatures w14:val="standardContextual"/>
          </w:rPr>
          <w:tab/>
        </w:r>
        <w:r w:rsidR="00BF0878" w:rsidRPr="007F7F0B">
          <w:rPr>
            <w:rStyle w:val="Hypertextovodkaz"/>
          </w:rPr>
          <w:t>UZAVŘENÍ SMLOUVY</w:t>
        </w:r>
        <w:r w:rsidR="00BF0878">
          <w:rPr>
            <w:noProof/>
            <w:webHidden/>
          </w:rPr>
          <w:tab/>
        </w:r>
        <w:r w:rsidR="00BF0878">
          <w:rPr>
            <w:noProof/>
            <w:webHidden/>
          </w:rPr>
          <w:fldChar w:fldCharType="begin"/>
        </w:r>
        <w:r w:rsidR="00BF0878">
          <w:rPr>
            <w:noProof/>
            <w:webHidden/>
          </w:rPr>
          <w:instrText xml:space="preserve"> PAGEREF _Toc141262568 \h </w:instrText>
        </w:r>
        <w:r w:rsidR="00BF0878">
          <w:rPr>
            <w:noProof/>
            <w:webHidden/>
          </w:rPr>
        </w:r>
        <w:r w:rsidR="00BF0878">
          <w:rPr>
            <w:noProof/>
            <w:webHidden/>
          </w:rPr>
          <w:fldChar w:fldCharType="separate"/>
        </w:r>
        <w:r w:rsidR="00BF0878">
          <w:rPr>
            <w:noProof/>
            <w:webHidden/>
          </w:rPr>
          <w:t>33</w:t>
        </w:r>
        <w:r w:rsidR="00BF0878">
          <w:rPr>
            <w:noProof/>
            <w:webHidden/>
          </w:rPr>
          <w:fldChar w:fldCharType="end"/>
        </w:r>
      </w:hyperlink>
    </w:p>
    <w:p w14:paraId="3A21CD28" w14:textId="48F90C82" w:rsidR="00BF0878" w:rsidRDefault="002C34BB">
      <w:pPr>
        <w:pStyle w:val="Obsah1"/>
        <w:rPr>
          <w:rFonts w:eastAsiaTheme="minorEastAsia"/>
          <w:caps w:val="0"/>
          <w:noProof/>
          <w:kern w:val="2"/>
          <w:sz w:val="22"/>
          <w:szCs w:val="22"/>
          <w:lang w:eastAsia="cs-CZ"/>
          <w14:ligatures w14:val="standardContextual"/>
        </w:rPr>
      </w:pPr>
      <w:hyperlink w:anchor="_Toc141262569" w:history="1">
        <w:r w:rsidR="00BF0878" w:rsidRPr="007F7F0B">
          <w:rPr>
            <w:rStyle w:val="Hypertextovodkaz"/>
          </w:rPr>
          <w:t>20.</w:t>
        </w:r>
        <w:r w:rsidR="00BF0878">
          <w:rPr>
            <w:rFonts w:eastAsiaTheme="minorEastAsia"/>
            <w:caps w:val="0"/>
            <w:noProof/>
            <w:kern w:val="2"/>
            <w:sz w:val="22"/>
            <w:szCs w:val="22"/>
            <w:lang w:eastAsia="cs-CZ"/>
            <w14:ligatures w14:val="standardContextual"/>
          </w:rPr>
          <w:tab/>
        </w:r>
        <w:r w:rsidR="00BF0878" w:rsidRPr="007F7F0B">
          <w:rPr>
            <w:rStyle w:val="Hypertextovodkaz"/>
          </w:rPr>
          <w:t>OCHRANA INFORMACÍ</w:t>
        </w:r>
        <w:r w:rsidR="00BF0878">
          <w:rPr>
            <w:noProof/>
            <w:webHidden/>
          </w:rPr>
          <w:tab/>
        </w:r>
        <w:r w:rsidR="00BF0878">
          <w:rPr>
            <w:noProof/>
            <w:webHidden/>
          </w:rPr>
          <w:fldChar w:fldCharType="begin"/>
        </w:r>
        <w:r w:rsidR="00BF0878">
          <w:rPr>
            <w:noProof/>
            <w:webHidden/>
          </w:rPr>
          <w:instrText xml:space="preserve"> PAGEREF _Toc141262569 \h </w:instrText>
        </w:r>
        <w:r w:rsidR="00BF0878">
          <w:rPr>
            <w:noProof/>
            <w:webHidden/>
          </w:rPr>
        </w:r>
        <w:r w:rsidR="00BF0878">
          <w:rPr>
            <w:noProof/>
            <w:webHidden/>
          </w:rPr>
          <w:fldChar w:fldCharType="separate"/>
        </w:r>
        <w:r w:rsidR="00BF0878">
          <w:rPr>
            <w:noProof/>
            <w:webHidden/>
          </w:rPr>
          <w:t>36</w:t>
        </w:r>
        <w:r w:rsidR="00BF0878">
          <w:rPr>
            <w:noProof/>
            <w:webHidden/>
          </w:rPr>
          <w:fldChar w:fldCharType="end"/>
        </w:r>
      </w:hyperlink>
    </w:p>
    <w:p w14:paraId="3DC84D2D" w14:textId="1FE033F7" w:rsidR="00BF0878" w:rsidRDefault="002C34BB">
      <w:pPr>
        <w:pStyle w:val="Obsah1"/>
        <w:rPr>
          <w:rFonts w:eastAsiaTheme="minorEastAsia"/>
          <w:caps w:val="0"/>
          <w:noProof/>
          <w:kern w:val="2"/>
          <w:sz w:val="22"/>
          <w:szCs w:val="22"/>
          <w:lang w:eastAsia="cs-CZ"/>
          <w14:ligatures w14:val="standardContextual"/>
        </w:rPr>
      </w:pPr>
      <w:hyperlink w:anchor="_Toc141262570" w:history="1">
        <w:r w:rsidR="00BF0878" w:rsidRPr="007F7F0B">
          <w:rPr>
            <w:rStyle w:val="Hypertextovodkaz"/>
          </w:rPr>
          <w:t>21.</w:t>
        </w:r>
        <w:r w:rsidR="00BF0878">
          <w:rPr>
            <w:rFonts w:eastAsiaTheme="minorEastAsia"/>
            <w:caps w:val="0"/>
            <w:noProof/>
            <w:kern w:val="2"/>
            <w:sz w:val="22"/>
            <w:szCs w:val="22"/>
            <w:lang w:eastAsia="cs-CZ"/>
            <w14:ligatures w14:val="standardContextual"/>
          </w:rPr>
          <w:tab/>
        </w:r>
        <w:r w:rsidR="00BF0878" w:rsidRPr="007F7F0B">
          <w:rPr>
            <w:rStyle w:val="Hypertextovodkaz"/>
          </w:rPr>
          <w:t>ZADÁVACÍ LHŮTA A JISTOTA ZA NABÍDKU</w:t>
        </w:r>
        <w:r w:rsidR="00BF0878">
          <w:rPr>
            <w:noProof/>
            <w:webHidden/>
          </w:rPr>
          <w:tab/>
        </w:r>
        <w:r w:rsidR="00BF0878">
          <w:rPr>
            <w:noProof/>
            <w:webHidden/>
          </w:rPr>
          <w:fldChar w:fldCharType="begin"/>
        </w:r>
        <w:r w:rsidR="00BF0878">
          <w:rPr>
            <w:noProof/>
            <w:webHidden/>
          </w:rPr>
          <w:instrText xml:space="preserve"> PAGEREF _Toc141262570 \h </w:instrText>
        </w:r>
        <w:r w:rsidR="00BF0878">
          <w:rPr>
            <w:noProof/>
            <w:webHidden/>
          </w:rPr>
        </w:r>
        <w:r w:rsidR="00BF0878">
          <w:rPr>
            <w:noProof/>
            <w:webHidden/>
          </w:rPr>
          <w:fldChar w:fldCharType="separate"/>
        </w:r>
        <w:r w:rsidR="00BF0878">
          <w:rPr>
            <w:noProof/>
            <w:webHidden/>
          </w:rPr>
          <w:t>36</w:t>
        </w:r>
        <w:r w:rsidR="00BF0878">
          <w:rPr>
            <w:noProof/>
            <w:webHidden/>
          </w:rPr>
          <w:fldChar w:fldCharType="end"/>
        </w:r>
      </w:hyperlink>
    </w:p>
    <w:p w14:paraId="4845826D" w14:textId="4C190345" w:rsidR="00BF0878" w:rsidRDefault="002C34BB">
      <w:pPr>
        <w:pStyle w:val="Obsah1"/>
        <w:rPr>
          <w:rFonts w:eastAsiaTheme="minorEastAsia"/>
          <w:caps w:val="0"/>
          <w:noProof/>
          <w:kern w:val="2"/>
          <w:sz w:val="22"/>
          <w:szCs w:val="22"/>
          <w:lang w:eastAsia="cs-CZ"/>
          <w14:ligatures w14:val="standardContextual"/>
        </w:rPr>
      </w:pPr>
      <w:hyperlink w:anchor="_Toc141262571" w:history="1">
        <w:r w:rsidR="00BF0878" w:rsidRPr="007F7F0B">
          <w:rPr>
            <w:rStyle w:val="Hypertextovodkaz"/>
          </w:rPr>
          <w:t>22.</w:t>
        </w:r>
        <w:r w:rsidR="00BF0878">
          <w:rPr>
            <w:rFonts w:eastAsiaTheme="minorEastAsia"/>
            <w:caps w:val="0"/>
            <w:noProof/>
            <w:kern w:val="2"/>
            <w:sz w:val="22"/>
            <w:szCs w:val="22"/>
            <w:lang w:eastAsia="cs-CZ"/>
            <w14:ligatures w14:val="standardContextual"/>
          </w:rPr>
          <w:tab/>
        </w:r>
        <w:r w:rsidR="00BF0878" w:rsidRPr="007F7F0B">
          <w:rPr>
            <w:rStyle w:val="Hypertextovodkaz"/>
          </w:rPr>
          <w:t>SOCIÁLNĚ A ENVIRONMENTÁLNĚ ODPOVĚDNÉ ZADÁVÁNÍ, INOVACE</w:t>
        </w:r>
        <w:r w:rsidR="00BF0878">
          <w:rPr>
            <w:noProof/>
            <w:webHidden/>
          </w:rPr>
          <w:tab/>
        </w:r>
        <w:r w:rsidR="00BF0878">
          <w:rPr>
            <w:noProof/>
            <w:webHidden/>
          </w:rPr>
          <w:fldChar w:fldCharType="begin"/>
        </w:r>
        <w:r w:rsidR="00BF0878">
          <w:rPr>
            <w:noProof/>
            <w:webHidden/>
          </w:rPr>
          <w:instrText xml:space="preserve"> PAGEREF _Toc141262571 \h </w:instrText>
        </w:r>
        <w:r w:rsidR="00BF0878">
          <w:rPr>
            <w:noProof/>
            <w:webHidden/>
          </w:rPr>
        </w:r>
        <w:r w:rsidR="00BF0878">
          <w:rPr>
            <w:noProof/>
            <w:webHidden/>
          </w:rPr>
          <w:fldChar w:fldCharType="separate"/>
        </w:r>
        <w:r w:rsidR="00BF0878">
          <w:rPr>
            <w:noProof/>
            <w:webHidden/>
          </w:rPr>
          <w:t>37</w:t>
        </w:r>
        <w:r w:rsidR="00BF0878">
          <w:rPr>
            <w:noProof/>
            <w:webHidden/>
          </w:rPr>
          <w:fldChar w:fldCharType="end"/>
        </w:r>
      </w:hyperlink>
    </w:p>
    <w:p w14:paraId="2DA96997" w14:textId="45436ACD" w:rsidR="00BF0878" w:rsidRDefault="002C34BB">
      <w:pPr>
        <w:pStyle w:val="Obsah1"/>
        <w:rPr>
          <w:rFonts w:eastAsiaTheme="minorEastAsia"/>
          <w:caps w:val="0"/>
          <w:noProof/>
          <w:kern w:val="2"/>
          <w:sz w:val="22"/>
          <w:szCs w:val="22"/>
          <w:lang w:eastAsia="cs-CZ"/>
          <w14:ligatures w14:val="standardContextual"/>
        </w:rPr>
      </w:pPr>
      <w:hyperlink w:anchor="_Toc141262572" w:history="1">
        <w:r w:rsidR="00BF0878" w:rsidRPr="007F7F0B">
          <w:rPr>
            <w:rStyle w:val="Hypertextovodkaz"/>
          </w:rPr>
          <w:t>23.</w:t>
        </w:r>
        <w:r w:rsidR="00BF0878">
          <w:rPr>
            <w:rFonts w:eastAsiaTheme="minorEastAsia"/>
            <w:caps w:val="0"/>
            <w:noProof/>
            <w:kern w:val="2"/>
            <w:sz w:val="22"/>
            <w:szCs w:val="22"/>
            <w:lang w:eastAsia="cs-CZ"/>
            <w14:ligatures w14:val="standardContextual"/>
          </w:rPr>
          <w:tab/>
        </w:r>
        <w:r w:rsidR="00BF0878" w:rsidRPr="007F7F0B">
          <w:rPr>
            <w:rStyle w:val="Hypertextovodkaz"/>
          </w:rPr>
          <w:t>Další zadávací podmínky v návaznosti na MEZINÁRODNÍ sankce, zákaz zadání veřejné zakázky</w:t>
        </w:r>
        <w:r w:rsidR="00BF0878">
          <w:rPr>
            <w:noProof/>
            <w:webHidden/>
          </w:rPr>
          <w:tab/>
        </w:r>
        <w:r w:rsidR="00BF0878">
          <w:rPr>
            <w:noProof/>
            <w:webHidden/>
          </w:rPr>
          <w:fldChar w:fldCharType="begin"/>
        </w:r>
        <w:r w:rsidR="00BF0878">
          <w:rPr>
            <w:noProof/>
            <w:webHidden/>
          </w:rPr>
          <w:instrText xml:space="preserve"> PAGEREF _Toc141262572 \h </w:instrText>
        </w:r>
        <w:r w:rsidR="00BF0878">
          <w:rPr>
            <w:noProof/>
            <w:webHidden/>
          </w:rPr>
        </w:r>
        <w:r w:rsidR="00BF0878">
          <w:rPr>
            <w:noProof/>
            <w:webHidden/>
          </w:rPr>
          <w:fldChar w:fldCharType="separate"/>
        </w:r>
        <w:r w:rsidR="00BF0878">
          <w:rPr>
            <w:noProof/>
            <w:webHidden/>
          </w:rPr>
          <w:t>37</w:t>
        </w:r>
        <w:r w:rsidR="00BF0878">
          <w:rPr>
            <w:noProof/>
            <w:webHidden/>
          </w:rPr>
          <w:fldChar w:fldCharType="end"/>
        </w:r>
      </w:hyperlink>
    </w:p>
    <w:p w14:paraId="57447F19" w14:textId="7930CD69" w:rsidR="00BF0878" w:rsidRDefault="002C34BB">
      <w:pPr>
        <w:pStyle w:val="Obsah1"/>
        <w:rPr>
          <w:rFonts w:eastAsiaTheme="minorEastAsia"/>
          <w:caps w:val="0"/>
          <w:noProof/>
          <w:kern w:val="2"/>
          <w:sz w:val="22"/>
          <w:szCs w:val="22"/>
          <w:lang w:eastAsia="cs-CZ"/>
          <w14:ligatures w14:val="standardContextual"/>
        </w:rPr>
      </w:pPr>
      <w:hyperlink w:anchor="_Toc141262573" w:history="1">
        <w:r w:rsidR="00BF0878" w:rsidRPr="007F7F0B">
          <w:rPr>
            <w:rStyle w:val="Hypertextovodkaz"/>
          </w:rPr>
          <w:t>24.</w:t>
        </w:r>
        <w:r w:rsidR="00BF0878">
          <w:rPr>
            <w:rFonts w:eastAsiaTheme="minorEastAsia"/>
            <w:caps w:val="0"/>
            <w:noProof/>
            <w:kern w:val="2"/>
            <w:sz w:val="22"/>
            <w:szCs w:val="22"/>
            <w:lang w:eastAsia="cs-CZ"/>
            <w14:ligatures w14:val="standardContextual"/>
          </w:rPr>
          <w:tab/>
        </w:r>
        <w:r w:rsidR="00BF0878" w:rsidRPr="007F7F0B">
          <w:rPr>
            <w:rStyle w:val="Hypertextovodkaz"/>
          </w:rPr>
          <w:t>PŘÍLOHY TĚCHTO POKYNŮ</w:t>
        </w:r>
        <w:r w:rsidR="00BF0878">
          <w:rPr>
            <w:noProof/>
            <w:webHidden/>
          </w:rPr>
          <w:tab/>
        </w:r>
        <w:r w:rsidR="00BF0878">
          <w:rPr>
            <w:noProof/>
            <w:webHidden/>
          </w:rPr>
          <w:fldChar w:fldCharType="begin"/>
        </w:r>
        <w:r w:rsidR="00BF0878">
          <w:rPr>
            <w:noProof/>
            <w:webHidden/>
          </w:rPr>
          <w:instrText xml:space="preserve"> PAGEREF _Toc141262573 \h </w:instrText>
        </w:r>
        <w:r w:rsidR="00BF0878">
          <w:rPr>
            <w:noProof/>
            <w:webHidden/>
          </w:rPr>
        </w:r>
        <w:r w:rsidR="00BF0878">
          <w:rPr>
            <w:noProof/>
            <w:webHidden/>
          </w:rPr>
          <w:fldChar w:fldCharType="separate"/>
        </w:r>
        <w:r w:rsidR="00BF0878">
          <w:rPr>
            <w:noProof/>
            <w:webHidden/>
          </w:rPr>
          <w:t>39</w:t>
        </w:r>
        <w:r w:rsidR="00BF0878">
          <w:rPr>
            <w:noProof/>
            <w:webHidden/>
          </w:rPr>
          <w:fldChar w:fldCharType="end"/>
        </w:r>
      </w:hyperlink>
    </w:p>
    <w:p w14:paraId="69BD5F09" w14:textId="79CCD997"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41262550"/>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2C4F106"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8B340B">
        <w:rPr>
          <w:szCs w:val="24"/>
        </w:rPr>
        <w:t>6</w:t>
      </w:r>
      <w:r w:rsidR="00625493" w:rsidRPr="00DD3B19">
        <w:rPr>
          <w:szCs w:val="24"/>
        </w:rPr>
        <w:t xml:space="preserve"> ZZVZ</w:t>
      </w:r>
      <w:r w:rsidR="005F6246">
        <w:rPr>
          <w:szCs w:val="24"/>
        </w:rPr>
        <w:t>.</w:t>
      </w:r>
    </w:p>
    <w:p w14:paraId="172B0985" w14:textId="299BA2E5"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w:t>
      </w:r>
      <w:r w:rsidR="00182475">
        <w:t xml:space="preserve"> závazných vzorů smluv</w:t>
      </w:r>
      <w:r>
        <w:t xml:space="preserve"> anebo </w:t>
      </w:r>
      <w:r w:rsidR="00182475">
        <w:t>jejich</w:t>
      </w:r>
      <w:r>
        <w:t xml:space="preserve">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3133FE5"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182475">
        <w:t xml:space="preserve"> o dílo nebo Smlouvu o poskytování součinnosti.</w:t>
      </w:r>
    </w:p>
    <w:p w14:paraId="7B761A30" w14:textId="77777777" w:rsidR="0035531B" w:rsidRDefault="0035531B" w:rsidP="0035531B">
      <w:pPr>
        <w:pStyle w:val="Nadpis1-1"/>
      </w:pPr>
      <w:bookmarkStart w:id="5" w:name="_Toc141262551"/>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02485CAB" w14:textId="77777777" w:rsidR="0035531B" w:rsidRDefault="0035531B" w:rsidP="0035531B">
      <w:pPr>
        <w:pStyle w:val="Nadpis1-1"/>
      </w:pPr>
      <w:bookmarkStart w:id="6" w:name="_Toc141262552"/>
      <w:r>
        <w:t>KOMUNIKACE MEZI ZADAVATELEM</w:t>
      </w:r>
      <w:r w:rsidR="00845C50">
        <w:t xml:space="preserve"> a </w:t>
      </w:r>
      <w:r>
        <w:t>DODAVATELEM</w:t>
      </w:r>
      <w:bookmarkEnd w:id="6"/>
      <w:r>
        <w:t xml:space="preserve"> </w:t>
      </w:r>
    </w:p>
    <w:p w14:paraId="2D17C6CB" w14:textId="2D07FAB5" w:rsidR="0035531B" w:rsidRDefault="006205CF" w:rsidP="0050776A">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0B2ADCCC" w:rsidR="0035531B" w:rsidRDefault="0035531B" w:rsidP="00EB040C">
      <w:pPr>
        <w:pStyle w:val="Text1-1"/>
      </w:pPr>
      <w:r>
        <w:t>Kontaktní osobou zad</w:t>
      </w:r>
      <w:r w:rsidR="00282847">
        <w:t xml:space="preserve">avatele pro zadávací řízení je: </w:t>
      </w:r>
      <w:r w:rsidR="000465CE">
        <w:t>Helena Baštářová</w:t>
      </w:r>
    </w:p>
    <w:p w14:paraId="107CBD83" w14:textId="070C3D3F" w:rsidR="0035531B" w:rsidRDefault="0035531B" w:rsidP="0035531B">
      <w:pPr>
        <w:pStyle w:val="Textbezslovn"/>
        <w:spacing w:after="0"/>
      </w:pPr>
      <w:r>
        <w:t xml:space="preserve">telefon: </w:t>
      </w:r>
      <w:r>
        <w:tab/>
      </w:r>
      <w:r w:rsidR="00EB040C" w:rsidRPr="00EB040C">
        <w:t xml:space="preserve">+420 </w:t>
      </w:r>
      <w:r w:rsidR="000465CE" w:rsidRPr="000465CE">
        <w:t>724 129 033</w:t>
      </w:r>
    </w:p>
    <w:p w14:paraId="1C7F0D5A" w14:textId="258029EA" w:rsidR="0035531B" w:rsidRDefault="0035531B" w:rsidP="0035531B">
      <w:pPr>
        <w:pStyle w:val="Textbezslovn"/>
        <w:spacing w:after="0"/>
      </w:pPr>
      <w:r>
        <w:t xml:space="preserve">e-mail: </w:t>
      </w:r>
      <w:r>
        <w:tab/>
      </w:r>
      <w:r w:rsidR="000465CE" w:rsidRPr="000465CE">
        <w:t>Bastarova@spravazeleznic.cz</w:t>
      </w:r>
    </w:p>
    <w:p w14:paraId="51300977" w14:textId="05A012C4" w:rsidR="0035531B" w:rsidRDefault="0035531B" w:rsidP="00282847">
      <w:pPr>
        <w:pStyle w:val="Textbezslovn"/>
        <w:ind w:left="2127" w:hanging="1390"/>
        <w:jc w:val="left"/>
      </w:pPr>
      <w:r>
        <w:t xml:space="preserve">adresa: </w:t>
      </w:r>
      <w:r>
        <w:tab/>
      </w:r>
      <w:r w:rsidR="00282847">
        <w:t>Správa železnic, státní organizace</w:t>
      </w:r>
      <w:r w:rsidR="00282847">
        <w:br/>
        <w:t xml:space="preserve">Stavební správa západ </w:t>
      </w:r>
      <w:r w:rsidR="00282847">
        <w:br/>
      </w:r>
      <w:r w:rsidR="000465CE" w:rsidRPr="000465CE">
        <w:t>Sušická 1106/25</w:t>
      </w:r>
      <w:r w:rsidR="00EB040C" w:rsidRPr="00EB040C">
        <w:t xml:space="preserve">, </w:t>
      </w:r>
      <w:r w:rsidR="000465CE">
        <w:t>326 00 Plzeň</w:t>
      </w:r>
    </w:p>
    <w:p w14:paraId="3AE7F6EB" w14:textId="77777777" w:rsidR="0035531B" w:rsidRDefault="0035531B" w:rsidP="0035531B">
      <w:pPr>
        <w:pStyle w:val="Nadpis1-1"/>
      </w:pPr>
      <w:bookmarkStart w:id="7" w:name="_Toc141262553"/>
      <w:r>
        <w:t>ÚČEL</w:t>
      </w:r>
      <w:r w:rsidR="00845C50">
        <w:t xml:space="preserve"> a </w:t>
      </w:r>
      <w:r>
        <w:t>PŘEDMĚT PLNĚNÍ VEŘEJNÉ ZAKÁZKY</w:t>
      </w:r>
      <w:bookmarkEnd w:id="7"/>
    </w:p>
    <w:p w14:paraId="6FF8634B" w14:textId="685F581B" w:rsidR="0035531B" w:rsidRDefault="0035531B" w:rsidP="008141EE">
      <w:pPr>
        <w:pStyle w:val="Text1-1"/>
      </w:pPr>
      <w:r>
        <w:t>Účel</w:t>
      </w:r>
      <w:r w:rsidR="00D252CF">
        <w:t>em</w:t>
      </w:r>
      <w:r>
        <w:t xml:space="preserve"> veřejné zakázky</w:t>
      </w:r>
      <w:r w:rsidR="00EB040C">
        <w:t xml:space="preserve"> „</w:t>
      </w:r>
      <w:r w:rsidR="00EB040C" w:rsidRPr="00EB040C">
        <w:t>Rekonstrukce ŽST Praha-Smíchov II. etapa a Výstavba Lávky v ŽST Praha-Smíchov“, je mod</w:t>
      </w:r>
      <w:r w:rsidR="0005593E">
        <w:t>ernizace všech zařízení dráhy, které přispějí k vytvoření kvalitního systému železniční dopravy České republiky, který by v integraci a návaznosti s již vybudovanou sítí ČR a s železniční sítí sousedních států mohl obstát v silné konkurenci především silniční dopravy</w:t>
      </w:r>
      <w:r w:rsidR="00D252CF">
        <w:t>;</w:t>
      </w:r>
      <w:r w:rsidR="0005593E">
        <w:t xml:space="preserve"> </w:t>
      </w:r>
      <w:r w:rsidR="00D252CF">
        <w:t>u</w:t>
      </w:r>
      <w:r w:rsidR="0005593E" w:rsidRPr="0005593E">
        <w:t>vedení stávajících objektů a zařízení, v rámci kompletní rekonstrukce železniční stanice Praha-Smíchov, do takového stavebního a provozního stavu, který odpovídá současným požadovaným technickým parametrům pro zvýšení kapacity, efektivity i bezpečnosti železničního provozu</w:t>
      </w:r>
      <w:r w:rsidR="00D252CF">
        <w:t>;</w:t>
      </w:r>
      <w:r w:rsidR="0005593E" w:rsidRPr="0005593E">
        <w:t xml:space="preserve"> </w:t>
      </w:r>
      <w:r w:rsidR="00D252CF">
        <w:t>o</w:t>
      </w:r>
      <w:r w:rsidR="0005593E" w:rsidRPr="0005593E">
        <w:t>dstranění technicky nevyhovujícího stavu a tím zajištění bezpečného a spolehlivého provozu</w:t>
      </w:r>
      <w:r w:rsidR="00CF6283">
        <w:t xml:space="preserve"> </w:t>
      </w:r>
      <w:r w:rsidR="0005593E">
        <w:t>a zaji</w:t>
      </w:r>
      <w:r w:rsidR="00791138">
        <w:t>štění</w:t>
      </w:r>
      <w:r w:rsidR="0005593E">
        <w:t xml:space="preserve"> plnění závazných parametrů modernizované trati.</w:t>
      </w:r>
    </w:p>
    <w:p w14:paraId="1516B164" w14:textId="77777777" w:rsidR="00182475" w:rsidRDefault="00182475" w:rsidP="00182475">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 xml:space="preserve">tj. týkající se všech zabezpečovacích zařízení a všech návazných zařízení, která mají softwarové rozhraní se zabezpečovacím zařízením, dodaných v rámci plnění této veřejné zakázky. </w:t>
      </w:r>
    </w:p>
    <w:p w14:paraId="338CF7BC" w14:textId="614879E0" w:rsidR="0035531B" w:rsidRDefault="0035531B" w:rsidP="001241FE">
      <w:pPr>
        <w:pStyle w:val="Text1-1"/>
      </w:pPr>
      <w:r>
        <w:t>Předmět plnění veřejné zakázky</w:t>
      </w:r>
      <w:r w:rsidR="00791138">
        <w:t xml:space="preserve"> je</w:t>
      </w:r>
      <w:r w:rsidR="001241FE">
        <w:t xml:space="preserve"> </w:t>
      </w:r>
      <w:r w:rsidR="001241FE" w:rsidRPr="001241FE">
        <w:t xml:space="preserve">modernizace všech zařízení dráhy – železniční svršek, železniční spodek, objekty na železničním spodku, železniční mosty, propustky, prodloužení podchodu, přidání čtvrtého nástupiště, trakční a napájecí vedení, zabezpečovací zařízení, sdělovací zařízení, zařízení silnoproudé technologie, zařízení silnoproudá, pozemní objekty využívané pro technologii, provoz a cestující veřejnost, stavební úpravy stávajícího severního křídla výpravní budovy, zejména pro umístění technologií a další. Součástí stavby není instalace systému ETCS L2, který bude řešen samostatnou navazující stavbou „ETCS v uzlu Praha“. V rámci stavby se počítá pouze s přípravou </w:t>
      </w:r>
      <w:r w:rsidR="00D252CF">
        <w:t>pro</w:t>
      </w:r>
      <w:r w:rsidR="001241FE" w:rsidRPr="001241FE">
        <w:t xml:space="preserve"> jeho instalac</w:t>
      </w:r>
      <w:r w:rsidR="00D252CF">
        <w:t>i</w:t>
      </w:r>
      <w:r w:rsidR="000564FC">
        <w:t>.</w:t>
      </w:r>
    </w:p>
    <w:p w14:paraId="202D24BF" w14:textId="20ABA482"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ravidly publicity projektů spolufinancovaných z</w:t>
      </w:r>
      <w:r w:rsidRPr="004722B6">
        <w:t xml:space="preserve"> </w:t>
      </w:r>
      <w:r w:rsidR="001C7E6E" w:rsidRPr="001C7E6E">
        <w:t>Connecting Europe Facility (CEF)</w:t>
      </w:r>
      <w:r>
        <w:t xml:space="preserve">. </w:t>
      </w:r>
      <w:r w:rsidRPr="00BC090D">
        <w:t xml:space="preserve">Ocenění těchto činností publicity stavby bude zahrnuto do nabídkové ceny, </w:t>
      </w:r>
      <w:r w:rsidRPr="00BC090D">
        <w:lastRenderedPageBreak/>
        <w:t xml:space="preserve">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6A396B92" w14:textId="77777777" w:rsidR="00182475" w:rsidRDefault="00182475" w:rsidP="00182475">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přičemž částí Díla se rozumí (nikoli však výhradně) zabezpečovací zařízení, provozní aplikace s vazbou na zabezpečovací zařízení (dále 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 xml:space="preserve">. </w:t>
      </w:r>
    </w:p>
    <w:p w14:paraId="593D4354" w14:textId="23ED63E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CPV kód  45234110-0 Výstavba meziměstských železničních drah</w:t>
      </w:r>
    </w:p>
    <w:p w14:paraId="7CA1C7CE" w14:textId="77777777" w:rsidR="00006798" w:rsidRPr="00BE6676" w:rsidRDefault="00006798" w:rsidP="00006798">
      <w:pPr>
        <w:pStyle w:val="Textbezslovn"/>
        <w:spacing w:after="0"/>
      </w:pPr>
      <w:r w:rsidRPr="00BE6676">
        <w:t>CPV kód  45221112-0 Výstavba železničních mostů</w:t>
      </w:r>
    </w:p>
    <w:p w14:paraId="657B132F" w14:textId="77777777" w:rsidR="00006798" w:rsidRPr="00BE6676" w:rsidRDefault="00006798" w:rsidP="00006798">
      <w:pPr>
        <w:pStyle w:val="Textbezslovn"/>
        <w:spacing w:after="0"/>
      </w:pPr>
      <w:r w:rsidRPr="00BE6676">
        <w:t>CPV kód  45221200-4 Stavební úpravy tunelů, šachet a podchodů</w:t>
      </w:r>
    </w:p>
    <w:p w14:paraId="1F2987D1" w14:textId="77777777" w:rsidR="00D25DE4" w:rsidRPr="00BE6676" w:rsidRDefault="00D25DE4" w:rsidP="00D25DE4">
      <w:pPr>
        <w:pStyle w:val="Textbezslovn"/>
        <w:spacing w:after="0"/>
      </w:pPr>
      <w:r w:rsidRPr="00BE6676">
        <w:t>CPV kód  45213321-9 Výstavba železničních nádraží</w:t>
      </w:r>
    </w:p>
    <w:p w14:paraId="174C23BC" w14:textId="77777777" w:rsidR="00006798" w:rsidRPr="00BE6676" w:rsidRDefault="00006798" w:rsidP="00006798">
      <w:pPr>
        <w:pStyle w:val="Textbezslovn"/>
        <w:spacing w:after="0"/>
      </w:pPr>
      <w:r w:rsidRPr="00BE6676">
        <w:t>CPV kód  45232221-7 Transformační stanice</w:t>
      </w:r>
    </w:p>
    <w:p w14:paraId="5F03AFB9" w14:textId="77777777" w:rsidR="00140575" w:rsidRPr="00BE6676" w:rsidRDefault="00006798" w:rsidP="00006798">
      <w:pPr>
        <w:pStyle w:val="Textbezslovn"/>
        <w:spacing w:after="0"/>
      </w:pPr>
      <w:r w:rsidRPr="00BE6676">
        <w:t xml:space="preserve">CPV kód </w:t>
      </w:r>
      <w:r w:rsidR="00D25DE4" w:rsidRPr="00BE6676">
        <w:t xml:space="preserve"> </w:t>
      </w:r>
      <w:r w:rsidRPr="00BE6676">
        <w:t>45231400-9 Stavební práce pro elektrické vedení</w:t>
      </w:r>
    </w:p>
    <w:p w14:paraId="6347D9EC" w14:textId="77777777" w:rsidR="00140575" w:rsidRDefault="00140575" w:rsidP="00006798">
      <w:pPr>
        <w:pStyle w:val="Textbezslovn"/>
        <w:spacing w:after="0"/>
      </w:pPr>
      <w:r w:rsidRPr="00BE6676">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34787904" w:rsidR="0035531B" w:rsidRDefault="0035531B" w:rsidP="00182475">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182475">
        <w:t xml:space="preserve">, </w:t>
      </w:r>
      <w:r w:rsidR="00182475" w:rsidRPr="00182475">
        <w:t>a dále je uvedena ve Smlouvě o poskytování součinnosti.</w:t>
      </w:r>
    </w:p>
    <w:p w14:paraId="6400FA27" w14:textId="77777777" w:rsidR="0035531B" w:rsidRDefault="0035531B" w:rsidP="006F6B09">
      <w:pPr>
        <w:pStyle w:val="Nadpis1-1"/>
      </w:pPr>
      <w:bookmarkStart w:id="8" w:name="_Toc141262554"/>
      <w:r>
        <w:t>ZDROJE FINANCOVÁNÍ</w:t>
      </w:r>
      <w:r w:rsidR="00845C50">
        <w:t xml:space="preserve"> a </w:t>
      </w:r>
      <w:r>
        <w:t>PŘEDPOKLÁDANÁ HODNOTA VEŘEJNÉ ZAKÁZKY</w:t>
      </w:r>
      <w:bookmarkEnd w:id="8"/>
    </w:p>
    <w:p w14:paraId="6A8D9BFA" w14:textId="2E0A69B1" w:rsidR="00BF4A13" w:rsidRDefault="00BF4A13" w:rsidP="008141EE">
      <w:pPr>
        <w:pStyle w:val="Text1-1"/>
      </w:pPr>
      <w:r>
        <w:t xml:space="preserve">Předpokládá se spolufinancování této veřejné zakázky jak z prostředků České republiky - Státního fondu dopravní infrastruktury, tak i z prostředků Evropské unie – </w:t>
      </w:r>
      <w:r w:rsidRPr="00464792">
        <w:t>Nástroje pro propojení Evropy (CEF)</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799F54D1" w14:textId="77777777" w:rsidR="00974BEE" w:rsidRDefault="00974BEE" w:rsidP="00C704EA">
      <w:pPr>
        <w:pStyle w:val="Text1-1"/>
      </w:pPr>
      <w:r>
        <w:t>Předpokládaná hodnota veřejné zakázky, včetně vyhrazených změn závazků ze smlouvy  a činnosti publicity činí 4 757 648 945,- Kč (bez DPH).</w:t>
      </w:r>
    </w:p>
    <w:p w14:paraId="2E17FAF4" w14:textId="16B033F0" w:rsidR="00ED7215" w:rsidRPr="001E0039" w:rsidRDefault="00ED7215" w:rsidP="00974BEE">
      <w:pPr>
        <w:pStyle w:val="Text1-1"/>
        <w:numPr>
          <w:ilvl w:val="0"/>
          <w:numId w:val="0"/>
        </w:numPr>
        <w:ind w:left="737"/>
        <w:rPr>
          <w:b/>
        </w:rPr>
      </w:pPr>
      <w:r w:rsidRPr="001E0039">
        <w:rPr>
          <w:b/>
        </w:rPr>
        <w:t xml:space="preserve">Zadavatel stanovuje závaznou zadávací podmínku tak, že částka </w:t>
      </w:r>
      <w:r>
        <w:rPr>
          <w:b/>
        </w:rPr>
        <w:t>5 280</w:t>
      </w:r>
      <w:r w:rsidR="00C704EA">
        <w:rPr>
          <w:b/>
        </w:rPr>
        <w:t> </w:t>
      </w:r>
      <w:r>
        <w:rPr>
          <w:b/>
        </w:rPr>
        <w:t>897</w:t>
      </w:r>
      <w:r w:rsidR="00C704EA">
        <w:rPr>
          <w:b/>
        </w:rPr>
        <w:t> </w:t>
      </w:r>
      <w:r>
        <w:rPr>
          <w:b/>
        </w:rPr>
        <w:t>998</w:t>
      </w:r>
      <w:r w:rsidRPr="001E0039">
        <w:rPr>
          <w:b/>
        </w:rPr>
        <w:t xml:space="preserve">,- Kč je nejvyšší přípustnou </w:t>
      </w:r>
      <w:r w:rsidR="00182475">
        <w:rPr>
          <w:b/>
        </w:rPr>
        <w:t xml:space="preserve">celkovou </w:t>
      </w:r>
      <w:r w:rsidRPr="001E0039">
        <w:rPr>
          <w:b/>
        </w:rPr>
        <w:t>nabídkovou cenou (bez DPH), a to pod sankcí vyloučení z další účasti v zadávacím řízení.</w:t>
      </w:r>
    </w:p>
    <w:p w14:paraId="3767C8E6" w14:textId="77777777" w:rsidR="0035531B" w:rsidRDefault="0035531B" w:rsidP="006F6B09">
      <w:pPr>
        <w:pStyle w:val="Nadpis1-1"/>
      </w:pPr>
      <w:bookmarkStart w:id="9" w:name="_Toc141262555"/>
      <w:r>
        <w:t>OBSAH ZADÁVACÍ DOKUMENTACE</w:t>
      </w:r>
      <w:bookmarkEnd w:id="9"/>
      <w:r>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500FEDF4"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182475">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lastRenderedPageBreak/>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C95FB6C" w:rsidR="00DC4DDB" w:rsidRDefault="00DC4DDB" w:rsidP="00DC4DDB">
      <w:pPr>
        <w:pStyle w:val="Textbezslovn"/>
        <w:tabs>
          <w:tab w:val="left" w:pos="1701"/>
        </w:tabs>
        <w:spacing w:after="0"/>
        <w:ind w:left="1701" w:hanging="964"/>
      </w:pPr>
      <w:r>
        <w:t>Část 9</w:t>
      </w:r>
      <w:r>
        <w:tab/>
        <w:t>Ostatní dokumenty tvořící součást Smlouvy</w:t>
      </w:r>
      <w:r w:rsidR="00182475">
        <w:t xml:space="preserve"> o dílo</w:t>
      </w:r>
      <w:r>
        <w:t xml:space="preserve">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3A810DF4" w14:textId="77777777" w:rsidR="00182475" w:rsidRDefault="00182475" w:rsidP="00182475">
      <w:pPr>
        <w:pStyle w:val="Textbezslovn"/>
        <w:tabs>
          <w:tab w:val="left" w:pos="1701"/>
        </w:tabs>
        <w:spacing w:after="0"/>
        <w:ind w:left="1701" w:hanging="964"/>
      </w:pPr>
      <w:r>
        <w:t>Část 10</w:t>
      </w:r>
      <w:r>
        <w:tab/>
        <w:t xml:space="preserve">Smlouva o poskytování součinnosti </w:t>
      </w:r>
    </w:p>
    <w:p w14:paraId="6BAA6D6A" w14:textId="0E2890BF" w:rsidR="0035531B" w:rsidRDefault="00182475" w:rsidP="00182475">
      <w:pPr>
        <w:pStyle w:val="Textbezslovn"/>
        <w:tabs>
          <w:tab w:val="left" w:pos="1701"/>
        </w:tabs>
        <w:spacing w:after="0"/>
        <w:ind w:left="1701" w:hanging="964"/>
      </w:pPr>
      <w:r>
        <w:t xml:space="preserve"> </w:t>
      </w:r>
      <w:r w:rsidR="0035531B">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6E78C37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A7472E">
        <w:rPr>
          <w:rStyle w:val="Hypertextovodkaz"/>
          <w:noProof w:val="0"/>
        </w:rPr>
        <w:t xml:space="preserve"> </w:t>
      </w:r>
      <w:hyperlink r:id="rId14" w:history="1">
        <w:r w:rsidR="00A7472E">
          <w:rPr>
            <w:rStyle w:val="Hypertextovodkaz"/>
          </w:rPr>
          <w:t>https://vvz.nipez.cz/</w:t>
        </w:r>
      </w:hyperlink>
      <w:r w:rsidR="002E3EB1">
        <w:rPr>
          <w:rStyle w:val="Hypertextovodkaz"/>
          <w:noProof w:val="0"/>
        </w:rPr>
        <w:t>.</w:t>
      </w:r>
    </w:p>
    <w:p w14:paraId="6FC0ADEC" w14:textId="52E60E9D" w:rsidR="002E3EB1" w:rsidRDefault="002E3EB1" w:rsidP="00A65234">
      <w:pPr>
        <w:pStyle w:val="Textbezslovn"/>
        <w:ind w:left="0"/>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2C5D883A"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1B3FF11D" w14:textId="4034A2A3" w:rsidR="000C61A8" w:rsidRDefault="000C61A8" w:rsidP="00845C50">
      <w:pPr>
        <w:pStyle w:val="Odrka1-1"/>
      </w:pPr>
      <w:r>
        <w:t xml:space="preserve">Projektová dokumentace „Rekonstrukce ŽST Praha-Smíchov“ a „Výstavba lávky v ŽST Praha-Smíchov“, zpracovatel SUDOP Praha a.s., </w:t>
      </w:r>
      <w:r w:rsidRPr="00347043">
        <w:t xml:space="preserve">se sídlem: Olšanská 2643/1a, PSČ 130 80 </w:t>
      </w:r>
      <w:r>
        <w:t>Praha 3, IČO: 25793349, datum 3/2023</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41262556"/>
      <w:r>
        <w:lastRenderedPageBreak/>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41262557"/>
      <w:r>
        <w:t>POŽADAVKY ZADAVATELE NA KVALIFIKACI</w:t>
      </w:r>
      <w:bookmarkEnd w:id="11"/>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5555C2BB" w14:textId="77777777" w:rsidR="0035531B" w:rsidRPr="00DC6024" w:rsidRDefault="0035531B" w:rsidP="00CC4380">
      <w:pPr>
        <w:pStyle w:val="Odrka1-2-"/>
      </w:pPr>
      <w:r w:rsidRPr="00DC6024">
        <w:t>Revize, prohlídky</w:t>
      </w:r>
      <w:r w:rsidR="00845C50" w:rsidRPr="00DC6024">
        <w:t xml:space="preserve"> a </w:t>
      </w:r>
      <w:r w:rsidRPr="00DC6024">
        <w:t>zkoušky určených technických zařízení</w:t>
      </w:r>
      <w:r w:rsidR="00092CC9" w:rsidRPr="00DC6024">
        <w:t xml:space="preserve"> v </w:t>
      </w:r>
      <w:r w:rsidRPr="00DC6024">
        <w:t>provozu,</w:t>
      </w:r>
    </w:p>
    <w:p w14:paraId="07D85A3F" w14:textId="186FCC9C" w:rsidR="0035531B" w:rsidRPr="00DC6024" w:rsidRDefault="0035531B" w:rsidP="00CC4380">
      <w:pPr>
        <w:pStyle w:val="Odrka1-2-"/>
      </w:pPr>
      <w:r w:rsidRPr="00DC6024">
        <w:t>Podnikání</w:t>
      </w:r>
      <w:r w:rsidR="00092CC9" w:rsidRPr="00DC6024">
        <w:t xml:space="preserve"> v </w:t>
      </w:r>
      <w:r w:rsidRPr="00DC6024">
        <w:t>oblasti nakládání</w:t>
      </w:r>
      <w:r w:rsidR="00845C50" w:rsidRPr="00DC6024">
        <w:t xml:space="preserve"> s </w:t>
      </w:r>
      <w:r w:rsidR="00DC6024" w:rsidRPr="00DC6024">
        <w:t>nebezpečnými odpady</w:t>
      </w:r>
    </w:p>
    <w:p w14:paraId="1409358C" w14:textId="358F69F3" w:rsidR="00DC6024" w:rsidRPr="00DC6024" w:rsidRDefault="00DC6024" w:rsidP="00CC4380">
      <w:pPr>
        <w:pStyle w:val="Odrka1-2-"/>
      </w:pPr>
      <w:r w:rsidRPr="00DC6024">
        <w:t>Geologické práce</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436753F7" w14:textId="77777777" w:rsidR="00DC6024" w:rsidRPr="00977C51" w:rsidRDefault="00DC6024" w:rsidP="00DC6024">
      <w:pPr>
        <w:pStyle w:val="Odrka1-1"/>
        <w:numPr>
          <w:ilvl w:val="0"/>
          <w:numId w:val="0"/>
        </w:numPr>
        <w:ind w:left="1190" w:firstLine="341"/>
        <w:rPr>
          <w:b/>
        </w:rPr>
      </w:pPr>
      <w:r w:rsidRPr="00977C51">
        <w:rPr>
          <w:b/>
        </w:rPr>
        <w:t xml:space="preserve">a) </w:t>
      </w:r>
      <w:r w:rsidRPr="00977C51">
        <w:t>pozemní stavby</w:t>
      </w:r>
    </w:p>
    <w:p w14:paraId="6E0CF7AE" w14:textId="77777777" w:rsidR="00DC6024" w:rsidRPr="00977C51" w:rsidRDefault="00DC6024" w:rsidP="00DC6024">
      <w:pPr>
        <w:pStyle w:val="Odrka1-1"/>
        <w:numPr>
          <w:ilvl w:val="0"/>
          <w:numId w:val="0"/>
        </w:numPr>
        <w:ind w:left="1190" w:firstLine="341"/>
        <w:rPr>
          <w:b/>
        </w:rPr>
      </w:pPr>
      <w:r w:rsidRPr="00977C51">
        <w:rPr>
          <w:b/>
        </w:rPr>
        <w:lastRenderedPageBreak/>
        <w:t xml:space="preserve">b) </w:t>
      </w:r>
      <w:r w:rsidRPr="00977C51">
        <w:t>dopravní stavby</w:t>
      </w:r>
    </w:p>
    <w:p w14:paraId="0286BCF6" w14:textId="77777777" w:rsidR="00DC6024" w:rsidRPr="00977C51" w:rsidRDefault="00DC6024" w:rsidP="00DC6024">
      <w:pPr>
        <w:pStyle w:val="Odrka1-1"/>
        <w:numPr>
          <w:ilvl w:val="0"/>
          <w:numId w:val="0"/>
        </w:numPr>
        <w:ind w:left="1190" w:firstLine="341"/>
        <w:rPr>
          <w:b/>
        </w:rPr>
      </w:pPr>
      <w:r w:rsidRPr="00977C51">
        <w:rPr>
          <w:b/>
        </w:rPr>
        <w:t xml:space="preserve">d) </w:t>
      </w:r>
      <w:r w:rsidRPr="00977C51">
        <w:t>mosty a inženýrské konstrukce</w:t>
      </w:r>
    </w:p>
    <w:p w14:paraId="060BC877" w14:textId="77777777" w:rsidR="00DC6024" w:rsidRPr="00EA0D03" w:rsidRDefault="00DC6024" w:rsidP="00DC6024">
      <w:pPr>
        <w:pStyle w:val="Odrka1-1"/>
        <w:numPr>
          <w:ilvl w:val="0"/>
          <w:numId w:val="0"/>
        </w:numPr>
        <w:ind w:left="1190" w:firstLine="341"/>
      </w:pPr>
      <w:r w:rsidRPr="00EA0D03">
        <w:rPr>
          <w:b/>
        </w:rPr>
        <w:t xml:space="preserve">e) </w:t>
      </w:r>
      <w:r w:rsidRPr="00EA0D03">
        <w:t>technologická zařízení staveb</w:t>
      </w:r>
    </w:p>
    <w:p w14:paraId="0D163F53" w14:textId="2D13B345" w:rsidR="00DC6024" w:rsidRPr="00EA0D03" w:rsidRDefault="00DC6024" w:rsidP="00DC6024">
      <w:pPr>
        <w:pStyle w:val="Odrka1-1"/>
        <w:numPr>
          <w:ilvl w:val="0"/>
          <w:numId w:val="0"/>
        </w:numPr>
        <w:ind w:left="1531"/>
      </w:pPr>
      <w:r w:rsidRPr="00EA0D03">
        <w:rPr>
          <w:b/>
        </w:rPr>
        <w:t>f</w:t>
      </w:r>
      <w:r w:rsidR="00791138" w:rsidRPr="00EA0D03">
        <w:rPr>
          <w:b/>
        </w:rPr>
        <w:t>1</w:t>
      </w:r>
      <w:r w:rsidRPr="00EA0D03">
        <w:rPr>
          <w:b/>
        </w:rPr>
        <w:t xml:space="preserve">) </w:t>
      </w:r>
      <w:r w:rsidRPr="00EA0D03">
        <w:t xml:space="preserve">technika prostředí staveb - specializace technická zařízení nebo </w:t>
      </w:r>
      <w:r w:rsidR="00791138" w:rsidRPr="00EA0D03">
        <w:t xml:space="preserve">f3) technika prostředí staveb - </w:t>
      </w:r>
      <w:r w:rsidRPr="00EA0D03">
        <w:t xml:space="preserve">specializace vytápění a vzduchotechnika a </w:t>
      </w:r>
      <w:r w:rsidR="00791138" w:rsidRPr="00EA0D03">
        <w:t xml:space="preserve">f4) technika prostředí staveb - </w:t>
      </w:r>
      <w:r w:rsidRPr="00EA0D03">
        <w:t>specializace zdravotní technika</w:t>
      </w:r>
    </w:p>
    <w:p w14:paraId="2987FF34" w14:textId="3A1ADF23" w:rsidR="00DC6024" w:rsidRPr="00EA0D03" w:rsidRDefault="00DC6024" w:rsidP="00DC6024">
      <w:pPr>
        <w:pStyle w:val="Odrka1-1"/>
        <w:numPr>
          <w:ilvl w:val="0"/>
          <w:numId w:val="0"/>
        </w:numPr>
        <w:ind w:left="1190" w:firstLine="341"/>
      </w:pPr>
      <w:r w:rsidRPr="00EA0D03">
        <w:rPr>
          <w:b/>
        </w:rPr>
        <w:t>f</w:t>
      </w:r>
      <w:r w:rsidR="00791138" w:rsidRPr="00EA0D03">
        <w:rPr>
          <w:b/>
        </w:rPr>
        <w:t>2</w:t>
      </w:r>
      <w:r w:rsidRPr="00EA0D03">
        <w:rPr>
          <w:b/>
        </w:rPr>
        <w:t>)</w:t>
      </w:r>
      <w:r w:rsidR="00791138" w:rsidRPr="00EA0D03">
        <w:rPr>
          <w:b/>
        </w:rPr>
        <w:t xml:space="preserve"> nebo f5)</w:t>
      </w:r>
      <w:r w:rsidRPr="00EA0D03">
        <w:rPr>
          <w:b/>
        </w:rPr>
        <w:t xml:space="preserve"> </w:t>
      </w:r>
      <w:r w:rsidRPr="00EA0D03">
        <w:t>technika prostředí staveb - specializace elektrotechnická zařízení</w:t>
      </w:r>
    </w:p>
    <w:p w14:paraId="615630FA" w14:textId="4A999466" w:rsidR="00DC6024" w:rsidRDefault="00DC6024" w:rsidP="00DC6024">
      <w:pPr>
        <w:pStyle w:val="Odrka1-1"/>
        <w:numPr>
          <w:ilvl w:val="0"/>
          <w:numId w:val="0"/>
        </w:numPr>
        <w:ind w:left="1190" w:firstLine="341"/>
      </w:pPr>
      <w:r w:rsidRPr="00EA0D03">
        <w:rPr>
          <w:b/>
        </w:rPr>
        <w:t xml:space="preserve">i) </w:t>
      </w:r>
      <w:r w:rsidRPr="00EA0D03">
        <w:t>geotechnika</w:t>
      </w:r>
    </w:p>
    <w:p w14:paraId="660D8ACB" w14:textId="77777777" w:rsidR="00047376" w:rsidRDefault="00047376" w:rsidP="00047376">
      <w:pPr>
        <w:pStyle w:val="Odrka1-2-"/>
        <w:numPr>
          <w:ilvl w:val="0"/>
          <w:numId w:val="0"/>
        </w:numPr>
        <w:ind w:left="1531"/>
      </w:pPr>
      <w:r>
        <w:t xml:space="preserve">zákona č. 360/1992 Sb., o výkonu povolání autorizovaných architektů a o výkonu povolání autorizovaných inženýrů a techniků činných ve výstavbě, ve znění pozdějších předpisů </w:t>
      </w:r>
      <w:r w:rsidRPr="00C574FE">
        <w:t>(dále jen „autorizační zákon“).</w:t>
      </w:r>
    </w:p>
    <w:p w14:paraId="1BE51F43" w14:textId="77777777" w:rsidR="0035531B" w:rsidRDefault="0035531B" w:rsidP="00CC4380">
      <w:pPr>
        <w:pStyle w:val="Textbezslovn"/>
        <w:ind w:left="1077"/>
      </w:pPr>
      <w:r w:rsidRPr="00EA0D03">
        <w:t>Je-li dodavatel fyzickou osobou, musí odbornou způsobilost splňovat buď sám, nebo prostřednictvím jiné fyzické osoby (zaměstnanec nebo jiná</w:t>
      </w:r>
      <w:r w:rsidR="00845C50" w:rsidRPr="00EA0D03">
        <w:t xml:space="preserve"> s </w:t>
      </w:r>
      <w:r w:rsidRPr="00EA0D03">
        <w:t>dodavatelem spolupracující osoba). Je-li dodavatel právnickou osobou, musí odbornou způsobilost splnit prostřednictvím jiné fyzické osoby (statutární orgán, zaměstnanec nebo jiná</w:t>
      </w:r>
      <w:r w:rsidR="00845C50" w:rsidRPr="00EA0D03">
        <w:t xml:space="preserve"> s </w:t>
      </w:r>
      <w:r w:rsidRPr="00EA0D03">
        <w:t xml:space="preserve">dodavatelem spolupracující </w:t>
      </w:r>
      <w:r>
        <w:t>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Pr="00E51F5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w:t>
      </w:r>
      <w:r w:rsidRPr="00E51F5B">
        <w:t>dodavatel vznikl později, postačí, doloží-li údaje</w:t>
      </w:r>
      <w:r w:rsidR="00092CC9" w:rsidRPr="00E51F5B">
        <w:t xml:space="preserve"> o </w:t>
      </w:r>
      <w:r w:rsidRPr="00E51F5B">
        <w:t>svém obratu</w:t>
      </w:r>
      <w:r w:rsidR="00092CC9" w:rsidRPr="00E51F5B">
        <w:t xml:space="preserve"> v </w:t>
      </w:r>
      <w:r w:rsidRPr="00E51F5B">
        <w:t>požadované výši za všechna účetní období od svého vzniku;</w:t>
      </w:r>
    </w:p>
    <w:p w14:paraId="4C33D7F5" w14:textId="4BFFEDC3" w:rsidR="0035531B" w:rsidRPr="00E51F5B" w:rsidRDefault="0035531B" w:rsidP="00092CC9">
      <w:pPr>
        <w:pStyle w:val="Odrka1-1"/>
      </w:pPr>
      <w:r w:rsidRPr="00E51F5B">
        <w:t>celkový roční obrat dodavatele, zjištěný podle zvláštních právních předpisů, nesmí činit</w:t>
      </w:r>
      <w:r w:rsidR="00092CC9" w:rsidRPr="00E51F5B">
        <w:t xml:space="preserve"> v </w:t>
      </w:r>
      <w:r w:rsidRPr="00E51F5B">
        <w:t>žádném</w:t>
      </w:r>
      <w:r w:rsidR="0060115D" w:rsidRPr="00E51F5B">
        <w:t xml:space="preserve"> z </w:t>
      </w:r>
      <w:r w:rsidRPr="00E51F5B">
        <w:t xml:space="preserve">bezprostředně předcházejících tří uzavřených účetních období méně než </w:t>
      </w:r>
      <w:r w:rsidR="00B923E9" w:rsidRPr="00E51F5B">
        <w:rPr>
          <w:b/>
        </w:rPr>
        <w:t xml:space="preserve">1 </w:t>
      </w:r>
      <w:r w:rsidR="009F2CD9" w:rsidRPr="00E51F5B">
        <w:rPr>
          <w:b/>
        </w:rPr>
        <w:t>0</w:t>
      </w:r>
      <w:r w:rsidR="00E51F5B" w:rsidRPr="00E51F5B">
        <w:rPr>
          <w:b/>
        </w:rPr>
        <w:t>99</w:t>
      </w:r>
      <w:r w:rsidR="00F13343" w:rsidRPr="00E51F5B">
        <w:rPr>
          <w:b/>
        </w:rPr>
        <w:t xml:space="preserve"> mil.</w:t>
      </w:r>
      <w:r w:rsidRPr="00E51F5B">
        <w:rPr>
          <w:b/>
        </w:rPr>
        <w:t xml:space="preserve"> Kč bez DPH;</w:t>
      </w:r>
    </w:p>
    <w:p w14:paraId="7BF0C04C" w14:textId="77777777" w:rsidR="0035531B" w:rsidRDefault="0035531B" w:rsidP="00092CC9">
      <w:pPr>
        <w:pStyle w:val="Odrka1-1"/>
      </w:pPr>
      <w:r w:rsidRPr="00E51F5B">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w:t>
      </w:r>
      <w:r>
        <w:lastRenderedPageBreak/>
        <w:t>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9287529" w:rsidR="0035531B" w:rsidRDefault="0035531B" w:rsidP="00CC4380">
      <w:pPr>
        <w:pStyle w:val="Textbezslovn"/>
      </w:pPr>
      <w:r>
        <w:t xml:space="preserve">Zadavatel požaduje předložení </w:t>
      </w:r>
      <w:r w:rsidRPr="00C1688F">
        <w:rPr>
          <w:b/>
        </w:rPr>
        <w:t>seznamu</w:t>
      </w:r>
      <w:r>
        <w:t xml:space="preserve"> </w:t>
      </w:r>
      <w:r w:rsidRPr="00211F09">
        <w:t xml:space="preserve">stavebních prací </w:t>
      </w:r>
      <w:r w:rsidR="00127F71" w:rsidRPr="00211F09">
        <w:t>spočívajících v provedení novostavby</w:t>
      </w:r>
      <w:r w:rsidR="00CB21C4" w:rsidRPr="00211F09">
        <w:t>,</w:t>
      </w:r>
      <w:r w:rsidR="00127F71" w:rsidRPr="00211F09">
        <w:t xml:space="preserve"> rekonstrukce</w:t>
      </w:r>
      <w:r w:rsidR="00CB21C4" w:rsidRPr="00211F09">
        <w:t xml:space="preserve"> nebo opravy </w:t>
      </w:r>
      <w:r w:rsidRPr="00211F09">
        <w:t>na stavbách železničních</w:t>
      </w:r>
      <w:r w:rsidR="00211F09" w:rsidRPr="00211F09">
        <w:t xml:space="preserve"> drah</w:t>
      </w:r>
      <w:r w:rsidRPr="00211F09">
        <w:t>, jak jsou vymezeny</w:t>
      </w:r>
      <w:r w:rsidR="00092CC9" w:rsidRPr="00211F09">
        <w:t xml:space="preserve"> v </w:t>
      </w:r>
      <w:r w:rsidRPr="00211F09">
        <w:t>§ 5 odst. 1</w:t>
      </w:r>
      <w:r w:rsidR="00845C50" w:rsidRPr="00211F09">
        <w:t xml:space="preserve"> a</w:t>
      </w:r>
      <w:r w:rsidR="00092CC9" w:rsidRPr="00211F09">
        <w:t xml:space="preserve"> v </w:t>
      </w:r>
      <w:r w:rsidRPr="00211F09">
        <w:t>§ 3 odst. 1 zákona č. 266/1994 Sb.,</w:t>
      </w:r>
      <w:r w:rsidR="00092CC9" w:rsidRPr="00211F09">
        <w:t xml:space="preserve"> o </w:t>
      </w:r>
      <w:r w:rsidRPr="00211F09">
        <w:t>dráhách, ve znění pozdějších předpisů,</w:t>
      </w:r>
      <w:r w:rsidR="00845C50" w:rsidRPr="00211F09">
        <w:t xml:space="preserve"> </w:t>
      </w:r>
      <w:r w:rsidR="00F6571F">
        <w:t xml:space="preserve">s výjimkou stavby mostu, jež nemusí být provedena na stavbách železničních drah, </w:t>
      </w:r>
      <w:r w:rsidR="00014412" w:rsidRPr="00211F09">
        <w:t xml:space="preserve">poskytnutých dodavatelem </w:t>
      </w:r>
      <w:r w:rsidRPr="00211F09">
        <w:t>za posledních 5 let před zahájením zadávacího řízení (dále jako „</w:t>
      </w:r>
      <w:r w:rsidRPr="00211F09">
        <w:rPr>
          <w:rStyle w:val="Tun9b"/>
        </w:rPr>
        <w:t>stavební práce</w:t>
      </w:r>
      <w:r w:rsidRPr="00211F09">
        <w:t xml:space="preserve">“). Předloženým seznamem stavebních prací přitom musí dodavatel prokázat, že hodnota stavebních prací jím poskytnutých na uvedených stavbách za posledních 5 let </w:t>
      </w:r>
      <w:r w:rsidR="008735B2" w:rsidRPr="00211F09">
        <w:t>před za</w:t>
      </w:r>
      <w:r w:rsidR="008735B2">
        <w:t xml:space="preserve">hájením zadávacího řízení </w:t>
      </w:r>
      <w:r>
        <w:t>činí</w:t>
      </w:r>
      <w:r w:rsidR="00092CC9">
        <w:t xml:space="preserve"> v </w:t>
      </w:r>
      <w:r>
        <w:t xml:space="preserve">součtu, včetně případných poddodávek, </w:t>
      </w:r>
      <w:r w:rsidRPr="00211F09">
        <w:rPr>
          <w:b/>
        </w:rPr>
        <w:t xml:space="preserve">nejméně </w:t>
      </w:r>
      <w:r w:rsidR="00454425">
        <w:rPr>
          <w:b/>
        </w:rPr>
        <w:t xml:space="preserve">2 </w:t>
      </w:r>
      <w:r w:rsidR="00C51619">
        <w:rPr>
          <w:b/>
        </w:rPr>
        <w:t>748</w:t>
      </w:r>
      <w:r w:rsidR="00211F09" w:rsidRPr="00211F09">
        <w:rPr>
          <w:b/>
        </w:rPr>
        <w:t xml:space="preserve"> mil</w:t>
      </w:r>
      <w:r w:rsidRPr="00211F09">
        <w:rPr>
          <w:b/>
        </w:rPr>
        <w:t>.</w:t>
      </w:r>
      <w:r>
        <w:t xml:space="preserve"> </w:t>
      </w:r>
      <w:r w:rsidRPr="00B448FF">
        <w:rPr>
          <w:b/>
        </w:rPr>
        <w:t>Kč</w:t>
      </w:r>
      <w:r>
        <w:t xml:space="preserve"> </w:t>
      </w:r>
      <w:r w:rsidRPr="00211F09">
        <w:rPr>
          <w:b/>
        </w:rPr>
        <w:t>bez DPH</w:t>
      </w:r>
      <w:r w:rsidR="00211F09" w:rsidRPr="00211F09">
        <w:t>.</w:t>
      </w:r>
      <w:r w:rsidR="00211F09">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08054F18" w:rsidR="0035531B" w:rsidRDefault="0035531B" w:rsidP="00930B79">
      <w:pPr>
        <w:pStyle w:val="Textbezslovn"/>
      </w:pPr>
      <w:r>
        <w:t>Zadavatel dále požaduje, aby dodavatel kromě informací uvedených</w:t>
      </w:r>
      <w:r w:rsidR="00092CC9">
        <w:t xml:space="preserve"> </w:t>
      </w:r>
      <w:r w:rsidR="00092CC9" w:rsidRPr="00546907">
        <w:t>v </w:t>
      </w:r>
      <w:r w:rsidRPr="00546907">
        <w:t xml:space="preserve"> seznamu stavebních prací předložil </w:t>
      </w:r>
      <w:r w:rsidRPr="00546907">
        <w:rPr>
          <w:rStyle w:val="Tun9b"/>
        </w:rPr>
        <w:t>osvědčení objednatelů</w:t>
      </w:r>
      <w:r w:rsidR="00092CC9" w:rsidRPr="00546907">
        <w:t xml:space="preserve"> o </w:t>
      </w:r>
      <w:r w:rsidRPr="00546907">
        <w:t>řádném poskytnutí</w:t>
      </w:r>
      <w:r w:rsidR="00845C50" w:rsidRPr="00546907">
        <w:t xml:space="preserve"> a </w:t>
      </w:r>
      <w:r w:rsidRPr="00546907">
        <w:t>dokončení nejvýznamnějších stavebních prací tak, aby prokázal, že dodavatel</w:t>
      </w:r>
      <w:r w:rsidR="00092CC9" w:rsidRPr="00546907">
        <w:t xml:space="preserve"> v </w:t>
      </w:r>
      <w:r w:rsidRPr="00546907">
        <w:t>posledních 5 letech před zahájením zadávacího řízení řádně poskytl</w:t>
      </w:r>
      <w:r w:rsidR="00845C50" w:rsidRPr="00546907">
        <w:t xml:space="preserve"> a </w:t>
      </w:r>
      <w:r w:rsidRPr="00546907">
        <w:t>dokončil alespoň následu</w:t>
      </w:r>
      <w:r>
        <w:t>jící nejvýznamnější stavební práce,</w:t>
      </w:r>
      <w:r w:rsidR="00BB4AF2">
        <w:t xml:space="preserve"> u </w:t>
      </w:r>
      <w:r>
        <w:t xml:space="preserve">nichž hodnota (tj. hodnota zakázky jako celku) </w:t>
      </w:r>
      <w:r w:rsidRPr="00092CC9">
        <w:rPr>
          <w:rStyle w:val="Tun9b"/>
        </w:rPr>
        <w:t>každé jednotlivé nejvýznamnější stavební práce</w:t>
      </w:r>
      <w:r>
        <w:t xml:space="preserve">, včetně případných poddodávek, musí dosahovat alespoň </w:t>
      </w:r>
      <w:r w:rsidR="008C2E94">
        <w:rPr>
          <w:b/>
        </w:rPr>
        <w:t>687</w:t>
      </w:r>
      <w:r w:rsidR="00454425" w:rsidRPr="00A45991">
        <w:rPr>
          <w:b/>
        </w:rPr>
        <w:t xml:space="preserve"> </w:t>
      </w:r>
      <w:r w:rsidR="00A45991" w:rsidRPr="00A45991">
        <w:rPr>
          <w:b/>
        </w:rPr>
        <w:t>mil</w:t>
      </w:r>
      <w:r>
        <w:t xml:space="preserve"> </w:t>
      </w:r>
      <w:r w:rsidRPr="002924B8">
        <w:rPr>
          <w:b/>
        </w:rPr>
        <w:t>Kč</w:t>
      </w:r>
      <w:r>
        <w:t xml:space="preserve"> </w:t>
      </w:r>
      <w:r w:rsidRPr="004D2534">
        <w:rPr>
          <w:b/>
        </w:rPr>
        <w:t>bez DPH</w:t>
      </w:r>
      <w:r w:rsidR="002D35C5">
        <w:t xml:space="preserve"> </w:t>
      </w:r>
      <w:r>
        <w:t>(dále jen jako „</w:t>
      </w:r>
      <w:r w:rsidRPr="00092CC9">
        <w:rPr>
          <w:rStyle w:val="Tun9b"/>
        </w:rPr>
        <w:t>nejvýznamnější stavební práce</w:t>
      </w:r>
      <w:r>
        <w:t xml:space="preserve">“). </w:t>
      </w:r>
    </w:p>
    <w:p w14:paraId="21D3990A" w14:textId="77777777" w:rsidR="0035531B" w:rsidRDefault="0035531B" w:rsidP="00092CC9">
      <w:pPr>
        <w:pStyle w:val="Textbezslovn"/>
      </w:pPr>
      <w:r>
        <w:t>Za nejvýznamnější stavební práce považuje zadavatel níže uvedené stavební práce</w:t>
      </w:r>
      <w:r w:rsidR="00845C50">
        <w:t xml:space="preserve"> s </w:t>
      </w:r>
      <w:r>
        <w:t>hodnotou zakázky ve výši stanovené</w:t>
      </w:r>
      <w:r w:rsidR="00092CC9">
        <w:t xml:space="preserve"> v </w:t>
      </w:r>
      <w:r>
        <w:t>předchozím odstavci,</w:t>
      </w:r>
      <w:r w:rsidR="002D35C5">
        <w:t xml:space="preserve"> </w:t>
      </w:r>
      <w:r w:rsidR="00092CC9">
        <w:t>v </w:t>
      </w:r>
      <w:r>
        <w:t>rámci nichž musí dodavatel doložit rovněž následující požadavky:</w:t>
      </w:r>
    </w:p>
    <w:p w14:paraId="12D20418" w14:textId="46787A8B" w:rsidR="0035531B" w:rsidRPr="00841921" w:rsidRDefault="0035531B" w:rsidP="00092CC9">
      <w:pPr>
        <w:pStyle w:val="Odrka1-1"/>
      </w:pPr>
      <w:r w:rsidRPr="00841921">
        <w:t>nejméně jedn</w:t>
      </w:r>
      <w:r w:rsidR="008B7F76">
        <w:t>a</w:t>
      </w:r>
      <w:r w:rsidRPr="00841921">
        <w:t xml:space="preserve"> nejvýznamnější stavební prác</w:t>
      </w:r>
      <w:r w:rsidR="008B7F76">
        <w:t>i musí zahrnovat</w:t>
      </w:r>
      <w:r w:rsidRPr="00841921">
        <w:t xml:space="preserve"> novostavbu</w:t>
      </w:r>
      <w:r w:rsidR="00CB21C4" w:rsidRPr="00841921">
        <w:t>,</w:t>
      </w:r>
      <w:r w:rsidRPr="00841921">
        <w:t xml:space="preserve"> rekonstrukci </w:t>
      </w:r>
      <w:r w:rsidR="00CB21C4" w:rsidRPr="00841921">
        <w:t xml:space="preserve">nebo opravu </w:t>
      </w:r>
      <w:r w:rsidRPr="00841921">
        <w:rPr>
          <w:rStyle w:val="Tun9b"/>
        </w:rPr>
        <w:t>železničního svršku</w:t>
      </w:r>
      <w:r w:rsidR="00092CC9" w:rsidRPr="00841921">
        <w:t xml:space="preserve"> v </w:t>
      </w:r>
      <w:r w:rsidRPr="00841921">
        <w:t>železniční stanici na elektrifikované trati</w:t>
      </w:r>
      <w:r w:rsidR="00845C50" w:rsidRPr="00841921">
        <w:t xml:space="preserve"> s </w:t>
      </w:r>
      <w:r w:rsidRPr="00841921">
        <w:t xml:space="preserve">minimálním počtem </w:t>
      </w:r>
      <w:r w:rsidR="00FD380F" w:rsidRPr="00841921">
        <w:t>20</w:t>
      </w:r>
      <w:r w:rsidRPr="00841921">
        <w:t xml:space="preserve"> ks výhybek,</w:t>
      </w:r>
      <w:r w:rsidR="00845C50" w:rsidRPr="00841921">
        <w:t xml:space="preserve"> a </w:t>
      </w:r>
      <w:r w:rsidRPr="00841921">
        <w:t>to</w:t>
      </w:r>
      <w:r w:rsidR="00092CC9" w:rsidRPr="00841921">
        <w:t xml:space="preserve"> v </w:t>
      </w:r>
      <w:r w:rsidRPr="00841921">
        <w:t xml:space="preserve">hodnotě nejméně </w:t>
      </w:r>
      <w:r w:rsidR="00841921" w:rsidRPr="00841921">
        <w:t>142 mil</w:t>
      </w:r>
      <w:r w:rsidRPr="00841921">
        <w:t xml:space="preserve"> Kč bez DPH (uvedená částka se vztahuje</w:t>
      </w:r>
      <w:r w:rsidR="00BC6D2B" w:rsidRPr="00841921">
        <w:t xml:space="preserve"> k </w:t>
      </w:r>
      <w:r w:rsidRPr="00841921">
        <w:t>hodnotě novostavby</w:t>
      </w:r>
      <w:r w:rsidR="00F74C1E" w:rsidRPr="00841921">
        <w:t>,</w:t>
      </w:r>
      <w:r w:rsidRPr="00841921">
        <w:t xml:space="preserve"> rekonstrukce </w:t>
      </w:r>
      <w:r w:rsidR="00F74C1E" w:rsidRPr="00841921">
        <w:t xml:space="preserve">nebo opravy </w:t>
      </w:r>
      <w:r w:rsidRPr="00841921">
        <w:t>železničního svršku, nikoli</w:t>
      </w:r>
      <w:r w:rsidR="00BC6D2B" w:rsidRPr="00841921">
        <w:t xml:space="preserve"> k </w:t>
      </w:r>
      <w:r w:rsidRPr="00841921">
        <w:t>hodnotě nejvýznamnější stavební práce, tj. zakázky jako celku);</w:t>
      </w:r>
    </w:p>
    <w:p w14:paraId="1DF3C5E4" w14:textId="1CF3498D" w:rsidR="0035531B" w:rsidRPr="00841921" w:rsidRDefault="0035531B" w:rsidP="00092CC9">
      <w:pPr>
        <w:pStyle w:val="Odrka1-1"/>
      </w:pPr>
      <w:r w:rsidRPr="00841921">
        <w:t>nejméně jedn</w:t>
      </w:r>
      <w:r w:rsidR="008B7F76">
        <w:t>a</w:t>
      </w:r>
      <w:r w:rsidRPr="00841921">
        <w:t xml:space="preserve"> nejvýznamnější stavební prác</w:t>
      </w:r>
      <w:r w:rsidR="008B7F76">
        <w:t>e musí zahrnovat</w:t>
      </w:r>
      <w:r w:rsidRPr="00841921">
        <w:t xml:space="preserve"> novostavbu</w:t>
      </w:r>
      <w:r w:rsidR="00CB21C4" w:rsidRPr="00841921">
        <w:t>,</w:t>
      </w:r>
      <w:r w:rsidRPr="00841921">
        <w:t xml:space="preserve"> rekonstrukci </w:t>
      </w:r>
      <w:r w:rsidR="00CB21C4" w:rsidRPr="00841921">
        <w:t xml:space="preserve">nebo opravu </w:t>
      </w:r>
      <w:r w:rsidR="007F3581" w:rsidRPr="00841921">
        <w:t xml:space="preserve">tělesa </w:t>
      </w:r>
      <w:r w:rsidRPr="00841921">
        <w:rPr>
          <w:rStyle w:val="Tun9b"/>
        </w:rPr>
        <w:t>železničního spodku</w:t>
      </w:r>
      <w:r w:rsidR="00092CC9" w:rsidRPr="00841921">
        <w:t xml:space="preserve"> v </w:t>
      </w:r>
      <w:r w:rsidRPr="00841921">
        <w:t xml:space="preserve">hodnotě nejméně </w:t>
      </w:r>
      <w:r w:rsidR="00841921" w:rsidRPr="00841921">
        <w:t>77 mil</w:t>
      </w:r>
      <w:r w:rsidRPr="00841921">
        <w:t xml:space="preserve"> Kč bez DPH (uvedená částka se vztahuje</w:t>
      </w:r>
      <w:r w:rsidR="00BC6D2B" w:rsidRPr="00841921">
        <w:t xml:space="preserve"> k </w:t>
      </w:r>
      <w:r w:rsidRPr="00841921">
        <w:t>hodnotě novostavby</w:t>
      </w:r>
      <w:r w:rsidR="00F74C1E" w:rsidRPr="00841921">
        <w:t>,</w:t>
      </w:r>
      <w:r w:rsidRPr="00841921">
        <w:t xml:space="preserve"> rekonstrukce </w:t>
      </w:r>
      <w:r w:rsidR="00F74C1E" w:rsidRPr="00841921">
        <w:t xml:space="preserve">nebo opravy </w:t>
      </w:r>
      <w:r w:rsidR="00C57268" w:rsidRPr="00841921">
        <w:t xml:space="preserve">tělesa </w:t>
      </w:r>
      <w:r w:rsidRPr="00841921">
        <w:t>železničního spodku, nikoli</w:t>
      </w:r>
      <w:r w:rsidR="00BC6D2B" w:rsidRPr="00841921">
        <w:t xml:space="preserve"> k </w:t>
      </w:r>
      <w:r w:rsidRPr="00841921">
        <w:t>hodnotě nejvýznamnější stavební práce, tj. zakázky jako celku);</w:t>
      </w:r>
    </w:p>
    <w:p w14:paraId="6DA8458F" w14:textId="10819395" w:rsidR="0035531B" w:rsidRPr="00841921" w:rsidRDefault="0035531B" w:rsidP="00F75C6B">
      <w:pPr>
        <w:pStyle w:val="Odrka1-1"/>
      </w:pPr>
      <w:bookmarkStart w:id="12" w:name="_Hlk132118403"/>
      <w:r w:rsidRPr="00841921">
        <w:t>nejméně jedn</w:t>
      </w:r>
      <w:r w:rsidR="008B7F76">
        <w:t>a</w:t>
      </w:r>
      <w:r w:rsidRPr="00841921">
        <w:t xml:space="preserve"> nejvýznamnější stavební prác</w:t>
      </w:r>
      <w:r w:rsidR="008B7F76">
        <w:t>e musí zahrnovat</w:t>
      </w:r>
      <w:r w:rsidRPr="00841921">
        <w:t xml:space="preserve"> novostavbu</w:t>
      </w:r>
      <w:r w:rsidR="00A7472E">
        <w:t xml:space="preserve"> nebo</w:t>
      </w:r>
      <w:r w:rsidRPr="00841921">
        <w:t xml:space="preserve"> rekonstrukci </w:t>
      </w:r>
      <w:r w:rsidR="00F75C6B" w:rsidRPr="00F75C6B">
        <w:rPr>
          <w:rStyle w:val="Tun9b"/>
        </w:rPr>
        <w:t>železničního nebo silničního monolitického železobetonového mostu</w:t>
      </w:r>
      <w:r w:rsidR="00092CC9" w:rsidRPr="00841921">
        <w:t xml:space="preserve"> v</w:t>
      </w:r>
      <w:r w:rsidRPr="00841921">
        <w:t xml:space="preserve"> hodnotě nejméně </w:t>
      </w:r>
      <w:r w:rsidR="007334F6">
        <w:t>70</w:t>
      </w:r>
      <w:r w:rsidR="00841921" w:rsidRPr="00841921">
        <w:t xml:space="preserve"> mil</w:t>
      </w:r>
      <w:r w:rsidRPr="00841921">
        <w:t xml:space="preserve"> Kč bez DPH (uvedená částka se vztahuje</w:t>
      </w:r>
      <w:r w:rsidR="00BC6D2B" w:rsidRPr="00841921">
        <w:t xml:space="preserve"> k </w:t>
      </w:r>
      <w:r w:rsidRPr="00841921">
        <w:t>hodnotě novostavby</w:t>
      </w:r>
      <w:r w:rsidR="00047376">
        <w:t xml:space="preserve"> nebo</w:t>
      </w:r>
      <w:r w:rsidRPr="00841921">
        <w:t xml:space="preserve"> rekonstrukce</w:t>
      </w:r>
      <w:r w:rsidR="004B47A4">
        <w:t xml:space="preserve"> železničního nebo silničního</w:t>
      </w:r>
      <w:r w:rsidR="00F74C1E" w:rsidRPr="00841921">
        <w:t xml:space="preserve"> </w:t>
      </w:r>
      <w:r w:rsidRPr="00841921">
        <w:t>mostu, nikoli</w:t>
      </w:r>
      <w:r w:rsidR="00BC6D2B" w:rsidRPr="00841921">
        <w:t xml:space="preserve"> k </w:t>
      </w:r>
      <w:r w:rsidRPr="00841921">
        <w:t>hodnotě nejvýznamnější stavební práce, tj. zakázky jak</w:t>
      </w:r>
      <w:r w:rsidR="00CD604C" w:rsidRPr="00841921">
        <w:t>o celku),</w:t>
      </w:r>
    </w:p>
    <w:bookmarkEnd w:id="12"/>
    <w:p w14:paraId="2C069BAB" w14:textId="7D16B0A3" w:rsidR="0035531B" w:rsidRPr="00E806D2" w:rsidRDefault="0035531B" w:rsidP="00092CC9">
      <w:pPr>
        <w:pStyle w:val="Odrka1-1"/>
      </w:pPr>
      <w:r w:rsidRPr="00841921">
        <w:t>nejméně jedna nejvýznamnější stavební práce musí zahrnovat novostavbu</w:t>
      </w:r>
      <w:r w:rsidR="00CB21C4" w:rsidRPr="00841921">
        <w:t>,</w:t>
      </w:r>
      <w:r w:rsidRPr="00841921">
        <w:t xml:space="preserve"> rekonstrukci </w:t>
      </w:r>
      <w:r w:rsidR="00CB21C4" w:rsidRPr="00841921">
        <w:t>nebo opravu</w:t>
      </w:r>
      <w:r w:rsidR="00CB21C4" w:rsidRPr="00E806D2">
        <w:t xml:space="preserve"> </w:t>
      </w:r>
      <w:r w:rsidRPr="00E806D2">
        <w:rPr>
          <w:rStyle w:val="Tun9b"/>
        </w:rPr>
        <w:t>trakčního vedení</w:t>
      </w:r>
      <w:r w:rsidRPr="00E806D2">
        <w:t xml:space="preserve"> </w:t>
      </w:r>
      <w:r w:rsidR="00092CC9" w:rsidRPr="00E806D2">
        <w:t>v </w:t>
      </w:r>
      <w:r w:rsidRPr="00E806D2">
        <w:t xml:space="preserve">železniční stanici </w:t>
      </w:r>
      <w:r w:rsidR="00845C50" w:rsidRPr="00E806D2">
        <w:t>s </w:t>
      </w:r>
      <w:r w:rsidRPr="00E806D2">
        <w:t xml:space="preserve">minimálním počtem </w:t>
      </w:r>
      <w:r w:rsidR="00E806D2" w:rsidRPr="00E806D2">
        <w:t>20</w:t>
      </w:r>
      <w:r w:rsidRPr="00E806D2">
        <w:t xml:space="preserve"> ks výhybek,</w:t>
      </w:r>
      <w:r w:rsidR="00845C50" w:rsidRPr="00E806D2">
        <w:t xml:space="preserve"> a </w:t>
      </w:r>
      <w:r w:rsidRPr="00E806D2">
        <w:t>to</w:t>
      </w:r>
      <w:r w:rsidR="00092CC9" w:rsidRPr="00E806D2">
        <w:t xml:space="preserve"> v </w:t>
      </w:r>
      <w:r w:rsidRPr="00E806D2">
        <w:t xml:space="preserve">hodnotě nejméně </w:t>
      </w:r>
      <w:r w:rsidR="00841921">
        <w:t>71 mil</w:t>
      </w:r>
      <w:r w:rsidRPr="00E806D2">
        <w:t xml:space="preserve"> Kč bez DPH  (uvedená částka se vztahuje</w:t>
      </w:r>
      <w:r w:rsidR="00BC6D2B" w:rsidRPr="00E806D2">
        <w:t xml:space="preserve"> k </w:t>
      </w:r>
      <w:r w:rsidRPr="00E806D2">
        <w:t>hodnotě novostavby</w:t>
      </w:r>
      <w:r w:rsidR="00F74C1E" w:rsidRPr="00E806D2">
        <w:t>,</w:t>
      </w:r>
      <w:r w:rsidRPr="00E806D2">
        <w:t xml:space="preserve"> rekonstrukce </w:t>
      </w:r>
      <w:r w:rsidR="00F74C1E" w:rsidRPr="00E806D2">
        <w:t xml:space="preserve">nebo opravy </w:t>
      </w:r>
      <w:r w:rsidRPr="00E806D2">
        <w:t>trakčního vedení, nikoli</w:t>
      </w:r>
      <w:r w:rsidR="00BC6D2B" w:rsidRPr="00E806D2">
        <w:t xml:space="preserve"> k </w:t>
      </w:r>
      <w:r w:rsidRPr="00E806D2">
        <w:t>hodnotě nejvýznamnější stavební práce, tj. zakázky jako celku);</w:t>
      </w:r>
    </w:p>
    <w:p w14:paraId="148EC07F" w14:textId="4EEF727C" w:rsidR="0035531B" w:rsidRPr="00E806D2" w:rsidRDefault="0035531B" w:rsidP="00092CC9">
      <w:pPr>
        <w:pStyle w:val="Odrka1-1"/>
      </w:pPr>
      <w:r w:rsidRPr="00E806D2">
        <w:t>nejméně jedna nejvýznamnější stavební práce musí zahrnovat novostavbu</w:t>
      </w:r>
      <w:r w:rsidR="00CB21C4" w:rsidRPr="00E806D2">
        <w:t>,</w:t>
      </w:r>
      <w:r w:rsidRPr="00E806D2">
        <w:t xml:space="preserve"> rekonstrukci </w:t>
      </w:r>
      <w:r w:rsidR="00CB21C4" w:rsidRPr="00E806D2">
        <w:t xml:space="preserve">nebo opravu </w:t>
      </w:r>
      <w:r w:rsidRPr="00E806D2">
        <w:rPr>
          <w:rStyle w:val="Tun9b"/>
        </w:rPr>
        <w:t>silnoproudých zařízení</w:t>
      </w:r>
      <w:r w:rsidRPr="00E806D2">
        <w:t xml:space="preserve"> železničních drah</w:t>
      </w:r>
      <w:r w:rsidR="00092CC9" w:rsidRPr="00E806D2">
        <w:t xml:space="preserve"> v </w:t>
      </w:r>
      <w:r w:rsidRPr="00E806D2">
        <w:t xml:space="preserve">hodnotě nejméně </w:t>
      </w:r>
      <w:r w:rsidR="00841921">
        <w:t>21 mil</w:t>
      </w:r>
      <w:r w:rsidRPr="00E806D2">
        <w:t xml:space="preserve"> Kč bez DPH (uvedená částka se vztahuje</w:t>
      </w:r>
      <w:r w:rsidR="00BC6D2B" w:rsidRPr="00E806D2">
        <w:t xml:space="preserve"> k </w:t>
      </w:r>
      <w:r w:rsidRPr="00E806D2">
        <w:t>hodnotě novostavby</w:t>
      </w:r>
      <w:r w:rsidR="00F74C1E" w:rsidRPr="00E806D2">
        <w:t>,</w:t>
      </w:r>
      <w:r w:rsidRPr="00E806D2">
        <w:t xml:space="preserve"> rekonstrukce </w:t>
      </w:r>
      <w:r w:rsidR="00F74C1E" w:rsidRPr="00E806D2">
        <w:t xml:space="preserve">nebo opravy </w:t>
      </w:r>
      <w:r w:rsidRPr="00E806D2">
        <w:t>silnoproudých zařízení železničních drah, nikoli</w:t>
      </w:r>
      <w:r w:rsidR="00BC6D2B" w:rsidRPr="00E806D2">
        <w:t xml:space="preserve"> k </w:t>
      </w:r>
      <w:r w:rsidRPr="00E806D2">
        <w:t>hodnotě nejvýznamnější stavební práce, tj. zakázky jako celku);</w:t>
      </w:r>
    </w:p>
    <w:p w14:paraId="188248EA" w14:textId="49ACC5C2" w:rsidR="0035531B" w:rsidRPr="00E806D2" w:rsidRDefault="0035531B" w:rsidP="002C04EE">
      <w:pPr>
        <w:pStyle w:val="Odrka1-1"/>
      </w:pPr>
      <w:r w:rsidRPr="00E806D2">
        <w:lastRenderedPageBreak/>
        <w:t>nejméně jedna nejvýznamnější stavební práce musí zahrnovat novostavbu</w:t>
      </w:r>
      <w:r w:rsidR="00CB21C4" w:rsidRPr="00E806D2">
        <w:t>,</w:t>
      </w:r>
      <w:r w:rsidRPr="00E806D2">
        <w:t xml:space="preserve"> rekonstrukci </w:t>
      </w:r>
      <w:r w:rsidR="00CB21C4" w:rsidRPr="00E806D2">
        <w:t xml:space="preserve">nebo opravu </w:t>
      </w:r>
      <w:r w:rsidRPr="00E806D2">
        <w:t xml:space="preserve">zařízení staničního </w:t>
      </w:r>
      <w:r w:rsidRPr="00E806D2">
        <w:rPr>
          <w:rStyle w:val="Tun9b"/>
        </w:rPr>
        <w:t>zabezpečovacího zařízení</w:t>
      </w:r>
      <w:r w:rsidR="00092CC9" w:rsidRPr="00E806D2">
        <w:t xml:space="preserve"> v </w:t>
      </w:r>
      <w:r w:rsidRPr="00E806D2">
        <w:t xml:space="preserve">železniční stanici </w:t>
      </w:r>
      <w:r w:rsidR="00845C50" w:rsidRPr="00E806D2">
        <w:t>s </w:t>
      </w:r>
      <w:r w:rsidRPr="00E806D2">
        <w:t xml:space="preserve">minimálním počtem </w:t>
      </w:r>
      <w:r w:rsidR="00E806D2" w:rsidRPr="00E806D2">
        <w:t>20</w:t>
      </w:r>
      <w:r w:rsidRPr="00E806D2">
        <w:t xml:space="preserve"> ks výhybek,</w:t>
      </w:r>
      <w:r w:rsidR="00845C50" w:rsidRPr="00E806D2">
        <w:t xml:space="preserve"> a </w:t>
      </w:r>
      <w:r w:rsidRPr="00E806D2">
        <w:t>to</w:t>
      </w:r>
      <w:r w:rsidR="00092CC9" w:rsidRPr="00E806D2">
        <w:t xml:space="preserve"> v </w:t>
      </w:r>
      <w:r w:rsidRPr="00E806D2">
        <w:t xml:space="preserve">hodnotě nejméně </w:t>
      </w:r>
      <w:r w:rsidR="00841921">
        <w:t>94 mil</w:t>
      </w:r>
      <w:r w:rsidRPr="00E806D2">
        <w:t xml:space="preserve"> Kč bez DPH (uvedená částka se vztahuje</w:t>
      </w:r>
      <w:r w:rsidR="00BC6D2B" w:rsidRPr="00E806D2">
        <w:t xml:space="preserve"> k </w:t>
      </w:r>
      <w:r w:rsidRPr="00E806D2">
        <w:t>hodnotě novostavby</w:t>
      </w:r>
      <w:r w:rsidR="00F74C1E" w:rsidRPr="00E806D2">
        <w:t>,</w:t>
      </w:r>
      <w:r w:rsidRPr="00E806D2">
        <w:t xml:space="preserve"> rekonstrukce </w:t>
      </w:r>
      <w:r w:rsidR="00F74C1E" w:rsidRPr="00E806D2">
        <w:t xml:space="preserve">nebo opravy </w:t>
      </w:r>
      <w:r w:rsidRPr="00E806D2">
        <w:t>zabezpečovacího zařízení, nikoli</w:t>
      </w:r>
      <w:r w:rsidR="00BC6D2B" w:rsidRPr="00E806D2">
        <w:t xml:space="preserve"> k </w:t>
      </w:r>
      <w:r w:rsidRPr="00E806D2">
        <w:t>hodnotě nejvýznamnější stavební práce, tj. zakázky jako celku).</w:t>
      </w:r>
    </w:p>
    <w:p w14:paraId="59340031" w14:textId="77777777"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w:t>
      </w:r>
      <w:r w:rsidR="00E5375F">
        <w:t xml:space="preserve"> (dále jen „stavební zákon“)</w:t>
      </w:r>
      <w:r>
        <w:t>.</w:t>
      </w:r>
    </w:p>
    <w:p w14:paraId="39AC9D1E" w14:textId="2E27CF8B" w:rsidR="004E43A0" w:rsidRDefault="004E43A0" w:rsidP="00BE414F">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13A0A18D" w14:textId="7D97BB5D" w:rsidR="00BE414F" w:rsidRDefault="00BE414F" w:rsidP="00BE414F">
      <w:pPr>
        <w:pStyle w:val="Textbezslovn"/>
      </w:pPr>
      <w:r>
        <w:t xml:space="preserve">Za rekonstrukci </w:t>
      </w:r>
      <w:r w:rsidR="004E43A0">
        <w:t xml:space="preserve">ani opravu </w:t>
      </w:r>
      <w:r>
        <w:t xml:space="preserve">se nepovažují údržbové práce, jež mají pro účely posouzení splnění kritérií technické kvalifikace v těchto zadávacích podmínkách následující význam: </w:t>
      </w:r>
    </w:p>
    <w:p w14:paraId="7BABF6B4" w14:textId="6F1E0EE5" w:rsidR="00BE414F" w:rsidRPr="00BE414F" w:rsidRDefault="00E931D3" w:rsidP="00BE414F">
      <w:pPr>
        <w:pStyle w:val="Odrka1-1"/>
      </w:pPr>
      <w:r>
        <w:t>Ú</w:t>
      </w:r>
      <w:r w:rsidR="00BE414F"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A419B44" w:rsidR="0035531B" w:rsidRDefault="0035531B" w:rsidP="002C04EE">
      <w:pPr>
        <w:pStyle w:val="Textbezslovn"/>
      </w:pPr>
      <w:r>
        <w:t xml:space="preserve">Stavební, </w:t>
      </w:r>
      <w:r w:rsidRPr="00E806D2">
        <w:t>resp. nejvýznamnější stavební práce je třeba doložit</w:t>
      </w:r>
      <w:r w:rsidR="00092CC9" w:rsidRPr="00E806D2">
        <w:t xml:space="preserve"> v </w:t>
      </w:r>
      <w:r w:rsidRPr="00E806D2">
        <w:t>takovém počtu, aby byla dosažena požadovaná hodnota stavebních, resp. nejvýznamnějších stavebních prací</w:t>
      </w:r>
      <w:r w:rsidR="00092CC9" w:rsidRPr="00E806D2">
        <w:t xml:space="preserve"> v </w:t>
      </w:r>
      <w:r w:rsidRPr="00E806D2">
        <w:t>součtu za posledních 5 let. Pro odstranění pochybností zadavatel uvádí, že požadavek kritéria technické kvalifikace na doložení stavebních, resp. nejvýznamnějších stavebních prací lze splnit předložením seznamu</w:t>
      </w:r>
      <w:r w:rsidR="00845C50" w:rsidRPr="00E806D2">
        <w:t xml:space="preserve"> a </w:t>
      </w:r>
      <w:r w:rsidRPr="00E806D2">
        <w:t>osvědčení</w:t>
      </w:r>
      <w:r w:rsidR="00092CC9" w:rsidRPr="00E806D2">
        <w:t xml:space="preserve"> o </w:t>
      </w:r>
      <w:r w:rsidRPr="00E806D2">
        <w:t>řádném poskytnutí</w:t>
      </w:r>
      <w:r w:rsidR="00845C50" w:rsidRPr="00E806D2">
        <w:t xml:space="preserve"> a </w:t>
      </w:r>
      <w:r w:rsidRPr="00E806D2">
        <w:t>dokončení i pouze jediné stavební, resp. nejvýznamnější stavební práce, jejíž hodnota představuje alespoň požadovanou hodnotu stavebních prací</w:t>
      </w:r>
      <w:r w:rsidR="00092CC9" w:rsidRPr="00E806D2">
        <w:t xml:space="preserve"> v </w:t>
      </w:r>
      <w:r w:rsidRPr="00E806D2">
        <w:t>součtu za posledních 5 let</w:t>
      </w:r>
      <w:r w:rsidR="00845C50" w:rsidRPr="00E806D2">
        <w:t xml:space="preserve"> a </w:t>
      </w:r>
      <w:r w:rsidRPr="00E806D2">
        <w:t>splňuje i všechny minimální hodnoty</w:t>
      </w:r>
      <w:r w:rsidR="00BB4AF2" w:rsidRPr="00E806D2">
        <w:t xml:space="preserve"> u </w:t>
      </w:r>
      <w:r w:rsidRPr="00E806D2">
        <w:t>jednotlivých nejvýznamnějších stavebních prací,</w:t>
      </w:r>
      <w:r w:rsidR="00845C50" w:rsidRPr="00E806D2">
        <w:t xml:space="preserve"> a</w:t>
      </w:r>
      <w:r w:rsidR="00092CC9" w:rsidRPr="00E806D2">
        <w:t xml:space="preserve"> v </w:t>
      </w:r>
      <w:r w:rsidRPr="00E806D2">
        <w:t>jejímž rámci byly realizovány všechny práce splňující</w:t>
      </w:r>
      <w:r>
        <w:t xml:space="preserve"> jednotlivé požadavky zadavatele výše, resp. splněny i všechny další požadavky stanovené</w:t>
      </w:r>
      <w:r w:rsidR="00092CC9">
        <w:t xml:space="preserve"> v </w:t>
      </w:r>
      <w:r>
        <w:t>tomto článku.</w:t>
      </w:r>
    </w:p>
    <w:p w14:paraId="049DEF26" w14:textId="77777777" w:rsidR="0035531B" w:rsidRDefault="0035531B" w:rsidP="002C04EE">
      <w:pPr>
        <w:pStyle w:val="Textbezslovn"/>
      </w:pPr>
      <w:r>
        <w:t xml:space="preserve">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w:t>
      </w:r>
      <w:r>
        <w:lastRenderedPageBreak/>
        <w:t>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E806D2">
        <w:t xml:space="preserve">posledních </w:t>
      </w:r>
      <w:r w:rsidRPr="00E806D2">
        <w:t xml:space="preserve">5 let </w:t>
      </w:r>
      <w:r w:rsidR="00D31E39" w:rsidRPr="00E806D2">
        <w:t xml:space="preserve">před zahájením zadávacího řízení </w:t>
      </w:r>
      <w:r w:rsidRPr="00E806D2">
        <w:t xml:space="preserve">se </w:t>
      </w:r>
      <w:r w:rsidR="000A2EAF" w:rsidRPr="00E806D2">
        <w:t xml:space="preserve">pro účely prokázání technické kvalifikace ohledně referenčních zakázek </w:t>
      </w:r>
      <w:r w:rsidRPr="00E806D2">
        <w:t>považuje za splněnou, pokud byly stavební/nejvýznamnější stavební práce</w:t>
      </w:r>
      <w:r w:rsidR="00092CC9" w:rsidRPr="00E806D2">
        <w:t xml:space="preserve"> </w:t>
      </w:r>
      <w:r w:rsidR="000A2EAF" w:rsidRPr="00E806D2">
        <w:t xml:space="preserve">dokončeny </w:t>
      </w:r>
      <w:r w:rsidR="00092CC9" w:rsidRPr="00E806D2">
        <w:t>v </w:t>
      </w:r>
      <w:r w:rsidRPr="00E806D2">
        <w:t>průběhu této doby</w:t>
      </w:r>
      <w:r w:rsidR="000A2EAF" w:rsidRPr="00E806D2">
        <w:t xml:space="preserve"> nebo kdykoli po zahájení zadávacího řízení, včetně doby po podání nabídek, a to nejpozději do doby zadavatelem případně stanovené k předložení údajů a dokladů dle § 46 ZZVZ. Pro </w:t>
      </w:r>
      <w:r w:rsidRPr="00E806D2">
        <w:t xml:space="preserve">prokázání kvalifikace postačuje, aby byl požadovaný finanční objem </w:t>
      </w:r>
      <w:r w:rsidR="00293D72" w:rsidRPr="00E806D2">
        <w:t xml:space="preserve">či jiné minimální hodnoty </w:t>
      </w:r>
      <w:r w:rsidRPr="00E806D2">
        <w:t>stavebních/nejvýznamnějších stavebních prací dosažen</w:t>
      </w:r>
      <w:r w:rsidR="00293D72" w:rsidRPr="00E806D2">
        <w:t>y</w:t>
      </w:r>
      <w:r w:rsidRPr="00E806D2">
        <w:t xml:space="preserve"> za celou dobu realizace stavebních/nejvýznamnějších stavebních prací, nikoliv pouze</w:t>
      </w:r>
      <w:r w:rsidR="00092CC9" w:rsidRPr="00E806D2">
        <w:t xml:space="preserve"> v </w:t>
      </w:r>
      <w:r w:rsidRPr="00E806D2">
        <w:t>průběhu posledních 5 let před zahájením zadávacího řízení. Dokončením se</w:t>
      </w:r>
      <w:r w:rsidR="00BB4AF2" w:rsidRPr="00E806D2">
        <w:t xml:space="preserve"> u </w:t>
      </w:r>
      <w:r w:rsidR="007B1E1B" w:rsidRPr="00E806D2">
        <w:t>stavebních/</w:t>
      </w:r>
      <w:r w:rsidRPr="00E806D2">
        <w:t xml:space="preserve">nejvýznamnějších stavebních prací </w:t>
      </w:r>
      <w:r w:rsidR="002A30C7" w:rsidRPr="00E806D2">
        <w:t xml:space="preserve">pro účely prokázání technické kvalifikace v tomto zadávacím řízení </w:t>
      </w:r>
      <w:r w:rsidRPr="00E806D2">
        <w:t xml:space="preserve">rozumí </w:t>
      </w:r>
      <w:r w:rsidR="007B1E1B" w:rsidRPr="00E806D2">
        <w:t xml:space="preserve">i </w:t>
      </w:r>
      <w:r w:rsidRPr="00E806D2">
        <w:t>uvedení díla</w:t>
      </w:r>
      <w:r w:rsidR="007B1E1B" w:rsidRPr="00E806D2">
        <w:t>, resp. poslední části</w:t>
      </w:r>
      <w:r w:rsidR="00227BC8" w:rsidRPr="00E806D2">
        <w:t xml:space="preserve"> stavební práce</w:t>
      </w:r>
      <w:r w:rsidRPr="00E806D2">
        <w:t>, alespoň do zkušebního provozu. Zadavatel nicméně za dílo dokončené</w:t>
      </w:r>
      <w:r w:rsidR="00092CC9" w:rsidRPr="00E806D2">
        <w:t xml:space="preserve"> v </w:t>
      </w:r>
      <w:r w:rsidRPr="00E806D2">
        <w:t>období posledních 5 let bude považovat též dílo, které</w:t>
      </w:r>
      <w:r w:rsidR="00092CC9" w:rsidRPr="00E806D2">
        <w:t xml:space="preserve"> v </w:t>
      </w:r>
      <w:r w:rsidRPr="00E806D2">
        <w:t>tomto období bylo dokončeno jako celek, tj. včetně plnění navazujících na zkušební provoz, např. zpracování dokumentace skutečného</w:t>
      </w:r>
      <w:r>
        <w:t xml:space="preserve">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 xml:space="preserve">jedním objednatelem). Je přípustné, aby dodavatel prokázal splnění vícero různých nejvýznamnějších stavebních prací prostřednictvím stejného obchodního případu/referenční zakázky, splní-li tento </w:t>
      </w:r>
      <w:r>
        <w:lastRenderedPageBreak/>
        <w:t>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50BFC3AB"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182475">
        <w:t>S</w:t>
      </w:r>
      <w:r w:rsidR="0086714F">
        <w:t>mlouvě</w:t>
      </w:r>
      <w:r w:rsidR="007A50B2">
        <w:t xml:space="preserve"> o dílo</w:t>
      </w:r>
      <w:r w:rsidR="0086714F">
        <w:t xml:space="preserve"> uvedena</w:t>
      </w:r>
      <w:r w:rsidR="00A157B7">
        <w:t xml:space="preserve"> </w:t>
      </w:r>
      <w:r w:rsidR="0086714F">
        <w:t xml:space="preserve">na příslušné pozici člena odborného personálu pouze jedna </w:t>
      </w:r>
      <w:r w:rsidR="0086714F">
        <w:lastRenderedPageBreak/>
        <w:t xml:space="preserve">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E806D2" w:rsidRPr="00E806D2">
        <w:rPr>
          <w:rStyle w:val="Tun9b"/>
        </w:rPr>
        <w:t>Funkci stavbyvedoucího, zástupce stavbyvedoucího, specialisty (vedoucí prací) na železniční svršek, specialisty (vedoucího prací) na zabezpečovací zařízení však nelze takto sloučit, tyto funkce musí zastávat vždy odlišné fyzické osoby</w:t>
      </w:r>
      <w:r w:rsidRPr="00930B79">
        <w:rPr>
          <w:rStyle w:val="Tun9b"/>
        </w:rPr>
        <w:t>.</w:t>
      </w:r>
      <w:r w:rsidR="00E43380">
        <w:rPr>
          <w:rStyle w:val="Tun9b"/>
        </w:rPr>
        <w:t xml:space="preserve"> F</w:t>
      </w:r>
      <w:r w:rsidR="00E43380" w:rsidRPr="00E43380">
        <w:rPr>
          <w:rStyle w:val="Tun9b"/>
        </w:rPr>
        <w:t>unkci koordinátor</w:t>
      </w:r>
      <w:r w:rsidR="00E43380">
        <w:rPr>
          <w:rStyle w:val="Tun9b"/>
        </w:rPr>
        <w:t>a</w:t>
      </w:r>
      <w:r w:rsidR="00E43380" w:rsidRPr="00E43380">
        <w:rPr>
          <w:rStyle w:val="Tun9b"/>
        </w:rPr>
        <w:t xml:space="preserve"> stavby</w:t>
      </w:r>
      <w:r w:rsidR="00E43380">
        <w:rPr>
          <w:rStyle w:val="Tun9b"/>
        </w:rPr>
        <w:t xml:space="preserve"> </w:t>
      </w:r>
      <w:r w:rsidR="00E43380" w:rsidRPr="00E43380">
        <w:rPr>
          <w:rStyle w:val="Tun9b"/>
        </w:rPr>
        <w:t>nelze sloučit s žádnou další funkcí personálu zhotovitele</w:t>
      </w:r>
      <w:r w:rsidR="00E43380">
        <w:rPr>
          <w:rStyle w:val="Tun9b"/>
        </w:rPr>
        <w:t>.</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FE3893" w:rsidRDefault="0035531B" w:rsidP="009067B5">
      <w:pPr>
        <w:pStyle w:val="Odstavec1-1a"/>
        <w:numPr>
          <w:ilvl w:val="0"/>
          <w:numId w:val="12"/>
        </w:numPr>
        <w:rPr>
          <w:rStyle w:val="Tun9b"/>
          <w:b w:val="0"/>
          <w:sz w:val="14"/>
        </w:rPr>
      </w:pPr>
      <w:r w:rsidRPr="00FE3893">
        <w:rPr>
          <w:rStyle w:val="Tun9b"/>
        </w:rPr>
        <w:t>stavbyvedoucí</w:t>
      </w:r>
    </w:p>
    <w:p w14:paraId="0DFF27C0" w14:textId="77777777" w:rsidR="0035531B" w:rsidRPr="00FE3893" w:rsidRDefault="0035531B" w:rsidP="00930B79">
      <w:pPr>
        <w:pStyle w:val="Odrka1-2-"/>
      </w:pPr>
      <w:r w:rsidRPr="00FE3893">
        <w:t>nejméně 5 let praxe</w:t>
      </w:r>
      <w:r w:rsidR="00092CC9" w:rsidRPr="00FE3893">
        <w:t xml:space="preserve"> v </w:t>
      </w:r>
      <w:r w:rsidRPr="00FE3893">
        <w:t xml:space="preserve">řízení provádění staveb železničních drah; </w:t>
      </w:r>
    </w:p>
    <w:p w14:paraId="10A4B46A" w14:textId="63F86C21" w:rsidR="0035531B" w:rsidRPr="00FE3893" w:rsidRDefault="0035531B" w:rsidP="00F44AC3">
      <w:pPr>
        <w:pStyle w:val="Odrka1-2-"/>
      </w:pPr>
      <w:r w:rsidRPr="00FE3893">
        <w:t>zkušenost</w:t>
      </w:r>
      <w:r w:rsidR="00845C50" w:rsidRPr="00FE3893">
        <w:t xml:space="preserve"> s </w:t>
      </w:r>
      <w:r w:rsidRPr="00FE3893">
        <w:t>řízením realizace alespoň jedné zakázky - stavby železničních drah</w:t>
      </w:r>
      <w:r w:rsidR="00092CC9" w:rsidRPr="00FE3893">
        <w:t xml:space="preserve"> v </w:t>
      </w:r>
      <w:r w:rsidRPr="00FE3893">
        <w:t xml:space="preserve">hodnotě nejméně </w:t>
      </w:r>
      <w:r w:rsidR="004052C9">
        <w:t>6</w:t>
      </w:r>
      <w:r w:rsidR="008C2E94">
        <w:t>87</w:t>
      </w:r>
      <w:r w:rsidR="004052C9">
        <w:t xml:space="preserve"> </w:t>
      </w:r>
      <w:r w:rsidR="00841921">
        <w:t>mil</w:t>
      </w:r>
      <w:r w:rsidRPr="00FE3893">
        <w:t xml:space="preserve"> Kč bez DPH,</w:t>
      </w:r>
      <w:r w:rsidR="00845C50" w:rsidRPr="00FE3893">
        <w:t xml:space="preserve"> </w:t>
      </w:r>
      <w:r w:rsidR="00057CE9" w:rsidRPr="00FE3893">
        <w:t>jež zahrnovala novostavbu</w:t>
      </w:r>
      <w:r w:rsidR="00370F1F" w:rsidRPr="00FE3893">
        <w:t>,</w:t>
      </w:r>
      <w:r w:rsidR="00057CE9" w:rsidRPr="00FE3893">
        <w:t xml:space="preserve"> rekonstrukci </w:t>
      </w:r>
      <w:r w:rsidR="00370F1F" w:rsidRPr="00FE3893">
        <w:t xml:space="preserve">nebo opravu </w:t>
      </w:r>
      <w:r w:rsidR="00057CE9" w:rsidRPr="00FE3893">
        <w:t xml:space="preserve">železničního svršku </w:t>
      </w:r>
      <w:r w:rsidR="00057CE9" w:rsidRPr="00FE3893">
        <w:rPr>
          <w:rFonts w:ascii="Verdana" w:hAnsi="Verdana" w:cs="Calibri"/>
        </w:rPr>
        <w:t xml:space="preserve">a spodku </w:t>
      </w:r>
      <w:r w:rsidR="00057CE9" w:rsidRPr="00FE3893">
        <w:t>na elektrifikované</w:t>
      </w:r>
      <w:r w:rsidR="00AC331E">
        <w:t xml:space="preserve"> trati, trakčního vedení a zabezpečovacího zařízení</w:t>
      </w:r>
      <w:r w:rsidR="004E43A0">
        <w:t>,</w:t>
      </w:r>
      <w:r w:rsidR="00AC331E">
        <w:t xml:space="preserve"> </w:t>
      </w:r>
      <w:r w:rsidR="00845C50" w:rsidRPr="00FE3893">
        <w:t>a </w:t>
      </w:r>
      <w:r w:rsidRPr="00FE3893">
        <w:t>to</w:t>
      </w:r>
      <w:r w:rsidR="00092CC9" w:rsidRPr="00FE3893">
        <w:t xml:space="preserve"> v </w:t>
      </w:r>
      <w:r w:rsidRPr="00FE3893">
        <w:t>posledních 10 letech před zahájením zadávacího řízení;</w:t>
      </w:r>
    </w:p>
    <w:p w14:paraId="19A9FACF" w14:textId="78B495A9" w:rsidR="0035531B" w:rsidRPr="00AC331E" w:rsidRDefault="0035531B" w:rsidP="00AD1771">
      <w:pPr>
        <w:pStyle w:val="Odrka1-2-"/>
      </w:pPr>
      <w:r w:rsidRPr="00AC331E">
        <w:t>musí předložit doklad</w:t>
      </w:r>
      <w:r w:rsidR="00092CC9" w:rsidRPr="00AC331E">
        <w:t xml:space="preserve"> o </w:t>
      </w:r>
      <w:r w:rsidRPr="00AC331E">
        <w:t>autorizaci</w:t>
      </w:r>
      <w:r w:rsidR="00092CC9" w:rsidRPr="00AC331E">
        <w:t xml:space="preserve"> v </w:t>
      </w:r>
      <w:r w:rsidRPr="00AC331E">
        <w:t>rozsahu dle § 5 odst. 3 písm</w:t>
      </w:r>
      <w:r w:rsidR="00AC331E" w:rsidRPr="00AC331E">
        <w:t xml:space="preserve">. </w:t>
      </w:r>
      <w:r w:rsidR="004B789D">
        <w:t>b</w:t>
      </w:r>
      <w:r w:rsidRPr="00AC331E">
        <w:t>)</w:t>
      </w:r>
      <w:r w:rsidR="004B789D">
        <w:t xml:space="preserve"> nebo e)</w:t>
      </w:r>
      <w:r w:rsidRPr="00AC331E">
        <w:t xml:space="preserve"> </w:t>
      </w:r>
      <w:r w:rsidR="00C574FE" w:rsidRPr="00AC331E">
        <w:t xml:space="preserve">autorizačního </w:t>
      </w:r>
      <w:r w:rsidRPr="00AC331E">
        <w:t>zákona, tedy</w:t>
      </w:r>
      <w:r w:rsidR="00092CC9" w:rsidRPr="00AC331E">
        <w:t xml:space="preserve"> v </w:t>
      </w:r>
      <w:r w:rsidRPr="00AC331E">
        <w:t>oboru dopravní stavby</w:t>
      </w:r>
      <w:r w:rsidR="004B789D">
        <w:t xml:space="preserve"> nebo technologická zařízení stavby</w:t>
      </w:r>
      <w:r w:rsidRPr="00AC331E">
        <w:t>;</w:t>
      </w:r>
    </w:p>
    <w:p w14:paraId="2907A8CC" w14:textId="77777777" w:rsidR="0035531B" w:rsidRPr="00AC331E" w:rsidRDefault="0035531B" w:rsidP="00930B79">
      <w:pPr>
        <w:pStyle w:val="Odstavec1-1a"/>
        <w:rPr>
          <w:rStyle w:val="Tun9b"/>
        </w:rPr>
      </w:pPr>
      <w:r w:rsidRPr="00AC331E">
        <w:rPr>
          <w:rStyle w:val="Tun9b"/>
        </w:rPr>
        <w:t>zástupce stavbyvedoucího</w:t>
      </w:r>
    </w:p>
    <w:p w14:paraId="1E170A7E" w14:textId="77777777" w:rsidR="0035531B" w:rsidRPr="00AC331E" w:rsidRDefault="0035531B" w:rsidP="00930B79">
      <w:pPr>
        <w:pStyle w:val="Odrka1-2-"/>
      </w:pPr>
      <w:r w:rsidRPr="00AC331E">
        <w:t>nejméně 5 let praxe</w:t>
      </w:r>
      <w:r w:rsidR="00092CC9" w:rsidRPr="00AC331E">
        <w:t xml:space="preserve"> v </w:t>
      </w:r>
      <w:r w:rsidRPr="00AC331E">
        <w:t>řízení provádění staveb železničních drah;</w:t>
      </w:r>
    </w:p>
    <w:p w14:paraId="75777BAF" w14:textId="637026A7" w:rsidR="0035531B" w:rsidRPr="00AC331E" w:rsidRDefault="0035531B" w:rsidP="00AC331E">
      <w:pPr>
        <w:pStyle w:val="Odrka1-2-"/>
      </w:pPr>
      <w:r w:rsidRPr="00AC331E">
        <w:t>zkušenost</w:t>
      </w:r>
      <w:r w:rsidR="00845C50" w:rsidRPr="00AC331E">
        <w:t xml:space="preserve"> s </w:t>
      </w:r>
      <w:r w:rsidRPr="00AC331E">
        <w:t>řízením realizace alespoň jedné zakázky - stavby železničních drah</w:t>
      </w:r>
      <w:r w:rsidR="00092CC9" w:rsidRPr="00AC331E">
        <w:t xml:space="preserve"> v </w:t>
      </w:r>
      <w:r w:rsidRPr="00AC331E">
        <w:t xml:space="preserve">hodnotě nejméně </w:t>
      </w:r>
      <w:r w:rsidR="003351DB">
        <w:t>687 mil</w:t>
      </w:r>
      <w:r w:rsidR="00AC331E">
        <w:t xml:space="preserve"> Kč bez DPH</w:t>
      </w:r>
      <w:r w:rsidRPr="00AC331E">
        <w:t>,</w:t>
      </w:r>
      <w:r w:rsidR="00845C50" w:rsidRPr="00AC331E">
        <w:t xml:space="preserve"> </w:t>
      </w:r>
      <w:r w:rsidR="00815F1A" w:rsidRPr="00AC331E">
        <w:t>jež zahrnovala novostavbu</w:t>
      </w:r>
      <w:r w:rsidR="00370F1F" w:rsidRPr="00AC331E">
        <w:t>,</w:t>
      </w:r>
      <w:r w:rsidR="00815F1A" w:rsidRPr="00AC331E">
        <w:t xml:space="preserve"> rekonstrukci </w:t>
      </w:r>
      <w:r w:rsidR="00370F1F" w:rsidRPr="00AC331E">
        <w:t xml:space="preserve">nebo opravu </w:t>
      </w:r>
      <w:r w:rsidR="00AC331E" w:rsidRPr="00AC331E">
        <w:t>železničního svršku a spodku na elektrifikované trati</w:t>
      </w:r>
      <w:r w:rsidR="004E43A0">
        <w:t>,</w:t>
      </w:r>
      <w:r w:rsidR="00815F1A" w:rsidRPr="00AC331E">
        <w:t xml:space="preserve"> </w:t>
      </w:r>
      <w:r w:rsidR="00845C50" w:rsidRPr="00AC331E">
        <w:t>a </w:t>
      </w:r>
      <w:r w:rsidRPr="00AC331E">
        <w:t>to</w:t>
      </w:r>
      <w:r w:rsidR="00092CC9" w:rsidRPr="00AC331E">
        <w:t xml:space="preserve"> v </w:t>
      </w:r>
      <w:r w:rsidRPr="00AC331E">
        <w:t>posledních 10 letech před zahájením zadávacího řízení;</w:t>
      </w:r>
    </w:p>
    <w:p w14:paraId="4646DAEA" w14:textId="449FFD62" w:rsidR="0035531B" w:rsidRPr="00AC331E" w:rsidRDefault="0035531B" w:rsidP="00930B79">
      <w:pPr>
        <w:pStyle w:val="Odrka1-2-"/>
      </w:pPr>
      <w:r w:rsidRPr="00AC331E">
        <w:t>musí předložit doklad</w:t>
      </w:r>
      <w:r w:rsidR="00092CC9" w:rsidRPr="00AC331E">
        <w:t xml:space="preserve"> o </w:t>
      </w:r>
      <w:r w:rsidRPr="00AC331E">
        <w:t>autorizaci</w:t>
      </w:r>
      <w:r w:rsidR="00092CC9" w:rsidRPr="00AC331E">
        <w:t xml:space="preserve"> v </w:t>
      </w:r>
      <w:r w:rsidRPr="00AC331E">
        <w:t>rozsahu dle § 5 odst. 3 písm. b) autorizačního zákona, tedy</w:t>
      </w:r>
      <w:r w:rsidR="00092CC9" w:rsidRPr="00AC331E">
        <w:t xml:space="preserve"> v </w:t>
      </w:r>
      <w:r w:rsidRPr="00AC331E">
        <w:t>oboru dopravní stavby;</w:t>
      </w:r>
    </w:p>
    <w:p w14:paraId="27492158" w14:textId="77777777" w:rsidR="0035531B" w:rsidRPr="00AC331E" w:rsidRDefault="0035531B" w:rsidP="00930B79">
      <w:pPr>
        <w:pStyle w:val="Odstavec1-1a"/>
        <w:rPr>
          <w:rStyle w:val="Tun9b"/>
        </w:rPr>
      </w:pPr>
      <w:r w:rsidRPr="00AC331E">
        <w:rPr>
          <w:rStyle w:val="Tun9b"/>
        </w:rPr>
        <w:t xml:space="preserve">specialista (vedoucí prací) na železniční svršek </w:t>
      </w:r>
    </w:p>
    <w:p w14:paraId="43F039B1" w14:textId="77777777" w:rsidR="0035531B" w:rsidRPr="00AC331E" w:rsidRDefault="0035531B" w:rsidP="00930B79">
      <w:pPr>
        <w:pStyle w:val="Odrka1-2-"/>
      </w:pPr>
      <w:r w:rsidRPr="00AC331E">
        <w:t>nejméně 5 let praxe</w:t>
      </w:r>
      <w:r w:rsidR="00092CC9" w:rsidRPr="00AC331E">
        <w:t xml:space="preserve"> v </w:t>
      </w:r>
      <w:r w:rsidRPr="00AC331E">
        <w:t xml:space="preserve">oboru své specializace </w:t>
      </w:r>
      <w:r w:rsidR="0084414D" w:rsidRPr="00AC331E">
        <w:t xml:space="preserve">(železniční svršek) </w:t>
      </w:r>
      <w:r w:rsidRPr="00AC331E">
        <w:t>při provádění staveb;</w:t>
      </w:r>
    </w:p>
    <w:p w14:paraId="2B041294" w14:textId="0EB2B86C" w:rsidR="0035531B" w:rsidRPr="00AC331E" w:rsidRDefault="0035531B" w:rsidP="00C50154">
      <w:pPr>
        <w:pStyle w:val="Odrka1-2-"/>
      </w:pPr>
      <w:r w:rsidRPr="00AC331E">
        <w:t>zkušenost</w:t>
      </w:r>
      <w:r w:rsidR="00845C50" w:rsidRPr="00AC331E">
        <w:t xml:space="preserve"> s </w:t>
      </w:r>
      <w:r w:rsidRPr="00AC331E">
        <w:t>realizací alespoň jedné zakázky - stavby železničních drah, jež zahrnovala novostavbu</w:t>
      </w:r>
      <w:r w:rsidR="00370F1F" w:rsidRPr="00AC331E">
        <w:t>,</w:t>
      </w:r>
      <w:r w:rsidRPr="00AC331E">
        <w:t xml:space="preserve"> rekonstrukci </w:t>
      </w:r>
      <w:r w:rsidR="00370F1F" w:rsidRPr="00AC331E">
        <w:t xml:space="preserve">nebo opravu </w:t>
      </w:r>
      <w:r w:rsidRPr="00AC331E">
        <w:t>železničního svršku</w:t>
      </w:r>
      <w:r w:rsidR="00092CC9" w:rsidRPr="00AC331E">
        <w:t xml:space="preserve"> v </w:t>
      </w:r>
      <w:r w:rsidRPr="00AC331E">
        <w:t>železni</w:t>
      </w:r>
      <w:r w:rsidR="00667220">
        <w:t xml:space="preserve">ční stanici na elektrifikované </w:t>
      </w:r>
      <w:r w:rsidRPr="00AC331E">
        <w:t>trati</w:t>
      </w:r>
      <w:r w:rsidR="00845C50" w:rsidRPr="00AC331E">
        <w:t xml:space="preserve"> s </w:t>
      </w:r>
      <w:r w:rsidRPr="00AC331E">
        <w:t xml:space="preserve">minimálním počtem </w:t>
      </w:r>
      <w:r w:rsidR="00841921">
        <w:t xml:space="preserve">20 </w:t>
      </w:r>
      <w:r w:rsidRPr="00AC331E">
        <w:t>ks výhybek,</w:t>
      </w:r>
      <w:r w:rsidR="00845C50" w:rsidRPr="00AC331E">
        <w:t xml:space="preserve"> a </w:t>
      </w:r>
      <w:r w:rsidRPr="00AC331E">
        <w:t>to</w:t>
      </w:r>
      <w:r w:rsidR="00092CC9" w:rsidRPr="00AC331E">
        <w:t xml:space="preserve"> v </w:t>
      </w:r>
      <w:r w:rsidRPr="00AC331E">
        <w:t xml:space="preserve">hodnotě nejméně </w:t>
      </w:r>
      <w:r w:rsidR="00841921">
        <w:t>14</w:t>
      </w:r>
      <w:r w:rsidR="00E17EA6">
        <w:t>2</w:t>
      </w:r>
      <w:r w:rsidR="00841921">
        <w:t xml:space="preserve"> mil</w:t>
      </w:r>
      <w:r w:rsidRPr="00AC331E">
        <w:t xml:space="preserve"> Kč bez DPH</w:t>
      </w:r>
      <w:r w:rsidR="00C50154">
        <w:t xml:space="preserve"> </w:t>
      </w:r>
      <w:r w:rsidR="00C50154" w:rsidRPr="00C50154">
        <w:t>(částka Kč se vztahuje k hodnotě novostavby, rekonstrukce nebo opravy</w:t>
      </w:r>
      <w:r w:rsidR="004E43A0" w:rsidRPr="004E43A0">
        <w:t xml:space="preserve"> </w:t>
      </w:r>
      <w:r w:rsidR="004E43A0" w:rsidRPr="00841921">
        <w:t>železničního svršku</w:t>
      </w:r>
      <w:r w:rsidR="00C50154" w:rsidRPr="00C50154">
        <w:t>, nikoli k hodnotě zakázky jako celku)</w:t>
      </w:r>
      <w:r w:rsidRPr="00AC331E">
        <w:t>,</w:t>
      </w:r>
      <w:r w:rsidR="00845C50" w:rsidRPr="00AC331E">
        <w:t xml:space="preserve"> a </w:t>
      </w:r>
      <w:r w:rsidRPr="00AC331E">
        <w:t>to</w:t>
      </w:r>
      <w:r w:rsidR="00092CC9" w:rsidRPr="00AC331E">
        <w:t xml:space="preserve"> v </w:t>
      </w:r>
      <w:r w:rsidRPr="00AC331E">
        <w:t>posledních 10 letech před zahájením zadávacího řízení;</w:t>
      </w:r>
    </w:p>
    <w:p w14:paraId="59004D5C" w14:textId="32C7EE19" w:rsidR="00AC331E" w:rsidRPr="00AC331E" w:rsidRDefault="00AC331E" w:rsidP="00AC331E">
      <w:pPr>
        <w:pStyle w:val="Odrka1-2-"/>
      </w:pPr>
      <w:r w:rsidRPr="00AC331E">
        <w:t>musí předložit doklad o autorizaci v rozsahu dle § 5 odst. 3 písm. b) autorizačního zákona, tedy v oboru dopravní stavby;</w:t>
      </w:r>
    </w:p>
    <w:p w14:paraId="5AE02CF8" w14:textId="77777777" w:rsidR="0035531B" w:rsidRPr="00AC331E" w:rsidRDefault="0035531B" w:rsidP="008B2021">
      <w:pPr>
        <w:pStyle w:val="Odstavec1-1a"/>
        <w:rPr>
          <w:rStyle w:val="Tun9b"/>
        </w:rPr>
      </w:pPr>
      <w:r w:rsidRPr="00AC331E">
        <w:rPr>
          <w:rStyle w:val="Tun9b"/>
        </w:rPr>
        <w:t>specialista (vedoucí prací) na železniční spodek</w:t>
      </w:r>
    </w:p>
    <w:p w14:paraId="18493A1E" w14:textId="77777777" w:rsidR="0035531B" w:rsidRPr="00AC331E" w:rsidRDefault="0035531B" w:rsidP="008B2021">
      <w:pPr>
        <w:pStyle w:val="Odrka1-2-"/>
      </w:pPr>
      <w:r w:rsidRPr="00AC331E">
        <w:t>nejméně 5 let praxe</w:t>
      </w:r>
      <w:r w:rsidR="00092CC9" w:rsidRPr="00AC331E">
        <w:t xml:space="preserve"> v </w:t>
      </w:r>
      <w:r w:rsidRPr="00AC331E">
        <w:t xml:space="preserve">oboru své specializace </w:t>
      </w:r>
      <w:r w:rsidR="0084414D" w:rsidRPr="00AC331E">
        <w:t xml:space="preserve">(železniční spodek) </w:t>
      </w:r>
      <w:r w:rsidRPr="00AC331E">
        <w:t>při provádění staveb;</w:t>
      </w:r>
    </w:p>
    <w:p w14:paraId="4C4758E7" w14:textId="05EEC0AB" w:rsidR="0035531B" w:rsidRPr="00AC331E" w:rsidRDefault="0035531B" w:rsidP="00C50154">
      <w:pPr>
        <w:pStyle w:val="Odrka1-2-"/>
      </w:pPr>
      <w:r w:rsidRPr="00AC331E">
        <w:t>zkušenost</w:t>
      </w:r>
      <w:r w:rsidR="00845C50" w:rsidRPr="00AC331E">
        <w:t xml:space="preserve"> s </w:t>
      </w:r>
      <w:r w:rsidRPr="00AC331E">
        <w:t>realizací alespoň jedné zakázky - stavby železničních drah, jež zahrnovala novostavbu</w:t>
      </w:r>
      <w:r w:rsidR="00370F1F" w:rsidRPr="00AC331E">
        <w:t>,</w:t>
      </w:r>
      <w:r w:rsidRPr="00AC331E">
        <w:t xml:space="preserve"> rekonstrukci </w:t>
      </w:r>
      <w:r w:rsidR="00370F1F" w:rsidRPr="00AC331E">
        <w:t xml:space="preserve">nebo opravu </w:t>
      </w:r>
      <w:r w:rsidR="00DE6A35" w:rsidRPr="00AC331E">
        <w:t xml:space="preserve">tělesa </w:t>
      </w:r>
      <w:r w:rsidRPr="00AC331E">
        <w:t>železničního spodku</w:t>
      </w:r>
      <w:r w:rsidR="00092CC9" w:rsidRPr="00AC331E">
        <w:t xml:space="preserve"> v </w:t>
      </w:r>
      <w:r w:rsidRPr="00AC331E">
        <w:t xml:space="preserve">hodnotě nejméně </w:t>
      </w:r>
      <w:r w:rsidR="00841921">
        <w:t>7</w:t>
      </w:r>
      <w:r w:rsidR="00E17EA6">
        <w:t>7</w:t>
      </w:r>
      <w:r w:rsidR="00841921">
        <w:t xml:space="preserve"> mil</w:t>
      </w:r>
      <w:r w:rsidRPr="00AC331E">
        <w:t xml:space="preserve"> Kč bez DPH</w:t>
      </w:r>
      <w:r w:rsidR="00C50154">
        <w:t xml:space="preserve"> </w:t>
      </w:r>
      <w:r w:rsidR="00C50154" w:rsidRPr="00C50154">
        <w:t>(částka Kč se vztahuje k hodnotě novostavby, rekonstrukce nebo opravy</w:t>
      </w:r>
      <w:r w:rsidR="008427F2" w:rsidRPr="008427F2">
        <w:t xml:space="preserve"> </w:t>
      </w:r>
      <w:r w:rsidR="008427F2" w:rsidRPr="00841921">
        <w:t>tělesa železničního spodku</w:t>
      </w:r>
      <w:r w:rsidR="00C50154" w:rsidRPr="00C50154">
        <w:t>, nikoli k hodnotě zakázky jako celku)</w:t>
      </w:r>
      <w:r w:rsidRPr="00AC331E">
        <w:t>,</w:t>
      </w:r>
      <w:r w:rsidR="00845C50" w:rsidRPr="00AC331E">
        <w:t xml:space="preserve"> a </w:t>
      </w:r>
      <w:r w:rsidRPr="00AC331E">
        <w:t>to</w:t>
      </w:r>
      <w:r w:rsidR="00092CC9" w:rsidRPr="00AC331E">
        <w:t xml:space="preserve"> v </w:t>
      </w:r>
      <w:r w:rsidRPr="00AC331E">
        <w:t>posledních 10 letech před zahájením zadávacího řízení;</w:t>
      </w:r>
    </w:p>
    <w:p w14:paraId="0570B844" w14:textId="08998568" w:rsidR="00AC331E" w:rsidRPr="00AC331E" w:rsidRDefault="00AC331E" w:rsidP="00AC331E">
      <w:pPr>
        <w:pStyle w:val="Odrka1-2-"/>
      </w:pPr>
      <w:r w:rsidRPr="00BF1737">
        <w:lastRenderedPageBreak/>
        <w:t>musí předložit doklad o autorizaci v </w:t>
      </w:r>
      <w:r w:rsidRPr="00AC331E">
        <w:t>rozsahu dle § 5 odst. 3 písm. b) autorizačního zákona, tedy v oboru dopravní stavby</w:t>
      </w:r>
    </w:p>
    <w:p w14:paraId="4241724A" w14:textId="77777777" w:rsidR="0035531B" w:rsidRPr="00AC331E" w:rsidRDefault="0035531B" w:rsidP="008B2021">
      <w:pPr>
        <w:pStyle w:val="Odstavec1-1a"/>
        <w:rPr>
          <w:rStyle w:val="Tun9b"/>
        </w:rPr>
      </w:pPr>
      <w:r w:rsidRPr="00AC331E">
        <w:rPr>
          <w:rStyle w:val="Tun9b"/>
        </w:rPr>
        <w:t>specialista (vedoucí prací) na pozemní stavby</w:t>
      </w:r>
    </w:p>
    <w:p w14:paraId="672C442D" w14:textId="77777777" w:rsidR="0035531B" w:rsidRPr="00AC331E" w:rsidRDefault="0035531B" w:rsidP="008B2021">
      <w:pPr>
        <w:pStyle w:val="Odrka1-2-"/>
      </w:pPr>
      <w:r w:rsidRPr="00AC331E">
        <w:t>nejméně 5 let praxe</w:t>
      </w:r>
      <w:r w:rsidR="00092CC9" w:rsidRPr="00AC331E">
        <w:t xml:space="preserve"> v </w:t>
      </w:r>
      <w:r w:rsidRPr="00AC331E">
        <w:t xml:space="preserve">oboru své specializace </w:t>
      </w:r>
      <w:r w:rsidR="0084414D" w:rsidRPr="00AC331E">
        <w:t xml:space="preserve">(pozemní stavby) </w:t>
      </w:r>
      <w:r w:rsidRPr="00AC331E">
        <w:t>při provádění staveb;</w:t>
      </w:r>
    </w:p>
    <w:p w14:paraId="28405E3F" w14:textId="52B5E830" w:rsidR="0035531B" w:rsidRPr="00AC331E" w:rsidRDefault="0035531B" w:rsidP="008B2021">
      <w:pPr>
        <w:pStyle w:val="Odrka1-2-"/>
      </w:pPr>
      <w:r w:rsidRPr="00AC331E">
        <w:t>zkušenost</w:t>
      </w:r>
      <w:r w:rsidR="00845C50" w:rsidRPr="00AC331E">
        <w:t xml:space="preserve"> s </w:t>
      </w:r>
      <w:r w:rsidRPr="00AC331E">
        <w:t>realizací alespoň jedné zakázky - stavby, jež zahrnovala novostavbu</w:t>
      </w:r>
      <w:r w:rsidR="00370F1F" w:rsidRPr="00AC331E">
        <w:t>,</w:t>
      </w:r>
      <w:r w:rsidRPr="00AC331E">
        <w:t xml:space="preserve"> rekonstrukci </w:t>
      </w:r>
      <w:r w:rsidR="00370F1F" w:rsidRPr="00AC331E">
        <w:t xml:space="preserve">nebo opravu </w:t>
      </w:r>
      <w:r w:rsidRPr="00AC331E">
        <w:t>pozemních objektů</w:t>
      </w:r>
      <w:r w:rsidR="00092CC9" w:rsidRPr="00AC331E">
        <w:t xml:space="preserve"> v </w:t>
      </w:r>
      <w:r w:rsidRPr="00AC331E">
        <w:t xml:space="preserve">souhrnné hodnotě nejméně </w:t>
      </w:r>
      <w:r w:rsidR="004052C9">
        <w:t xml:space="preserve">95 </w:t>
      </w:r>
      <w:r w:rsidR="00841921">
        <w:t>mil</w:t>
      </w:r>
      <w:r w:rsidRPr="00AC331E">
        <w:t xml:space="preserve"> Kč bez DPH (částka Kč se vztahuje</w:t>
      </w:r>
      <w:r w:rsidR="00BC6D2B" w:rsidRPr="00AC331E">
        <w:t xml:space="preserve"> k </w:t>
      </w:r>
      <w:r w:rsidRPr="00AC331E">
        <w:t>hodnotě novostavby</w:t>
      </w:r>
      <w:r w:rsidR="0040352D" w:rsidRPr="00AC331E">
        <w:t>,</w:t>
      </w:r>
      <w:r w:rsidRPr="00AC331E">
        <w:t xml:space="preserve"> rekonstrukce </w:t>
      </w:r>
      <w:r w:rsidR="0040352D" w:rsidRPr="00AC331E">
        <w:t xml:space="preserve">nebo opravy </w:t>
      </w:r>
      <w:r w:rsidRPr="00AC331E">
        <w:t>pozemních objektů, nikoli</w:t>
      </w:r>
      <w:r w:rsidR="00BC6D2B" w:rsidRPr="00AC331E">
        <w:t xml:space="preserve"> k </w:t>
      </w:r>
      <w:r w:rsidRPr="00AC331E">
        <w:t>hodnotě zakázky jako celku),</w:t>
      </w:r>
      <w:r w:rsidR="00845C50" w:rsidRPr="00AC331E">
        <w:t xml:space="preserve"> a </w:t>
      </w:r>
      <w:r w:rsidRPr="00AC331E">
        <w:t>to</w:t>
      </w:r>
      <w:r w:rsidR="00092CC9" w:rsidRPr="00AC331E">
        <w:t xml:space="preserve"> v </w:t>
      </w:r>
      <w:r w:rsidRPr="00AC331E">
        <w:t>posledních 10 letech před zahájením zadávacího řízení;</w:t>
      </w:r>
    </w:p>
    <w:p w14:paraId="2BEBC097" w14:textId="7E35028C" w:rsidR="00C50154" w:rsidRPr="00C50154" w:rsidRDefault="00C50154" w:rsidP="00C50154">
      <w:pPr>
        <w:pStyle w:val="Odrka1-2-"/>
      </w:pPr>
      <w:r w:rsidRPr="00C50154">
        <w:t>musí předložit doklad o autorizaci v rozsahu dle § 5 odst. 3 písm. a) autorizačního zákona, tedy v oboru pozemní stavby</w:t>
      </w:r>
    </w:p>
    <w:p w14:paraId="00A97E37" w14:textId="77777777" w:rsidR="0035531B" w:rsidRPr="00C50154" w:rsidRDefault="0035531B" w:rsidP="008B2021">
      <w:pPr>
        <w:pStyle w:val="Odstavec1-1a"/>
        <w:rPr>
          <w:b/>
        </w:rPr>
      </w:pPr>
      <w:r w:rsidRPr="00C50154">
        <w:rPr>
          <w:b/>
        </w:rPr>
        <w:t>specialista (vedoucí prací) na mosty</w:t>
      </w:r>
      <w:r w:rsidR="00845C50" w:rsidRPr="00C50154">
        <w:rPr>
          <w:b/>
        </w:rPr>
        <w:t xml:space="preserve"> a </w:t>
      </w:r>
      <w:r w:rsidRPr="00C50154">
        <w:rPr>
          <w:b/>
        </w:rPr>
        <w:t>inženýrské konstrukce</w:t>
      </w:r>
    </w:p>
    <w:p w14:paraId="36E491D1" w14:textId="77777777" w:rsidR="0035531B" w:rsidRPr="00C50154" w:rsidRDefault="0035531B" w:rsidP="008B2021">
      <w:pPr>
        <w:pStyle w:val="Odrka1-2-"/>
      </w:pPr>
      <w:r w:rsidRPr="00C50154">
        <w:t>nejméně 5 let praxe</w:t>
      </w:r>
      <w:r w:rsidR="00092CC9" w:rsidRPr="00C50154">
        <w:t xml:space="preserve"> v </w:t>
      </w:r>
      <w:r w:rsidRPr="00C50154">
        <w:t xml:space="preserve">oboru své specializace </w:t>
      </w:r>
      <w:r w:rsidR="0084414D" w:rsidRPr="00C50154">
        <w:t xml:space="preserve">(mosty a inženýrské konstrukce) </w:t>
      </w:r>
      <w:r w:rsidRPr="00C50154">
        <w:t>při provádění staveb;</w:t>
      </w:r>
    </w:p>
    <w:p w14:paraId="1A773CD4" w14:textId="303997D3" w:rsidR="004B47A4" w:rsidRPr="004B47A4" w:rsidRDefault="004B47A4" w:rsidP="004B47A4">
      <w:pPr>
        <w:pStyle w:val="Odrka1-2-"/>
      </w:pPr>
      <w:r w:rsidRPr="004B47A4">
        <w:t>zkušenost s realizací alespoň jedné zakázky – na dopravních stavbách, jež zahrnovala novostavbu nebo rekonstrukci min. 1 železničního nebo silničního monolitického železobetonového mostu v hodnotě nejméně 70 mil. Kč bez DPH (částka Kč se vztahuje k hodnotě novostavby nebo rekonstrukce železničního nebo silničního mostu, nikoli k hodnotě zakázky jako celku), a to v posledních 10 letech před zahájením zadávacího řízení;</w:t>
      </w:r>
    </w:p>
    <w:p w14:paraId="0D338358" w14:textId="440A2D5D" w:rsidR="0035531B" w:rsidRPr="00C50154" w:rsidRDefault="00C50154" w:rsidP="00C50154">
      <w:pPr>
        <w:pStyle w:val="Odrka1-2-"/>
      </w:pPr>
      <w:r w:rsidRPr="00C50154">
        <w:t>musí předložit doklad o autorizaci v rozsahu dle § 5 odst. 3 písm. d) autorizačního zákona, tedy v oboru mosty a inženýrské konstrukce</w:t>
      </w:r>
      <w:r w:rsidR="0035531B" w:rsidRPr="00C50154">
        <w:t>;</w:t>
      </w:r>
    </w:p>
    <w:p w14:paraId="0C427DBF" w14:textId="77777777" w:rsidR="0035531B" w:rsidRPr="001535A6" w:rsidRDefault="0035531B" w:rsidP="008B2021">
      <w:pPr>
        <w:pStyle w:val="Odstavec1-1a"/>
        <w:rPr>
          <w:rStyle w:val="Tun9b"/>
        </w:rPr>
      </w:pPr>
      <w:r w:rsidRPr="001535A6">
        <w:rPr>
          <w:rStyle w:val="Tun9b"/>
        </w:rPr>
        <w:t>specialista (vedoucí prací) na zabezpečovací zařízení</w:t>
      </w:r>
    </w:p>
    <w:p w14:paraId="13950D93" w14:textId="77777777" w:rsidR="0035531B" w:rsidRPr="001535A6" w:rsidRDefault="0035531B" w:rsidP="008B2021">
      <w:pPr>
        <w:pStyle w:val="Odrka1-2-"/>
      </w:pPr>
      <w:r w:rsidRPr="001535A6">
        <w:t>nejméně 5 let praxe</w:t>
      </w:r>
      <w:r w:rsidR="00092CC9" w:rsidRPr="001535A6">
        <w:t xml:space="preserve"> v </w:t>
      </w:r>
      <w:r w:rsidRPr="001535A6">
        <w:t xml:space="preserve">oboru své specializace </w:t>
      </w:r>
      <w:r w:rsidR="0084414D" w:rsidRPr="001535A6">
        <w:t xml:space="preserve">(zabezpečovací zařízení) </w:t>
      </w:r>
      <w:r w:rsidRPr="001535A6">
        <w:t>při provádění staveb;</w:t>
      </w:r>
    </w:p>
    <w:p w14:paraId="01E4F462" w14:textId="0C9836C9" w:rsidR="0035531B" w:rsidRPr="001535A6" w:rsidRDefault="0035531B" w:rsidP="008B2021">
      <w:pPr>
        <w:pStyle w:val="Odrka1-2-"/>
      </w:pPr>
      <w:r w:rsidRPr="001535A6">
        <w:t>zkušenost</w:t>
      </w:r>
      <w:r w:rsidR="00845C50" w:rsidRPr="001535A6">
        <w:t xml:space="preserve"> s </w:t>
      </w:r>
      <w:r w:rsidRPr="001535A6">
        <w:t>realizací alespoň jedné zakázky - stavby železničních drah, jež zahrnovala novostavbu</w:t>
      </w:r>
      <w:r w:rsidR="00370F1F" w:rsidRPr="001535A6">
        <w:t>,</w:t>
      </w:r>
      <w:r w:rsidRPr="001535A6">
        <w:t xml:space="preserve"> rekonstrukci </w:t>
      </w:r>
      <w:r w:rsidR="00370F1F" w:rsidRPr="001535A6">
        <w:t xml:space="preserve">nebo opravu </w:t>
      </w:r>
      <w:r w:rsidRPr="001535A6">
        <w:t>staničního zabezpečovacího zařízení železničních drah</w:t>
      </w:r>
      <w:r w:rsidR="00092CC9" w:rsidRPr="001535A6">
        <w:t xml:space="preserve"> v </w:t>
      </w:r>
      <w:r w:rsidRPr="001535A6">
        <w:t xml:space="preserve">železniční stanici </w:t>
      </w:r>
      <w:r w:rsidR="00845C50" w:rsidRPr="001535A6">
        <w:t>s </w:t>
      </w:r>
      <w:r w:rsidRPr="001535A6">
        <w:t xml:space="preserve">minimálním počtem </w:t>
      </w:r>
      <w:r w:rsidR="00841921">
        <w:t>20</w:t>
      </w:r>
      <w:r w:rsidRPr="001535A6">
        <w:t xml:space="preserve"> ks výhybek,</w:t>
      </w:r>
      <w:r w:rsidR="00845C50" w:rsidRPr="001535A6">
        <w:t xml:space="preserve"> a </w:t>
      </w:r>
      <w:r w:rsidRPr="001535A6">
        <w:t>to</w:t>
      </w:r>
      <w:r w:rsidR="00092CC9" w:rsidRPr="001535A6">
        <w:t xml:space="preserve"> v </w:t>
      </w:r>
      <w:r w:rsidRPr="001535A6">
        <w:t xml:space="preserve">hodnotě nejméně </w:t>
      </w:r>
      <w:r w:rsidR="004052C9">
        <w:t>9</w:t>
      </w:r>
      <w:r w:rsidR="00E17EA6">
        <w:t>4</w:t>
      </w:r>
      <w:r w:rsidR="004052C9">
        <w:t xml:space="preserve"> </w:t>
      </w:r>
      <w:r w:rsidR="00841921">
        <w:t>mil</w:t>
      </w:r>
      <w:r w:rsidRPr="001535A6">
        <w:t xml:space="preserve"> Kč bez DPH (částka Kč se vztahuje</w:t>
      </w:r>
      <w:r w:rsidR="00BC6D2B" w:rsidRPr="001535A6">
        <w:t xml:space="preserve"> k </w:t>
      </w:r>
      <w:r w:rsidRPr="001535A6">
        <w:t>hodnotě novostavby</w:t>
      </w:r>
      <w:r w:rsidR="0040352D" w:rsidRPr="001535A6">
        <w:t>,</w:t>
      </w:r>
      <w:r w:rsidRPr="001535A6">
        <w:t xml:space="preserve"> rekonstrukce</w:t>
      </w:r>
      <w:r w:rsidR="0040352D" w:rsidRPr="001535A6">
        <w:t xml:space="preserve"> nebo opravy</w:t>
      </w:r>
      <w:r w:rsidRPr="001535A6">
        <w:t xml:space="preserve"> zabezpečovacího zařízení železničních drah, nikoli</w:t>
      </w:r>
      <w:r w:rsidR="00BC6D2B" w:rsidRPr="001535A6">
        <w:t xml:space="preserve"> k </w:t>
      </w:r>
      <w:r w:rsidRPr="001535A6">
        <w:t>hodnotě zakázky jako celku),</w:t>
      </w:r>
      <w:r w:rsidR="00845C50" w:rsidRPr="001535A6">
        <w:t xml:space="preserve"> a </w:t>
      </w:r>
      <w:r w:rsidRPr="001535A6">
        <w:t>to</w:t>
      </w:r>
      <w:r w:rsidR="00092CC9" w:rsidRPr="001535A6">
        <w:t xml:space="preserve"> v </w:t>
      </w:r>
      <w:r w:rsidRPr="001535A6">
        <w:t>posledních 10 letech před zahájením zadávacího řízení;</w:t>
      </w:r>
    </w:p>
    <w:p w14:paraId="477FF6BE" w14:textId="5746743A" w:rsidR="0035531B" w:rsidRPr="001535A6" w:rsidRDefault="0035531B" w:rsidP="008B2021">
      <w:pPr>
        <w:pStyle w:val="Odrka1-2-"/>
      </w:pPr>
      <w:r w:rsidRPr="001535A6">
        <w:t>musí předložit doklad</w:t>
      </w:r>
      <w:r w:rsidR="00092CC9" w:rsidRPr="001535A6">
        <w:t xml:space="preserve"> o </w:t>
      </w:r>
      <w:r w:rsidRPr="001535A6">
        <w:t>autorizaci</w:t>
      </w:r>
      <w:r w:rsidR="00092CC9" w:rsidRPr="001535A6">
        <w:t xml:space="preserve"> v </w:t>
      </w:r>
      <w:r w:rsidRPr="001535A6">
        <w:t>rozsahu dle § 5 odst. 3 písm. e) autorizačního zákona, tedy</w:t>
      </w:r>
      <w:r w:rsidR="00092CC9" w:rsidRPr="001535A6">
        <w:t xml:space="preserve"> v </w:t>
      </w:r>
      <w:r w:rsidRPr="001535A6">
        <w:t>oboru technologická zařízení staveb;</w:t>
      </w:r>
    </w:p>
    <w:p w14:paraId="1329B823" w14:textId="77777777" w:rsidR="0035531B" w:rsidRPr="001535A6" w:rsidRDefault="0035531B" w:rsidP="008B2021">
      <w:pPr>
        <w:pStyle w:val="Odstavec1-1a"/>
        <w:rPr>
          <w:rStyle w:val="Tun9b"/>
        </w:rPr>
      </w:pPr>
      <w:r w:rsidRPr="001535A6">
        <w:rPr>
          <w:rStyle w:val="Tun9b"/>
        </w:rPr>
        <w:t>specialista (vedoucí prací) na sdělovací zařízení</w:t>
      </w:r>
    </w:p>
    <w:p w14:paraId="3B272B16" w14:textId="77777777" w:rsidR="0035531B" w:rsidRPr="001535A6" w:rsidRDefault="0035531B" w:rsidP="008B2021">
      <w:pPr>
        <w:pStyle w:val="Odrka1-2-"/>
      </w:pPr>
      <w:r w:rsidRPr="001535A6">
        <w:t>nejméně 5 let praxe</w:t>
      </w:r>
      <w:r w:rsidR="00092CC9" w:rsidRPr="001535A6">
        <w:t xml:space="preserve"> v </w:t>
      </w:r>
      <w:r w:rsidRPr="001535A6">
        <w:t xml:space="preserve">oboru své specializace </w:t>
      </w:r>
      <w:r w:rsidR="0084414D" w:rsidRPr="001535A6">
        <w:t xml:space="preserve">(sdělovací zařízení) </w:t>
      </w:r>
      <w:r w:rsidRPr="001535A6">
        <w:t>při provádění staveb;</w:t>
      </w:r>
    </w:p>
    <w:p w14:paraId="68ACB804" w14:textId="797316B8" w:rsidR="0035531B" w:rsidRPr="001535A6" w:rsidRDefault="0035531B" w:rsidP="008B2021">
      <w:pPr>
        <w:pStyle w:val="Odrka1-2-"/>
      </w:pPr>
      <w:r w:rsidRPr="001535A6">
        <w:t>zkušenost</w:t>
      </w:r>
      <w:r w:rsidR="00845C50" w:rsidRPr="001535A6">
        <w:t xml:space="preserve"> s </w:t>
      </w:r>
      <w:r w:rsidRPr="001535A6">
        <w:t>realizací alespoň jedné zakázky - stavby železničních drah, jež zahrnovala novostavbu</w:t>
      </w:r>
      <w:r w:rsidR="00370F1F" w:rsidRPr="001535A6">
        <w:t>,</w:t>
      </w:r>
      <w:r w:rsidRPr="001535A6">
        <w:t xml:space="preserve"> rekonstrukci </w:t>
      </w:r>
      <w:r w:rsidR="00370F1F" w:rsidRPr="001535A6">
        <w:t xml:space="preserve">nebo opravu </w:t>
      </w:r>
      <w:r w:rsidRPr="001535A6">
        <w:t>sdělovacího zařízení železničních drah</w:t>
      </w:r>
      <w:r w:rsidR="00092CC9" w:rsidRPr="001535A6">
        <w:t xml:space="preserve"> v </w:t>
      </w:r>
      <w:r w:rsidRPr="001535A6">
        <w:t xml:space="preserve">hodnotě nejméně </w:t>
      </w:r>
      <w:r w:rsidR="004052C9">
        <w:t xml:space="preserve">60 </w:t>
      </w:r>
      <w:r w:rsidR="00841921">
        <w:t>mil</w:t>
      </w:r>
      <w:r w:rsidRPr="001535A6">
        <w:t xml:space="preserve"> Kč bez DPH (částka Kč se vztahuje</w:t>
      </w:r>
      <w:r w:rsidR="00BC6D2B" w:rsidRPr="001535A6">
        <w:t xml:space="preserve"> k </w:t>
      </w:r>
      <w:r w:rsidRPr="001535A6">
        <w:t>hodnotě novostavby</w:t>
      </w:r>
      <w:r w:rsidR="0040352D" w:rsidRPr="001535A6">
        <w:t>,</w:t>
      </w:r>
      <w:r w:rsidRPr="001535A6">
        <w:t xml:space="preserve"> rekonstrukce </w:t>
      </w:r>
      <w:r w:rsidR="0040352D" w:rsidRPr="001535A6">
        <w:t xml:space="preserve">nebo opravy </w:t>
      </w:r>
      <w:r w:rsidRPr="001535A6">
        <w:t>sdělovacího zařízení železničních drah, nikoli</w:t>
      </w:r>
      <w:r w:rsidR="00BC6D2B" w:rsidRPr="001535A6">
        <w:t xml:space="preserve"> k </w:t>
      </w:r>
      <w:r w:rsidRPr="001535A6">
        <w:t>hodnotě zakázky jako celku),</w:t>
      </w:r>
      <w:r w:rsidR="00845C50" w:rsidRPr="001535A6">
        <w:t xml:space="preserve"> a </w:t>
      </w:r>
      <w:r w:rsidRPr="001535A6">
        <w:t>to</w:t>
      </w:r>
      <w:r w:rsidR="00092CC9" w:rsidRPr="001535A6">
        <w:t xml:space="preserve"> v </w:t>
      </w:r>
      <w:r w:rsidRPr="001535A6">
        <w:t>posledních 10 letech před zahájením zadávacího řízení;</w:t>
      </w:r>
    </w:p>
    <w:p w14:paraId="451C672A" w14:textId="2471BB99" w:rsidR="0035531B" w:rsidRPr="001535A6" w:rsidRDefault="0035531B" w:rsidP="008B2021">
      <w:pPr>
        <w:pStyle w:val="Odrka1-2-"/>
      </w:pPr>
      <w:r w:rsidRPr="001535A6">
        <w:t>musí předložit doklad</w:t>
      </w:r>
      <w:r w:rsidR="00092CC9" w:rsidRPr="001535A6">
        <w:t xml:space="preserve"> o </w:t>
      </w:r>
      <w:r w:rsidRPr="001535A6">
        <w:t>autorizaci</w:t>
      </w:r>
      <w:r w:rsidR="00092CC9" w:rsidRPr="001535A6">
        <w:t xml:space="preserve"> v </w:t>
      </w:r>
      <w:r w:rsidRPr="001535A6">
        <w:t>rozsahu dle § 5 odst. 3 písm. e) autorizačního zákona, tedy</w:t>
      </w:r>
      <w:r w:rsidR="00092CC9" w:rsidRPr="001535A6">
        <w:t xml:space="preserve"> v </w:t>
      </w:r>
      <w:r w:rsidRPr="001535A6">
        <w:t>oboru technologická zařízení staveb;</w:t>
      </w:r>
    </w:p>
    <w:p w14:paraId="6DAE9DCE" w14:textId="77777777" w:rsidR="0035531B" w:rsidRPr="001535A6" w:rsidRDefault="0035531B" w:rsidP="008B2021">
      <w:pPr>
        <w:pStyle w:val="Odstavec1-1a"/>
        <w:rPr>
          <w:rStyle w:val="Tun9b"/>
        </w:rPr>
      </w:pPr>
      <w:r w:rsidRPr="001535A6">
        <w:rPr>
          <w:rStyle w:val="Tun9b"/>
        </w:rPr>
        <w:t xml:space="preserve">specialista (vedoucí prací) na trakční vedení </w:t>
      </w:r>
    </w:p>
    <w:p w14:paraId="2842D792" w14:textId="77777777" w:rsidR="0035531B" w:rsidRPr="001535A6" w:rsidRDefault="0035531B" w:rsidP="008B2021">
      <w:pPr>
        <w:pStyle w:val="Odrka1-2-"/>
      </w:pPr>
      <w:r w:rsidRPr="001535A6">
        <w:t>nejméně 5 let praxe</w:t>
      </w:r>
      <w:r w:rsidR="00092CC9" w:rsidRPr="001535A6">
        <w:t xml:space="preserve"> v </w:t>
      </w:r>
      <w:r w:rsidRPr="001535A6">
        <w:t xml:space="preserve">oboru své specializace </w:t>
      </w:r>
      <w:r w:rsidR="0084414D" w:rsidRPr="001535A6">
        <w:t xml:space="preserve">(trakční vedení) </w:t>
      </w:r>
      <w:r w:rsidRPr="001535A6">
        <w:t>při provádění staveb;</w:t>
      </w:r>
    </w:p>
    <w:p w14:paraId="02669E7A" w14:textId="6542A6E3" w:rsidR="0035531B" w:rsidRPr="001535A6" w:rsidRDefault="0035531B" w:rsidP="008B2021">
      <w:pPr>
        <w:pStyle w:val="Odrka1-2-"/>
      </w:pPr>
      <w:r w:rsidRPr="001535A6">
        <w:t>zkušenost</w:t>
      </w:r>
      <w:r w:rsidR="00845C50" w:rsidRPr="001535A6">
        <w:t xml:space="preserve"> s </w:t>
      </w:r>
      <w:r w:rsidRPr="001535A6">
        <w:t>realizací alespoň jedné zakázky - stavby železničních drah, jež zahrnovala novostavbu</w:t>
      </w:r>
      <w:r w:rsidR="00370F1F" w:rsidRPr="001535A6">
        <w:t>,</w:t>
      </w:r>
      <w:r w:rsidRPr="001535A6">
        <w:t xml:space="preserve"> rekonstrukci </w:t>
      </w:r>
      <w:r w:rsidR="00370F1F" w:rsidRPr="001535A6">
        <w:t xml:space="preserve">nebo opravu </w:t>
      </w:r>
      <w:r w:rsidRPr="001535A6">
        <w:t>trakčního vedení se střídavým a/nebo stejnosměrným napětím</w:t>
      </w:r>
      <w:r w:rsidR="00092CC9" w:rsidRPr="001535A6">
        <w:t xml:space="preserve"> v </w:t>
      </w:r>
      <w:r w:rsidRPr="001535A6">
        <w:t xml:space="preserve">železniční stanici </w:t>
      </w:r>
      <w:r w:rsidR="00845C50" w:rsidRPr="001535A6">
        <w:t>s </w:t>
      </w:r>
      <w:r w:rsidRPr="001535A6">
        <w:t xml:space="preserve">minimálním </w:t>
      </w:r>
      <w:r w:rsidRPr="001535A6">
        <w:lastRenderedPageBreak/>
        <w:t xml:space="preserve">počtem </w:t>
      </w:r>
      <w:r w:rsidR="000E7820">
        <w:t>20</w:t>
      </w:r>
      <w:r w:rsidRPr="001535A6">
        <w:t xml:space="preserve"> ks výhybek,</w:t>
      </w:r>
      <w:r w:rsidR="00845C50" w:rsidRPr="001535A6">
        <w:t xml:space="preserve"> a </w:t>
      </w:r>
      <w:r w:rsidRPr="001535A6">
        <w:t>to</w:t>
      </w:r>
      <w:r w:rsidR="00092CC9" w:rsidRPr="001535A6">
        <w:t xml:space="preserve"> v </w:t>
      </w:r>
      <w:r w:rsidRPr="001535A6">
        <w:t xml:space="preserve">hodnotě nejméně </w:t>
      </w:r>
      <w:r w:rsidR="004052C9">
        <w:t>7</w:t>
      </w:r>
      <w:r w:rsidR="00E17EA6">
        <w:t>1</w:t>
      </w:r>
      <w:r w:rsidR="004052C9">
        <w:t xml:space="preserve"> </w:t>
      </w:r>
      <w:r w:rsidR="00841921">
        <w:t>mil</w:t>
      </w:r>
      <w:r w:rsidR="001535A6">
        <w:t xml:space="preserve"> Kč bez DPH</w:t>
      </w:r>
      <w:r w:rsidRPr="001535A6">
        <w:t xml:space="preserve"> (částka Kč se vztahuje</w:t>
      </w:r>
      <w:r w:rsidR="00BC6D2B" w:rsidRPr="001535A6">
        <w:t xml:space="preserve"> k </w:t>
      </w:r>
      <w:r w:rsidRPr="001535A6">
        <w:t>hodnotě novostavby</w:t>
      </w:r>
      <w:r w:rsidR="0040352D" w:rsidRPr="001535A6">
        <w:t>,</w:t>
      </w:r>
      <w:r w:rsidRPr="001535A6">
        <w:t xml:space="preserve"> rekonstrukce </w:t>
      </w:r>
      <w:r w:rsidR="0040352D" w:rsidRPr="001535A6">
        <w:t xml:space="preserve">nebo opravy </w:t>
      </w:r>
      <w:r w:rsidRPr="001535A6">
        <w:t>trakčního vedení, nikoli</w:t>
      </w:r>
      <w:r w:rsidR="00BC6D2B" w:rsidRPr="001535A6">
        <w:t xml:space="preserve"> k </w:t>
      </w:r>
      <w:r w:rsidRPr="001535A6">
        <w:t>hodnotě zakázky jako celku),</w:t>
      </w:r>
      <w:r w:rsidR="00845C50" w:rsidRPr="001535A6">
        <w:t xml:space="preserve"> a </w:t>
      </w:r>
      <w:r w:rsidRPr="001535A6">
        <w:t>to</w:t>
      </w:r>
      <w:r w:rsidR="00092CC9" w:rsidRPr="001535A6">
        <w:t xml:space="preserve"> v </w:t>
      </w:r>
      <w:r w:rsidRPr="001535A6">
        <w:t>posledních 10 letech před zahájením zadávacího řízení;</w:t>
      </w:r>
    </w:p>
    <w:p w14:paraId="35DA5609" w14:textId="5622AA11" w:rsidR="0035531B" w:rsidRPr="001535A6" w:rsidRDefault="0035531B" w:rsidP="008B2021">
      <w:pPr>
        <w:pStyle w:val="Odrka1-2-"/>
      </w:pPr>
      <w:r w:rsidRPr="001535A6">
        <w:t>musí předložit doklad</w:t>
      </w:r>
      <w:r w:rsidR="00092CC9" w:rsidRPr="001535A6">
        <w:t xml:space="preserve"> o </w:t>
      </w:r>
      <w:r w:rsidRPr="001535A6">
        <w:t>autorizaci</w:t>
      </w:r>
      <w:r w:rsidR="00092CC9" w:rsidRPr="001535A6">
        <w:t xml:space="preserve"> v </w:t>
      </w:r>
      <w:r w:rsidRPr="001535A6">
        <w:t>rozsahu dle § 5 odst. 3 písm. e) autorizačního zákona, tedy</w:t>
      </w:r>
      <w:r w:rsidR="00092CC9" w:rsidRPr="001535A6">
        <w:t xml:space="preserve"> v </w:t>
      </w:r>
      <w:r w:rsidRPr="001535A6">
        <w:t>oboru technologická zařízení staveb;</w:t>
      </w:r>
    </w:p>
    <w:p w14:paraId="14235517" w14:textId="77777777" w:rsidR="0035531B" w:rsidRPr="001535A6" w:rsidRDefault="0035531B" w:rsidP="008B2021">
      <w:pPr>
        <w:pStyle w:val="Odstavec1-1a"/>
        <w:rPr>
          <w:rStyle w:val="Tun9b"/>
        </w:rPr>
      </w:pPr>
      <w:r w:rsidRPr="001535A6">
        <w:rPr>
          <w:rStyle w:val="Tun9b"/>
        </w:rPr>
        <w:t>specialista (vedoucí prací) na silnoproud</w:t>
      </w:r>
    </w:p>
    <w:p w14:paraId="28A1CD0D" w14:textId="77777777" w:rsidR="0035531B" w:rsidRPr="001535A6" w:rsidRDefault="0035531B" w:rsidP="008B2021">
      <w:pPr>
        <w:pStyle w:val="Odrka1-2-"/>
      </w:pPr>
      <w:r w:rsidRPr="001535A6">
        <w:t>nejméně 5 let praxe</w:t>
      </w:r>
      <w:r w:rsidR="00092CC9" w:rsidRPr="001535A6">
        <w:t xml:space="preserve"> v </w:t>
      </w:r>
      <w:r w:rsidRPr="001535A6">
        <w:t xml:space="preserve">oboru své specializace </w:t>
      </w:r>
      <w:r w:rsidR="0084414D" w:rsidRPr="001535A6">
        <w:t xml:space="preserve">(silnoproud) </w:t>
      </w:r>
      <w:r w:rsidRPr="001535A6">
        <w:t>při provádění staveb;</w:t>
      </w:r>
    </w:p>
    <w:p w14:paraId="624421BF" w14:textId="3D6375E2" w:rsidR="0035531B" w:rsidRPr="001535A6" w:rsidRDefault="0035531B" w:rsidP="008B2021">
      <w:pPr>
        <w:pStyle w:val="Odrka1-2-"/>
      </w:pPr>
      <w:r w:rsidRPr="001535A6">
        <w:t>zkušenost</w:t>
      </w:r>
      <w:r w:rsidR="00845C50" w:rsidRPr="001535A6">
        <w:t xml:space="preserve"> s </w:t>
      </w:r>
      <w:r w:rsidRPr="001535A6">
        <w:t>realizací alespoň jedné zakázky - stavby železničních drah, jež zahrnovala novostavbu</w:t>
      </w:r>
      <w:r w:rsidR="00370F1F" w:rsidRPr="001535A6">
        <w:t>,</w:t>
      </w:r>
      <w:r w:rsidRPr="001535A6">
        <w:t xml:space="preserve"> rekonstrukci </w:t>
      </w:r>
      <w:r w:rsidR="00370F1F" w:rsidRPr="001535A6">
        <w:t xml:space="preserve">nebo opravu </w:t>
      </w:r>
      <w:r w:rsidRPr="001535A6">
        <w:t>silnoproudých zařízení železničních drah</w:t>
      </w:r>
      <w:r w:rsidR="00092CC9" w:rsidRPr="001535A6">
        <w:t xml:space="preserve"> v </w:t>
      </w:r>
      <w:r w:rsidRPr="001535A6">
        <w:t xml:space="preserve">hodnotě nejméně </w:t>
      </w:r>
      <w:r w:rsidR="004052C9">
        <w:t>2</w:t>
      </w:r>
      <w:r w:rsidR="00E17EA6">
        <w:t>1</w:t>
      </w:r>
      <w:r w:rsidR="004052C9">
        <w:t xml:space="preserve"> </w:t>
      </w:r>
      <w:r w:rsidR="00841921">
        <w:t>mil</w:t>
      </w:r>
      <w:r w:rsidRPr="001535A6">
        <w:t xml:space="preserve"> Kč bez DPH  (částka Kč se vztahuje</w:t>
      </w:r>
      <w:r w:rsidR="00BC6D2B" w:rsidRPr="001535A6">
        <w:t xml:space="preserve"> k </w:t>
      </w:r>
      <w:r w:rsidRPr="001535A6">
        <w:t>hodnotě novostavby</w:t>
      </w:r>
      <w:r w:rsidR="0040352D" w:rsidRPr="001535A6">
        <w:t>,</w:t>
      </w:r>
      <w:r w:rsidRPr="001535A6">
        <w:t xml:space="preserve"> rekonstrukce</w:t>
      </w:r>
      <w:r w:rsidR="0040352D" w:rsidRPr="001535A6">
        <w:t xml:space="preserve"> nebo opravy</w:t>
      </w:r>
      <w:r w:rsidRPr="001535A6">
        <w:t xml:space="preserve"> silnoproudých zařízení železničních drah, nikoli</w:t>
      </w:r>
      <w:r w:rsidR="00BC6D2B" w:rsidRPr="001535A6">
        <w:t xml:space="preserve"> k </w:t>
      </w:r>
      <w:r w:rsidRPr="001535A6">
        <w:t>hodnotě zakázky jako celku),</w:t>
      </w:r>
      <w:r w:rsidR="00845C50" w:rsidRPr="001535A6">
        <w:t xml:space="preserve"> a </w:t>
      </w:r>
      <w:r w:rsidRPr="001535A6">
        <w:t>to</w:t>
      </w:r>
      <w:r w:rsidR="00092CC9" w:rsidRPr="001535A6">
        <w:t xml:space="preserve"> v </w:t>
      </w:r>
      <w:r w:rsidRPr="001535A6">
        <w:t>posledních 10 letech před zahájením zadávacího řízení;</w:t>
      </w:r>
    </w:p>
    <w:p w14:paraId="6ACF74CD" w14:textId="70F281B6" w:rsidR="0035531B" w:rsidRPr="001535A6" w:rsidRDefault="0035531B" w:rsidP="008B2021">
      <w:pPr>
        <w:pStyle w:val="Odrka1-2-"/>
      </w:pPr>
      <w:r w:rsidRPr="001535A6">
        <w:t>musí předložit doklad</w:t>
      </w:r>
      <w:r w:rsidR="00092CC9" w:rsidRPr="001535A6">
        <w:t xml:space="preserve"> o </w:t>
      </w:r>
      <w:r w:rsidRPr="001535A6">
        <w:t>autorizaci</w:t>
      </w:r>
      <w:r w:rsidR="00092CC9" w:rsidRPr="001535A6">
        <w:t xml:space="preserve"> v </w:t>
      </w:r>
      <w:r w:rsidRPr="001535A6">
        <w:t>rozsahu dle § 5 odst. 3 písm. e) autorizačního zákona, tedy</w:t>
      </w:r>
      <w:r w:rsidR="00092CC9" w:rsidRPr="001535A6">
        <w:t xml:space="preserve"> v </w:t>
      </w:r>
      <w:r w:rsidRPr="001535A6">
        <w:t>oboru technologická zařízení staveb;</w:t>
      </w:r>
    </w:p>
    <w:p w14:paraId="591E9CBF" w14:textId="77777777" w:rsidR="0057394B" w:rsidRPr="0057394B" w:rsidRDefault="0057394B" w:rsidP="0057394B">
      <w:pPr>
        <w:pStyle w:val="Odstavec1-1a"/>
        <w:rPr>
          <w:rStyle w:val="Tun9b"/>
        </w:rPr>
      </w:pPr>
      <w:r w:rsidRPr="0057394B">
        <w:rPr>
          <w:rStyle w:val="Tun9b"/>
        </w:rPr>
        <w:t>koordinátor stavby</w:t>
      </w:r>
    </w:p>
    <w:p w14:paraId="06703052" w14:textId="77777777" w:rsidR="0057394B" w:rsidRPr="0057394B" w:rsidRDefault="0057394B" w:rsidP="0057394B">
      <w:pPr>
        <w:pStyle w:val="Odrka1-2-"/>
        <w:rPr>
          <w:b/>
        </w:rPr>
      </w:pPr>
      <w:r w:rsidRPr="0057394B">
        <w:t>nejméně 5 let praxe v jednom z následujících oborů staveb železničních drah: železniční svršek, železniční spodek, pozemní stavby, mosty a inženýrské konstrukce, zabezpečovací zařízení, sdělovací zařízení, trakční vedení, nebo silnoproud;</w:t>
      </w:r>
    </w:p>
    <w:p w14:paraId="18FA609B" w14:textId="674B2F52" w:rsidR="0057394B" w:rsidRPr="0057394B" w:rsidRDefault="0057394B" w:rsidP="0057394B">
      <w:pPr>
        <w:pStyle w:val="Odrka1-2-"/>
      </w:pPr>
      <w:r w:rsidRPr="0057394B">
        <w:t>zkušenost s realizací alespoň jedné zakázky</w:t>
      </w:r>
      <w:r w:rsidR="004B47A4">
        <w:t xml:space="preserve"> -  stavby železničních drah </w:t>
      </w:r>
      <w:r w:rsidRPr="0057394B">
        <w:t>v hodnotě nejméně 100 mil. Kč bez DPH</w:t>
      </w:r>
      <w:r w:rsidR="00E43380">
        <w:t>,</w:t>
      </w:r>
      <w:r w:rsidRPr="0057394B">
        <w:t xml:space="preserve"> a to v posledních 10 letech před zahájením zadávacího řízení;</w:t>
      </w:r>
    </w:p>
    <w:p w14:paraId="5858D13B" w14:textId="77777777" w:rsidR="0057394B" w:rsidRPr="0057394B" w:rsidRDefault="0057394B" w:rsidP="0057394B">
      <w:pPr>
        <w:pStyle w:val="Odrka1-2-"/>
      </w:pPr>
      <w:r w:rsidRPr="0057394B">
        <w:t>musí předložit doklad o autorizaci v jednom z následujících oborů dle § 5 odst. 3 písm. a), b), d), e), f), g) autorizačního zákona, tedy v jednom z oborů: pozemní stavby, dopravní stavby, mosty a inženýrské konstrukce, technologická zařízení staveb, technika prostředí staveb, statika a dynamika staveb;</w:t>
      </w:r>
    </w:p>
    <w:p w14:paraId="625FA3BE" w14:textId="77777777" w:rsidR="0057394B" w:rsidRPr="0057394B" w:rsidRDefault="0057394B" w:rsidP="0057394B">
      <w:pPr>
        <w:pStyle w:val="Odrka1-2-"/>
      </w:pPr>
      <w:r w:rsidRPr="0057394B">
        <w:t>tuto funkci nelze sloučit s žádnou další funkcí personálu zhotovitele</w:t>
      </w:r>
    </w:p>
    <w:p w14:paraId="0A198BAA" w14:textId="77777777" w:rsidR="0057394B" w:rsidRPr="0057394B" w:rsidRDefault="0057394B" w:rsidP="0057394B">
      <w:pPr>
        <w:pStyle w:val="Odrka1-2-"/>
      </w:pPr>
      <w:r w:rsidRPr="0057394B">
        <w:t xml:space="preserve">požadovaná činnost koordinátora viz. Zvláštní technické podmínky. </w:t>
      </w:r>
    </w:p>
    <w:p w14:paraId="33C0C333" w14:textId="16F17412" w:rsidR="0035531B" w:rsidRPr="00276817" w:rsidRDefault="0035531B" w:rsidP="008B2021">
      <w:pPr>
        <w:pStyle w:val="Odstavec1-1a"/>
        <w:rPr>
          <w:rStyle w:val="Tun9b"/>
        </w:rPr>
      </w:pPr>
      <w:r w:rsidRPr="00276817">
        <w:rPr>
          <w:rStyle w:val="Tun9b"/>
        </w:rPr>
        <w:t>specialista (vedoucí prací) na geotechniku</w:t>
      </w:r>
    </w:p>
    <w:p w14:paraId="6BBEC6C0" w14:textId="77777777" w:rsidR="0035531B" w:rsidRPr="00276817" w:rsidRDefault="0035531B" w:rsidP="008B2021">
      <w:pPr>
        <w:pStyle w:val="Odrka1-2-"/>
      </w:pPr>
      <w:r w:rsidRPr="00276817">
        <w:t>nejméně 5 let praxe</w:t>
      </w:r>
      <w:r w:rsidR="00092CC9" w:rsidRPr="00276817">
        <w:t xml:space="preserve"> v </w:t>
      </w:r>
      <w:r w:rsidRPr="00276817">
        <w:t xml:space="preserve">oboru své specializace </w:t>
      </w:r>
      <w:r w:rsidR="0084414D" w:rsidRPr="00276817">
        <w:t xml:space="preserve">(geotechnika) </w:t>
      </w:r>
      <w:r w:rsidRPr="00276817">
        <w:t>při provádění staveb;</w:t>
      </w:r>
    </w:p>
    <w:p w14:paraId="10DB97EF" w14:textId="73F920F8" w:rsidR="0035531B" w:rsidRPr="00276817" w:rsidRDefault="0035531B" w:rsidP="008B2021">
      <w:pPr>
        <w:pStyle w:val="Odrka1-2-"/>
      </w:pPr>
      <w:r w:rsidRPr="00276817">
        <w:t>zkušenost</w:t>
      </w:r>
      <w:r w:rsidR="00845C50" w:rsidRPr="00276817">
        <w:t xml:space="preserve"> s </w:t>
      </w:r>
      <w:r w:rsidRPr="00276817">
        <w:t>realizací alespoň jedné zakázky - dopravní stavby</w:t>
      </w:r>
      <w:r w:rsidR="00092CC9" w:rsidRPr="00276817">
        <w:t xml:space="preserve"> v </w:t>
      </w:r>
      <w:r w:rsidRPr="00276817">
        <w:t xml:space="preserve">hodnotě nejméně </w:t>
      </w:r>
      <w:r w:rsidR="003B389B">
        <w:t>150 mil</w:t>
      </w:r>
      <w:r w:rsidRPr="00276817">
        <w:t xml:space="preserve"> Kč bez DPH, jejímž předmětem byla mj. geotechnická činnost při novostavbě</w:t>
      </w:r>
      <w:r w:rsidR="00370F1F" w:rsidRPr="00276817">
        <w:t>,</w:t>
      </w:r>
      <w:r w:rsidRPr="00276817">
        <w:t xml:space="preserve"> rekonstrukci </w:t>
      </w:r>
      <w:r w:rsidR="00370F1F" w:rsidRPr="00276817">
        <w:t xml:space="preserve">nebo opravě </w:t>
      </w:r>
      <w:r w:rsidRPr="00276817">
        <w:t>dopravní stavby,</w:t>
      </w:r>
      <w:r w:rsidR="00845C50" w:rsidRPr="00276817">
        <w:t xml:space="preserve"> a </w:t>
      </w:r>
      <w:r w:rsidRPr="00276817">
        <w:t>to</w:t>
      </w:r>
      <w:r w:rsidR="00092CC9" w:rsidRPr="00276817">
        <w:t xml:space="preserve"> v </w:t>
      </w:r>
      <w:r w:rsidRPr="00276817">
        <w:t>posledních 10 letech před zahájením zadávacího řízení;</w:t>
      </w:r>
    </w:p>
    <w:p w14:paraId="536059C1" w14:textId="6216BCEC" w:rsidR="0035531B" w:rsidRPr="00276817" w:rsidRDefault="0035531B" w:rsidP="0035531B">
      <w:pPr>
        <w:pStyle w:val="Odrka1-2-"/>
      </w:pPr>
      <w:r w:rsidRPr="00276817">
        <w:t>musí předložit doklad</w:t>
      </w:r>
      <w:r w:rsidR="00092CC9" w:rsidRPr="00276817">
        <w:t xml:space="preserve"> o </w:t>
      </w:r>
      <w:r w:rsidRPr="00276817">
        <w:t>autorizaci</w:t>
      </w:r>
      <w:r w:rsidR="00092CC9" w:rsidRPr="00276817">
        <w:t xml:space="preserve"> v </w:t>
      </w:r>
      <w:r w:rsidRPr="00276817">
        <w:t>rozsahu dle § 5 odst. 3 písm. i) autorizačního zákona, tedy</w:t>
      </w:r>
      <w:r w:rsidR="00092CC9" w:rsidRPr="00276817">
        <w:t xml:space="preserve"> v </w:t>
      </w:r>
      <w:r w:rsidRPr="00276817">
        <w:t>oboru geotechnika;</w:t>
      </w:r>
    </w:p>
    <w:p w14:paraId="68AF3B34" w14:textId="77777777" w:rsidR="0035531B" w:rsidRPr="00276817" w:rsidRDefault="0035531B" w:rsidP="008B2021">
      <w:pPr>
        <w:pStyle w:val="Odstavec1-1a"/>
        <w:rPr>
          <w:rStyle w:val="Tun9b"/>
        </w:rPr>
      </w:pPr>
      <w:r w:rsidRPr="00276817">
        <w:rPr>
          <w:rStyle w:val="Tun9b"/>
        </w:rPr>
        <w:t>osoba odpovědná za kontrolu kvality</w:t>
      </w:r>
    </w:p>
    <w:p w14:paraId="1B468F04" w14:textId="77777777" w:rsidR="0035531B" w:rsidRPr="00276817" w:rsidRDefault="0035531B" w:rsidP="0035531B">
      <w:pPr>
        <w:pStyle w:val="Odrka1-2-"/>
      </w:pPr>
      <w:r w:rsidRPr="00276817">
        <w:t>nejméně 5 let praxe</w:t>
      </w:r>
      <w:r w:rsidR="00092CC9" w:rsidRPr="00276817">
        <w:t xml:space="preserve"> v </w:t>
      </w:r>
      <w:r w:rsidRPr="00276817">
        <w:t>oboru kontroly kvality, se znalostí ověřování kvality stavebních materiálů;</w:t>
      </w:r>
    </w:p>
    <w:p w14:paraId="7CE95175" w14:textId="77777777" w:rsidR="0035531B" w:rsidRPr="00276817" w:rsidRDefault="0035531B" w:rsidP="008B2021">
      <w:pPr>
        <w:pStyle w:val="Odstavec1-1a"/>
        <w:rPr>
          <w:rStyle w:val="Tun9b"/>
        </w:rPr>
      </w:pPr>
      <w:r w:rsidRPr="00276817">
        <w:rPr>
          <w:rStyle w:val="Tun9b"/>
        </w:rPr>
        <w:t>osoba odpovědná za bezpečnost</w:t>
      </w:r>
      <w:r w:rsidR="00845C50" w:rsidRPr="00276817">
        <w:rPr>
          <w:rStyle w:val="Tun9b"/>
        </w:rPr>
        <w:t xml:space="preserve"> a </w:t>
      </w:r>
      <w:r w:rsidRPr="00276817">
        <w:rPr>
          <w:rStyle w:val="Tun9b"/>
        </w:rPr>
        <w:t>ochranu zdraví při práci</w:t>
      </w:r>
    </w:p>
    <w:p w14:paraId="42193F28" w14:textId="77777777" w:rsidR="0035531B" w:rsidRPr="00276817" w:rsidRDefault="0035531B" w:rsidP="008B2021">
      <w:pPr>
        <w:pStyle w:val="Odrka1-2-"/>
      </w:pPr>
      <w:r w:rsidRPr="00276817">
        <w:t>nejméně 5 let praxe</w:t>
      </w:r>
      <w:r w:rsidR="00092CC9" w:rsidRPr="00276817">
        <w:t xml:space="preserve"> v </w:t>
      </w:r>
      <w:r w:rsidRPr="00276817">
        <w:t>oboru bezpečnosti</w:t>
      </w:r>
      <w:r w:rsidR="00845C50" w:rsidRPr="00276817">
        <w:t xml:space="preserve"> a </w:t>
      </w:r>
      <w:r w:rsidRPr="00276817">
        <w:t>ochrany zdraví při práci;</w:t>
      </w:r>
    </w:p>
    <w:p w14:paraId="5D98BAB2" w14:textId="77777777" w:rsidR="0035531B" w:rsidRPr="00276817" w:rsidRDefault="0035531B" w:rsidP="008B2021">
      <w:pPr>
        <w:pStyle w:val="Odstavec1-1a"/>
        <w:rPr>
          <w:rStyle w:val="Tun9b"/>
        </w:rPr>
      </w:pPr>
      <w:r w:rsidRPr="00276817">
        <w:rPr>
          <w:rStyle w:val="Tun9b"/>
        </w:rPr>
        <w:t>osoba odpovědná za ochranu životního prostředí</w:t>
      </w:r>
    </w:p>
    <w:p w14:paraId="5B7C1472" w14:textId="77777777" w:rsidR="0035531B" w:rsidRPr="00276817" w:rsidRDefault="0035531B" w:rsidP="008B2021">
      <w:pPr>
        <w:pStyle w:val="Odrka1-2-"/>
      </w:pPr>
      <w:r w:rsidRPr="00276817">
        <w:t>nejméně 5 let praxe</w:t>
      </w:r>
      <w:r w:rsidR="00092CC9" w:rsidRPr="00276817">
        <w:t xml:space="preserve"> v </w:t>
      </w:r>
      <w:r w:rsidRPr="00276817">
        <w:t>oboru ochrany životního prostředí;</w:t>
      </w:r>
    </w:p>
    <w:p w14:paraId="42294AA2" w14:textId="77777777" w:rsidR="0035531B" w:rsidRPr="00276817" w:rsidRDefault="0035531B" w:rsidP="008B2021">
      <w:pPr>
        <w:pStyle w:val="Odstavec1-1a"/>
        <w:rPr>
          <w:rStyle w:val="Tun9b"/>
        </w:rPr>
      </w:pPr>
      <w:r w:rsidRPr="00276817">
        <w:rPr>
          <w:rStyle w:val="Tun9b"/>
        </w:rPr>
        <w:t>osoba odpovědná za odpadové hospodářství</w:t>
      </w:r>
    </w:p>
    <w:p w14:paraId="1B54D5CC" w14:textId="025313EB" w:rsidR="0035531B" w:rsidRPr="00276817" w:rsidRDefault="0035531B" w:rsidP="008B2021">
      <w:pPr>
        <w:pStyle w:val="Odrka1-2-"/>
      </w:pPr>
      <w:r w:rsidRPr="00276817">
        <w:t>nejméně 5 let praxe</w:t>
      </w:r>
      <w:r w:rsidR="00092CC9" w:rsidRPr="00276817">
        <w:t xml:space="preserve"> v </w:t>
      </w:r>
      <w:r w:rsidR="00525B0D">
        <w:t>oboru odpadového hospodářství.</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755C6C7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w:t>
      </w:r>
      <w:r w:rsidR="00B07E78">
        <w:t xml:space="preserve"> o dílo</w:t>
      </w:r>
      <w:r>
        <w:t xml:space="preserve">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t>Technická kvalifikace - p</w:t>
      </w:r>
      <w:r w:rsidR="0035531B" w:rsidRPr="008B2021">
        <w:rPr>
          <w:rStyle w:val="Tun9b"/>
        </w:rPr>
        <w:t>řehled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bookmarkStart w:id="13" w:name="_Hlk132272737"/>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276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5069AE49" w14:textId="682D433D" w:rsidR="0006499F" w:rsidRPr="00C16E21" w:rsidRDefault="0006499F" w:rsidP="00BC6D2B">
            <w:r w:rsidRPr="00C16E21">
              <w:t>Zařízení</w:t>
            </w:r>
            <w:r w:rsidR="00283649">
              <w:t xml:space="preserve"> (stroje)</w:t>
            </w:r>
            <w:r w:rsidRPr="00C16E21">
              <w:t>:</w:t>
            </w:r>
          </w:p>
        </w:tc>
        <w:tc>
          <w:tcPr>
            <w:tcW w:w="2120" w:type="dxa"/>
            <w:tcBorders>
              <w:bottom w:val="single" w:sz="2" w:space="0" w:color="auto"/>
            </w:tcBorders>
          </w:tcPr>
          <w:p w14:paraId="014FFF3D" w14:textId="6427A399" w:rsidR="0006499F" w:rsidRPr="00C16E21" w:rsidRDefault="0006499F" w:rsidP="00BC6D2B">
            <w:pPr>
              <w:cnfStyle w:val="100000000000" w:firstRow="1" w:lastRow="0" w:firstColumn="0" w:lastColumn="0" w:oddVBand="0" w:evenVBand="0" w:oddHBand="0" w:evenHBand="0" w:firstRowFirstColumn="0" w:firstRowLastColumn="0" w:lastRowFirstColumn="0" w:lastRowLastColumn="0"/>
            </w:pPr>
            <w:r w:rsidRPr="00C16E21">
              <w:t>Počet kusů:</w:t>
            </w:r>
          </w:p>
        </w:tc>
      </w:tr>
      <w:tr w:rsidR="00276817" w:rsidRPr="008B2021" w14:paraId="74306A2E" w14:textId="77777777" w:rsidTr="00276817">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1C134E5F" w14:textId="1AF40CB1" w:rsidR="00276817" w:rsidRPr="008E4DBF" w:rsidRDefault="00276817" w:rsidP="00841921">
            <w:pPr>
              <w:rPr>
                <w:sz w:val="16"/>
                <w:szCs w:val="16"/>
              </w:rPr>
            </w:pPr>
            <w:r w:rsidRPr="008E4DBF">
              <w:rPr>
                <w:sz w:val="16"/>
                <w:szCs w:val="16"/>
              </w:rPr>
              <w:t>Stroj na pokládku kolejí a výhybek (stroj/zařízení umožňující výstavbu kolejí a výhybek</w:t>
            </w:r>
            <w:r w:rsidR="006205CF">
              <w:rPr>
                <w:sz w:val="16"/>
                <w:szCs w:val="16"/>
              </w:rPr>
              <w:t>;</w:t>
            </w:r>
            <w:r w:rsidR="006205CF">
              <w:t xml:space="preserve"> </w:t>
            </w:r>
            <w:r w:rsidR="006205CF" w:rsidRPr="006205CF">
              <w:rPr>
                <w:sz w:val="16"/>
                <w:szCs w:val="16"/>
              </w:rPr>
              <w:t>požadavek lze splnit předložením více strojů - jeden na pokládku kolejí, druhý na pokládku výhybek</w:t>
            </w:r>
            <w:r w:rsidRPr="008E4DBF">
              <w:rPr>
                <w:sz w:val="16"/>
                <w:szCs w:val="16"/>
              </w:rPr>
              <w:t>)</w:t>
            </w:r>
          </w:p>
        </w:tc>
        <w:tc>
          <w:tcPr>
            <w:tcW w:w="2120" w:type="dxa"/>
            <w:tcBorders>
              <w:top w:val="single" w:sz="2" w:space="0" w:color="auto"/>
            </w:tcBorders>
            <w:shd w:val="clear" w:color="auto" w:fill="auto"/>
          </w:tcPr>
          <w:p w14:paraId="2BB259EC" w14:textId="77777777" w:rsidR="00276817" w:rsidRPr="008E4DBF" w:rsidRDefault="00276817" w:rsidP="00841921">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276817" w:rsidRPr="008B2021" w14:paraId="604AE546" w14:textId="77777777" w:rsidTr="00276817">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00665070" w14:textId="77777777" w:rsidR="00276817" w:rsidRPr="008E4DBF" w:rsidRDefault="00276817" w:rsidP="00841921">
            <w:pPr>
              <w:rPr>
                <w:sz w:val="16"/>
                <w:szCs w:val="16"/>
              </w:rPr>
            </w:pPr>
            <w:r w:rsidRPr="008E4DBF">
              <w:rPr>
                <w:sz w:val="16"/>
                <w:szCs w:val="16"/>
              </w:rPr>
              <w:t xml:space="preserve">Automatické strojní zařízení pro úpravu směrové a výškové polohy koleje a výhybek (v souladu s předpisem SŽ S3/1 v aktuální znění) </w:t>
            </w:r>
          </w:p>
        </w:tc>
        <w:tc>
          <w:tcPr>
            <w:tcW w:w="2120" w:type="dxa"/>
            <w:shd w:val="clear" w:color="auto" w:fill="auto"/>
          </w:tcPr>
          <w:p w14:paraId="7028978D" w14:textId="77777777" w:rsidR="00276817" w:rsidRPr="008E4DBF" w:rsidRDefault="00276817" w:rsidP="00841921">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276817" w:rsidRPr="0006499F" w14:paraId="5E547099" w14:textId="77777777" w:rsidTr="002768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344A899E" w14:textId="77777777" w:rsidR="00276817" w:rsidRDefault="00276817" w:rsidP="00841921">
            <w:pPr>
              <w:rPr>
                <w:sz w:val="16"/>
                <w:szCs w:val="16"/>
              </w:rPr>
            </w:pPr>
            <w:r w:rsidRPr="008E4DBF">
              <w:rPr>
                <w:b w:val="0"/>
                <w:sz w:val="16"/>
                <w:szCs w:val="16"/>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2A8E4E69" w14:textId="77777777" w:rsidR="00276817" w:rsidRPr="008E4DBF" w:rsidRDefault="00276817" w:rsidP="00841921">
            <w:pPr>
              <w:rPr>
                <w:b w:val="0"/>
                <w:sz w:val="16"/>
                <w:szCs w:val="16"/>
              </w:rPr>
            </w:pPr>
          </w:p>
        </w:tc>
        <w:tc>
          <w:tcPr>
            <w:tcW w:w="2120" w:type="dxa"/>
            <w:shd w:val="clear" w:color="auto" w:fill="auto"/>
          </w:tcPr>
          <w:p w14:paraId="3062EE15" w14:textId="77777777" w:rsidR="00276817" w:rsidRPr="008E4DBF" w:rsidRDefault="00276817" w:rsidP="00841921">
            <w:pPr>
              <w:cnfStyle w:val="010000000000" w:firstRow="0" w:lastRow="1" w:firstColumn="0" w:lastColumn="0" w:oddVBand="0" w:evenVBand="0" w:oddHBand="0" w:evenHBand="0" w:firstRowFirstColumn="0" w:firstRowLastColumn="0" w:lastRowFirstColumn="0" w:lastRowLastColumn="0"/>
              <w:rPr>
                <w:b w:val="0"/>
                <w:sz w:val="16"/>
                <w:szCs w:val="16"/>
              </w:rPr>
            </w:pPr>
            <w:r w:rsidRPr="008E4DBF">
              <w:rPr>
                <w:b w:val="0"/>
                <w:sz w:val="16"/>
                <w:szCs w:val="16"/>
              </w:rPr>
              <w:t>1 ks</w:t>
            </w:r>
          </w:p>
        </w:tc>
      </w:tr>
    </w:tbl>
    <w:bookmarkEnd w:id="13"/>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Pr="00D3476A"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 xml:space="preserve">možností využití pro provádění prací, které jsou předmětem této zakázky, dle požadovaného časového harmonogramu postupu </w:t>
      </w:r>
      <w:r w:rsidRPr="00D3476A">
        <w:t>prací;</w:t>
      </w:r>
    </w:p>
    <w:p w14:paraId="00E3A0E9" w14:textId="6EDA7BCF" w:rsidR="00A05420" w:rsidRPr="00D3476A" w:rsidRDefault="00A05420" w:rsidP="00A05420">
      <w:pPr>
        <w:pStyle w:val="Odrka1-1"/>
      </w:pPr>
      <w:r w:rsidRPr="00D3476A">
        <w:t>Pro následující technická zařízení</w:t>
      </w:r>
      <w:r w:rsidR="00283649" w:rsidRPr="00D3476A">
        <w:t xml:space="preserve"> (stroje)</w:t>
      </w:r>
      <w:r w:rsidRPr="00D3476A">
        <w:t>:</w:t>
      </w:r>
    </w:p>
    <w:p w14:paraId="2B124F4D" w14:textId="4F2318D0" w:rsidR="00A05420" w:rsidRPr="00D3476A" w:rsidRDefault="00A05420" w:rsidP="00A05420">
      <w:pPr>
        <w:pStyle w:val="Odrka1-1"/>
        <w:numPr>
          <w:ilvl w:val="0"/>
          <w:numId w:val="37"/>
        </w:numPr>
      </w:pPr>
      <w:r w:rsidRPr="00D3476A">
        <w:t>Automatické strojní zařízení pro úpravu směrové a výškové polohy koleje a výhybek</w:t>
      </w:r>
    </w:p>
    <w:p w14:paraId="107BB011" w14:textId="79A31572" w:rsidR="00A34FE3" w:rsidRPr="00D3476A" w:rsidRDefault="00A34FE3" w:rsidP="00A05420">
      <w:pPr>
        <w:pStyle w:val="Odrka1-1"/>
        <w:numPr>
          <w:ilvl w:val="0"/>
          <w:numId w:val="37"/>
        </w:numPr>
      </w:pPr>
      <w:r w:rsidRPr="00D3476A">
        <w:t xml:space="preserve">Stroj na pokládku kolejí a výhybek – v případě, že dodavatel doloží </w:t>
      </w:r>
      <w:r w:rsidR="00283649" w:rsidRPr="00D3476A">
        <w:t>stroj</w:t>
      </w:r>
      <w:r w:rsidRPr="00D3476A">
        <w:t>, kter</w:t>
      </w:r>
      <w:r w:rsidR="00283649" w:rsidRPr="00D3476A">
        <w:t>ý</w:t>
      </w:r>
      <w:r w:rsidRPr="00D3476A">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A05420">
      <w:pPr>
        <w:pStyle w:val="Odrka1-1"/>
        <w:numPr>
          <w:ilvl w:val="0"/>
          <w:numId w:val="39"/>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 xml:space="preserve">Pokynu generálního ředitele k posuzování přípustnosti strojů a speciálních vozidel dodavatelů pro </w:t>
      </w:r>
      <w:r>
        <w:lastRenderedPageBreak/>
        <w:t>technologické využití při pracích na železničních drahách státní organizace Správa železnic</w:t>
      </w:r>
      <w:r w:rsidRPr="002D3438">
        <w:t xml:space="preserve"> SŽ PO-08/2022-GŘ (prozatímní)</w:t>
      </w:r>
      <w:r>
        <w:t>, jež je vnitřním předpisem zadavatele</w:t>
      </w:r>
      <w:r w:rsidRPr="00D46DAF">
        <w:rPr>
          <w:rStyle w:val="Tun9b"/>
          <w:b w:val="0"/>
        </w:rPr>
        <w:t>, nebo</w:t>
      </w:r>
    </w:p>
    <w:p w14:paraId="2D4BD1F5" w14:textId="6D0D3C37" w:rsidR="00A05420" w:rsidRPr="002F6BE4" w:rsidRDefault="00A05420" w:rsidP="00A05420">
      <w:pPr>
        <w:pStyle w:val="Odrka1-1"/>
        <w:numPr>
          <w:ilvl w:val="0"/>
          <w:numId w:val="39"/>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53EFA088" w:rsidR="002F6BE4" w:rsidRPr="00EA0D03" w:rsidRDefault="00A05420" w:rsidP="00A05420">
      <w:pPr>
        <w:pStyle w:val="Odrka1-1"/>
        <w:numPr>
          <w:ilvl w:val="0"/>
          <w:numId w:val="39"/>
        </w:numPr>
        <w:rPr>
          <w:rStyle w:val="Tun9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674FB4AA"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00D3476A" w:rsidRPr="006535D1">
        <w:t>EXC 3</w:t>
      </w:r>
      <w:r>
        <w:t>,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7E68E97F" w:rsidR="0035531B" w:rsidRDefault="0035531B" w:rsidP="0006499F">
      <w:pPr>
        <w:pStyle w:val="Textbezslovn"/>
      </w:pPr>
      <w:r>
        <w:t>Dodavatel prokazuje oprávnění</w:t>
      </w:r>
      <w:r w:rsidR="00BC6D2B">
        <w:t xml:space="preserve"> k </w:t>
      </w:r>
      <w:r>
        <w:t xml:space="preserve">montáži ocelových konstrukcí </w:t>
      </w:r>
      <w:r w:rsidR="00D3476A" w:rsidRPr="00F57C98">
        <w:t>třídy EXC 3</w:t>
      </w:r>
      <w:r>
        <w:t xml:space="preserve"> samostatným certifikátem způsobilosti</w:t>
      </w:r>
      <w:r w:rsidR="00BC6D2B">
        <w:t xml:space="preserve"> k </w:t>
      </w:r>
      <w:r>
        <w:t>montáži ocelových konstrukcí na staveništi nebo certifikátem</w:t>
      </w:r>
      <w:r w:rsidR="00845C50">
        <w:t xml:space="preserve"> s </w:t>
      </w:r>
      <w:r>
        <w:t>přílohou, která obdobně jako samostatný certifikát prokazuje plnění požadavků na provádění ocelových konstrukcí na staveništi</w:t>
      </w:r>
      <w:r w:rsidR="00092CC9">
        <w:t xml:space="preserve"> v </w:t>
      </w:r>
      <w:r>
        <w:t xml:space="preserve">rozsahu </w:t>
      </w:r>
      <w:r w:rsidR="00D3476A" w:rsidRPr="00D3476A">
        <w:t>ČSN EN 1090-2+A1, ČSN 73 2603, ČSN EN ISO 3834 ve vztahu k procesům svařování při montáži a TKP kap. 19, nebo obdobným zahraničním dokumentem</w:t>
      </w:r>
      <w:r>
        <w:t>.</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14D71288" w:rsidR="0035531B" w:rsidRDefault="0035531B" w:rsidP="0006499F">
      <w:pPr>
        <w:pStyle w:val="Textbezslovn"/>
      </w:pPr>
      <w:r>
        <w:t>Zadavatel požaduje, aby dodavatel</w:t>
      </w:r>
      <w:r w:rsidR="00BB4AF2">
        <w:t xml:space="preserve"> u </w:t>
      </w:r>
      <w:r>
        <w:t>těch poddodavatelů</w:t>
      </w:r>
      <w:r w:rsidR="00B07E78">
        <w:t xml:space="preserve"> </w:t>
      </w:r>
      <w:r w:rsidR="00B07E78" w:rsidRPr="00B07E78">
        <w:t>podílejících se na 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B07E78" w:rsidRPr="00B07E78">
        <w:t xml:space="preserve">týkající se plnění Smlouvy o dílo </w:t>
      </w:r>
      <w:r>
        <w:t>(v Příloze č. 2 těchto Pokynů vyjádřeno jako alespoň 10 % hodnoty poddodávky</w:t>
      </w:r>
      <w:r w:rsidR="0060115D">
        <w:t xml:space="preserve"> z </w:t>
      </w:r>
      <w:r>
        <w:t>nabídkové ceny</w:t>
      </w:r>
      <w:r w:rsidR="00B07E78">
        <w:t xml:space="preserve"> </w:t>
      </w:r>
      <w:r w:rsidR="00B07E78" w:rsidRPr="00B07E78">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7A861285"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B07E78" w:rsidRPr="00B07E78">
        <w:t xml:space="preserve">podílejících se na plnění Smlouvy o dílo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68CC02B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4FA3045B" w:rsidR="0035531B" w:rsidRDefault="0035531B" w:rsidP="0006499F">
      <w:pPr>
        <w:pStyle w:val="Textbezslovn"/>
      </w:pPr>
      <w:r>
        <w:lastRenderedPageBreak/>
        <w:t>Zadavatel může požadovat nahrazení poddodavatele, který neprokáže splnění zadavatelem požadovaných kritérií způsobilosti dle požadavků shora</w:t>
      </w:r>
      <w:r w:rsidR="00092CC9">
        <w:t xml:space="preserve"> v </w:t>
      </w:r>
      <w:r>
        <w:t>tomto článku nebo</w:t>
      </w:r>
      <w:r w:rsidR="006205CF" w:rsidRPr="006205CF">
        <w:t xml:space="preserve"> </w:t>
      </w:r>
      <w:r w:rsidR="006205CF" w:rsidRPr="0060313F">
        <w:t xml:space="preserve">v případě jeho nezpůsobilosti; důvody nezpůsobilosti se posuzují podle § 48 odst. 5 nebo 6 </w:t>
      </w:r>
      <w:r w:rsidR="006205CF">
        <w:t xml:space="preserve">ZZVZ </w:t>
      </w:r>
      <w:r w:rsidR="006205C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3DF95B62"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6205CF">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 xml:space="preserve">Dodavatel není oprávněn nahradit předložení požadovaných dokladů </w:t>
      </w:r>
      <w:r w:rsidR="006205CF">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0E9634F"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3C50702E"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67C25B39"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B07E78">
        <w:t>S</w:t>
      </w:r>
      <w:r>
        <w:t>mlouvy</w:t>
      </w:r>
      <w:r w:rsidR="00B07E78">
        <w:t xml:space="preserve"> o dílo</w:t>
      </w:r>
      <w:r>
        <w:t>.</w:t>
      </w:r>
    </w:p>
    <w:p w14:paraId="0E4454F6" w14:textId="1608F632"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2C34BB"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28C57951" w14:textId="26328D53" w:rsidR="0035531B" w:rsidRDefault="0035531B" w:rsidP="0006499F">
      <w:pPr>
        <w:pStyle w:val="Textbezslovn"/>
        <w:ind w:left="1077"/>
      </w:pPr>
      <w:r>
        <w:lastRenderedPageBreak/>
        <w:t>Doklady</w:t>
      </w:r>
      <w:r w:rsidR="00092CC9">
        <w:t xml:space="preserve"> o </w:t>
      </w:r>
      <w:r>
        <w:t xml:space="preserve">splnění výše uvedených povinností dokládá vybraný dodavatel jako podmínku pro uzavření </w:t>
      </w:r>
      <w:r w:rsidR="00B07E78">
        <w:t>S</w:t>
      </w:r>
      <w:r>
        <w:t>mlouvy</w:t>
      </w:r>
      <w:r w:rsidR="00B07E78">
        <w:t xml:space="preserve"> o dílo</w:t>
      </w:r>
      <w:r>
        <w:t>.</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2EFEFE03" w:rsidR="0035531B" w:rsidRDefault="0035531B" w:rsidP="0006499F">
      <w:pPr>
        <w:pStyle w:val="Textbezslovn"/>
      </w:pPr>
      <w:r>
        <w:t>Pokud není dodavatel schopen prokázat ekonomick</w:t>
      </w:r>
      <w:r w:rsidR="006205CF">
        <w:t>ou</w:t>
      </w:r>
      <w:r>
        <w:t xml:space="preserve"> kvalifikac</w:t>
      </w:r>
      <w:r w:rsidR="006205CF">
        <w:t>i</w:t>
      </w:r>
      <w:r>
        <w:t>, technick</w:t>
      </w:r>
      <w:r w:rsidR="006205CF">
        <w:t>ou</w:t>
      </w:r>
      <w:r>
        <w:t xml:space="preserve"> kvalifikac</w:t>
      </w:r>
      <w:r w:rsidR="006205CF">
        <w:t>i</w:t>
      </w:r>
      <w:r>
        <w:t xml:space="preserve"> nebo profesní způsobilost</w:t>
      </w:r>
      <w:r w:rsidR="00845C50">
        <w:t xml:space="preserve"> s </w:t>
      </w:r>
      <w:r>
        <w:t>výjimkou kritéria podle § 77 odst. 1 ZZVZ požadovan</w:t>
      </w:r>
      <w:r w:rsidR="006205CF">
        <w:t>ou</w:t>
      </w:r>
      <w:r>
        <w:t xml:space="preserve">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14D9B395" w:rsidR="0035531B" w:rsidRPr="0006499F" w:rsidRDefault="006205CF"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7ECB0E87" w:rsidR="0035531B" w:rsidRDefault="006205CF"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103E967" w14:textId="06FAF635" w:rsidR="0035531B" w:rsidRDefault="0035531B" w:rsidP="0006499F">
      <w:pPr>
        <w:pStyle w:val="Odrka1-2-"/>
      </w:pPr>
      <w:r>
        <w:t xml:space="preserve">Požadavek ohledně </w:t>
      </w:r>
      <w:r w:rsidR="006205CF">
        <w:t xml:space="preserve">předložení smlouvy nebo potvrzení o její existenci, jejímž obsahem je závazek </w:t>
      </w:r>
      <w:r>
        <w:t>jiné osoby</w:t>
      </w:r>
      <w:r w:rsidR="006205CF">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6205CF" w:rsidRPr="006205CF">
        <w:t xml:space="preserve"> </w:t>
      </w:r>
      <w:r w:rsidR="006205CF" w:rsidRPr="00C66878">
        <w:t xml:space="preserve">z obsahu smlouvy nebo potvrzení o její existenci vyplývá závazek jiné osoby plnit veřejnou zakázku </w:t>
      </w:r>
      <w:r w:rsidR="006205CF"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563B6" w:rsidRPr="000563B6">
        <w:rPr>
          <w:b/>
          <w:color w:val="000000"/>
        </w:rPr>
        <w:t xml:space="preserve"> </w:t>
      </w:r>
      <w:r w:rsidR="000563B6">
        <w:rPr>
          <w:b/>
          <w:color w:val="000000"/>
        </w:rPr>
        <w:t xml:space="preserve">ze smlouvy nebo potvrzení o její existenci </w:t>
      </w:r>
      <w:r w:rsidR="000563B6" w:rsidRPr="00E86BE3">
        <w:rPr>
          <w:b/>
          <w:color w:val="000000"/>
        </w:rPr>
        <w:t>vyplývat závazek, že jiná osoba bude vykonávat stavební práce</w:t>
      </w:r>
      <w:r w:rsidR="000563B6">
        <w:rPr>
          <w:b/>
          <w:color w:val="000000"/>
        </w:rPr>
        <w:t>, resp. příslušné části plnění</w:t>
      </w:r>
      <w:r w:rsidR="000563B6"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49EEDB5" w:rsidR="0035531B" w:rsidRDefault="000563B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5B69AC0D" w:rsidR="0035531B" w:rsidRDefault="0035531B" w:rsidP="000D57D5">
      <w:pPr>
        <w:pStyle w:val="Textbezslovn"/>
      </w:pPr>
      <w:r>
        <w:lastRenderedPageBreak/>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8B340B">
        <w:t xml:space="preserve"> (za splnění podmínek uvedených v čl. 9.3 těchto Pokynů)</w:t>
      </w:r>
      <w:r>
        <w:t>. Jejich prostřednictvím dodavatel může za splnění ostatních podmínek dle § 83 ZZVZ prokazovat i tyto části kvalifikace.</w:t>
      </w: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4823DECD" w:rsidR="00224981" w:rsidRDefault="000563B6"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41262558"/>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6436E3A4" w:rsidR="0035531B" w:rsidRDefault="0035531B" w:rsidP="00EE2244">
      <w:pPr>
        <w:pStyle w:val="Odrka1-1"/>
      </w:pPr>
      <w:r w:rsidRPr="0031722E">
        <w:t xml:space="preserve">Specifikaci </w:t>
      </w:r>
      <w:r w:rsidRPr="00DA6052">
        <w:t>typu zabezpečovacího zařízení</w:t>
      </w:r>
      <w:r w:rsidR="00DA6052" w:rsidRPr="00DA6052">
        <w:t xml:space="preserve">, </w:t>
      </w:r>
      <w:r w:rsidRPr="00DA6052">
        <w:t>které bude dodavatelem určeno</w:t>
      </w:r>
      <w:r w:rsidR="00BC6D2B" w:rsidRPr="00DA6052">
        <w:t xml:space="preserve"> k </w:t>
      </w:r>
      <w:r w:rsidRPr="00DA6052">
        <w:t>použití pro plnění předmětné veřejné zakázky</w:t>
      </w:r>
      <w:r w:rsidR="00845C50" w:rsidRPr="00DA6052">
        <w:t xml:space="preserve"> a </w:t>
      </w:r>
      <w:r w:rsidRPr="00DA6052">
        <w:t>které bude</w:t>
      </w:r>
      <w:r w:rsidR="00092CC9" w:rsidRPr="00DA6052">
        <w:t xml:space="preserve"> v </w:t>
      </w:r>
      <w:r w:rsidRPr="00DA6052">
        <w:t>souladu se Směrnicí č. 34 SŽDC „Směrnice pro uvádění do provozu výrobků, které jsou součástí sdělovacích</w:t>
      </w:r>
      <w:r w:rsidR="00845C50" w:rsidRPr="00DA6052">
        <w:t xml:space="preserve"> a </w:t>
      </w:r>
      <w:r w:rsidRPr="00DA6052">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lastRenderedPageBreak/>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0D1A7D6D" w14:textId="77777777" w:rsidR="00DA6052" w:rsidRPr="00764F0C" w:rsidRDefault="00DA6052" w:rsidP="00DA6052">
      <w:pPr>
        <w:pStyle w:val="Odrka1-1"/>
        <w:numPr>
          <w:ilvl w:val="0"/>
          <w:numId w:val="0"/>
        </w:numPr>
        <w:ind w:left="1077"/>
      </w:pPr>
      <w:r w:rsidRPr="00764F0C">
        <w:t>- definitivní staniční zabezpečovací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329407A4"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se </w:t>
      </w:r>
      <w:r w:rsidR="000563B6">
        <w:rPr>
          <w:lang w:eastAsia="cs-CZ"/>
        </w:rPr>
        <w:t xml:space="preserve">zákonem upravujícím provádění mezinárodních sankcí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4EDD9A7A"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B07E78">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w:t>
      </w:r>
      <w:r w:rsidR="00B07E78">
        <w:t xml:space="preserve"> o dílo</w:t>
      </w:r>
      <w:r>
        <w:t xml:space="preserve">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32D1EC2F" w:rsidR="0035531B" w:rsidRDefault="0035531B" w:rsidP="0060115D">
      <w:pPr>
        <w:pStyle w:val="Odrka1-1"/>
      </w:pPr>
      <w:r>
        <w:lastRenderedPageBreak/>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B07E78">
        <w:t>uzavření S</w:t>
      </w:r>
      <w:r>
        <w:t>mlouvy</w:t>
      </w:r>
      <w:r w:rsidR="00B07E78">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54493389"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B07E78">
        <w:t xml:space="preserve"> </w:t>
      </w:r>
      <w:r w:rsidR="00B07E78" w:rsidRPr="00B07E78">
        <w:t>a Smlouvy o poskytování součinnosti</w:t>
      </w:r>
      <w:r>
        <w:t xml:space="preserve">). Vedoucí společník musí být oprávněn ve věcech Smlouvy </w:t>
      </w:r>
      <w:r w:rsidR="00B07E78" w:rsidRPr="00B07E78">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B07E78">
        <w:t xml:space="preserve"> </w:t>
      </w:r>
      <w:r w:rsidR="00B07E78" w:rsidRPr="00B07E78">
        <w:t>a Smlouvy o poskytování součinnosti</w:t>
      </w:r>
      <w:r>
        <w:t>).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B07E78">
        <w:t xml:space="preserve"> </w:t>
      </w:r>
      <w:r w:rsidR="00B07E78" w:rsidRPr="00B07E78">
        <w:t>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7FEA3BB8" w:rsidR="0035531B" w:rsidRDefault="0035531B" w:rsidP="0060115D">
      <w:pPr>
        <w:pStyle w:val="Odrka1-1"/>
      </w:pPr>
      <w:r>
        <w:t xml:space="preserve">Zadavatel si dle § 105 odst. 2 ZZVZ vyhrazuje požadavek, že níže uvedené významné činnosti při plnění veřejné zakázky </w:t>
      </w:r>
      <w:r w:rsidR="002D2698">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1A2E584B" w14:textId="3CD92266" w:rsidR="00D04254" w:rsidRDefault="00D04254" w:rsidP="00D04254">
      <w:pPr>
        <w:pStyle w:val="Odrka1-1"/>
        <w:numPr>
          <w:ilvl w:val="0"/>
          <w:numId w:val="0"/>
        </w:numPr>
        <w:ind w:left="1077"/>
      </w:pPr>
      <w:r>
        <w:t>SO 30-10-01  ŽST Praha-Smíchov, železniční svršek</w:t>
      </w:r>
    </w:p>
    <w:p w14:paraId="58E88E3C" w14:textId="77777777" w:rsidR="008D2257" w:rsidRDefault="008D2257" w:rsidP="008D2257">
      <w:pPr>
        <w:pStyle w:val="Odrka1-1"/>
        <w:numPr>
          <w:ilvl w:val="0"/>
          <w:numId w:val="0"/>
        </w:numPr>
        <w:ind w:left="1077"/>
        <w:rPr>
          <w:rFonts w:ascii="Verdana" w:hAnsi="Verdana"/>
          <w:b/>
          <w:bCs/>
          <w:lang w:eastAsia="cs-CZ"/>
        </w:rPr>
      </w:pPr>
      <w:r>
        <w:t xml:space="preserve">SO 30-20-06  ŽST Praha-Smíchov, železniční most v ev.km 0,453 - </w:t>
      </w:r>
      <w:r>
        <w:rPr>
          <w:rFonts w:ascii="Verdana" w:hAnsi="Verdana"/>
          <w:b/>
          <w:bCs/>
          <w:lang w:eastAsia="cs-CZ"/>
        </w:rPr>
        <w:t>konkrétně tyto položky soupisu prací:</w:t>
      </w:r>
    </w:p>
    <w:p w14:paraId="6CA57D25" w14:textId="77777777" w:rsidR="008D2257" w:rsidRDefault="008D2257" w:rsidP="008D2257">
      <w:pPr>
        <w:pStyle w:val="Odrka1-1"/>
        <w:numPr>
          <w:ilvl w:val="0"/>
          <w:numId w:val="0"/>
        </w:numPr>
        <w:ind w:left="1077"/>
      </w:pPr>
      <w:r>
        <w:t xml:space="preserve">16  389325       </w:t>
      </w:r>
      <w:r w:rsidRPr="00A6110B">
        <w:t>MOSTNÍ RÁMOVÉ KONSTRUKCE ZE ŽELEZOBETONU C30/37</w:t>
      </w:r>
    </w:p>
    <w:p w14:paraId="23BEDD1E" w14:textId="77777777" w:rsidR="008D2257" w:rsidRDefault="008D2257" w:rsidP="008D2257">
      <w:pPr>
        <w:pStyle w:val="Odrka1-1"/>
        <w:numPr>
          <w:ilvl w:val="0"/>
          <w:numId w:val="0"/>
        </w:numPr>
        <w:ind w:left="1077"/>
      </w:pPr>
    </w:p>
    <w:p w14:paraId="6C35984B" w14:textId="77777777" w:rsidR="008D2257" w:rsidRDefault="008D2257" w:rsidP="008D2257">
      <w:pPr>
        <w:pStyle w:val="Odrka1-1"/>
        <w:numPr>
          <w:ilvl w:val="0"/>
          <w:numId w:val="0"/>
        </w:numPr>
        <w:ind w:left="1077"/>
        <w:rPr>
          <w:rFonts w:ascii="Verdana" w:hAnsi="Verdana"/>
          <w:b/>
          <w:bCs/>
          <w:lang w:eastAsia="cs-CZ"/>
        </w:rPr>
      </w:pPr>
      <w:r>
        <w:lastRenderedPageBreak/>
        <w:t>SO 30-20-07</w:t>
      </w:r>
      <w:r w:rsidRPr="000E7820">
        <w:t xml:space="preserve"> </w:t>
      </w:r>
      <w:r>
        <w:t xml:space="preserve"> </w:t>
      </w:r>
      <w:r w:rsidRPr="000E7820">
        <w:t>ŽST Praha-Smíchov, železniční most v ev.km 0</w:t>
      </w:r>
      <w:r>
        <w:t xml:space="preserve">,552 - </w:t>
      </w:r>
      <w:r>
        <w:rPr>
          <w:rFonts w:ascii="Verdana" w:hAnsi="Verdana"/>
          <w:b/>
          <w:bCs/>
          <w:lang w:eastAsia="cs-CZ"/>
        </w:rPr>
        <w:t>konkrétně tyto položky soupisu prací:</w:t>
      </w:r>
    </w:p>
    <w:p w14:paraId="5F2071A0" w14:textId="77777777" w:rsidR="008D2257" w:rsidRDefault="008D2257" w:rsidP="008D2257">
      <w:pPr>
        <w:pStyle w:val="Odrka1-1"/>
        <w:numPr>
          <w:ilvl w:val="0"/>
          <w:numId w:val="0"/>
        </w:numPr>
        <w:ind w:left="1077"/>
        <w:rPr>
          <w:rFonts w:ascii="Verdana" w:hAnsi="Verdana"/>
          <w:bCs/>
          <w:lang w:eastAsia="cs-CZ"/>
        </w:rPr>
      </w:pPr>
      <w:r>
        <w:rPr>
          <w:rFonts w:ascii="Verdana" w:hAnsi="Verdana"/>
          <w:bCs/>
          <w:lang w:eastAsia="cs-CZ"/>
        </w:rPr>
        <w:t xml:space="preserve">16  389325      </w:t>
      </w:r>
      <w:r w:rsidRPr="00B012E7">
        <w:rPr>
          <w:rFonts w:ascii="Verdana" w:hAnsi="Verdana"/>
          <w:bCs/>
          <w:lang w:eastAsia="cs-CZ"/>
        </w:rPr>
        <w:t>MOSTNÍ RÁMOVÉ KONSTRUKCE ZE ŽELEZOBETONU C30/37</w:t>
      </w:r>
    </w:p>
    <w:p w14:paraId="7AB3F50B" w14:textId="77777777" w:rsidR="008D2257" w:rsidRDefault="008D2257" w:rsidP="008D2257">
      <w:pPr>
        <w:pStyle w:val="Odrka1-1"/>
        <w:numPr>
          <w:ilvl w:val="0"/>
          <w:numId w:val="0"/>
        </w:numPr>
        <w:ind w:left="1077"/>
      </w:pPr>
    </w:p>
    <w:p w14:paraId="64CC92BE" w14:textId="77777777" w:rsidR="008D2257" w:rsidRDefault="008D2257" w:rsidP="008D2257">
      <w:pPr>
        <w:pStyle w:val="Odrka1-1"/>
        <w:numPr>
          <w:ilvl w:val="0"/>
          <w:numId w:val="0"/>
        </w:numPr>
        <w:ind w:left="1077"/>
        <w:rPr>
          <w:rFonts w:ascii="Verdana" w:hAnsi="Verdana"/>
          <w:b/>
          <w:bCs/>
          <w:lang w:eastAsia="cs-CZ"/>
        </w:rPr>
      </w:pPr>
      <w:r>
        <w:t>SO 30-22-01.1</w:t>
      </w:r>
      <w:r w:rsidRPr="000E7820">
        <w:t xml:space="preserve"> </w:t>
      </w:r>
      <w:r>
        <w:t xml:space="preserve">Lávka v </w:t>
      </w:r>
      <w:r w:rsidRPr="000E7820">
        <w:t xml:space="preserve">ŽST Praha-Smíchov, </w:t>
      </w:r>
      <w:r>
        <w:t xml:space="preserve">lávka pro pěší - </w:t>
      </w:r>
      <w:r>
        <w:rPr>
          <w:rFonts w:ascii="Verdana" w:hAnsi="Verdana"/>
          <w:b/>
          <w:bCs/>
          <w:lang w:eastAsia="cs-CZ"/>
        </w:rPr>
        <w:t>konkrétně tyto položky soupisu prací:</w:t>
      </w:r>
    </w:p>
    <w:p w14:paraId="172664A8" w14:textId="77777777" w:rsidR="008D2257" w:rsidRDefault="008D2257" w:rsidP="008D2257">
      <w:pPr>
        <w:pStyle w:val="Odrka1-1"/>
        <w:numPr>
          <w:ilvl w:val="0"/>
          <w:numId w:val="0"/>
        </w:numPr>
        <w:ind w:left="1077"/>
        <w:rPr>
          <w:rFonts w:ascii="Verdana" w:hAnsi="Verdana"/>
          <w:bCs/>
          <w:lang w:eastAsia="cs-CZ"/>
        </w:rPr>
      </w:pPr>
      <w:r>
        <w:rPr>
          <w:rFonts w:ascii="Verdana" w:hAnsi="Verdana"/>
          <w:bCs/>
          <w:lang w:eastAsia="cs-CZ"/>
        </w:rPr>
        <w:t xml:space="preserve">37  317325      </w:t>
      </w:r>
      <w:r w:rsidRPr="00A74C65">
        <w:rPr>
          <w:rFonts w:ascii="Verdana" w:hAnsi="Verdana"/>
          <w:bCs/>
          <w:lang w:eastAsia="cs-CZ"/>
        </w:rPr>
        <w:t>ŘÍMSY ZE ŽELEZOBETONU DO C30/37</w:t>
      </w:r>
    </w:p>
    <w:p w14:paraId="36F04E82" w14:textId="77777777" w:rsidR="008D2257" w:rsidRDefault="008D2257" w:rsidP="008D2257">
      <w:pPr>
        <w:pStyle w:val="Odrka1-1"/>
        <w:numPr>
          <w:ilvl w:val="0"/>
          <w:numId w:val="0"/>
        </w:numPr>
        <w:ind w:left="1077"/>
        <w:rPr>
          <w:rFonts w:ascii="Verdana" w:hAnsi="Verdana"/>
          <w:bCs/>
          <w:lang w:eastAsia="cs-CZ"/>
        </w:rPr>
      </w:pPr>
      <w:r>
        <w:rPr>
          <w:rFonts w:ascii="Verdana" w:hAnsi="Verdana"/>
          <w:bCs/>
          <w:lang w:eastAsia="cs-CZ"/>
        </w:rPr>
        <w:t xml:space="preserve">52  421325       </w:t>
      </w:r>
      <w:r w:rsidRPr="00A74C65">
        <w:rPr>
          <w:rFonts w:ascii="Verdana" w:hAnsi="Verdana"/>
          <w:bCs/>
          <w:lang w:eastAsia="cs-CZ"/>
        </w:rPr>
        <w:t>MOSTNÍ NOSNÉ DESKOVÉ KONSTRUKCE ZE ŽELEZOBETONU C30/37</w:t>
      </w:r>
    </w:p>
    <w:p w14:paraId="3C00A406" w14:textId="77777777" w:rsidR="008D2257" w:rsidRDefault="008D2257" w:rsidP="008D2257">
      <w:pPr>
        <w:pStyle w:val="Odrka1-1"/>
        <w:numPr>
          <w:ilvl w:val="0"/>
          <w:numId w:val="0"/>
        </w:numPr>
        <w:ind w:left="1077"/>
        <w:rPr>
          <w:rFonts w:ascii="Verdana" w:hAnsi="Verdana"/>
          <w:bCs/>
          <w:lang w:eastAsia="cs-CZ"/>
        </w:rPr>
      </w:pPr>
      <w:r>
        <w:rPr>
          <w:rFonts w:ascii="Verdana" w:hAnsi="Verdana"/>
          <w:bCs/>
          <w:lang w:eastAsia="cs-CZ"/>
        </w:rPr>
        <w:t xml:space="preserve">53  421326       </w:t>
      </w:r>
      <w:r w:rsidRPr="00775B0B">
        <w:rPr>
          <w:rFonts w:ascii="Verdana" w:hAnsi="Verdana"/>
          <w:bCs/>
          <w:lang w:eastAsia="cs-CZ"/>
        </w:rPr>
        <w:t>MOSTNÍ NOSNÉ DESKOVÉ KONSTRUKCE ZE ŽELEZOBETONU C40/50</w:t>
      </w:r>
    </w:p>
    <w:p w14:paraId="189FCC06" w14:textId="0726FE39" w:rsidR="004D7470" w:rsidRDefault="00A6110B" w:rsidP="00E00A61">
      <w:pPr>
        <w:pStyle w:val="Odrka1-1"/>
        <w:numPr>
          <w:ilvl w:val="0"/>
          <w:numId w:val="0"/>
        </w:numPr>
        <w:ind w:left="1077"/>
      </w:pPr>
      <w:r>
        <w:t xml:space="preserve">SO 30-71-01 </w:t>
      </w:r>
      <w:r w:rsidR="00E00A61">
        <w:t xml:space="preserve"> ŽST Praha-Smíchov, úpravy TV</w:t>
      </w:r>
    </w:p>
    <w:p w14:paraId="52170A43" w14:textId="73CFD24D" w:rsidR="0035531B" w:rsidRDefault="000563B6" w:rsidP="0060115D">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3A5EA329" w:rsidR="0035531B" w:rsidRDefault="0035531B" w:rsidP="0060115D">
      <w:pPr>
        <w:pStyle w:val="Odrka1-1"/>
      </w:pPr>
      <w:r>
        <w:t xml:space="preserve">Výše uvedené vyhrazené části plnění veřejné zakázky jsou </w:t>
      </w:r>
      <w:r w:rsidRPr="00FF5B51">
        <w:t xml:space="preserve">tvořeny </w:t>
      </w:r>
      <w:r w:rsidR="00A95C0A" w:rsidRPr="00FF5B51">
        <w:t>SO/PS</w:t>
      </w:r>
      <w:r w:rsidRPr="00FF5B51">
        <w:t>,</w:t>
      </w:r>
      <w:r>
        <w:t xml:space="preserve"> jejichž provádění má důležitý význam pro</w:t>
      </w:r>
      <w:r w:rsidR="00FF5B51">
        <w:t xml:space="preserve"> včasné ukončení výlukových 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B07E78">
        <w:t>S</w:t>
      </w:r>
      <w:r>
        <w:t>mlouvy</w:t>
      </w:r>
      <w:r w:rsidR="00092CC9">
        <w:t xml:space="preserve"> o </w:t>
      </w:r>
      <w:r>
        <w:t>dílo uplatňovat přímý vliv.</w:t>
      </w:r>
    </w:p>
    <w:p w14:paraId="4453A8C8" w14:textId="73F5EE73" w:rsidR="0035531B" w:rsidRDefault="0035531B" w:rsidP="0060115D">
      <w:pPr>
        <w:pStyle w:val="Odrka1-1"/>
      </w:pPr>
      <w:r>
        <w:t xml:space="preserve">Výše uvedené vyhrazené stavební objekty představují svou finanční hodnotou celkem cca </w:t>
      </w:r>
      <w:r w:rsidR="009F049C" w:rsidRPr="009F049C">
        <w:rPr>
          <w:b/>
        </w:rPr>
        <w:t>25%</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Splnění </w:t>
      </w:r>
      <w:r w:rsidR="000563B6">
        <w:t xml:space="preserve">následujících </w:t>
      </w:r>
      <w:r>
        <w:t>požadavků na prokázání kvalifikace tedy nesmí být postupem dle § 83 ZZVZ prokazováno prostřednictvím poddodavatele</w:t>
      </w:r>
      <w:r w:rsidR="000563B6">
        <w:t>, resp. osoby, která nemůže plnit činnosti při plnění veřejné zakázky vyhrazené výše v tomto článku</w:t>
      </w:r>
      <w:r>
        <w:t>:</w:t>
      </w:r>
    </w:p>
    <w:p w14:paraId="587ECCB5" w14:textId="22301BE4" w:rsidR="0035531B" w:rsidRPr="009F049C" w:rsidRDefault="0035531B" w:rsidP="0060115D">
      <w:pPr>
        <w:pStyle w:val="Odrka1-2-"/>
      </w:pPr>
      <w:r>
        <w:t xml:space="preserve">profesní </w:t>
      </w:r>
      <w:r w:rsidRPr="009F049C">
        <w:t>způsobilost týkající se oprávnění</w:t>
      </w:r>
      <w:r w:rsidR="00BC6D2B" w:rsidRPr="009F049C">
        <w:t xml:space="preserve"> k </w:t>
      </w:r>
      <w:r w:rsidRPr="009F049C">
        <w:t>podnikání</w:t>
      </w:r>
      <w:r w:rsidR="00092CC9" w:rsidRPr="009F049C">
        <w:t xml:space="preserve"> v </w:t>
      </w:r>
      <w:r w:rsidRPr="009F049C">
        <w:t>rozsahu živnosti provádění staveb, jejich změn</w:t>
      </w:r>
      <w:r w:rsidR="00845C50" w:rsidRPr="009F049C">
        <w:t xml:space="preserve"> a </w:t>
      </w:r>
      <w:r w:rsidRPr="009F049C">
        <w:t xml:space="preserve">odstraňování; </w:t>
      </w:r>
    </w:p>
    <w:p w14:paraId="1380239C" w14:textId="6420ECEC" w:rsidR="0035531B" w:rsidRDefault="0035531B" w:rsidP="0060115D">
      <w:pPr>
        <w:pStyle w:val="Odrka1-2-"/>
      </w:pPr>
      <w:r w:rsidRPr="009F049C">
        <w:t>profesní způsobilost týkající se předložení dokladu</w:t>
      </w:r>
      <w:r w:rsidR="00092CC9" w:rsidRPr="009F049C">
        <w:t xml:space="preserve"> o </w:t>
      </w:r>
      <w:r w:rsidRPr="009F049C">
        <w:t>autorizaci</w:t>
      </w:r>
      <w:r w:rsidR="00092CC9" w:rsidRPr="009F049C">
        <w:t xml:space="preserve"> v </w:t>
      </w:r>
      <w:r w:rsidR="00BB4AF2" w:rsidRPr="009F049C">
        <w:t>rozsahu dle § </w:t>
      </w:r>
      <w:r w:rsidRPr="009F049C">
        <w:t xml:space="preserve">5 odst. 3 písm. </w:t>
      </w:r>
      <w:r w:rsidR="009F049C" w:rsidRPr="009F049C">
        <w:t>b</w:t>
      </w:r>
      <w:r w:rsidR="009F049C">
        <w:t>)</w:t>
      </w:r>
      <w:r w:rsidR="00F618DB">
        <w:t>, e), d)</w:t>
      </w:r>
      <w:r>
        <w:t xml:space="preserve"> autorizačního zákona; </w:t>
      </w:r>
    </w:p>
    <w:p w14:paraId="35E2C1B5" w14:textId="1197DC1F" w:rsidR="0035531B" w:rsidRDefault="0035531B" w:rsidP="0060115D">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 xml:space="preserve">8.5 Pokynů: </w:t>
      </w:r>
    </w:p>
    <w:p w14:paraId="22CE723B" w14:textId="4A4D7C70" w:rsidR="0035531B" w:rsidRPr="00AA33F5" w:rsidRDefault="0035531B" w:rsidP="004C6976">
      <w:pPr>
        <w:pStyle w:val="Odrka1-1"/>
        <w:tabs>
          <w:tab w:val="clear" w:pos="1077"/>
        </w:tabs>
        <w:ind w:left="1843"/>
      </w:pPr>
      <w:r w:rsidRPr="00AA33F5">
        <w:t>nejméně jednu nejvýznamnější stavební práci, jež zahrnovala novostavbu</w:t>
      </w:r>
      <w:r w:rsidR="00177B82" w:rsidRPr="00AA33F5">
        <w:t>,</w:t>
      </w:r>
      <w:r w:rsidRPr="00AA33F5">
        <w:t xml:space="preserve"> rekonstrukci </w:t>
      </w:r>
      <w:r w:rsidR="00177B82" w:rsidRPr="00AA33F5">
        <w:t xml:space="preserve">nebo opravu </w:t>
      </w:r>
      <w:r w:rsidRPr="00AA33F5">
        <w:rPr>
          <w:b/>
        </w:rPr>
        <w:t>železničního svršku</w:t>
      </w:r>
      <w:r w:rsidR="00092CC9" w:rsidRPr="00AA33F5">
        <w:t xml:space="preserve"> v </w:t>
      </w:r>
      <w:r w:rsidRPr="00AA33F5">
        <w:t>železniční stanici na elektrifikované trati</w:t>
      </w:r>
      <w:r w:rsidR="00845C50" w:rsidRPr="00AA33F5">
        <w:t xml:space="preserve"> s </w:t>
      </w:r>
      <w:r w:rsidRPr="00AA33F5">
        <w:t xml:space="preserve">minimálním počtem </w:t>
      </w:r>
      <w:r w:rsidR="004C6976" w:rsidRPr="00AA33F5">
        <w:t>20</w:t>
      </w:r>
      <w:r w:rsidRPr="00AA33F5">
        <w:t xml:space="preserve"> ks výhybek,</w:t>
      </w:r>
      <w:r w:rsidR="00845C50" w:rsidRPr="00AA33F5">
        <w:t xml:space="preserve"> a </w:t>
      </w:r>
      <w:r w:rsidRPr="00AA33F5">
        <w:t>to</w:t>
      </w:r>
      <w:r w:rsidR="00092CC9" w:rsidRPr="00AA33F5">
        <w:t xml:space="preserve"> v </w:t>
      </w:r>
      <w:r w:rsidRPr="00AA33F5">
        <w:t xml:space="preserve">hodnotě nejméně </w:t>
      </w:r>
      <w:r w:rsidR="004C6976" w:rsidRPr="00AA33F5">
        <w:t>14</w:t>
      </w:r>
      <w:r w:rsidR="006A0BC5">
        <w:t>2</w:t>
      </w:r>
      <w:r w:rsidR="004052C9">
        <w:t> </w:t>
      </w:r>
      <w:r w:rsidR="004C6976" w:rsidRPr="00AA33F5">
        <w:t>000</w:t>
      </w:r>
      <w:r w:rsidR="004052C9">
        <w:t xml:space="preserve"> 000</w:t>
      </w:r>
      <w:r w:rsidRPr="00AA33F5">
        <w:t xml:space="preserve"> Kč bez DPH;</w:t>
      </w:r>
    </w:p>
    <w:p w14:paraId="728F2B7E" w14:textId="5BA8AE5F" w:rsidR="0035531B" w:rsidRPr="00AA33F5" w:rsidRDefault="0035531B" w:rsidP="00AD1771">
      <w:pPr>
        <w:pStyle w:val="Textbezslovn"/>
        <w:ind w:left="1843"/>
      </w:pPr>
      <w:r w:rsidRPr="00AA33F5">
        <w:t>tuto nejvýznamnější stavební práci nelze prokazovat prostřednictvím poddodavatele;</w:t>
      </w:r>
    </w:p>
    <w:p w14:paraId="778FA8A8" w14:textId="49095211" w:rsidR="005A16DB" w:rsidRPr="00AA33F5" w:rsidRDefault="005A16DB" w:rsidP="005A16DB">
      <w:pPr>
        <w:pStyle w:val="Odrka1-1"/>
        <w:tabs>
          <w:tab w:val="clear" w:pos="1077"/>
        </w:tabs>
        <w:ind w:left="1843"/>
      </w:pPr>
      <w:r w:rsidRPr="00AA33F5">
        <w:t xml:space="preserve">nejméně jednu nejvýznamnější stavební práci, jež zahrnovala novostavbu, rekonstrukci nebo opravu </w:t>
      </w:r>
      <w:r w:rsidRPr="00AA33F5">
        <w:rPr>
          <w:b/>
        </w:rPr>
        <w:t>trakčního vedení</w:t>
      </w:r>
      <w:r w:rsidRPr="00AA33F5">
        <w:t xml:space="preserve"> v železniční stanici s minimálním počtem 20 ks výhybek, a to v hodnotě nejméně 7</w:t>
      </w:r>
      <w:r w:rsidR="006A0BC5">
        <w:t>1</w:t>
      </w:r>
      <w:r w:rsidRPr="00AA33F5">
        <w:t xml:space="preserve"> mil Kč bez DPH;</w:t>
      </w:r>
    </w:p>
    <w:p w14:paraId="5D46268C" w14:textId="77777777" w:rsidR="005A16DB" w:rsidRDefault="005A16DB" w:rsidP="005A16DB">
      <w:pPr>
        <w:pStyle w:val="Textbezslovn"/>
        <w:ind w:left="1843"/>
      </w:pPr>
      <w:r w:rsidRPr="00AA33F5">
        <w:t>tuto nejvýznamnější stavební práci nelze prokazovat prostřednictvím poddodavatele;</w:t>
      </w:r>
    </w:p>
    <w:p w14:paraId="2BECA41A" w14:textId="77777777" w:rsidR="008D2257" w:rsidRPr="00CA60E9" w:rsidRDefault="008D2257" w:rsidP="008D2257">
      <w:pPr>
        <w:pStyle w:val="Odrka1-1"/>
        <w:tabs>
          <w:tab w:val="clear" w:pos="1077"/>
        </w:tabs>
        <w:ind w:left="1843"/>
      </w:pPr>
      <w:r w:rsidRPr="00CA60E9">
        <w:lastRenderedPageBreak/>
        <w:t xml:space="preserve">nejméně jednu nejvýznamnější stavební práci, jež zahrnovala novostavbu nebo rekonstrukci min. jednoho </w:t>
      </w:r>
      <w:r w:rsidRPr="00CA60E9">
        <w:rPr>
          <w:rStyle w:val="Tun9b"/>
        </w:rPr>
        <w:t>železničního nebo silničního monolitického železobetonového mostu</w:t>
      </w:r>
      <w:r w:rsidRPr="00CA60E9">
        <w:t xml:space="preserve"> v </w:t>
      </w:r>
      <w:r w:rsidRPr="008132D3">
        <w:t xml:space="preserve">hodnotě nejméně 70 mil. Kč bez DPH; </w:t>
      </w:r>
    </w:p>
    <w:p w14:paraId="0C8CB9B4" w14:textId="757C30B7" w:rsidR="008D2257" w:rsidRPr="00AA33F5" w:rsidRDefault="008D2257" w:rsidP="005A16DB">
      <w:pPr>
        <w:pStyle w:val="Textbezslovn"/>
        <w:ind w:left="1843"/>
      </w:pPr>
      <w:r w:rsidRPr="00CA60E9">
        <w:t>tuto nejvýznamnější stavební práci nelze prokazovat prostřednictvím poddodavatele</w:t>
      </w:r>
      <w:r>
        <w:t>.</w:t>
      </w:r>
    </w:p>
    <w:p w14:paraId="3AD94510" w14:textId="7EB42995"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0563B6">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vlastními prostředky, tj. prostředky dodavatele nebo</w:t>
      </w:r>
      <w:r w:rsidR="00845C50">
        <w:t xml:space="preserve"> s </w:t>
      </w:r>
      <w:r w:rsidR="0035531B">
        <w:t>využitím prostředků osob tvořícími</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5501BCD" w14:textId="77777777" w:rsidR="00C36537"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w:t>
      </w:r>
      <w:r w:rsidR="0035531B" w:rsidRPr="003A59A6">
        <w:t>funkce</w:t>
      </w:r>
      <w:r w:rsidR="003A59A6" w:rsidRPr="003A59A6">
        <w:t>:</w:t>
      </w:r>
    </w:p>
    <w:p w14:paraId="267CC3C3" w14:textId="1B7541CC" w:rsidR="00C36537" w:rsidRDefault="0035531B" w:rsidP="00C36537">
      <w:pPr>
        <w:pStyle w:val="Odrka1-2-"/>
        <w:numPr>
          <w:ilvl w:val="0"/>
          <w:numId w:val="0"/>
        </w:numPr>
        <w:ind w:left="1531"/>
      </w:pPr>
      <w:r w:rsidRPr="003A59A6">
        <w:t>specialist</w:t>
      </w:r>
      <w:r w:rsidR="00FC7E22">
        <w:t>a</w:t>
      </w:r>
      <w:r w:rsidRPr="003A59A6">
        <w:t xml:space="preserve"> (vedoucí prací) na</w:t>
      </w:r>
      <w:r>
        <w:t xml:space="preserve"> </w:t>
      </w:r>
      <w:r w:rsidR="003A59A6">
        <w:t>mosty a inženýrské konstrukce</w:t>
      </w:r>
    </w:p>
    <w:p w14:paraId="06A3456F" w14:textId="7C6A020D" w:rsidR="00C36537" w:rsidRDefault="003A59A6" w:rsidP="00C36537">
      <w:pPr>
        <w:pStyle w:val="Odrka1-2-"/>
        <w:numPr>
          <w:ilvl w:val="0"/>
          <w:numId w:val="0"/>
        </w:numPr>
        <w:ind w:left="1531"/>
      </w:pPr>
      <w:r>
        <w:t>specialist</w:t>
      </w:r>
      <w:r w:rsidR="00FC7E22">
        <w:t>a</w:t>
      </w:r>
      <w:r>
        <w:t xml:space="preserve"> </w:t>
      </w:r>
      <w:r w:rsidR="00FC7E22" w:rsidRPr="003A59A6">
        <w:t xml:space="preserve">(vedoucí prací) </w:t>
      </w:r>
      <w:r>
        <w:t xml:space="preserve">na trakční vedení </w:t>
      </w:r>
    </w:p>
    <w:p w14:paraId="49CE5603" w14:textId="18AFECE1" w:rsidR="00FC7E22" w:rsidRDefault="003A59A6" w:rsidP="00C36537">
      <w:pPr>
        <w:pStyle w:val="Odrka1-2-"/>
        <w:numPr>
          <w:ilvl w:val="0"/>
          <w:numId w:val="0"/>
        </w:numPr>
        <w:ind w:left="1531"/>
      </w:pPr>
      <w:r>
        <w:t>specialist</w:t>
      </w:r>
      <w:r w:rsidR="00FC7E22">
        <w:t>a</w:t>
      </w:r>
      <w:r>
        <w:t xml:space="preserve"> </w:t>
      </w:r>
      <w:r w:rsidR="00FC7E22" w:rsidRPr="003A59A6">
        <w:t xml:space="preserve">(vedoucí prací) </w:t>
      </w:r>
      <w:r>
        <w:t>na železniční svršek</w:t>
      </w:r>
    </w:p>
    <w:p w14:paraId="1EA7596A" w14:textId="7ABCDB90" w:rsidR="00C36537" w:rsidRDefault="00C36537" w:rsidP="00FC7E22">
      <w:pPr>
        <w:pStyle w:val="Odrka1-2-"/>
      </w:pPr>
      <w:r>
        <w:t>Požadavek kritéria technické kvalifikace na předložení přehledu technických zařízení, které bude mít dodavatel při plnění veřejné zakázky k dispozici, přičemž z předloženého přehledu musí plynout, že dodavatel bude mít při plnění k</w:t>
      </w:r>
      <w:r w:rsidR="000E7820">
        <w:t> </w:t>
      </w:r>
      <w:r>
        <w:t>dispozici</w:t>
      </w:r>
      <w:r w:rsidR="000E7820">
        <w:t>:</w:t>
      </w:r>
      <w:r>
        <w:t xml:space="preserve"> </w:t>
      </w:r>
    </w:p>
    <w:p w14:paraId="7CF7F45A" w14:textId="77777777" w:rsidR="000E7820" w:rsidRDefault="000E7820" w:rsidP="000E7820">
      <w:pPr>
        <w:pStyle w:val="Textbezslovn"/>
      </w:pP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E7820" w:rsidRPr="008B2021" w14:paraId="7BBEFE5D" w14:textId="77777777" w:rsidTr="009A09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tcBorders>
              <w:bottom w:val="single" w:sz="2" w:space="0" w:color="auto"/>
            </w:tcBorders>
          </w:tcPr>
          <w:p w14:paraId="4F661522" w14:textId="77777777" w:rsidR="000E7820" w:rsidRPr="00C16E21" w:rsidRDefault="000E7820" w:rsidP="009A0911">
            <w:r w:rsidRPr="00C16E21">
              <w:t>Zařízení</w:t>
            </w:r>
            <w:r>
              <w:t xml:space="preserve"> (stroje)</w:t>
            </w:r>
            <w:r w:rsidRPr="00C16E21">
              <w:t>:</w:t>
            </w:r>
          </w:p>
        </w:tc>
        <w:tc>
          <w:tcPr>
            <w:tcW w:w="2120" w:type="dxa"/>
            <w:tcBorders>
              <w:bottom w:val="single" w:sz="2" w:space="0" w:color="auto"/>
            </w:tcBorders>
          </w:tcPr>
          <w:p w14:paraId="1A459DAF" w14:textId="77777777" w:rsidR="000E7820" w:rsidRPr="00C16E21" w:rsidRDefault="000E7820" w:rsidP="009A0911">
            <w:pPr>
              <w:cnfStyle w:val="100000000000" w:firstRow="1" w:lastRow="0" w:firstColumn="0" w:lastColumn="0" w:oddVBand="0" w:evenVBand="0" w:oddHBand="0" w:evenHBand="0" w:firstRowFirstColumn="0" w:firstRowLastColumn="0" w:lastRowFirstColumn="0" w:lastRowLastColumn="0"/>
            </w:pPr>
            <w:r w:rsidRPr="00C16E21">
              <w:t>Počet kusů:</w:t>
            </w:r>
          </w:p>
        </w:tc>
      </w:tr>
      <w:tr w:rsidR="000E7820" w:rsidRPr="008B2021" w14:paraId="47F2D83B" w14:textId="77777777" w:rsidTr="009A0911">
        <w:tc>
          <w:tcPr>
            <w:cnfStyle w:val="001000000000" w:firstRow="0" w:lastRow="0" w:firstColumn="1" w:lastColumn="0" w:oddVBand="0" w:evenVBand="0" w:oddHBand="0" w:evenHBand="0" w:firstRowFirstColumn="0" w:firstRowLastColumn="0" w:lastRowFirstColumn="0" w:lastRowLastColumn="0"/>
            <w:tcW w:w="5794" w:type="dxa"/>
            <w:tcBorders>
              <w:top w:val="single" w:sz="2" w:space="0" w:color="auto"/>
            </w:tcBorders>
            <w:shd w:val="clear" w:color="auto" w:fill="auto"/>
          </w:tcPr>
          <w:p w14:paraId="6931340A" w14:textId="77777777" w:rsidR="000E7820" w:rsidRPr="008E4DBF" w:rsidRDefault="000E7820" w:rsidP="009A0911">
            <w:pPr>
              <w:rPr>
                <w:sz w:val="16"/>
                <w:szCs w:val="16"/>
              </w:rPr>
            </w:pPr>
            <w:r w:rsidRPr="008E4DBF">
              <w:rPr>
                <w:sz w:val="16"/>
                <w:szCs w:val="16"/>
              </w:rPr>
              <w:t>Stroj na pokládku kolejí a výhybek (stroj/zařízení umožňující výstavbu kolejí a výhybek)</w:t>
            </w:r>
          </w:p>
        </w:tc>
        <w:tc>
          <w:tcPr>
            <w:tcW w:w="2120" w:type="dxa"/>
            <w:tcBorders>
              <w:top w:val="single" w:sz="2" w:space="0" w:color="auto"/>
            </w:tcBorders>
            <w:shd w:val="clear" w:color="auto" w:fill="auto"/>
          </w:tcPr>
          <w:p w14:paraId="1FA64006" w14:textId="77777777" w:rsidR="000E7820" w:rsidRPr="008E4DBF" w:rsidRDefault="000E7820" w:rsidP="009A0911">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0E7820" w:rsidRPr="008B2021" w14:paraId="7EC4C806" w14:textId="77777777" w:rsidTr="009A0911">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4A5E3629" w14:textId="77777777" w:rsidR="000E7820" w:rsidRPr="008E4DBF" w:rsidRDefault="000E7820" w:rsidP="009A0911">
            <w:pPr>
              <w:rPr>
                <w:sz w:val="16"/>
                <w:szCs w:val="16"/>
              </w:rPr>
            </w:pPr>
            <w:r w:rsidRPr="008E4DBF">
              <w:rPr>
                <w:sz w:val="16"/>
                <w:szCs w:val="16"/>
              </w:rPr>
              <w:t xml:space="preserve">Automatické strojní zařízení pro úpravu směrové a výškové polohy koleje a výhybek (v souladu s předpisem SŽ S3/1 v aktuální znění) </w:t>
            </w:r>
          </w:p>
        </w:tc>
        <w:tc>
          <w:tcPr>
            <w:tcW w:w="2120" w:type="dxa"/>
            <w:shd w:val="clear" w:color="auto" w:fill="auto"/>
          </w:tcPr>
          <w:p w14:paraId="1B509DDC" w14:textId="77777777" w:rsidR="000E7820" w:rsidRPr="008E4DBF" w:rsidRDefault="000E7820" w:rsidP="009A0911">
            <w:pPr>
              <w:cnfStyle w:val="000000000000" w:firstRow="0" w:lastRow="0" w:firstColumn="0" w:lastColumn="0" w:oddVBand="0" w:evenVBand="0" w:oddHBand="0" w:evenHBand="0" w:firstRowFirstColumn="0" w:firstRowLastColumn="0" w:lastRowFirstColumn="0" w:lastRowLastColumn="0"/>
              <w:rPr>
                <w:sz w:val="16"/>
                <w:szCs w:val="16"/>
              </w:rPr>
            </w:pPr>
            <w:r w:rsidRPr="008E4DBF">
              <w:rPr>
                <w:sz w:val="16"/>
                <w:szCs w:val="16"/>
              </w:rPr>
              <w:t>1 ks</w:t>
            </w:r>
          </w:p>
        </w:tc>
      </w:tr>
      <w:tr w:rsidR="000E7820" w:rsidRPr="0006499F" w14:paraId="5BDD0AA6" w14:textId="77777777" w:rsidTr="009A091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94" w:type="dxa"/>
            <w:shd w:val="clear" w:color="auto" w:fill="auto"/>
          </w:tcPr>
          <w:p w14:paraId="5E3A9CD7" w14:textId="77777777" w:rsidR="000E7820" w:rsidRDefault="000E7820" w:rsidP="009A0911">
            <w:pPr>
              <w:rPr>
                <w:sz w:val="16"/>
                <w:szCs w:val="16"/>
              </w:rPr>
            </w:pPr>
            <w:r w:rsidRPr="008E4DBF">
              <w:rPr>
                <w:b w:val="0"/>
                <w:sz w:val="16"/>
                <w:szCs w:val="16"/>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p w14:paraId="099FDE51" w14:textId="77777777" w:rsidR="000E7820" w:rsidRPr="008E4DBF" w:rsidRDefault="000E7820" w:rsidP="009A0911">
            <w:pPr>
              <w:rPr>
                <w:b w:val="0"/>
                <w:sz w:val="16"/>
                <w:szCs w:val="16"/>
              </w:rPr>
            </w:pPr>
          </w:p>
        </w:tc>
        <w:tc>
          <w:tcPr>
            <w:tcW w:w="2120" w:type="dxa"/>
            <w:shd w:val="clear" w:color="auto" w:fill="auto"/>
          </w:tcPr>
          <w:p w14:paraId="552086B7" w14:textId="77777777" w:rsidR="000E7820" w:rsidRPr="008E4DBF" w:rsidRDefault="000E7820" w:rsidP="009A0911">
            <w:pPr>
              <w:cnfStyle w:val="010000000000" w:firstRow="0" w:lastRow="1" w:firstColumn="0" w:lastColumn="0" w:oddVBand="0" w:evenVBand="0" w:oddHBand="0" w:evenHBand="0" w:firstRowFirstColumn="0" w:firstRowLastColumn="0" w:lastRowFirstColumn="0" w:lastRowLastColumn="0"/>
              <w:rPr>
                <w:b w:val="0"/>
                <w:sz w:val="16"/>
                <w:szCs w:val="16"/>
              </w:rPr>
            </w:pPr>
            <w:r w:rsidRPr="008E4DBF">
              <w:rPr>
                <w:b w:val="0"/>
                <w:sz w:val="16"/>
                <w:szCs w:val="16"/>
              </w:rPr>
              <w:t>1 ks</w:t>
            </w:r>
          </w:p>
        </w:tc>
      </w:tr>
    </w:tbl>
    <w:p w14:paraId="3A400A0A" w14:textId="77777777" w:rsidR="000E7820" w:rsidRDefault="000E7820" w:rsidP="009A0911">
      <w:pPr>
        <w:pStyle w:val="Odrka1-2-"/>
        <w:numPr>
          <w:ilvl w:val="0"/>
          <w:numId w:val="0"/>
        </w:numPr>
        <w:ind w:left="1531" w:firstLine="709"/>
      </w:pPr>
    </w:p>
    <w:p w14:paraId="2CF7D4D3" w14:textId="5BA63ECC" w:rsidR="00BC6D2B" w:rsidRDefault="00BC6D2B" w:rsidP="00BC6D2B">
      <w:pPr>
        <w:pStyle w:val="Text1-1"/>
      </w:pPr>
      <w:r>
        <w:t xml:space="preserve">Dopis nabídky a návrh </w:t>
      </w:r>
      <w:r w:rsidR="00B07E78">
        <w:t xml:space="preserve">smluv </w:t>
      </w:r>
      <w:r>
        <w:t>na plnění této veřejné zakázky:</w:t>
      </w:r>
    </w:p>
    <w:p w14:paraId="7EB31283" w14:textId="75BA56AA" w:rsidR="00C7170D" w:rsidRDefault="00B07E78" w:rsidP="00C7170D">
      <w:pPr>
        <w:pStyle w:val="Odrka1-1"/>
      </w:pPr>
      <w:r w:rsidRPr="00B07E78">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t xml:space="preserve"> 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Dopis nabídky</w:t>
      </w:r>
      <w:r w:rsidR="00C7170D">
        <w:t>,</w:t>
      </w:r>
      <w:r w:rsidR="00845C50">
        <w:t> </w:t>
      </w:r>
      <w:r w:rsidR="0035531B">
        <w:t>vyplněnou Přílohu</w:t>
      </w:r>
      <w:r w:rsidR="00BC6D2B">
        <w:t xml:space="preserve"> k</w:t>
      </w:r>
      <w:r w:rsidR="00C7170D">
        <w:t> </w:t>
      </w:r>
      <w:r w:rsidR="0035531B">
        <w:t>nabídce</w:t>
      </w:r>
      <w:r w:rsidR="00C7170D">
        <w:t xml:space="preserve"> a </w:t>
      </w:r>
      <w:r w:rsidR="00C7170D" w:rsidRPr="00C7170D">
        <w:t>vyplněný návrh Smlouvy o poskytování součinnosti.</w:t>
      </w:r>
      <w:r w:rsidR="0035531B">
        <w:t xml:space="preserve">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C7170D">
        <w:rPr>
          <w:b/>
          <w:bCs/>
        </w:rPr>
        <w:t xml:space="preserve">Do Dopisu nabídky dodavatel doplní nabídkovou cenu bez DPH </w:t>
      </w:r>
      <w:r w:rsidR="00C7170D" w:rsidRPr="00C7170D">
        <w:rPr>
          <w:b/>
          <w:bCs/>
        </w:rPr>
        <w:t xml:space="preserve">týkající se plnění Smlouvy o dílo </w:t>
      </w:r>
      <w:r w:rsidR="0035531B" w:rsidRPr="00C7170D">
        <w:rPr>
          <w:b/>
          <w:bCs/>
        </w:rPr>
        <w:t>zpracovanou dle požadavků stanovených</w:t>
      </w:r>
      <w:r w:rsidR="00092CC9" w:rsidRPr="00C7170D">
        <w:rPr>
          <w:b/>
          <w:bCs/>
        </w:rPr>
        <w:t xml:space="preserve"> v </w:t>
      </w:r>
      <w:r w:rsidR="0035531B" w:rsidRPr="00C7170D">
        <w:rPr>
          <w:b/>
          <w:bCs/>
        </w:rPr>
        <w:t>článku 13 těchto Pokynů</w:t>
      </w:r>
      <w:r w:rsidR="00845C50" w:rsidRPr="00C7170D">
        <w:rPr>
          <w:b/>
          <w:bCs/>
        </w:rPr>
        <w:t xml:space="preserve"> a </w:t>
      </w:r>
      <w:r w:rsidR="0035531B" w:rsidRPr="00C7170D">
        <w:rPr>
          <w:b/>
          <w:bCs/>
        </w:rPr>
        <w:t>další požadované údaje.</w:t>
      </w:r>
      <w:r w:rsidR="00C7170D" w:rsidRPr="00C7170D">
        <w:rPr>
          <w:b/>
        </w:rPr>
        <w:t xml:space="preserve"> </w:t>
      </w:r>
      <w:r w:rsidR="00C7170D" w:rsidRPr="00181B20">
        <w:rPr>
          <w:b/>
        </w:rPr>
        <w:t xml:space="preserve">Do Smlouvy o poskytování součinnosti dodavatel doplní nabídkovou cenu bez DPH týkající se plnění Smlouvy o poskytování součinnosti zpracovanou dle požadavků stanovených v článku 13 těchto </w:t>
      </w:r>
      <w:r w:rsidR="00C7170D" w:rsidRPr="00181B20">
        <w:rPr>
          <w:b/>
        </w:rPr>
        <w:lastRenderedPageBreak/>
        <w:t>Pokynů a další požadované údaje.</w:t>
      </w:r>
      <w:r w:rsidR="00C7170D">
        <w:t xml:space="preserve"> </w:t>
      </w:r>
      <w:r w:rsidR="00C7170D" w:rsidRPr="00E445ED">
        <w:t xml:space="preserve">Návrh </w:t>
      </w:r>
      <w:r w:rsidR="00C7170D">
        <w:t>Smlouvy o poskytování součinnosti</w:t>
      </w:r>
      <w:r w:rsidR="00C7170D" w:rsidRPr="00E445ED">
        <w:t xml:space="preserve"> nemusí být dodavatelem v nabídce podepsán.</w:t>
      </w:r>
    </w:p>
    <w:p w14:paraId="1A2E0C03" w14:textId="0925D700" w:rsidR="00C7170D" w:rsidRPr="00C7170D" w:rsidRDefault="0035531B" w:rsidP="00C7170D">
      <w:pPr>
        <w:pStyle w:val="Odrka1-1"/>
      </w:pPr>
      <w:r>
        <w:t>Podává-li nabídku více osob společně, je dodavatel oprávněn</w:t>
      </w:r>
      <w:r w:rsidR="00092CC9">
        <w:t xml:space="preserve"> v </w:t>
      </w:r>
      <w:r>
        <w:t>Dopise nabídky</w:t>
      </w:r>
      <w:r w:rsidR="00C7170D">
        <w:t xml:space="preserve"> a ve Smlouvě o poskytování součinnosti</w:t>
      </w:r>
      <w:r>
        <w:t xml:space="preserve">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C7170D" w:rsidRPr="00C7170D">
        <w:t xml:space="preserve"> o dílo nebo vyplývajících ze Smlouvy o poskytování součinnosti.</w:t>
      </w:r>
    </w:p>
    <w:p w14:paraId="4702BF43" w14:textId="77777777" w:rsidR="0035531B" w:rsidRDefault="0035531B" w:rsidP="00BC6D2B">
      <w:pPr>
        <w:pStyle w:val="Nadpis1-1"/>
      </w:pPr>
      <w:bookmarkStart w:id="15" w:name="_Toc141262559"/>
      <w:r>
        <w:t>PROHLÍDKA MÍSTA PLNĚNÍ (STAVENIŠTĚ)</w:t>
      </w:r>
      <w:bookmarkEnd w:id="15"/>
    </w:p>
    <w:p w14:paraId="4F703C04" w14:textId="0BB5DAB1"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C7170D">
        <w:t xml:space="preserve">smluv </w:t>
      </w:r>
      <w:r>
        <w:t xml:space="preserve">na plnění této veřejné zakázky. </w:t>
      </w:r>
    </w:p>
    <w:p w14:paraId="1FBB4BA8" w14:textId="77777777" w:rsidR="0035531B" w:rsidRDefault="0035531B" w:rsidP="00BC6D2B">
      <w:pPr>
        <w:pStyle w:val="Nadpis1-1"/>
      </w:pPr>
      <w:bookmarkStart w:id="16" w:name="_Toc141262560"/>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1D76B0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0563B6">
        <w:t xml:space="preserve">písemným </w:t>
      </w:r>
      <w:r>
        <w:t>čestným prohlášením.</w:t>
      </w:r>
    </w:p>
    <w:p w14:paraId="0D48C1AD" w14:textId="77777777" w:rsidR="0035531B" w:rsidRDefault="0035531B" w:rsidP="00BC6D2B">
      <w:pPr>
        <w:pStyle w:val="Nadpis1-1"/>
      </w:pPr>
      <w:bookmarkStart w:id="17" w:name="_Toc141262561"/>
      <w:r>
        <w:t>OBSAH</w:t>
      </w:r>
      <w:r w:rsidR="00845C50">
        <w:t xml:space="preserve"> a </w:t>
      </w:r>
      <w:r>
        <w:t>PODÁVÁNÍ NABÍDEK</w:t>
      </w:r>
      <w:bookmarkEnd w:id="17"/>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CC9A3BE" w:rsidR="00272A15" w:rsidRDefault="00272A15" w:rsidP="00FF5B5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elektronickým podpisem osoby oprávněné jednat za dodavatele. </w:t>
      </w:r>
      <w:r w:rsidR="000563B6" w:rsidRPr="00683213">
        <w:t>Uznávaný</w:t>
      </w:r>
      <w:r w:rsidR="000563B6">
        <w:t xml:space="preserve"> e</w:t>
      </w:r>
      <w:r>
        <w:t xml:space="preserve">lektronický podpis </w:t>
      </w:r>
      <w:r w:rsidR="000563B6" w:rsidRPr="00683213">
        <w:t>založený na kvalifikovaném certifikátu</w:t>
      </w:r>
      <w:r w:rsidR="000563B6">
        <w:t xml:space="preserve"> </w:t>
      </w:r>
      <w:r>
        <w:t>je vyžadován pouze při registraci dodavatele do elektronického nástroje</w:t>
      </w:r>
      <w:r w:rsidR="000563B6">
        <w:t xml:space="preserve"> zadavatele</w:t>
      </w:r>
      <w:r>
        <w:t xml:space="preserve">. Podáním nabídky dodavatel se </w:t>
      </w:r>
      <w:r>
        <w:lastRenderedPageBreak/>
        <w:t>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w:t>
      </w:r>
      <w:r w:rsidR="00FF5B51" w:rsidRPr="00FF5B51">
        <w:t>Soupis prací jako součást zadávací dokumentace ve formátu XLSX a ve formátu XML. Soupis prací ve formátu XML má strukturu dat dle datového předpisu XDC (popis datového předpisu viz https://xdc.spravazeleznic.cz). Oceněný Soupis prací bude dodavatelem v nabídce předložen pouze ve formátu XML (datový předpis XDC). V případě změn a doplnění zadávací dokumentace budou případné změny či úpravy Soupisu prací zadavatelem prováděny ve formátu XML a XLSX.  Soupis prací ve formátu XML (datový předpis XDC) může dodavatel také vyplnit v modulu pro ocenění nabídkové ceny na zabezpečeném serveru https://xdc.spravazeleznic.cz.</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6DF28D7" w:rsidR="0035531B" w:rsidRDefault="0035531B" w:rsidP="00BC6D2B">
      <w:pPr>
        <w:pStyle w:val="Odrka1-1"/>
      </w:pPr>
      <w:r>
        <w:t>Dopis nabídky</w:t>
      </w:r>
      <w:r w:rsidR="00C7170D">
        <w:t>,</w:t>
      </w:r>
      <w:r w:rsidR="00845C50">
        <w:t> </w:t>
      </w:r>
      <w:r>
        <w:t>Příloha</w:t>
      </w:r>
      <w:r w:rsidR="00BC6D2B">
        <w:t xml:space="preserve"> k</w:t>
      </w:r>
      <w:r w:rsidR="00C7170D">
        <w:t> </w:t>
      </w:r>
      <w:r>
        <w:t>nabídce</w:t>
      </w:r>
      <w:r w:rsidR="00C7170D">
        <w:t xml:space="preserve"> </w:t>
      </w:r>
      <w:r w:rsidR="00C7170D" w:rsidRPr="00C7170D">
        <w:t>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422C5DA4" w:rsidR="0035531B" w:rsidRDefault="0035531B" w:rsidP="00FF5B51">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rsidR="00FF5B51" w:rsidRPr="00FF5B51">
        <w:t>Příloze č. 6 těchto Pokynů, včetně požadovaných příloh, přehled technických zařízení (strojů), které bude mít dodavatel při plnění veřejné zakázky k dispozici ve formě formuláře obsaženého v Příloze č. 12 těchto Pokynů včetně příloh a doklady prokazující způsobilost pro výrobu a montáž ocelových konstrukcí.</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lastRenderedPageBreak/>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FF5B51" w:rsidRDefault="0035531B" w:rsidP="00BC6D2B">
      <w:pPr>
        <w:pStyle w:val="Odrka1-1"/>
      </w:pPr>
      <w:r>
        <w:t>Informace</w:t>
      </w:r>
      <w:r w:rsidR="00092CC9">
        <w:t xml:space="preserve"> o </w:t>
      </w:r>
      <w:r>
        <w:t xml:space="preserve">tom, zda budou na staveništi působit zaměstnanci více než jednoho </w:t>
      </w:r>
      <w:r w:rsidRPr="00FF5B51">
        <w:t>zhotovitele ve formě formuláře obsaženého</w:t>
      </w:r>
      <w:r w:rsidR="00092CC9" w:rsidRPr="00FF5B51">
        <w:t xml:space="preserve"> v </w:t>
      </w:r>
      <w:r w:rsidRPr="00FF5B51">
        <w:t>Příloze č. 8 těchto Pokynů.</w:t>
      </w:r>
    </w:p>
    <w:p w14:paraId="7F163DBD" w14:textId="4310473A" w:rsidR="0035531B" w:rsidRPr="00FF5B51" w:rsidRDefault="0035531B" w:rsidP="00BC6D2B">
      <w:pPr>
        <w:pStyle w:val="Odrka1-1"/>
      </w:pPr>
      <w:r w:rsidRPr="00FF5B51">
        <w:t>Specifikace typu zabezpečovacího zařízení</w:t>
      </w:r>
      <w:r w:rsidR="003160C4">
        <w:t xml:space="preserve"> </w:t>
      </w:r>
      <w:r w:rsidRPr="00FF5B51">
        <w:t xml:space="preserve">dle č. 9.1 těchto Pokynů. </w:t>
      </w:r>
    </w:p>
    <w:p w14:paraId="586EB09B" w14:textId="519CE298" w:rsidR="00602BF1" w:rsidRDefault="00602BF1" w:rsidP="00BC6D2B">
      <w:pPr>
        <w:pStyle w:val="Odrka1-1"/>
      </w:pPr>
      <w:r w:rsidRPr="00010882">
        <w:rPr>
          <w:lang w:eastAsia="cs-CZ"/>
        </w:rPr>
        <w:t xml:space="preserve">Čestné prohlášení o splnění podmínek v souvislosti se </w:t>
      </w:r>
      <w:r w:rsidR="000563B6">
        <w:rPr>
          <w:lang w:eastAsia="cs-CZ"/>
        </w:rPr>
        <w:t xml:space="preserve">zákonem upravujícím provádění mezinárodních sankcí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446711B6" w:rsidR="0035531B" w:rsidRDefault="0035531B" w:rsidP="0035531B">
      <w:pPr>
        <w:pStyle w:val="Text1-1"/>
      </w:pPr>
      <w:r>
        <w:t>Nabídky podané po uplynutí lhůty pro podání nabídky nebo podané jiným, než výše uvedeným způsobem, nebudou otevřeny</w:t>
      </w:r>
      <w:r w:rsidR="000563B6">
        <w:t xml:space="preserve"> </w:t>
      </w:r>
      <w:r w:rsidR="00845C50">
        <w:t>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41262562"/>
      <w:r>
        <w:t>POŽADAVKY NA ZPRACOVÁNÍ NABÍDKOVÉ CENY</w:t>
      </w:r>
      <w:bookmarkEnd w:id="18"/>
      <w:r>
        <w:t xml:space="preserve"> </w:t>
      </w:r>
    </w:p>
    <w:p w14:paraId="3530DD41" w14:textId="4744888F"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C7170D">
        <w:t xml:space="preserve"> </w:t>
      </w:r>
      <w:r w:rsidR="00C7170D" w:rsidRPr="00C7170D">
        <w:t>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w:t>
      </w:r>
      <w:r w:rsidRPr="007038DC">
        <w:rPr>
          <w:rStyle w:val="Tun9b"/>
        </w:rPr>
        <w:lastRenderedPageBreak/>
        <w:t>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3EE468B2" w:rsidR="009D2EAA" w:rsidRPr="00890916" w:rsidRDefault="009D2EAA" w:rsidP="00C7170D">
      <w:pPr>
        <w:pStyle w:val="Text1-1"/>
      </w:pPr>
      <w:r w:rsidRPr="005E10C4">
        <w:t xml:space="preserve">Zadavatel stanovuje závaznou zadávací podmínku tak, že částka </w:t>
      </w:r>
      <w:r w:rsidR="00BA0874">
        <w:t>5 280</w:t>
      </w:r>
      <w:r w:rsidR="004F71AD">
        <w:t> </w:t>
      </w:r>
      <w:r w:rsidR="00BA0874">
        <w:t>897</w:t>
      </w:r>
      <w:r w:rsidR="004F71AD">
        <w:t> </w:t>
      </w:r>
      <w:r w:rsidR="00BA0874">
        <w:t>998</w:t>
      </w:r>
      <w:r w:rsidRPr="005E10C4">
        <w:t>,- Kč je nejvyšší přípustnou</w:t>
      </w:r>
      <w:r w:rsidR="00C7170D">
        <w:t xml:space="preserve"> celkovou</w:t>
      </w:r>
      <w:r w:rsidRPr="005E10C4">
        <w:t xml:space="preserve"> nabídkovou cenou (bez DPH), a to pod sankcí vyloučení z další účasti v zadávacím řízení.</w:t>
      </w:r>
      <w:r w:rsidR="005E10C4">
        <w:t xml:space="preserve"> </w:t>
      </w:r>
      <w:r w:rsidR="00C7170D" w:rsidRPr="003F1966">
        <w:rPr>
          <w:b/>
        </w:rPr>
        <w:t>Předmět plnění dle Smlouvy o dílo dodavatelé ocení v Soupisu prací a v Dopise nabídky. Předmět plnění dle Smlouvy o poskytování součinnosti dodavatelé ocení ve Smlouvě o poskytování součinnosti.</w:t>
      </w:r>
      <w:r w:rsidR="00C7170D" w:rsidRPr="00C7170D">
        <w:rPr>
          <w:bCs/>
        </w:rPr>
        <w:t xml:space="preserve"> </w:t>
      </w:r>
      <w:r w:rsidRPr="005E10C4">
        <w:t xml:space="preserve">Nabídková cena </w:t>
      </w:r>
      <w:r w:rsidR="00C7170D">
        <w:t xml:space="preserve">dle Smlouvy o dílo </w:t>
      </w:r>
      <w:r w:rsidRPr="005E10C4">
        <w:t>bude v Dopise nabídky uvedena v Kč bez DPH. Nabídková cena bude v nabídce zaokrouhlená na dvě desetinná místa. V případě rozporu mezi nabídkovou cenou</w:t>
      </w:r>
      <w:r w:rsidR="00C7170D">
        <w:t xml:space="preserve"> dle Smlouvy o dílo</w:t>
      </w:r>
      <w:r w:rsidRPr="005E10C4">
        <w:t xml:space="preserve"> uvedenou v Dopise nabídky a nabídkovou cenou</w:t>
      </w:r>
      <w:r w:rsidR="00C7170D">
        <w:t xml:space="preserve"> dle Smlouvy o dílo</w:t>
      </w:r>
      <w:r w:rsidRPr="005E10C4">
        <w:t xml:space="preserve"> uvedenou v oceněném Soupisu prací bude mít přednost nabídková cena </w:t>
      </w:r>
      <w:r w:rsidR="00C7170D">
        <w:t xml:space="preserve">dle Smlouvy o dílo </w:t>
      </w:r>
      <w:r w:rsidRPr="005E10C4">
        <w:t>uvedená v Dopise nabídky.</w:t>
      </w:r>
      <w:r w:rsidR="00C7170D" w:rsidRPr="00C7170D">
        <w:t xml:space="preserve"> Nabídková cena dle Smlouvy o poskytování součinnosti bude v čl. 5.1 této smlouvy uvedena v Kč bez DPH. Do Smlouvy o poskytování součinnosti dodavatel doplní cenu bez DPH za 200 Man-days.</w:t>
      </w:r>
    </w:p>
    <w:p w14:paraId="294A3070" w14:textId="77777777" w:rsidR="0035531B" w:rsidRDefault="0035531B" w:rsidP="007038DC">
      <w:pPr>
        <w:pStyle w:val="Nadpis1-1"/>
      </w:pPr>
      <w:bookmarkStart w:id="19" w:name="_Toc141262563"/>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015A349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C7170D">
        <w:t>S</w:t>
      </w:r>
      <w:r>
        <w:t>mlouvy</w:t>
      </w:r>
      <w:r w:rsidR="00C7170D">
        <w:t xml:space="preserve"> o dílo</w:t>
      </w:r>
      <w:r>
        <w:t xml:space="preserve"> ze strany dodavatele nebo</w:t>
      </w:r>
      <w:r w:rsidR="00BC6D2B">
        <w:t xml:space="preserve"> k </w:t>
      </w:r>
      <w:r>
        <w:t xml:space="preserve">předčasnému ukončení </w:t>
      </w:r>
      <w:r w:rsidR="00C7170D">
        <w:t>S</w:t>
      </w:r>
      <w:r>
        <w:t>mlouvy</w:t>
      </w:r>
      <w:r w:rsidR="00C7170D">
        <w:t xml:space="preserve"> o dílo</w:t>
      </w:r>
      <w:r>
        <w:t xml:space="preserve"> ze strany zadavatele</w:t>
      </w:r>
      <w:r w:rsidR="0060115D">
        <w:t xml:space="preserve"> z </w:t>
      </w:r>
      <w:r>
        <w:t xml:space="preserve">důvodu porušení povinností dodavatele. Zadavatel si pro takový případ vyhrazuje právo uzavřít </w:t>
      </w:r>
      <w:r w:rsidR="00C7170D">
        <w:t>S</w:t>
      </w:r>
      <w:r>
        <w:t>mlouvu</w:t>
      </w:r>
      <w:r w:rsidR="00845C50">
        <w:t xml:space="preserve"> </w:t>
      </w:r>
      <w:r w:rsidR="00C7170D">
        <w:t xml:space="preserve">o dílo a Smlouvu o </w:t>
      </w:r>
      <w:r w:rsidR="00C7170D" w:rsidRPr="00C7170D">
        <w:t xml:space="preserve">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C7170D">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F61F0D">
        <w:t xml:space="preserve"> </w:t>
      </w:r>
      <w:r w:rsidR="00C7170D">
        <w:t>smluv</w:t>
      </w:r>
      <w:r>
        <w:t>, jež byl</w:t>
      </w:r>
      <w:r w:rsidR="00C7170D">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A62826">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A62826">
        <w:t>S</w:t>
      </w:r>
      <w:r>
        <w:t>mlouvy</w:t>
      </w:r>
      <w:r w:rsidR="00845C50">
        <w:t xml:space="preserve"> </w:t>
      </w:r>
      <w:r w:rsidR="00A62826" w:rsidRPr="00A62826">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72825447" w:rsidR="0035531B" w:rsidRDefault="0035531B" w:rsidP="00815C1B">
      <w:pPr>
        <w:pStyle w:val="Text1-1"/>
        <w:numPr>
          <w:ilvl w:val="0"/>
          <w:numId w:val="0"/>
        </w:numPr>
        <w:ind w:left="737"/>
      </w:pPr>
      <w:r>
        <w:t xml:space="preserve">Zadavatel upřesňuje, že rozsah předmětu plnění dle </w:t>
      </w:r>
      <w:r w:rsidR="00A62826">
        <w:t>S</w:t>
      </w:r>
      <w:r>
        <w:t>mlouvy</w:t>
      </w:r>
      <w:r w:rsidR="00845C50">
        <w:t xml:space="preserve"> </w:t>
      </w:r>
      <w:r w:rsidR="00A62826">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A62826">
        <w:t>S</w:t>
      </w:r>
      <w:r>
        <w:t>mlouvy</w:t>
      </w:r>
      <w:r w:rsidR="00A62826">
        <w:t xml:space="preserve"> o dílo</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A62826">
        <w:t>S</w:t>
      </w:r>
      <w:r>
        <w:t>mlouvy</w:t>
      </w:r>
      <w:r w:rsidR="00A62826">
        <w:t xml:space="preserve"> o dílo</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w:t>
      </w:r>
      <w:r w:rsidR="00A62826">
        <w:t xml:space="preserve"> o dílo</w:t>
      </w:r>
      <w:r>
        <w:t xml:space="preserve"> (</w:t>
      </w:r>
      <w:r w:rsidR="00417206" w:rsidRPr="000C52C1">
        <w:t>Bankovní záruka za provedení Díla a Pojistná záruka za provedení Díla</w:t>
      </w:r>
      <w:r>
        <w:t xml:space="preserve">). </w:t>
      </w:r>
    </w:p>
    <w:p w14:paraId="17C9B4A5" w14:textId="0CE81E2F" w:rsidR="0035531B" w:rsidRDefault="0035531B" w:rsidP="00815C1B">
      <w:pPr>
        <w:pStyle w:val="Text1-1"/>
        <w:numPr>
          <w:ilvl w:val="0"/>
          <w:numId w:val="0"/>
        </w:numPr>
        <w:ind w:left="737"/>
      </w:pPr>
      <w:r>
        <w:lastRenderedPageBreak/>
        <w:t>Společně</w:t>
      </w:r>
      <w:r w:rsidR="00845C50">
        <w:t xml:space="preserve"> s </w:t>
      </w:r>
      <w:r>
        <w:t xml:space="preserve">úpravou rozsahu díla dle </w:t>
      </w:r>
      <w:r w:rsidR="00A62826">
        <w:t>S</w:t>
      </w:r>
      <w:r>
        <w:t>mlouvy</w:t>
      </w:r>
      <w:r w:rsidR="00A62826">
        <w:t xml:space="preserve"> o dílo</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41262564"/>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41262565"/>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6687FF51" w:rsidR="0035531B" w:rsidRDefault="0035531B" w:rsidP="0035531B">
      <w:pPr>
        <w:pStyle w:val="Text1-1"/>
      </w:pPr>
      <w:r>
        <w:t>Zadavatel je oprávněn ověřovat věrohodnost</w:t>
      </w:r>
      <w:r w:rsidR="00092CC9">
        <w:t xml:space="preserve"> </w:t>
      </w:r>
      <w:r w:rsidR="000563B6">
        <w:t xml:space="preserve">účastníkem </w:t>
      </w:r>
      <w:r>
        <w:t>poskytnutých údajů</w:t>
      </w:r>
      <w:r w:rsidR="00845C50">
        <w:t xml:space="preserve"> a </w:t>
      </w:r>
      <w:r>
        <w:t>dokladů</w:t>
      </w:r>
      <w:r w:rsidR="00845C50">
        <w:t xml:space="preserve"> a </w:t>
      </w:r>
      <w:r>
        <w:t>rovněž si je i sám opatřovat</w:t>
      </w:r>
      <w:r w:rsidR="000563B6">
        <w:t xml:space="preserve">, </w:t>
      </w:r>
      <w:r w:rsidR="000563B6" w:rsidRPr="004039B9">
        <w:t>pokud nejde o údaje</w:t>
      </w:r>
      <w:r w:rsidR="000563B6">
        <w:t xml:space="preserve"> a</w:t>
      </w:r>
      <w:r w:rsidR="000563B6"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563B6">
        <w:t>, to však neplatí pro</w:t>
      </w:r>
      <w:r w:rsidR="000563B6" w:rsidRPr="00E86BE3">
        <w:rPr>
          <w:b/>
        </w:rPr>
        <w:t xml:space="preserve"> </w:t>
      </w:r>
      <w:r w:rsidR="000563B6" w:rsidRPr="000C68DF">
        <w:t>posouzení skutečností rozhodných pro složení jistoty</w:t>
      </w:r>
      <w:r w:rsidR="000563B6">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41262566"/>
      <w:r>
        <w:t>HODNOCENÍ NABÍDEK</w:t>
      </w:r>
      <w:bookmarkEnd w:id="22"/>
    </w:p>
    <w:p w14:paraId="3DD8EE65" w14:textId="3FDAA440" w:rsidR="0035531B" w:rsidRPr="003F1966" w:rsidRDefault="0035531B" w:rsidP="00A62826">
      <w:pPr>
        <w:pStyle w:val="Text1-1"/>
        <w:rPr>
          <w:b/>
          <w:bCs/>
        </w:rPr>
      </w:pPr>
      <w:r>
        <w:t xml:space="preserve">Nabídky budou hodnoceny podle jejich ekonomické výhodnosti. </w:t>
      </w:r>
      <w:r w:rsidRPr="003F1966">
        <w:rPr>
          <w:b/>
          <w:bCs/>
        </w:rPr>
        <w:t xml:space="preserve">Ekonomickou výhodnost bude zadavatel hodnotit podle nejnižší </w:t>
      </w:r>
      <w:r w:rsidR="00A62826" w:rsidRPr="003F1966">
        <w:rPr>
          <w:b/>
          <w:bCs/>
        </w:rPr>
        <w:t xml:space="preserve">celkové </w:t>
      </w:r>
      <w:r w:rsidRPr="003F1966">
        <w:rPr>
          <w:b/>
          <w:bCs/>
        </w:rPr>
        <w:t>nabídkové ceny</w:t>
      </w:r>
      <w:r w:rsidR="00A62826" w:rsidRPr="003F1966">
        <w:rPr>
          <w:b/>
          <w:bCs/>
        </w:rPr>
        <w:t>, která bude tvořena součtem nabídkové ceny dle Smlouvy o dílo uvedené v Dopise nabídky a nabídkové ceny dle Smlouvy o poskytování součinnosti uvedené v čl. 5.1 této smlouvy a označené jako celková cena bez DPH za 200 Man-days.</w:t>
      </w:r>
    </w:p>
    <w:p w14:paraId="463E73F4" w14:textId="56C542F2" w:rsidR="0035531B" w:rsidRDefault="0035531B" w:rsidP="0035531B">
      <w:pPr>
        <w:pStyle w:val="Text1-1"/>
      </w:pPr>
      <w:r>
        <w:t xml:space="preserve">V rámci hodnotícího kritéria bude hodnocena výše </w:t>
      </w:r>
      <w:r w:rsidR="00A62826">
        <w:t xml:space="preserve">celkové </w:t>
      </w:r>
      <w:r>
        <w:t>nabídkové ceny</w:t>
      </w:r>
      <w:r w:rsidR="00092CC9">
        <w:t xml:space="preserve"> v </w:t>
      </w:r>
      <w:r>
        <w:t>Kč bez DPH ve smyslu odst. 13.3</w:t>
      </w:r>
      <w:r w:rsidR="00A62826">
        <w:t xml:space="preserve"> a 17.1</w:t>
      </w:r>
      <w:r>
        <w:t xml:space="preserve"> těchto Pokynů uvedená</w:t>
      </w:r>
      <w:r w:rsidR="00092CC9">
        <w:t xml:space="preserve"> v </w:t>
      </w:r>
      <w:r w:rsidR="00A62826">
        <w:t>příslušných dokumentech</w:t>
      </w:r>
      <w:r>
        <w:t>. Jako nejvýhodnější bude hodnocena nabídka</w:t>
      </w:r>
      <w:r w:rsidR="00845C50">
        <w:t xml:space="preserve"> s </w:t>
      </w:r>
      <w:r>
        <w:t xml:space="preserve">nejnižší </w:t>
      </w:r>
      <w:r w:rsidR="00A62826">
        <w:t xml:space="preserve">celkovou </w:t>
      </w:r>
      <w:r>
        <w:t>nabídkovou cenou</w:t>
      </w:r>
      <w:r w:rsidR="00092CC9">
        <w:t xml:space="preserve"> v </w:t>
      </w:r>
      <w:r>
        <w:t>Kč bez DPH ze všech hodnocených nabídek. Ostatní nabídky budou seřazeny</w:t>
      </w:r>
      <w:r w:rsidR="00092CC9">
        <w:t xml:space="preserve"> v</w:t>
      </w:r>
      <w:r>
        <w:t xml:space="preserve"> pořadí dle výše </w:t>
      </w:r>
      <w:r>
        <w:lastRenderedPageBreak/>
        <w:t xml:space="preserve">jejich </w:t>
      </w:r>
      <w:r w:rsidR="00A62826">
        <w:t xml:space="preserve">celkových </w:t>
      </w:r>
      <w:r>
        <w:t>nabídkových cen</w:t>
      </w:r>
      <w:r w:rsidR="00092CC9">
        <w:t xml:space="preserve"> v </w:t>
      </w:r>
      <w:r>
        <w:t>Kč bez DPH od nabídky</w:t>
      </w:r>
      <w:r w:rsidR="00845C50">
        <w:t xml:space="preserve"> s </w:t>
      </w:r>
      <w:r>
        <w:t xml:space="preserve">druhou nejnižší </w:t>
      </w:r>
      <w:r w:rsidR="00A62826">
        <w:t xml:space="preserve">celkovou </w:t>
      </w:r>
      <w:r>
        <w:t>nabídkovou cenou po nabídku</w:t>
      </w:r>
      <w:r w:rsidR="00845C50">
        <w:t xml:space="preserve"> s </w:t>
      </w:r>
      <w:r>
        <w:t xml:space="preserve">nejvyšší </w:t>
      </w:r>
      <w:r w:rsidR="00A62826">
        <w:t xml:space="preserve">celkovou </w:t>
      </w:r>
      <w:r>
        <w:t>nabídkovou cenou.</w:t>
      </w:r>
      <w:r w:rsidR="00AE004A">
        <w:t xml:space="preserve"> </w:t>
      </w:r>
      <w:r w:rsidR="00AE004A" w:rsidRPr="00DB4E5F">
        <w:t xml:space="preserve">Pokud by měly být dvě nebo více nabídek hodnoceny jako nejlepší z důvodu shodné nejnižší </w:t>
      </w:r>
      <w:r w:rsidR="00A62826">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41262567"/>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F4A1E8"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A62826">
        <w:t xml:space="preserve">smluv </w:t>
      </w:r>
      <w:r>
        <w:t>na plnění této veřejné zakázky.</w:t>
      </w:r>
    </w:p>
    <w:p w14:paraId="482CFA89" w14:textId="7EF4339E" w:rsidR="00574274" w:rsidRDefault="00574274" w:rsidP="00484B15">
      <w:pPr>
        <w:pStyle w:val="Text1-1"/>
      </w:pPr>
      <w:r w:rsidRPr="00514105">
        <w:t>Zadavatel si mimo jiné vyhrazuje právo zrušit zadávací řízení v případě, že k hodnocení připadnou pouze nabídky s</w:t>
      </w:r>
      <w:r w:rsidR="00A62826">
        <w:t xml:space="preserve"> celkovou </w:t>
      </w:r>
      <w:r w:rsidRPr="00514105">
        <w:t>nabídkovou cenou převyšující nejvyšší přípustnou nabídkovou cenu uvedenou v čl. 5.3 těchto Pokynů.</w:t>
      </w:r>
    </w:p>
    <w:p w14:paraId="228A2A4E" w14:textId="77777777" w:rsidR="00484B15" w:rsidRDefault="00484B15" w:rsidP="00484B15">
      <w:pPr>
        <w:pStyle w:val="Nadpis1-1"/>
      </w:pPr>
      <w:bookmarkStart w:id="24" w:name="_Toc129352204"/>
      <w:bookmarkStart w:id="25" w:name="_Toc141262568"/>
      <w:r>
        <w:t>UZAVŘENÍ SMLOUVY</w:t>
      </w:r>
      <w:bookmarkEnd w:id="24"/>
      <w:bookmarkEnd w:id="25"/>
    </w:p>
    <w:p w14:paraId="033D23D8" w14:textId="4857C4AA" w:rsidR="0035531B" w:rsidRDefault="0035531B" w:rsidP="0035531B">
      <w:pPr>
        <w:pStyle w:val="Text1-1"/>
      </w:pPr>
      <w:r>
        <w:t xml:space="preserve">Uzavření </w:t>
      </w:r>
      <w:r w:rsidR="00A62826">
        <w:t xml:space="preserve">smluv </w:t>
      </w:r>
      <w:r w:rsidR="00845C50">
        <w:t>s </w:t>
      </w:r>
      <w:r>
        <w:t>vybraným dodavatelem upravuje § 124 ZZVZ. Smlouva</w:t>
      </w:r>
      <w:r w:rsidR="00A62826">
        <w:t xml:space="preserve"> o dílo</w:t>
      </w:r>
      <w:r>
        <w:t xml:space="preserve"> </w:t>
      </w:r>
      <w:r w:rsidR="00A62826" w:rsidRPr="00A62826">
        <w:t xml:space="preserve">a Smlouva o poskytování součinnosti </w:t>
      </w:r>
      <w:r>
        <w:t>bud</w:t>
      </w:r>
      <w:r w:rsidR="00A62826">
        <w:t>ou</w:t>
      </w:r>
      <w:r>
        <w:t xml:space="preserve"> uzavřen</w:t>
      </w:r>
      <w:r w:rsidR="00A62826">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A62826">
        <w:t xml:space="preserve">Smlouvy a jejich </w:t>
      </w:r>
      <w:r>
        <w:t xml:space="preserve">součásti. </w:t>
      </w:r>
    </w:p>
    <w:p w14:paraId="64F689FA" w14:textId="349C1A45" w:rsidR="00A62826" w:rsidRPr="00A62826" w:rsidRDefault="0035531B" w:rsidP="00A62826">
      <w:pPr>
        <w:pStyle w:val="Text1-1"/>
      </w:pPr>
      <w:r>
        <w:t>Zadavatel si</w:t>
      </w:r>
      <w:r w:rsidR="00092CC9">
        <w:t xml:space="preserve"> v </w:t>
      </w:r>
      <w:r>
        <w:t>souladu</w:t>
      </w:r>
      <w:r w:rsidR="00845C50">
        <w:t xml:space="preserve"> s </w:t>
      </w:r>
      <w:r>
        <w:t>§ 100 odst. 1 ZZVZ vyhrazuje změnu závazku ze</w:t>
      </w:r>
      <w:r w:rsidR="00A62826">
        <w:t xml:space="preserve"> smluv</w:t>
      </w:r>
      <w:r>
        <w:t>, kter</w:t>
      </w:r>
      <w:r w:rsidR="00A62826">
        <w:t>é</w:t>
      </w:r>
      <w:r>
        <w:t xml:space="preserve"> bud</w:t>
      </w:r>
      <w:r w:rsidR="00A62826">
        <w:t>ou</w:t>
      </w:r>
      <w:r>
        <w:t xml:space="preserve"> uzavřen</w:t>
      </w:r>
      <w:r w:rsidR="00A62826">
        <w:t>y</w:t>
      </w:r>
      <w:r w:rsidR="00845C50">
        <w:t xml:space="preserve"> s </w:t>
      </w:r>
      <w:r>
        <w:t xml:space="preserve">vybraným dodavatelem. Podrobnosti jsou uvedeny ve </w:t>
      </w:r>
      <w:r w:rsidR="00A62826">
        <w:t>S</w:t>
      </w:r>
      <w:r>
        <w:t>mlouvě</w:t>
      </w:r>
      <w:r w:rsidR="00A62826">
        <w:t xml:space="preserve"> </w:t>
      </w:r>
      <w:r w:rsidR="00A62826" w:rsidRPr="00A62826">
        <w:t>o dílo a ve Smlouvě o poskytování součinnosti</w:t>
      </w:r>
      <w:r>
        <w:t xml:space="preserve">. Vyhrazenou změnou závazku </w:t>
      </w:r>
      <w:r w:rsidR="00A62826">
        <w:t xml:space="preserve">ve Smlouvě </w:t>
      </w:r>
      <w:r w:rsidR="00A62826" w:rsidRPr="00A62826">
        <w:t xml:space="preserve">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0A7A9C">
        <w:rPr>
          <w:szCs w:val="24"/>
        </w:rPr>
        <w:t xml:space="preserve">Zadavatel si dále vyhrazuje právo valorizovat smluvní cenu sjednanou ve </w:t>
      </w:r>
      <w:r w:rsidR="00A62826">
        <w:rPr>
          <w:szCs w:val="24"/>
        </w:rPr>
        <w:t>S</w:t>
      </w:r>
      <w:r w:rsidR="000A7A9C">
        <w:rPr>
          <w:szCs w:val="24"/>
        </w:rPr>
        <w:t xml:space="preserve">mlouvě </w:t>
      </w:r>
      <w:r w:rsidR="00A62826">
        <w:rPr>
          <w:szCs w:val="24"/>
        </w:rPr>
        <w:t xml:space="preserve">o dílo </w:t>
      </w:r>
      <w:r w:rsidR="000A7A9C">
        <w:rPr>
          <w:szCs w:val="24"/>
        </w:rPr>
        <w:t xml:space="preserve">uzavřené s vybraným dodavatelem na základě zadávacího řízení této veřejné zakázky, a to za podmínek a způsobem stanovenými </w:t>
      </w:r>
      <w:r w:rsidR="00A62826">
        <w:rPr>
          <w:szCs w:val="24"/>
        </w:rPr>
        <w:t xml:space="preserve">touto </w:t>
      </w:r>
      <w:r w:rsidR="000A7A9C">
        <w:rPr>
          <w:szCs w:val="24"/>
        </w:rPr>
        <w:t>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w:t>
      </w:r>
      <w:r w:rsidR="00A66AE4">
        <w:t>v</w:t>
      </w:r>
      <w:r w:rsidR="00907436">
        <w:t>něž zajištění publicity stavby</w:t>
      </w:r>
      <w:r w:rsidR="00AF48F8">
        <w:t>.</w:t>
      </w:r>
      <w:r w:rsidR="00A62826" w:rsidRPr="00A62826">
        <w:t xml:space="preserve"> Zadavatel si ve Smlouvě o poskytování součinnosti vyhrazuje, že za podmínek v této smlouvě uvedených není povinen vyzvat dodavatele k jejímu plnění, v případě, že takové plnění bude pro zadavatele nepotřebné, případně není povinen vyzvat k plnění v plném rozsahu Man-days, pokud to nebude pro naplnění účelu této smlouvy z hlediska rozsahu Součinnosti potřebné. Zadavatel si dále vyhrazuje právo valorizovat smluvní cenu sjednanou ve Smlouvě o poskytování součinnosti, a to za podmínek a způsobem stanovenými v článku 5.3 a násl. této smlouvy.</w:t>
      </w:r>
    </w:p>
    <w:p w14:paraId="5660AEAD" w14:textId="4A23F5D2" w:rsidR="0035531B" w:rsidRDefault="0035531B" w:rsidP="000563B6">
      <w:pPr>
        <w:pStyle w:val="Text1-1"/>
      </w:pPr>
      <w:r>
        <w:t xml:space="preserve">Vybraný dodavatel je před uzavřením </w:t>
      </w:r>
      <w:r w:rsidR="00A62826">
        <w:t xml:space="preserve"> smluv </w:t>
      </w:r>
      <w:r>
        <w:t xml:space="preserve">povinen poskytnout zadavateli nezbytnou součinnost, především pak před podpisem </w:t>
      </w:r>
      <w:r w:rsidR="00F97F73">
        <w:t xml:space="preserve"> smluv </w:t>
      </w:r>
      <w:r>
        <w:t xml:space="preserve">ze strany objednatele předložit prostřednictvím elektronického nástroje E-ZAK na adrese: </w:t>
      </w:r>
      <w:hyperlink r:id="rId22"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 xml:space="preserve">poskytnutí součinnosti před uzavřením </w:t>
      </w:r>
      <w:r w:rsidR="00F97F73">
        <w:t xml:space="preserve"> 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0563B6">
        <w:t xml:space="preserve">Bez ohledu na výše uvedené si však zadavatel vyhrazuje možnost v případě potřeby postupovat v souladu s § 123 odst. 2 ZZVZ. </w:t>
      </w:r>
      <w:r w:rsidR="000563B6" w:rsidRPr="007B3D4D">
        <w:t xml:space="preserve">Pokud vybraný dodavatel odmítne uzavřít </w:t>
      </w:r>
      <w:r w:rsidR="00F97F73">
        <w:t xml:space="preserve"> smlouvy </w:t>
      </w:r>
      <w:r w:rsidR="000563B6" w:rsidRPr="007B3D4D">
        <w:t xml:space="preserve">nebo zadavateli neposkytne </w:t>
      </w:r>
      <w:r w:rsidR="000563B6">
        <w:t xml:space="preserve">řádnou </w:t>
      </w:r>
      <w:r w:rsidR="000563B6" w:rsidRPr="007B3D4D">
        <w:t xml:space="preserve">součinnost k </w:t>
      </w:r>
      <w:r w:rsidR="00F97F73">
        <w:t xml:space="preserve">jejich uzavření </w:t>
      </w:r>
      <w:r>
        <w:t>(</w:t>
      </w:r>
      <w:r w:rsidR="000563B6">
        <w:t xml:space="preserve">např. nepředloží některý </w:t>
      </w:r>
      <w:r w:rsidR="0060115D">
        <w:t>z </w:t>
      </w:r>
      <w:r>
        <w:t>požadovaných dokumentů vůbec nebo</w:t>
      </w:r>
      <w:r w:rsidR="00092CC9">
        <w:t xml:space="preserve"> v </w:t>
      </w:r>
      <w:r>
        <w:t xml:space="preserve">náležité podobě) zadavatel </w:t>
      </w:r>
      <w:r>
        <w:lastRenderedPageBreak/>
        <w:t>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F97F73">
        <w:t xml:space="preserve">smlouvy </w:t>
      </w:r>
      <w:r w:rsidR="00845C50">
        <w:t>s </w:t>
      </w:r>
      <w:r>
        <w:t>účastníkem zadávacího řízení, který se umístil jako další</w:t>
      </w:r>
      <w:r w:rsidR="00092CC9">
        <w:t xml:space="preserve"> v </w:t>
      </w:r>
      <w:r>
        <w:t xml:space="preserve">pořadí. </w:t>
      </w:r>
      <w:r w:rsidRPr="007038DC">
        <w:rPr>
          <w:rStyle w:val="Tun9b"/>
        </w:rPr>
        <w:t xml:space="preserve">Zadavatel upozorňuje, že je vázán § 211 </w:t>
      </w:r>
      <w:r w:rsidR="000563B6">
        <w:rPr>
          <w:rStyle w:val="Tun9b"/>
        </w:rPr>
        <w:t>ZZVZ</w:t>
      </w:r>
      <w:r w:rsidRPr="007038DC">
        <w:rPr>
          <w:rStyle w:val="Tun9b"/>
        </w:rPr>
        <w:t xml:space="preserve"> stanovujícím povinnost písemné elektronické komunikace mezi zadavatelem</w:t>
      </w:r>
      <w:r w:rsidR="00845C50" w:rsidRPr="007038DC">
        <w:rPr>
          <w:rStyle w:val="Tun9b"/>
        </w:rPr>
        <w:t xml:space="preserve"> a </w:t>
      </w:r>
      <w:r w:rsidRPr="007038DC">
        <w:rPr>
          <w:rStyle w:val="Tun9b"/>
        </w:rPr>
        <w:t xml:space="preserve">dodavatelem, která se vztahuje na veškeré předkládané doklady, včetně dokladů předkládaných vybraným dodavatelem na základě výzvy dle § 122 </w:t>
      </w:r>
      <w:r w:rsidR="000563B6">
        <w:rPr>
          <w:rStyle w:val="Tun9b"/>
        </w:rPr>
        <w:t>ZZVZ</w:t>
      </w:r>
      <w:r w:rsidRPr="007038DC">
        <w:rPr>
          <w:rStyle w:val="Tun9b"/>
        </w:rPr>
        <w:t xml:space="preserve">. </w:t>
      </w:r>
      <w:r w:rsidR="000563B6" w:rsidRPr="000563B6">
        <w:rPr>
          <w:rStyle w:val="Tun9b"/>
        </w:rPr>
        <w:t xml:space="preserve">Pokud je požadován </w:t>
      </w:r>
      <w:r w:rsidR="000563B6">
        <w:rPr>
          <w:rStyle w:val="Tun9b"/>
        </w:rPr>
        <w:t>o</w:t>
      </w:r>
      <w:r w:rsidRPr="007038DC">
        <w:rPr>
          <w:rStyle w:val="Tun9b"/>
        </w:rPr>
        <w:t>riginál nebo úředně ověřená kopie dokladu</w:t>
      </w:r>
      <w:r w:rsidR="000563B6">
        <w:rPr>
          <w:rStyle w:val="Tun9b"/>
        </w:rPr>
        <w:t>,</w:t>
      </w:r>
      <w:r w:rsidRPr="007038DC">
        <w:rPr>
          <w:rStyle w:val="Tun9b"/>
        </w:rPr>
        <w:t xml:space="preserve">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w:t>
      </w:r>
    </w:p>
    <w:p w14:paraId="561A08F9" w14:textId="609A4CC2" w:rsidR="0035531B" w:rsidRDefault="0035531B" w:rsidP="0035531B">
      <w:pPr>
        <w:pStyle w:val="Text1-1"/>
      </w:pPr>
      <w:r>
        <w:t xml:space="preserve">Vybraný dodavatel je povinen na základě písemné výzvy jako podmínku pro uzavření </w:t>
      </w:r>
      <w:r w:rsidR="00F97F73">
        <w:t xml:space="preserve">smluv </w:t>
      </w:r>
      <w:r>
        <w:t>poskytnout zadavateli řádnou součinnost, která spočívá zejména</w:t>
      </w:r>
      <w:r w:rsidR="00092CC9">
        <w:t xml:space="preserve"> v </w:t>
      </w:r>
      <w:r>
        <w:t xml:space="preserve">předložení následujících dokumentů: </w:t>
      </w:r>
    </w:p>
    <w:p w14:paraId="4559D15D" w14:textId="0E99747D" w:rsidR="000563B6" w:rsidRDefault="000563B6" w:rsidP="001B23A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3C35B921" w14:textId="30F2762F" w:rsidR="0035531B" w:rsidRDefault="0035531B" w:rsidP="001B23A1">
      <w:pPr>
        <w:pStyle w:val="Odrka1-1"/>
      </w:pPr>
      <w:r>
        <w:t xml:space="preserve">originálu </w:t>
      </w:r>
      <w:r w:rsidR="000563B6" w:rsidRPr="005D6606">
        <w:t>nebo úředně ověřené kopi</w:t>
      </w:r>
      <w:r w:rsidR="000563B6">
        <w:t>e</w:t>
      </w:r>
      <w:r w:rsidR="000563B6" w:rsidRPr="005D6606">
        <w:t xml:space="preserve"> </w:t>
      </w:r>
      <w:r>
        <w:t xml:space="preserve">bankovní </w:t>
      </w:r>
      <w:r w:rsidR="00417206">
        <w:t xml:space="preserve">nebo pojistné </w:t>
      </w:r>
      <w:r>
        <w:t>záruky</w:t>
      </w:r>
      <w:r w:rsidR="00BC6D2B">
        <w:t xml:space="preserve"> k </w:t>
      </w:r>
      <w:r>
        <w:t>zajištění plnění Smlouvy</w:t>
      </w:r>
      <w:r w:rsidR="00F97F73">
        <w:t xml:space="preserve"> o dílo</w:t>
      </w:r>
      <w:r>
        <w:t xml:space="preserve">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26FE9465" w:rsidR="0035531B" w:rsidRDefault="0035531B" w:rsidP="007038DC">
      <w:pPr>
        <w:pStyle w:val="Odrka1-1"/>
      </w:pPr>
      <w:r>
        <w:t xml:space="preserve">kopií </w:t>
      </w:r>
      <w:r w:rsidR="000563B6">
        <w:t xml:space="preserve">smluv nebo poddodavateli </w:t>
      </w:r>
      <w:r w:rsidR="000563B6" w:rsidRPr="008578B0">
        <w:t>podepsan</w:t>
      </w:r>
      <w:r w:rsidR="000563B6">
        <w:t>ých</w:t>
      </w:r>
      <w:r w:rsidR="000563B6" w:rsidRPr="008578B0">
        <w:t xml:space="preserve"> potvrzení o jej</w:t>
      </w:r>
      <w:r w:rsidR="000563B6">
        <w:t>ich</w:t>
      </w:r>
      <w:r w:rsidR="000563B6" w:rsidRPr="008578B0">
        <w:t xml:space="preserve"> existenci</w:t>
      </w:r>
      <w:r w:rsidR="000563B6">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F8FAF60" w:rsidR="00CF112C" w:rsidRDefault="0035531B" w:rsidP="008A0DC8">
      <w:pPr>
        <w:pStyle w:val="Odrka1-1"/>
      </w:pPr>
      <w:r w:rsidRPr="00312588">
        <w:t>kopie smlouvy uzavřené</w:t>
      </w:r>
      <w:r w:rsidR="00845C50" w:rsidRPr="00312588">
        <w:t xml:space="preserve"> s </w:t>
      </w:r>
      <w:r w:rsidRPr="00312588">
        <w:t>výrobcem nebo dodavatelem zabezpečovacího zařízení</w:t>
      </w:r>
      <w:r w:rsidR="00711858">
        <w:t xml:space="preserve"> </w:t>
      </w:r>
      <w:r w:rsidR="00E42D7E" w:rsidRPr="00312588">
        <w:t xml:space="preserve">či jednostranného vyjádření závazku výrobce nebo dodavatele tohoto zařízení </w:t>
      </w:r>
      <w:r w:rsidRPr="00312588">
        <w:t>ve smyslu čl. 9.</w:t>
      </w:r>
      <w:r>
        <w:t>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1647B0B2"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 xml:space="preserve">č. 194/2022 Sb., o požadavcích na odbornou způsobilost k výkonu činnosti na </w:t>
      </w:r>
      <w:r w:rsidR="00226F37" w:rsidRPr="00705E91">
        <w:lastRenderedPageBreak/>
        <w:t>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575266B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7EE11E74" w14:textId="0F3A7FD4" w:rsidR="001C207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312588">
        <w:t xml:space="preserve">to elektrických </w:t>
      </w:r>
      <w:r w:rsidR="00312588" w:rsidRPr="00312588">
        <w:t>a zd</w:t>
      </w:r>
      <w:r w:rsidR="00312588">
        <w:t>ví</w:t>
      </w:r>
      <w:r w:rsidR="00312588" w:rsidRPr="00312588">
        <w:t>hacích</w:t>
      </w:r>
      <w:r w:rsidR="00EC10AE" w:rsidRPr="00312588">
        <w:t xml:space="preserve"> </w:t>
      </w:r>
      <w:r w:rsidRPr="00312588">
        <w:t>UTZ železničních drah</w:t>
      </w:r>
      <w:r w:rsidR="00092CC9" w:rsidRPr="00312588">
        <w:t xml:space="preserve"> v </w:t>
      </w:r>
      <w:r w:rsidRPr="00312588">
        <w:t>rozsahu</w:t>
      </w:r>
      <w:r>
        <w:t>:</w:t>
      </w:r>
      <w:r w:rsidR="00312588">
        <w:t xml:space="preserve"> </w:t>
      </w:r>
    </w:p>
    <w:p w14:paraId="5246AE5C" w14:textId="0167C185" w:rsidR="001C207B" w:rsidRDefault="001C207B" w:rsidP="001C207B">
      <w:pPr>
        <w:pStyle w:val="Odrka1-1"/>
        <w:numPr>
          <w:ilvl w:val="0"/>
          <w:numId w:val="0"/>
        </w:numPr>
        <w:ind w:left="1077"/>
      </w:pPr>
      <w:r>
        <w:t>• elektrické sítě drah a elektrické rozvody drah,</w:t>
      </w:r>
    </w:p>
    <w:p w14:paraId="7C9BD284" w14:textId="6507000C" w:rsidR="001C207B" w:rsidRDefault="001C207B" w:rsidP="001C207B">
      <w:pPr>
        <w:pStyle w:val="Odrka1-1"/>
        <w:numPr>
          <w:ilvl w:val="0"/>
          <w:numId w:val="0"/>
        </w:numPr>
        <w:ind w:left="1077"/>
      </w:pPr>
      <w:r>
        <w:t>• elektrická rozvodná zařízení drah a elektrické stanice drah,</w:t>
      </w:r>
    </w:p>
    <w:p w14:paraId="00E7FCA8" w14:textId="07DFF88C" w:rsidR="001C207B" w:rsidRDefault="001C207B" w:rsidP="001C207B">
      <w:pPr>
        <w:pStyle w:val="Odrka1-1"/>
        <w:numPr>
          <w:ilvl w:val="0"/>
          <w:numId w:val="0"/>
        </w:numPr>
        <w:ind w:left="1077"/>
      </w:pPr>
      <w:r>
        <w:t>• trakční napájecí a spínací stanice,</w:t>
      </w:r>
    </w:p>
    <w:p w14:paraId="5ED45F51" w14:textId="0A329082" w:rsidR="001C207B" w:rsidRDefault="001C207B" w:rsidP="001C207B">
      <w:pPr>
        <w:pStyle w:val="Odrka1-1"/>
        <w:numPr>
          <w:ilvl w:val="0"/>
          <w:numId w:val="0"/>
        </w:numPr>
        <w:ind w:left="1077"/>
      </w:pPr>
      <w:r>
        <w:t>• elektrická zařízení napájená z trakčního vedení,</w:t>
      </w:r>
    </w:p>
    <w:p w14:paraId="14599FAA" w14:textId="4342B98E" w:rsidR="001C207B" w:rsidRDefault="001C207B" w:rsidP="001C207B">
      <w:pPr>
        <w:pStyle w:val="Odrka1-1"/>
        <w:numPr>
          <w:ilvl w:val="0"/>
          <w:numId w:val="0"/>
        </w:numPr>
        <w:ind w:left="1077"/>
      </w:pPr>
      <w:r>
        <w:t>• silnoproudá zařízení drážní zabezpečovací, sdělovací, požární, signalizační a výpočetní techniky,</w:t>
      </w:r>
    </w:p>
    <w:p w14:paraId="2566A413" w14:textId="6E1BE6E9" w:rsidR="0035531B" w:rsidRDefault="001C207B" w:rsidP="001C207B">
      <w:pPr>
        <w:pStyle w:val="Odrka1-1"/>
        <w:numPr>
          <w:ilvl w:val="0"/>
          <w:numId w:val="0"/>
        </w:numPr>
        <w:ind w:left="1077"/>
      </w:pPr>
      <w:r>
        <w:t>• zabezpečovací zařízení, jehož elektrické obvody plní funkci přímého zajišťování bezpečnosti drážní dopravy,</w:t>
      </w:r>
    </w:p>
    <w:p w14:paraId="3FD4F3AB" w14:textId="77CB3955" w:rsidR="0035531B" w:rsidRDefault="0035531B" w:rsidP="007038DC">
      <w:pPr>
        <w:pStyle w:val="Textbezslovn"/>
      </w:pPr>
      <w:r>
        <w:t xml:space="preserve">Zadavatel upřesňuje, že pokud bude </w:t>
      </w:r>
      <w:r w:rsidR="000563B6">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lastRenderedPageBreak/>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14779CD4"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1DCD4FA4" w14:textId="77777777" w:rsidR="0035531B" w:rsidRDefault="0035531B" w:rsidP="00B77C6D">
      <w:pPr>
        <w:pStyle w:val="Nadpis1-1"/>
      </w:pPr>
      <w:bookmarkStart w:id="26" w:name="_Toc141262569"/>
      <w:r>
        <w:t>OCHRANA INFORMACÍ</w:t>
      </w:r>
      <w:bookmarkEnd w:id="26"/>
    </w:p>
    <w:p w14:paraId="687515ED" w14:textId="0931C575"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w:t>
      </w:r>
      <w:r w:rsidR="00DE1A9A">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7" w:name="_Toc141262570"/>
      <w:r>
        <w:t>ZADÁVACÍ LHŮTA</w:t>
      </w:r>
      <w:r w:rsidR="00845C50">
        <w:t xml:space="preserve"> </w:t>
      </w:r>
      <w:r w:rsidR="00092CC9">
        <w:t>A</w:t>
      </w:r>
      <w:r w:rsidR="00845C50">
        <w:t> </w:t>
      </w:r>
      <w:r>
        <w:t>JISTOTA ZA NABÍDKU</w:t>
      </w:r>
      <w:bookmarkEnd w:id="27"/>
    </w:p>
    <w:p w14:paraId="32EBEB44" w14:textId="4A637228" w:rsidR="0035531B" w:rsidRDefault="000563B6"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41D9A063"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5D6ADC" w:rsidRPr="00711858">
        <w:rPr>
          <w:b/>
        </w:rPr>
        <w:t>6</w:t>
      </w:r>
      <w:r w:rsidR="00A83D1F">
        <w:rPr>
          <w:b/>
        </w:rPr>
        <w:t>8 000 000</w:t>
      </w:r>
      <w:r>
        <w:t xml:space="preserve"> Kč (</w:t>
      </w:r>
      <w:r w:rsidRPr="005D6ADC">
        <w:t xml:space="preserve">slovy: </w:t>
      </w:r>
      <w:r w:rsidR="005D6ADC" w:rsidRPr="005D6ADC">
        <w:t xml:space="preserve">šedesát </w:t>
      </w:r>
      <w:r w:rsidR="00A83D1F">
        <w:t xml:space="preserve">osm </w:t>
      </w:r>
      <w:r w:rsidR="005D6ADC" w:rsidRPr="005D6ADC">
        <w:t xml:space="preserve">milionů </w:t>
      </w:r>
      <w:r w:rsidRPr="005D6ADC">
        <w:t>kor</w:t>
      </w:r>
      <w:r>
        <w:t>un českých)</w:t>
      </w:r>
      <w:r w:rsidR="005D6ADC">
        <w:t>.</w:t>
      </w:r>
      <w:r>
        <w:t xml:space="preserve"> </w:t>
      </w:r>
    </w:p>
    <w:p w14:paraId="59245D46" w14:textId="77777777" w:rsidR="0035531B" w:rsidRDefault="0035531B" w:rsidP="0035531B">
      <w:pPr>
        <w:pStyle w:val="Text1-1"/>
      </w:pPr>
      <w:r>
        <w:lastRenderedPageBreak/>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4EDFC2FB" w:rsidR="0035531B" w:rsidRDefault="0035531B" w:rsidP="001A4306">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A4306" w:rsidRPr="001A4306">
        <w:t>30007-22307011/0710, Česká národní banka se sídlem Na Příkopě 28, 115 03 Praha 1</w:t>
      </w:r>
      <w:r>
        <w:t xml:space="preserve">, variabilní symbol </w:t>
      </w:r>
      <w:r w:rsidR="001A4306">
        <w:t>5113510002</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50EB3459" w:rsidR="0035531B" w:rsidRDefault="000563B6"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8" w:name="_Toc141262571"/>
      <w:r>
        <w:t>SOCIÁLNĚ A ENVIRO</w:t>
      </w:r>
      <w:r w:rsidR="00417206">
        <w:t>N</w:t>
      </w:r>
      <w:r>
        <w:t>MENTÁLNĚ ODPOVĚDNÉ ZADÁVÁNÍ, INOVACE</w:t>
      </w:r>
      <w:bookmarkEnd w:id="28"/>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0DED658" w:rsidR="007D382D" w:rsidRDefault="007D382D" w:rsidP="007D382D">
      <w:pPr>
        <w:pStyle w:val="Odrka1-1"/>
      </w:pPr>
      <w:r w:rsidRPr="0060254E">
        <w:t>recyklaci kameniva vyzískávaného z kolejového lože</w:t>
      </w:r>
      <w:r w:rsidR="00AC5FC7">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9" w:name="_Toc102380477"/>
      <w:bookmarkStart w:id="30" w:name="_Toc103683200"/>
      <w:bookmarkStart w:id="31" w:name="_Toc103932243"/>
      <w:bookmarkStart w:id="32" w:name="_Toc141262572"/>
      <w:r>
        <w:t>Další zadávací podmínky v návaznosti na</w:t>
      </w:r>
      <w:bookmarkEnd w:id="29"/>
      <w:bookmarkEnd w:id="30"/>
      <w:bookmarkEnd w:id="31"/>
      <w:r w:rsidR="003C4EAE" w:rsidRPr="003C4EAE">
        <w:t xml:space="preserve"> </w:t>
      </w:r>
      <w:r w:rsidR="003C4EAE">
        <w:t>MEZINÁRODNÍ sankce, zákaz zadání veřejné zakázky</w:t>
      </w:r>
      <w:bookmarkEnd w:id="32"/>
    </w:p>
    <w:p w14:paraId="602AC65D" w14:textId="58C6C900" w:rsidR="003C4EAE" w:rsidRDefault="003C4EAE" w:rsidP="006B5BF7">
      <w:pPr>
        <w:pStyle w:val="Text1-1"/>
      </w:pPr>
      <w:r>
        <w:t>Zadavatel v tomto řízení postupuje v souladu s § 48a ZZVZ.</w:t>
      </w:r>
      <w:r w:rsidR="000563B6" w:rsidRPr="000563B6">
        <w:t xml:space="preserve"> </w:t>
      </w:r>
      <w:r w:rsidR="000563B6"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lastRenderedPageBreak/>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lastRenderedPageBreak/>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3" w:name="_Toc141262573"/>
      <w:r>
        <w:t>PŘÍLOHY TĚCHTO POKYNŮ</w:t>
      </w:r>
      <w:bookmarkEnd w:id="33"/>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AC7F846" w:rsidR="006B5BF7" w:rsidRDefault="006B5BF7" w:rsidP="006B5BF7">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0563B6">
        <w:rPr>
          <w:lang w:eastAsia="cs-CZ"/>
        </w:rPr>
        <w:t>zákonem upravujícím provádění mezinárodních sankcí</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5F2492B2"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4028C56A" w:rsidR="0035531B" w:rsidRDefault="0035531B" w:rsidP="00564DDD">
      <w:pPr>
        <w:pStyle w:val="Textbezslovn"/>
        <w:spacing w:after="0"/>
      </w:pPr>
    </w:p>
    <w:p w14:paraId="772A3A3D" w14:textId="77777777" w:rsidR="000563B6" w:rsidRDefault="000563B6"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7632E31A" w14:textId="184E6D9C" w:rsidR="0035531B" w:rsidRDefault="00564DDD" w:rsidP="008A0368">
      <w:pPr>
        <w:pStyle w:val="Nadpisbezsl1-1"/>
      </w:pPr>
      <w:r>
        <w:br w:type="page"/>
      </w:r>
      <w:r w:rsidR="0035531B" w:rsidRPr="00FE4333">
        <w:lastRenderedPageBreak/>
        <w:t>Příloha</w:t>
      </w:r>
      <w:r w:rsidR="0035531B">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1F5FE783" w:rsidR="0035531B" w:rsidRDefault="0035531B" w:rsidP="00454716">
      <w:pPr>
        <w:pStyle w:val="Textbezslovn"/>
        <w:ind w:left="0"/>
      </w:pPr>
      <w:r>
        <w:t>Jestliže dodavatel uvažuje zadat poddodavateli plnění části veřejné zakázky</w:t>
      </w:r>
      <w:r w:rsidR="003F41C1">
        <w:t xml:space="preserve"> 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7A61AEF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4F84F0F9" w:rsidR="003F41C1" w:rsidRPr="00454716" w:rsidRDefault="003F41C1"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3F41C1">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30F6C250"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3F41C1" w:rsidRPr="003F41C1">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w:t>
            </w:r>
            <w:r w:rsidR="00AD792A" w:rsidRPr="00EA0D03">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172B1C1"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48EC1D68"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A157B7">
        <w:t>/</w:t>
      </w:r>
      <w:r>
        <w:t xml:space="preser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2A5E3D83"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8B340B">
        <w:t>i</w:t>
      </w:r>
      <w:r>
        <w:t>,</w:t>
      </w:r>
      <w:r w:rsidR="00845C50">
        <w:t xml:space="preserve"> a</w:t>
      </w:r>
      <w:r w:rsidR="00BB4AF2">
        <w:t xml:space="preserve"> u </w:t>
      </w:r>
      <w:r>
        <w:t xml:space="preserve">nichž dokládá </w:t>
      </w:r>
      <w:r w:rsidR="008B340B" w:rsidRPr="00C85644">
        <w:t>smlouvu nebo jinou osobou podepsané potvrzení o její existenci, její</w:t>
      </w:r>
      <w:r w:rsidR="008B340B">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8B340B">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91C96E0" w:rsidR="006B5BF7" w:rsidRPr="00964860" w:rsidRDefault="006B5BF7" w:rsidP="006B5BF7">
      <w:pPr>
        <w:pStyle w:val="Nadpisbezsl1-2"/>
      </w:pPr>
      <w:r w:rsidRPr="00010882">
        <w:rPr>
          <w:lang w:eastAsia="cs-CZ"/>
        </w:rPr>
        <w:t xml:space="preserve">Čestné prohlášení o splnění podmínek v souvislosti se </w:t>
      </w:r>
      <w:r w:rsidR="000563B6">
        <w:rPr>
          <w:lang w:eastAsia="cs-CZ"/>
        </w:rPr>
        <w:t>zákonem upravujícím provádění mezinárodních sankcí</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F28FA04"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EC7B62">
        <w:rPr>
          <w:rFonts w:eastAsia="Times New Roman" w:cs="Times New Roman"/>
          <w:lang w:eastAsia="cs-CZ"/>
        </w:rPr>
        <w:t>„</w:t>
      </w:r>
      <w:r w:rsidR="00EC7B62" w:rsidRPr="00EC7B62">
        <w:rPr>
          <w:b/>
        </w:rPr>
        <w:t>Rekonstrukce ŽST Praha-Smíchov II. etapa a Výstavba lávky v ŽST Praha-Smíchov</w:t>
      </w:r>
      <w:r w:rsidR="00EC7B62">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DCDE103" w14:textId="44818139" w:rsidR="000563B6" w:rsidRDefault="000563B6" w:rsidP="006B5BF7">
      <w:pPr>
        <w:pStyle w:val="Odstavecseseznamem"/>
        <w:numPr>
          <w:ilvl w:val="0"/>
          <w:numId w:val="35"/>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3747521B" w14:textId="77777777" w:rsidR="000563B6" w:rsidRPr="000563B6" w:rsidRDefault="000563B6" w:rsidP="000563B6">
      <w:pPr>
        <w:pStyle w:val="Odstavecseseznamem"/>
        <w:spacing w:line="240" w:lineRule="auto"/>
        <w:jc w:val="both"/>
        <w:rPr>
          <w:rFonts w:eastAsia="Calibri" w:cs="Times New Roman"/>
        </w:rPr>
      </w:pPr>
    </w:p>
    <w:p w14:paraId="6613DD85" w14:textId="4BD82345"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978BD" w14:textId="77777777" w:rsidR="00023893" w:rsidRDefault="00023893" w:rsidP="00962258">
      <w:pPr>
        <w:spacing w:after="0" w:line="240" w:lineRule="auto"/>
      </w:pPr>
      <w:r>
        <w:separator/>
      </w:r>
    </w:p>
  </w:endnote>
  <w:endnote w:type="continuationSeparator" w:id="0">
    <w:p w14:paraId="53ADA108" w14:textId="77777777" w:rsidR="00023893" w:rsidRDefault="0002389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704EA" w14:paraId="5CDE79BC" w14:textId="77777777" w:rsidTr="00EB46E5">
      <w:tc>
        <w:tcPr>
          <w:tcW w:w="1361" w:type="dxa"/>
          <w:tcMar>
            <w:left w:w="0" w:type="dxa"/>
            <w:right w:w="0" w:type="dxa"/>
          </w:tcMar>
          <w:vAlign w:val="bottom"/>
        </w:tcPr>
        <w:p w14:paraId="3DE5EB8F" w14:textId="61BBAC69" w:rsidR="00C704EA" w:rsidRPr="005D6ADC" w:rsidRDefault="00C704EA" w:rsidP="00826B7B">
          <w:pPr>
            <w:pStyle w:val="Zpat"/>
            <w:jc w:val="right"/>
            <w:rPr>
              <w:rStyle w:val="slostrnky"/>
            </w:rPr>
          </w:pPr>
          <w:r w:rsidRPr="005D6ADC">
            <w:rPr>
              <w:rStyle w:val="slostrnky"/>
            </w:rPr>
            <w:fldChar w:fldCharType="begin"/>
          </w:r>
          <w:r w:rsidRPr="005D6ADC">
            <w:rPr>
              <w:rStyle w:val="slostrnky"/>
            </w:rPr>
            <w:instrText>PAGE   \* MERGEFORMAT</w:instrText>
          </w:r>
          <w:r w:rsidRPr="005D6ADC">
            <w:rPr>
              <w:rStyle w:val="slostrnky"/>
            </w:rPr>
            <w:fldChar w:fldCharType="separate"/>
          </w:r>
          <w:r w:rsidR="008B340B">
            <w:rPr>
              <w:rStyle w:val="slostrnky"/>
              <w:noProof/>
            </w:rPr>
            <w:t>21</w:t>
          </w:r>
          <w:r w:rsidRPr="005D6ADC">
            <w:rPr>
              <w:rStyle w:val="slostrnky"/>
            </w:rPr>
            <w:fldChar w:fldCharType="end"/>
          </w:r>
          <w:r w:rsidRPr="005D6ADC">
            <w:rPr>
              <w:rStyle w:val="slostrnky"/>
            </w:rPr>
            <w:t>/</w:t>
          </w:r>
          <w:r w:rsidRPr="005D6ADC">
            <w:rPr>
              <w:rStyle w:val="slostrnky"/>
            </w:rPr>
            <w:fldChar w:fldCharType="begin"/>
          </w:r>
          <w:r w:rsidRPr="005D6ADC">
            <w:rPr>
              <w:rStyle w:val="slostrnky"/>
            </w:rPr>
            <w:instrText xml:space="preserve"> NUMPAGES   \* MERGEFORMAT </w:instrText>
          </w:r>
          <w:r w:rsidRPr="005D6ADC">
            <w:rPr>
              <w:rStyle w:val="slostrnky"/>
            </w:rPr>
            <w:fldChar w:fldCharType="separate"/>
          </w:r>
          <w:r w:rsidR="008B340B">
            <w:rPr>
              <w:rStyle w:val="slostrnky"/>
              <w:noProof/>
            </w:rPr>
            <w:t>51</w:t>
          </w:r>
          <w:r w:rsidRPr="005D6ADC">
            <w:rPr>
              <w:rStyle w:val="slostrnky"/>
            </w:rPr>
            <w:fldChar w:fldCharType="end"/>
          </w:r>
        </w:p>
      </w:tc>
      <w:tc>
        <w:tcPr>
          <w:tcW w:w="284" w:type="dxa"/>
          <w:shd w:val="clear" w:color="auto" w:fill="auto"/>
          <w:tcMar>
            <w:left w:w="0" w:type="dxa"/>
            <w:right w:w="0" w:type="dxa"/>
          </w:tcMar>
        </w:tcPr>
        <w:p w14:paraId="388A8FC9" w14:textId="77777777" w:rsidR="00C704EA" w:rsidRPr="005D6ADC" w:rsidRDefault="00C704EA" w:rsidP="00B8518B">
          <w:pPr>
            <w:pStyle w:val="Zpat"/>
          </w:pPr>
        </w:p>
      </w:tc>
      <w:tc>
        <w:tcPr>
          <w:tcW w:w="425" w:type="dxa"/>
          <w:shd w:val="clear" w:color="auto" w:fill="auto"/>
          <w:tcMar>
            <w:left w:w="0" w:type="dxa"/>
            <w:right w:w="0" w:type="dxa"/>
          </w:tcMar>
        </w:tcPr>
        <w:p w14:paraId="36BAECC2" w14:textId="77777777" w:rsidR="00C704EA" w:rsidRPr="005D6ADC" w:rsidRDefault="00C704EA" w:rsidP="00B8518B">
          <w:pPr>
            <w:pStyle w:val="Zpat"/>
          </w:pPr>
        </w:p>
      </w:tc>
      <w:tc>
        <w:tcPr>
          <w:tcW w:w="8505" w:type="dxa"/>
        </w:tcPr>
        <w:p w14:paraId="3C19A70B" w14:textId="31353B2A" w:rsidR="00C704EA" w:rsidRPr="005D6ADC" w:rsidRDefault="00C704EA" w:rsidP="00EB46E5">
          <w:pPr>
            <w:pStyle w:val="Zpat0"/>
          </w:pPr>
          <w:r w:rsidRPr="005D6ADC">
            <w:t>„</w:t>
          </w:r>
          <w:r w:rsidR="00BE221C">
            <w:t xml:space="preserve">Soubor staveb: </w:t>
          </w:r>
          <w:r w:rsidRPr="005D6ADC">
            <w:t>Rekonstrukce ŽST Praha-Smíchov II. etapa a Výstavba lávky v ŽST Praha-Smíchov“</w:t>
          </w:r>
        </w:p>
        <w:p w14:paraId="3F2A1F4C" w14:textId="77777777" w:rsidR="00C704EA" w:rsidRPr="005D6ADC" w:rsidRDefault="00C704EA" w:rsidP="00EB46E5">
          <w:pPr>
            <w:pStyle w:val="Zpat0"/>
          </w:pPr>
          <w:r w:rsidRPr="005D6ADC">
            <w:t xml:space="preserve">Díl 1 – </w:t>
          </w:r>
          <w:r w:rsidRPr="005D6ADC">
            <w:rPr>
              <w:caps/>
            </w:rPr>
            <w:t>Požadavky a podmínky pro zpracování nabídky</w:t>
          </w:r>
        </w:p>
        <w:p w14:paraId="4DFF7954" w14:textId="77777777" w:rsidR="00C704EA" w:rsidRDefault="00C704EA" w:rsidP="0035531B">
          <w:pPr>
            <w:pStyle w:val="Zpat0"/>
          </w:pPr>
          <w:r w:rsidRPr="005D6ADC">
            <w:t xml:space="preserve">Část 2 – </w:t>
          </w:r>
          <w:r w:rsidRPr="005D6ADC">
            <w:rPr>
              <w:caps/>
            </w:rPr>
            <w:t>Pokyny pro dodavatele</w:t>
          </w:r>
          <w:r w:rsidRPr="005D6ADC">
            <w:t xml:space="preserve"> – Zhotovení stavby</w:t>
          </w:r>
        </w:p>
      </w:tc>
    </w:tr>
  </w:tbl>
  <w:p w14:paraId="5DF1028D" w14:textId="77777777" w:rsidR="00C704EA" w:rsidRPr="00B8518B" w:rsidRDefault="00C704E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C704EA" w:rsidRPr="00B8518B" w:rsidRDefault="00C704EA" w:rsidP="00460660">
    <w:pPr>
      <w:pStyle w:val="Zpat"/>
      <w:rPr>
        <w:sz w:val="2"/>
        <w:szCs w:val="2"/>
      </w:rPr>
    </w:pPr>
  </w:p>
  <w:p w14:paraId="580CEFC5" w14:textId="6F459D5C" w:rsidR="00C704EA" w:rsidRPr="00460660" w:rsidRDefault="00C704E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9FDAE8" w14:textId="77777777" w:rsidR="00023893" w:rsidRDefault="00023893" w:rsidP="00962258">
      <w:pPr>
        <w:spacing w:after="0" w:line="240" w:lineRule="auto"/>
      </w:pPr>
      <w:r>
        <w:separator/>
      </w:r>
    </w:p>
  </w:footnote>
  <w:footnote w:type="continuationSeparator" w:id="0">
    <w:p w14:paraId="1A528B7B" w14:textId="77777777" w:rsidR="00023893" w:rsidRDefault="00023893" w:rsidP="00962258">
      <w:pPr>
        <w:spacing w:after="0" w:line="240" w:lineRule="auto"/>
      </w:pPr>
      <w:r>
        <w:continuationSeparator/>
      </w:r>
    </w:p>
  </w:footnote>
  <w:footnote w:id="1">
    <w:p w14:paraId="01FEDBCB" w14:textId="77777777" w:rsidR="00C704EA" w:rsidRDefault="00C704EA">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C704EA" w:rsidRDefault="00C704EA"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C704EA" w:rsidRDefault="00C704EA"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C704EA" w:rsidRDefault="00C704EA"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C704EA" w:rsidRPr="00EB54C9" w:rsidRDefault="00C704EA"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C704EA" w:rsidRDefault="00C704EA"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C704EA" w:rsidRDefault="00C704EA"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C704EA" w:rsidRDefault="00C704E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C704EA" w:rsidRDefault="00C704E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C704EA" w:rsidRDefault="00C704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C704EA" w:rsidRDefault="00C704E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C704EA" w:rsidRDefault="00C704EA">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C704EA" w:rsidRDefault="00C704EA">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C704EA" w:rsidRDefault="00C704EA"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C704EA" w:rsidRPr="00545EB9" w:rsidRDefault="00C704EA"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C704EA" w:rsidRPr="00EB54C9" w:rsidRDefault="00C704EA"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C704EA" w:rsidRDefault="00C704E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704EA" w14:paraId="252031F4" w14:textId="77777777" w:rsidTr="00C02D0A">
      <w:trPr>
        <w:trHeight w:hRule="exact" w:val="454"/>
      </w:trPr>
      <w:tc>
        <w:tcPr>
          <w:tcW w:w="1361" w:type="dxa"/>
          <w:tcMar>
            <w:top w:w="57" w:type="dxa"/>
            <w:left w:w="0" w:type="dxa"/>
            <w:right w:w="0" w:type="dxa"/>
          </w:tcMar>
        </w:tcPr>
        <w:p w14:paraId="2B9DCF35" w14:textId="77777777" w:rsidR="00C704EA" w:rsidRPr="00B8518B" w:rsidRDefault="00C704EA" w:rsidP="00523EA7">
          <w:pPr>
            <w:pStyle w:val="Zpat"/>
            <w:rPr>
              <w:rStyle w:val="slostrnky"/>
            </w:rPr>
          </w:pPr>
        </w:p>
      </w:tc>
      <w:tc>
        <w:tcPr>
          <w:tcW w:w="3458" w:type="dxa"/>
          <w:shd w:val="clear" w:color="auto" w:fill="auto"/>
          <w:tcMar>
            <w:top w:w="57" w:type="dxa"/>
            <w:left w:w="0" w:type="dxa"/>
            <w:right w:w="0" w:type="dxa"/>
          </w:tcMar>
        </w:tcPr>
        <w:p w14:paraId="6022F9D2" w14:textId="77777777" w:rsidR="00C704EA" w:rsidRDefault="00C704EA" w:rsidP="00523EA7">
          <w:pPr>
            <w:pStyle w:val="Zpat"/>
          </w:pPr>
        </w:p>
      </w:tc>
      <w:tc>
        <w:tcPr>
          <w:tcW w:w="5698" w:type="dxa"/>
          <w:shd w:val="clear" w:color="auto" w:fill="auto"/>
          <w:tcMar>
            <w:top w:w="57" w:type="dxa"/>
            <w:left w:w="0" w:type="dxa"/>
            <w:right w:w="0" w:type="dxa"/>
          </w:tcMar>
        </w:tcPr>
        <w:p w14:paraId="38D6D7C3" w14:textId="77777777" w:rsidR="00C704EA" w:rsidRPr="00D6163D" w:rsidRDefault="00C704EA" w:rsidP="00D6163D">
          <w:pPr>
            <w:pStyle w:val="Druhdokumentu"/>
          </w:pPr>
        </w:p>
      </w:tc>
    </w:tr>
  </w:tbl>
  <w:p w14:paraId="5F291682" w14:textId="77777777" w:rsidR="00C704EA" w:rsidRPr="00D6163D" w:rsidRDefault="00C704E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704EA" w14:paraId="65AA8071" w14:textId="77777777" w:rsidTr="00B22106">
      <w:trPr>
        <w:trHeight w:hRule="exact" w:val="936"/>
      </w:trPr>
      <w:tc>
        <w:tcPr>
          <w:tcW w:w="1361" w:type="dxa"/>
          <w:tcMar>
            <w:left w:w="0" w:type="dxa"/>
            <w:right w:w="0" w:type="dxa"/>
          </w:tcMar>
        </w:tcPr>
        <w:p w14:paraId="34CA8588" w14:textId="77777777" w:rsidR="00C704EA" w:rsidRPr="00B8518B" w:rsidRDefault="00C704EA" w:rsidP="00FC6389">
          <w:pPr>
            <w:pStyle w:val="Zpat"/>
            <w:rPr>
              <w:rStyle w:val="slostrnky"/>
            </w:rPr>
          </w:pPr>
        </w:p>
      </w:tc>
      <w:tc>
        <w:tcPr>
          <w:tcW w:w="3458" w:type="dxa"/>
          <w:shd w:val="clear" w:color="auto" w:fill="auto"/>
          <w:tcMar>
            <w:left w:w="0" w:type="dxa"/>
            <w:right w:w="0" w:type="dxa"/>
          </w:tcMar>
        </w:tcPr>
        <w:p w14:paraId="58717F5C" w14:textId="77777777" w:rsidR="00C704EA" w:rsidRDefault="00C704EA" w:rsidP="00FC6389">
          <w:pPr>
            <w:pStyle w:val="Zpat"/>
          </w:pPr>
        </w:p>
      </w:tc>
      <w:tc>
        <w:tcPr>
          <w:tcW w:w="5756" w:type="dxa"/>
          <w:shd w:val="clear" w:color="auto" w:fill="auto"/>
          <w:tcMar>
            <w:left w:w="0" w:type="dxa"/>
            <w:right w:w="0" w:type="dxa"/>
          </w:tcMar>
        </w:tcPr>
        <w:p w14:paraId="152FCBCF" w14:textId="77777777" w:rsidR="00C704EA" w:rsidRPr="00D6163D" w:rsidRDefault="00C704EA" w:rsidP="00FC6389">
          <w:pPr>
            <w:pStyle w:val="Druhdokumentu"/>
          </w:pPr>
        </w:p>
      </w:tc>
    </w:tr>
    <w:tr w:rsidR="00C704EA" w14:paraId="42490C1C" w14:textId="77777777" w:rsidTr="00B22106">
      <w:trPr>
        <w:trHeight w:hRule="exact" w:val="936"/>
      </w:trPr>
      <w:tc>
        <w:tcPr>
          <w:tcW w:w="1361" w:type="dxa"/>
          <w:tcMar>
            <w:left w:w="0" w:type="dxa"/>
            <w:right w:w="0" w:type="dxa"/>
          </w:tcMar>
        </w:tcPr>
        <w:p w14:paraId="590E4A63" w14:textId="77777777" w:rsidR="00C704EA" w:rsidRPr="00B8518B" w:rsidRDefault="00C704EA" w:rsidP="00FC6389">
          <w:pPr>
            <w:pStyle w:val="Zpat"/>
            <w:rPr>
              <w:rStyle w:val="slostrnky"/>
            </w:rPr>
          </w:pPr>
        </w:p>
      </w:tc>
      <w:tc>
        <w:tcPr>
          <w:tcW w:w="3458" w:type="dxa"/>
          <w:shd w:val="clear" w:color="auto" w:fill="auto"/>
          <w:tcMar>
            <w:left w:w="0" w:type="dxa"/>
            <w:right w:w="0" w:type="dxa"/>
          </w:tcMar>
        </w:tcPr>
        <w:p w14:paraId="1448A1EB" w14:textId="77777777" w:rsidR="00C704EA" w:rsidRDefault="00C704EA" w:rsidP="00FC6389">
          <w:pPr>
            <w:pStyle w:val="Zpat"/>
          </w:pPr>
        </w:p>
      </w:tc>
      <w:tc>
        <w:tcPr>
          <w:tcW w:w="5756" w:type="dxa"/>
          <w:shd w:val="clear" w:color="auto" w:fill="auto"/>
          <w:tcMar>
            <w:left w:w="0" w:type="dxa"/>
            <w:right w:w="0" w:type="dxa"/>
          </w:tcMar>
        </w:tcPr>
        <w:p w14:paraId="417861B4" w14:textId="77777777" w:rsidR="00C704EA" w:rsidRPr="00D6163D" w:rsidRDefault="00C704EA" w:rsidP="00FC6389">
          <w:pPr>
            <w:pStyle w:val="Druhdokumentu"/>
          </w:pPr>
        </w:p>
      </w:tc>
    </w:tr>
  </w:tbl>
  <w:p w14:paraId="07626039" w14:textId="77777777" w:rsidR="00C704EA" w:rsidRPr="00D6163D" w:rsidRDefault="00C704EA"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C704EA" w:rsidRPr="00460660" w:rsidRDefault="00C704E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168654">
    <w:abstractNumId w:val="4"/>
  </w:num>
  <w:num w:numId="2" w16cid:durableId="772895951">
    <w:abstractNumId w:val="1"/>
  </w:num>
  <w:num w:numId="3" w16cid:durableId="2020623879">
    <w:abstractNumId w:val="12"/>
  </w:num>
  <w:num w:numId="4" w16cid:durableId="348609502">
    <w:abstractNumId w:val="3"/>
  </w:num>
  <w:num w:numId="5" w16cid:durableId="1606573834">
    <w:abstractNumId w:val="0"/>
  </w:num>
  <w:num w:numId="6" w16cid:durableId="1922249744">
    <w:abstractNumId w:val="6"/>
  </w:num>
  <w:num w:numId="7" w16cid:durableId="213126438">
    <w:abstractNumId w:val="10"/>
  </w:num>
  <w:num w:numId="8" w16cid:durableId="1436754454">
    <w:abstractNumId w:val="8"/>
  </w:num>
  <w:num w:numId="9" w16cid:durableId="300817429">
    <w:abstractNumId w:val="14"/>
  </w:num>
  <w:num w:numId="10" w16cid:durableId="1355690569">
    <w:abstractNumId w:val="11"/>
  </w:num>
  <w:num w:numId="11" w16cid:durableId="3659128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41183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58890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45732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36383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54113476">
    <w:abstractNumId w:val="9"/>
  </w:num>
  <w:num w:numId="17" w16cid:durableId="18006797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07524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75399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673361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68764019">
    <w:abstractNumId w:val="10"/>
  </w:num>
  <w:num w:numId="22" w16cid:durableId="1903103814">
    <w:abstractNumId w:val="10"/>
  </w:num>
  <w:num w:numId="23" w16cid:durableId="1296370037">
    <w:abstractNumId w:val="8"/>
  </w:num>
  <w:num w:numId="24" w16cid:durableId="223029366">
    <w:abstractNumId w:val="0"/>
  </w:num>
  <w:num w:numId="25" w16cid:durableId="2010256328">
    <w:abstractNumId w:val="8"/>
  </w:num>
  <w:num w:numId="26" w16cid:durableId="1209105798">
    <w:abstractNumId w:val="0"/>
  </w:num>
  <w:num w:numId="27" w16cid:durableId="401878921">
    <w:abstractNumId w:val="0"/>
  </w:num>
  <w:num w:numId="28" w16cid:durableId="1779250722">
    <w:abstractNumId w:val="8"/>
  </w:num>
  <w:num w:numId="29" w16cid:durableId="1381787169">
    <w:abstractNumId w:val="0"/>
  </w:num>
  <w:num w:numId="30" w16cid:durableId="923294381">
    <w:abstractNumId w:val="8"/>
  </w:num>
  <w:num w:numId="31" w16cid:durableId="566110489">
    <w:abstractNumId w:val="8"/>
  </w:num>
  <w:num w:numId="32" w16cid:durableId="1149830110">
    <w:abstractNumId w:val="8"/>
  </w:num>
  <w:num w:numId="33" w16cid:durableId="1841654941">
    <w:abstractNumId w:val="0"/>
  </w:num>
  <w:num w:numId="34" w16cid:durableId="1354458416">
    <w:abstractNumId w:val="13"/>
  </w:num>
  <w:num w:numId="35" w16cid:durableId="1198077881">
    <w:abstractNumId w:val="5"/>
  </w:num>
  <w:num w:numId="36" w16cid:durableId="1741248596">
    <w:abstractNumId w:val="8"/>
  </w:num>
  <w:num w:numId="37" w16cid:durableId="1978991561">
    <w:abstractNumId w:val="7"/>
  </w:num>
  <w:num w:numId="38" w16cid:durableId="871303724">
    <w:abstractNumId w:val="8"/>
  </w:num>
  <w:num w:numId="39" w16cid:durableId="826168301">
    <w:abstractNumId w:val="2"/>
  </w:num>
  <w:num w:numId="40" w16cid:durableId="1516766162">
    <w:abstractNumId w:val="8"/>
  </w:num>
  <w:num w:numId="41" w16cid:durableId="643630815">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09C3"/>
    <w:rsid w:val="00014412"/>
    <w:rsid w:val="0001629D"/>
    <w:rsid w:val="00016BE5"/>
    <w:rsid w:val="000174E8"/>
    <w:rsid w:val="00017F3C"/>
    <w:rsid w:val="00020D8C"/>
    <w:rsid w:val="00023893"/>
    <w:rsid w:val="00024A00"/>
    <w:rsid w:val="00025755"/>
    <w:rsid w:val="000266C3"/>
    <w:rsid w:val="000338E9"/>
    <w:rsid w:val="00034CB1"/>
    <w:rsid w:val="00036309"/>
    <w:rsid w:val="0004040D"/>
    <w:rsid w:val="0004058B"/>
    <w:rsid w:val="000415F1"/>
    <w:rsid w:val="00041EC8"/>
    <w:rsid w:val="00044409"/>
    <w:rsid w:val="000465CE"/>
    <w:rsid w:val="000466BC"/>
    <w:rsid w:val="00047376"/>
    <w:rsid w:val="0005593E"/>
    <w:rsid w:val="000563B4"/>
    <w:rsid w:val="000563B6"/>
    <w:rsid w:val="000564FC"/>
    <w:rsid w:val="00056C26"/>
    <w:rsid w:val="000572D1"/>
    <w:rsid w:val="00057CE9"/>
    <w:rsid w:val="00062500"/>
    <w:rsid w:val="0006499F"/>
    <w:rsid w:val="0006588D"/>
    <w:rsid w:val="00065F32"/>
    <w:rsid w:val="00067A5E"/>
    <w:rsid w:val="00067EE3"/>
    <w:rsid w:val="000719BB"/>
    <w:rsid w:val="00072A65"/>
    <w:rsid w:val="00072C1E"/>
    <w:rsid w:val="00074D42"/>
    <w:rsid w:val="0007720E"/>
    <w:rsid w:val="00081279"/>
    <w:rsid w:val="000839DD"/>
    <w:rsid w:val="00084396"/>
    <w:rsid w:val="000847E9"/>
    <w:rsid w:val="000862E2"/>
    <w:rsid w:val="00090C69"/>
    <w:rsid w:val="00092CC9"/>
    <w:rsid w:val="00095A11"/>
    <w:rsid w:val="00097826"/>
    <w:rsid w:val="00097D92"/>
    <w:rsid w:val="000A1533"/>
    <w:rsid w:val="000A2EAF"/>
    <w:rsid w:val="000A389A"/>
    <w:rsid w:val="000A759B"/>
    <w:rsid w:val="000A7A9C"/>
    <w:rsid w:val="000B1921"/>
    <w:rsid w:val="000B4126"/>
    <w:rsid w:val="000B4EB8"/>
    <w:rsid w:val="000B5239"/>
    <w:rsid w:val="000B7D78"/>
    <w:rsid w:val="000B7DCD"/>
    <w:rsid w:val="000C124A"/>
    <w:rsid w:val="000C16E7"/>
    <w:rsid w:val="000C2107"/>
    <w:rsid w:val="000C41F2"/>
    <w:rsid w:val="000C61A8"/>
    <w:rsid w:val="000C72CF"/>
    <w:rsid w:val="000D22C4"/>
    <w:rsid w:val="000D27D1"/>
    <w:rsid w:val="000D3030"/>
    <w:rsid w:val="000D57D5"/>
    <w:rsid w:val="000D5E72"/>
    <w:rsid w:val="000E1A7F"/>
    <w:rsid w:val="000E3DB5"/>
    <w:rsid w:val="000E5A23"/>
    <w:rsid w:val="000E63E1"/>
    <w:rsid w:val="000E7773"/>
    <w:rsid w:val="000E7820"/>
    <w:rsid w:val="000F26EF"/>
    <w:rsid w:val="000F3ACB"/>
    <w:rsid w:val="000F485A"/>
    <w:rsid w:val="001006E6"/>
    <w:rsid w:val="00104950"/>
    <w:rsid w:val="00106A0E"/>
    <w:rsid w:val="001078D8"/>
    <w:rsid w:val="0011040C"/>
    <w:rsid w:val="00112864"/>
    <w:rsid w:val="00114472"/>
    <w:rsid w:val="00114988"/>
    <w:rsid w:val="00115069"/>
    <w:rsid w:val="001150F2"/>
    <w:rsid w:val="00115DD3"/>
    <w:rsid w:val="00121025"/>
    <w:rsid w:val="001218B6"/>
    <w:rsid w:val="001241FE"/>
    <w:rsid w:val="00124709"/>
    <w:rsid w:val="001258A6"/>
    <w:rsid w:val="00125AF7"/>
    <w:rsid w:val="00125F62"/>
    <w:rsid w:val="00126F6C"/>
    <w:rsid w:val="00127F71"/>
    <w:rsid w:val="00131056"/>
    <w:rsid w:val="001317FE"/>
    <w:rsid w:val="00131930"/>
    <w:rsid w:val="00133DEB"/>
    <w:rsid w:val="00140575"/>
    <w:rsid w:val="00143B89"/>
    <w:rsid w:val="001441BF"/>
    <w:rsid w:val="00146BCB"/>
    <w:rsid w:val="001535A6"/>
    <w:rsid w:val="0015452E"/>
    <w:rsid w:val="00154BE2"/>
    <w:rsid w:val="0015513C"/>
    <w:rsid w:val="00156037"/>
    <w:rsid w:val="0016248C"/>
    <w:rsid w:val="001656A2"/>
    <w:rsid w:val="0016681F"/>
    <w:rsid w:val="00166CED"/>
    <w:rsid w:val="00167788"/>
    <w:rsid w:val="00170EC5"/>
    <w:rsid w:val="001720A6"/>
    <w:rsid w:val="001722FA"/>
    <w:rsid w:val="00173992"/>
    <w:rsid w:val="001747C1"/>
    <w:rsid w:val="00175425"/>
    <w:rsid w:val="00175FBF"/>
    <w:rsid w:val="0017748F"/>
    <w:rsid w:val="00177B82"/>
    <w:rsid w:val="00177D6B"/>
    <w:rsid w:val="00182475"/>
    <w:rsid w:val="00182EAB"/>
    <w:rsid w:val="00186DA4"/>
    <w:rsid w:val="00191F90"/>
    <w:rsid w:val="001927BE"/>
    <w:rsid w:val="001932A3"/>
    <w:rsid w:val="00193D8F"/>
    <w:rsid w:val="00194789"/>
    <w:rsid w:val="00194B68"/>
    <w:rsid w:val="001950C2"/>
    <w:rsid w:val="001966EA"/>
    <w:rsid w:val="00197CF8"/>
    <w:rsid w:val="001A0C14"/>
    <w:rsid w:val="001A4306"/>
    <w:rsid w:val="001A4913"/>
    <w:rsid w:val="001B102A"/>
    <w:rsid w:val="001B23A1"/>
    <w:rsid w:val="001B2585"/>
    <w:rsid w:val="001B36CB"/>
    <w:rsid w:val="001B4E74"/>
    <w:rsid w:val="001B5EED"/>
    <w:rsid w:val="001B707E"/>
    <w:rsid w:val="001B794A"/>
    <w:rsid w:val="001C0A9B"/>
    <w:rsid w:val="001C2033"/>
    <w:rsid w:val="001C207B"/>
    <w:rsid w:val="001C22AD"/>
    <w:rsid w:val="001C232C"/>
    <w:rsid w:val="001C2E0F"/>
    <w:rsid w:val="001C3310"/>
    <w:rsid w:val="001C34DE"/>
    <w:rsid w:val="001C50A8"/>
    <w:rsid w:val="001C645F"/>
    <w:rsid w:val="001C7E6E"/>
    <w:rsid w:val="001D0B82"/>
    <w:rsid w:val="001D28FD"/>
    <w:rsid w:val="001D4D62"/>
    <w:rsid w:val="001D6860"/>
    <w:rsid w:val="001E0F74"/>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1F09"/>
    <w:rsid w:val="002172B0"/>
    <w:rsid w:val="00217A21"/>
    <w:rsid w:val="00223DAF"/>
    <w:rsid w:val="00224981"/>
    <w:rsid w:val="00226F37"/>
    <w:rsid w:val="00227BC8"/>
    <w:rsid w:val="00227EE7"/>
    <w:rsid w:val="00232CCD"/>
    <w:rsid w:val="00233A53"/>
    <w:rsid w:val="00240B81"/>
    <w:rsid w:val="00240D55"/>
    <w:rsid w:val="00240F32"/>
    <w:rsid w:val="00242AF8"/>
    <w:rsid w:val="00242D08"/>
    <w:rsid w:val="00246BE1"/>
    <w:rsid w:val="00247D01"/>
    <w:rsid w:val="00250254"/>
    <w:rsid w:val="0025030F"/>
    <w:rsid w:val="00253538"/>
    <w:rsid w:val="00253C39"/>
    <w:rsid w:val="00255821"/>
    <w:rsid w:val="00260E94"/>
    <w:rsid w:val="00261A5B"/>
    <w:rsid w:val="00262E5B"/>
    <w:rsid w:val="0026385B"/>
    <w:rsid w:val="00265B0D"/>
    <w:rsid w:val="00265B91"/>
    <w:rsid w:val="0026602F"/>
    <w:rsid w:val="00266378"/>
    <w:rsid w:val="0026731A"/>
    <w:rsid w:val="00272A15"/>
    <w:rsid w:val="00272C4F"/>
    <w:rsid w:val="0027375B"/>
    <w:rsid w:val="00276817"/>
    <w:rsid w:val="00276AFE"/>
    <w:rsid w:val="00280D85"/>
    <w:rsid w:val="00281F1B"/>
    <w:rsid w:val="00282847"/>
    <w:rsid w:val="00283649"/>
    <w:rsid w:val="002924B8"/>
    <w:rsid w:val="002925E7"/>
    <w:rsid w:val="00292826"/>
    <w:rsid w:val="00292913"/>
    <w:rsid w:val="00293005"/>
    <w:rsid w:val="00293D72"/>
    <w:rsid w:val="002A10F6"/>
    <w:rsid w:val="002A1DDA"/>
    <w:rsid w:val="002A30C7"/>
    <w:rsid w:val="002A3B57"/>
    <w:rsid w:val="002A3FFD"/>
    <w:rsid w:val="002A5D67"/>
    <w:rsid w:val="002A6820"/>
    <w:rsid w:val="002A7859"/>
    <w:rsid w:val="002B0B9A"/>
    <w:rsid w:val="002B0E4A"/>
    <w:rsid w:val="002B2A0B"/>
    <w:rsid w:val="002B4D14"/>
    <w:rsid w:val="002C04EE"/>
    <w:rsid w:val="002C2DB6"/>
    <w:rsid w:val="002C31BF"/>
    <w:rsid w:val="002C34BB"/>
    <w:rsid w:val="002C4A72"/>
    <w:rsid w:val="002C5E46"/>
    <w:rsid w:val="002C674B"/>
    <w:rsid w:val="002D0BAF"/>
    <w:rsid w:val="002D215C"/>
    <w:rsid w:val="002D2698"/>
    <w:rsid w:val="002D2B9F"/>
    <w:rsid w:val="002D3364"/>
    <w:rsid w:val="002D3438"/>
    <w:rsid w:val="002D35C5"/>
    <w:rsid w:val="002D419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F0EED"/>
    <w:rsid w:val="002F4333"/>
    <w:rsid w:val="002F6BE4"/>
    <w:rsid w:val="00304E1F"/>
    <w:rsid w:val="0030556D"/>
    <w:rsid w:val="00307641"/>
    <w:rsid w:val="003106D0"/>
    <w:rsid w:val="00311F11"/>
    <w:rsid w:val="00312588"/>
    <w:rsid w:val="00313A89"/>
    <w:rsid w:val="00313E02"/>
    <w:rsid w:val="003160C4"/>
    <w:rsid w:val="0031722E"/>
    <w:rsid w:val="00317DA0"/>
    <w:rsid w:val="00317EF0"/>
    <w:rsid w:val="00321CF3"/>
    <w:rsid w:val="00325A21"/>
    <w:rsid w:val="00325FF5"/>
    <w:rsid w:val="00326D09"/>
    <w:rsid w:val="00327672"/>
    <w:rsid w:val="00327EEF"/>
    <w:rsid w:val="00327F28"/>
    <w:rsid w:val="0033239F"/>
    <w:rsid w:val="00332E6D"/>
    <w:rsid w:val="003332F5"/>
    <w:rsid w:val="003339FF"/>
    <w:rsid w:val="00333C1C"/>
    <w:rsid w:val="003351DB"/>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1422"/>
    <w:rsid w:val="0036288F"/>
    <w:rsid w:val="003658CE"/>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87B85"/>
    <w:rsid w:val="003901ED"/>
    <w:rsid w:val="00391EEC"/>
    <w:rsid w:val="00392EB6"/>
    <w:rsid w:val="00394D03"/>
    <w:rsid w:val="003956C6"/>
    <w:rsid w:val="00396CF6"/>
    <w:rsid w:val="00397AEE"/>
    <w:rsid w:val="00397F6E"/>
    <w:rsid w:val="003A0A2E"/>
    <w:rsid w:val="003A2CA1"/>
    <w:rsid w:val="003A4513"/>
    <w:rsid w:val="003A59A6"/>
    <w:rsid w:val="003B0B71"/>
    <w:rsid w:val="003B1DB6"/>
    <w:rsid w:val="003B389B"/>
    <w:rsid w:val="003B6EF6"/>
    <w:rsid w:val="003B7C2B"/>
    <w:rsid w:val="003C0BF5"/>
    <w:rsid w:val="003C33F2"/>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79F5"/>
    <w:rsid w:val="003F020F"/>
    <w:rsid w:val="003F0707"/>
    <w:rsid w:val="003F1966"/>
    <w:rsid w:val="003F1CFD"/>
    <w:rsid w:val="003F2EE3"/>
    <w:rsid w:val="003F41C1"/>
    <w:rsid w:val="003F71AD"/>
    <w:rsid w:val="0040352D"/>
    <w:rsid w:val="00404BA2"/>
    <w:rsid w:val="004052C9"/>
    <w:rsid w:val="004078F3"/>
    <w:rsid w:val="00413F8C"/>
    <w:rsid w:val="00416E9C"/>
    <w:rsid w:val="00417206"/>
    <w:rsid w:val="00427794"/>
    <w:rsid w:val="004304A9"/>
    <w:rsid w:val="00430EE4"/>
    <w:rsid w:val="00433AD5"/>
    <w:rsid w:val="004352C0"/>
    <w:rsid w:val="00440CDA"/>
    <w:rsid w:val="004470F1"/>
    <w:rsid w:val="00450F07"/>
    <w:rsid w:val="004525D5"/>
    <w:rsid w:val="0045272C"/>
    <w:rsid w:val="00452F69"/>
    <w:rsid w:val="00453CD3"/>
    <w:rsid w:val="00454425"/>
    <w:rsid w:val="00454716"/>
    <w:rsid w:val="00454BB9"/>
    <w:rsid w:val="00454F86"/>
    <w:rsid w:val="00454F9C"/>
    <w:rsid w:val="00456597"/>
    <w:rsid w:val="00457168"/>
    <w:rsid w:val="00460660"/>
    <w:rsid w:val="00464BA9"/>
    <w:rsid w:val="004679D1"/>
    <w:rsid w:val="00470B8C"/>
    <w:rsid w:val="00472C13"/>
    <w:rsid w:val="00473B42"/>
    <w:rsid w:val="00474C08"/>
    <w:rsid w:val="00474DD1"/>
    <w:rsid w:val="00474F4D"/>
    <w:rsid w:val="00476957"/>
    <w:rsid w:val="0048078A"/>
    <w:rsid w:val="0048272E"/>
    <w:rsid w:val="00483969"/>
    <w:rsid w:val="0048486A"/>
    <w:rsid w:val="00484B15"/>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B47A4"/>
    <w:rsid w:val="004B789D"/>
    <w:rsid w:val="004C10A0"/>
    <w:rsid w:val="004C2050"/>
    <w:rsid w:val="004C4399"/>
    <w:rsid w:val="004C5D5D"/>
    <w:rsid w:val="004C6480"/>
    <w:rsid w:val="004C6976"/>
    <w:rsid w:val="004C709B"/>
    <w:rsid w:val="004C7401"/>
    <w:rsid w:val="004C787C"/>
    <w:rsid w:val="004D2534"/>
    <w:rsid w:val="004D294E"/>
    <w:rsid w:val="004D45CB"/>
    <w:rsid w:val="004D5285"/>
    <w:rsid w:val="004D6E4C"/>
    <w:rsid w:val="004D7470"/>
    <w:rsid w:val="004D7A88"/>
    <w:rsid w:val="004E085F"/>
    <w:rsid w:val="004E1477"/>
    <w:rsid w:val="004E43A0"/>
    <w:rsid w:val="004E4C8F"/>
    <w:rsid w:val="004E7314"/>
    <w:rsid w:val="004E765C"/>
    <w:rsid w:val="004E7A1F"/>
    <w:rsid w:val="004F1D17"/>
    <w:rsid w:val="004F23F8"/>
    <w:rsid w:val="004F4597"/>
    <w:rsid w:val="004F4B9B"/>
    <w:rsid w:val="004F4FE0"/>
    <w:rsid w:val="004F71AD"/>
    <w:rsid w:val="00501B32"/>
    <w:rsid w:val="00503F3E"/>
    <w:rsid w:val="0050666E"/>
    <w:rsid w:val="0050776A"/>
    <w:rsid w:val="00511AB9"/>
    <w:rsid w:val="00513107"/>
    <w:rsid w:val="00514105"/>
    <w:rsid w:val="00515634"/>
    <w:rsid w:val="00515B63"/>
    <w:rsid w:val="00517640"/>
    <w:rsid w:val="005210B3"/>
    <w:rsid w:val="0052201D"/>
    <w:rsid w:val="00523096"/>
    <w:rsid w:val="00523BB5"/>
    <w:rsid w:val="00523EA7"/>
    <w:rsid w:val="00525B0D"/>
    <w:rsid w:val="00525CE5"/>
    <w:rsid w:val="00527582"/>
    <w:rsid w:val="005277C1"/>
    <w:rsid w:val="005313E2"/>
    <w:rsid w:val="00533804"/>
    <w:rsid w:val="00533EF2"/>
    <w:rsid w:val="00537562"/>
    <w:rsid w:val="005406EB"/>
    <w:rsid w:val="00540C01"/>
    <w:rsid w:val="005425D8"/>
    <w:rsid w:val="0054279B"/>
    <w:rsid w:val="00542AEE"/>
    <w:rsid w:val="005434A6"/>
    <w:rsid w:val="00545EC0"/>
    <w:rsid w:val="00546907"/>
    <w:rsid w:val="00547B00"/>
    <w:rsid w:val="00550DB1"/>
    <w:rsid w:val="00551338"/>
    <w:rsid w:val="00551384"/>
    <w:rsid w:val="00552763"/>
    <w:rsid w:val="00553375"/>
    <w:rsid w:val="00553AED"/>
    <w:rsid w:val="00555884"/>
    <w:rsid w:val="00564DDD"/>
    <w:rsid w:val="005674E4"/>
    <w:rsid w:val="005736B7"/>
    <w:rsid w:val="0057394B"/>
    <w:rsid w:val="00573B6D"/>
    <w:rsid w:val="00574274"/>
    <w:rsid w:val="00575E5A"/>
    <w:rsid w:val="0057741A"/>
    <w:rsid w:val="00577A3C"/>
    <w:rsid w:val="00580245"/>
    <w:rsid w:val="005833A7"/>
    <w:rsid w:val="005833EB"/>
    <w:rsid w:val="005843E7"/>
    <w:rsid w:val="0058454D"/>
    <w:rsid w:val="005846C0"/>
    <w:rsid w:val="0058554C"/>
    <w:rsid w:val="00585C65"/>
    <w:rsid w:val="00585F88"/>
    <w:rsid w:val="005872D5"/>
    <w:rsid w:val="005959FD"/>
    <w:rsid w:val="005A1305"/>
    <w:rsid w:val="005A16DB"/>
    <w:rsid w:val="005A1F44"/>
    <w:rsid w:val="005A2036"/>
    <w:rsid w:val="005A3D2F"/>
    <w:rsid w:val="005B1FD3"/>
    <w:rsid w:val="005B518E"/>
    <w:rsid w:val="005C180B"/>
    <w:rsid w:val="005C3856"/>
    <w:rsid w:val="005D0FBB"/>
    <w:rsid w:val="005D1C0B"/>
    <w:rsid w:val="005D3C39"/>
    <w:rsid w:val="005D5A9A"/>
    <w:rsid w:val="005D6ADC"/>
    <w:rsid w:val="005E0789"/>
    <w:rsid w:val="005E0F85"/>
    <w:rsid w:val="005E10C4"/>
    <w:rsid w:val="005E3D28"/>
    <w:rsid w:val="005E54F3"/>
    <w:rsid w:val="005E7E5A"/>
    <w:rsid w:val="005F34EC"/>
    <w:rsid w:val="005F365C"/>
    <w:rsid w:val="005F6246"/>
    <w:rsid w:val="0060115D"/>
    <w:rsid w:val="00601A8C"/>
    <w:rsid w:val="00601EB0"/>
    <w:rsid w:val="00602BF1"/>
    <w:rsid w:val="00602CB4"/>
    <w:rsid w:val="00604592"/>
    <w:rsid w:val="00604CB4"/>
    <w:rsid w:val="0060609A"/>
    <w:rsid w:val="0061068E"/>
    <w:rsid w:val="00610698"/>
    <w:rsid w:val="006115D3"/>
    <w:rsid w:val="00614471"/>
    <w:rsid w:val="006146A5"/>
    <w:rsid w:val="006166EF"/>
    <w:rsid w:val="00620402"/>
    <w:rsid w:val="006205CF"/>
    <w:rsid w:val="00621B8E"/>
    <w:rsid w:val="00625493"/>
    <w:rsid w:val="006279CD"/>
    <w:rsid w:val="006310F5"/>
    <w:rsid w:val="006323A4"/>
    <w:rsid w:val="0063462D"/>
    <w:rsid w:val="00636981"/>
    <w:rsid w:val="006378F7"/>
    <w:rsid w:val="00640B30"/>
    <w:rsid w:val="0064190C"/>
    <w:rsid w:val="00647A08"/>
    <w:rsid w:val="0065142B"/>
    <w:rsid w:val="00652AA6"/>
    <w:rsid w:val="00652B6D"/>
    <w:rsid w:val="00655976"/>
    <w:rsid w:val="00655E4D"/>
    <w:rsid w:val="0065610E"/>
    <w:rsid w:val="006574B5"/>
    <w:rsid w:val="00660AD3"/>
    <w:rsid w:val="006629C0"/>
    <w:rsid w:val="006630EB"/>
    <w:rsid w:val="00663FA4"/>
    <w:rsid w:val="0066471D"/>
    <w:rsid w:val="00667220"/>
    <w:rsid w:val="00673CDA"/>
    <w:rsid w:val="00674E23"/>
    <w:rsid w:val="00675773"/>
    <w:rsid w:val="006776B6"/>
    <w:rsid w:val="00681CB3"/>
    <w:rsid w:val="00687CAF"/>
    <w:rsid w:val="00687D83"/>
    <w:rsid w:val="00690EB4"/>
    <w:rsid w:val="00691E7D"/>
    <w:rsid w:val="00692012"/>
    <w:rsid w:val="00693150"/>
    <w:rsid w:val="00694B0D"/>
    <w:rsid w:val="00695EA6"/>
    <w:rsid w:val="006A0BC5"/>
    <w:rsid w:val="006A5570"/>
    <w:rsid w:val="006A689C"/>
    <w:rsid w:val="006A6CFA"/>
    <w:rsid w:val="006A6ED2"/>
    <w:rsid w:val="006B0E0C"/>
    <w:rsid w:val="006B1AA3"/>
    <w:rsid w:val="006B3030"/>
    <w:rsid w:val="006B3D79"/>
    <w:rsid w:val="006B5BF7"/>
    <w:rsid w:val="006B6FE4"/>
    <w:rsid w:val="006B71EB"/>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3937"/>
    <w:rsid w:val="006F5041"/>
    <w:rsid w:val="006F6616"/>
    <w:rsid w:val="006F6B09"/>
    <w:rsid w:val="006F7572"/>
    <w:rsid w:val="0070050D"/>
    <w:rsid w:val="0070255F"/>
    <w:rsid w:val="007038DC"/>
    <w:rsid w:val="00704DE5"/>
    <w:rsid w:val="007066BA"/>
    <w:rsid w:val="00706F4C"/>
    <w:rsid w:val="0070752A"/>
    <w:rsid w:val="00710472"/>
    <w:rsid w:val="00710723"/>
    <w:rsid w:val="00711858"/>
    <w:rsid w:val="00712607"/>
    <w:rsid w:val="00713347"/>
    <w:rsid w:val="007134F3"/>
    <w:rsid w:val="007166A1"/>
    <w:rsid w:val="007210C2"/>
    <w:rsid w:val="007215BA"/>
    <w:rsid w:val="00723ED1"/>
    <w:rsid w:val="00727ABC"/>
    <w:rsid w:val="007334F6"/>
    <w:rsid w:val="007356BD"/>
    <w:rsid w:val="00740AF5"/>
    <w:rsid w:val="007433C7"/>
    <w:rsid w:val="00743525"/>
    <w:rsid w:val="00744F6A"/>
    <w:rsid w:val="00745555"/>
    <w:rsid w:val="0075168E"/>
    <w:rsid w:val="00751CF8"/>
    <w:rsid w:val="007541A2"/>
    <w:rsid w:val="00755818"/>
    <w:rsid w:val="00755BB9"/>
    <w:rsid w:val="00756953"/>
    <w:rsid w:val="007569E5"/>
    <w:rsid w:val="00756F68"/>
    <w:rsid w:val="007577E8"/>
    <w:rsid w:val="00760FEE"/>
    <w:rsid w:val="00761FE3"/>
    <w:rsid w:val="0076286B"/>
    <w:rsid w:val="00766846"/>
    <w:rsid w:val="0076790E"/>
    <w:rsid w:val="007725AD"/>
    <w:rsid w:val="00773DC0"/>
    <w:rsid w:val="00775891"/>
    <w:rsid w:val="00775B0B"/>
    <w:rsid w:val="0077673A"/>
    <w:rsid w:val="00777861"/>
    <w:rsid w:val="0078239A"/>
    <w:rsid w:val="0078309A"/>
    <w:rsid w:val="007846E1"/>
    <w:rsid w:val="007847D6"/>
    <w:rsid w:val="00784A34"/>
    <w:rsid w:val="007872C7"/>
    <w:rsid w:val="00787691"/>
    <w:rsid w:val="00787A30"/>
    <w:rsid w:val="00791138"/>
    <w:rsid w:val="007916D2"/>
    <w:rsid w:val="00791E85"/>
    <w:rsid w:val="00794021"/>
    <w:rsid w:val="00794223"/>
    <w:rsid w:val="00796DC1"/>
    <w:rsid w:val="007A0FFE"/>
    <w:rsid w:val="007A2107"/>
    <w:rsid w:val="007A3BD6"/>
    <w:rsid w:val="007A50B2"/>
    <w:rsid w:val="007A5172"/>
    <w:rsid w:val="007A67A0"/>
    <w:rsid w:val="007B1E1B"/>
    <w:rsid w:val="007B570C"/>
    <w:rsid w:val="007C3744"/>
    <w:rsid w:val="007C4414"/>
    <w:rsid w:val="007D313E"/>
    <w:rsid w:val="007D3806"/>
    <w:rsid w:val="007D382D"/>
    <w:rsid w:val="007D4A4B"/>
    <w:rsid w:val="007D5A8D"/>
    <w:rsid w:val="007D6562"/>
    <w:rsid w:val="007E0287"/>
    <w:rsid w:val="007E2234"/>
    <w:rsid w:val="007E4A6E"/>
    <w:rsid w:val="007F15FF"/>
    <w:rsid w:val="007F1C8D"/>
    <w:rsid w:val="007F2CBB"/>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1EE"/>
    <w:rsid w:val="00814630"/>
    <w:rsid w:val="00815605"/>
    <w:rsid w:val="00815A58"/>
    <w:rsid w:val="00815C1B"/>
    <w:rsid w:val="00815F1A"/>
    <w:rsid w:val="00820C69"/>
    <w:rsid w:val="00821D01"/>
    <w:rsid w:val="00822B88"/>
    <w:rsid w:val="00823304"/>
    <w:rsid w:val="00823D6C"/>
    <w:rsid w:val="00825B4E"/>
    <w:rsid w:val="008268B7"/>
    <w:rsid w:val="00826B7B"/>
    <w:rsid w:val="0083096F"/>
    <w:rsid w:val="00830AE0"/>
    <w:rsid w:val="0083127A"/>
    <w:rsid w:val="00831DE9"/>
    <w:rsid w:val="00832D54"/>
    <w:rsid w:val="00833899"/>
    <w:rsid w:val="00841921"/>
    <w:rsid w:val="00841BE9"/>
    <w:rsid w:val="008427F2"/>
    <w:rsid w:val="0084414D"/>
    <w:rsid w:val="0084440D"/>
    <w:rsid w:val="0084582C"/>
    <w:rsid w:val="00845C50"/>
    <w:rsid w:val="00846113"/>
    <w:rsid w:val="00846789"/>
    <w:rsid w:val="008569A3"/>
    <w:rsid w:val="00857C45"/>
    <w:rsid w:val="00860F8B"/>
    <w:rsid w:val="008625ED"/>
    <w:rsid w:val="0086570D"/>
    <w:rsid w:val="008668F2"/>
    <w:rsid w:val="00867074"/>
    <w:rsid w:val="0086714F"/>
    <w:rsid w:val="00872044"/>
    <w:rsid w:val="008735B2"/>
    <w:rsid w:val="008756F5"/>
    <w:rsid w:val="0087580E"/>
    <w:rsid w:val="00876D73"/>
    <w:rsid w:val="00881268"/>
    <w:rsid w:val="00881CCA"/>
    <w:rsid w:val="00885926"/>
    <w:rsid w:val="00885D84"/>
    <w:rsid w:val="00887491"/>
    <w:rsid w:val="00887F36"/>
    <w:rsid w:val="00890916"/>
    <w:rsid w:val="00891DA0"/>
    <w:rsid w:val="00894714"/>
    <w:rsid w:val="00896787"/>
    <w:rsid w:val="008A0368"/>
    <w:rsid w:val="008A05B6"/>
    <w:rsid w:val="008A0DC8"/>
    <w:rsid w:val="008A1B8C"/>
    <w:rsid w:val="008A3568"/>
    <w:rsid w:val="008A5810"/>
    <w:rsid w:val="008A6217"/>
    <w:rsid w:val="008B2021"/>
    <w:rsid w:val="008B340B"/>
    <w:rsid w:val="008B4477"/>
    <w:rsid w:val="008B53FB"/>
    <w:rsid w:val="008B7F76"/>
    <w:rsid w:val="008C0335"/>
    <w:rsid w:val="008C1DF0"/>
    <w:rsid w:val="008C2E94"/>
    <w:rsid w:val="008C3E6F"/>
    <w:rsid w:val="008C50F3"/>
    <w:rsid w:val="008C65BC"/>
    <w:rsid w:val="008C7EFE"/>
    <w:rsid w:val="008D03B9"/>
    <w:rsid w:val="008D1730"/>
    <w:rsid w:val="008D2257"/>
    <w:rsid w:val="008D30C7"/>
    <w:rsid w:val="008D30F9"/>
    <w:rsid w:val="008D3863"/>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1E8E"/>
    <w:rsid w:val="0090228B"/>
    <w:rsid w:val="00902DFE"/>
    <w:rsid w:val="009031DB"/>
    <w:rsid w:val="00904360"/>
    <w:rsid w:val="00904780"/>
    <w:rsid w:val="0090635B"/>
    <w:rsid w:val="00906665"/>
    <w:rsid w:val="009067B5"/>
    <w:rsid w:val="00907436"/>
    <w:rsid w:val="0091001C"/>
    <w:rsid w:val="009100A5"/>
    <w:rsid w:val="00912983"/>
    <w:rsid w:val="00913AFF"/>
    <w:rsid w:val="00914E99"/>
    <w:rsid w:val="00915962"/>
    <w:rsid w:val="00917257"/>
    <w:rsid w:val="009174DA"/>
    <w:rsid w:val="00920DEB"/>
    <w:rsid w:val="00922385"/>
    <w:rsid w:val="009223DF"/>
    <w:rsid w:val="00923CE9"/>
    <w:rsid w:val="00924FA3"/>
    <w:rsid w:val="009269D7"/>
    <w:rsid w:val="00930B79"/>
    <w:rsid w:val="00930FC5"/>
    <w:rsid w:val="00931962"/>
    <w:rsid w:val="00933C75"/>
    <w:rsid w:val="00936091"/>
    <w:rsid w:val="00940675"/>
    <w:rsid w:val="00940AD5"/>
    <w:rsid w:val="00940D8A"/>
    <w:rsid w:val="0094130E"/>
    <w:rsid w:val="009431D9"/>
    <w:rsid w:val="00945AE3"/>
    <w:rsid w:val="00945C06"/>
    <w:rsid w:val="00950120"/>
    <w:rsid w:val="00951710"/>
    <w:rsid w:val="0095457C"/>
    <w:rsid w:val="00954693"/>
    <w:rsid w:val="00956D01"/>
    <w:rsid w:val="00960EC0"/>
    <w:rsid w:val="00962223"/>
    <w:rsid w:val="00962258"/>
    <w:rsid w:val="009628EE"/>
    <w:rsid w:val="00962D3D"/>
    <w:rsid w:val="00964860"/>
    <w:rsid w:val="009657CD"/>
    <w:rsid w:val="009677CF"/>
    <w:rsid w:val="009678B7"/>
    <w:rsid w:val="00971B34"/>
    <w:rsid w:val="009735A3"/>
    <w:rsid w:val="00974BEE"/>
    <w:rsid w:val="0097698E"/>
    <w:rsid w:val="0097725E"/>
    <w:rsid w:val="00977F79"/>
    <w:rsid w:val="00980373"/>
    <w:rsid w:val="00981BDD"/>
    <w:rsid w:val="00990AF0"/>
    <w:rsid w:val="00990C4D"/>
    <w:rsid w:val="00992D9C"/>
    <w:rsid w:val="009931FD"/>
    <w:rsid w:val="00996409"/>
    <w:rsid w:val="00996627"/>
    <w:rsid w:val="00996808"/>
    <w:rsid w:val="00996CB8"/>
    <w:rsid w:val="009978AE"/>
    <w:rsid w:val="009A0911"/>
    <w:rsid w:val="009A1C30"/>
    <w:rsid w:val="009A5206"/>
    <w:rsid w:val="009A7954"/>
    <w:rsid w:val="009B2160"/>
    <w:rsid w:val="009B2943"/>
    <w:rsid w:val="009B2E97"/>
    <w:rsid w:val="009B5146"/>
    <w:rsid w:val="009B6631"/>
    <w:rsid w:val="009C0F4D"/>
    <w:rsid w:val="009C16B6"/>
    <w:rsid w:val="009C18B0"/>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49C"/>
    <w:rsid w:val="009F0C47"/>
    <w:rsid w:val="009F0CF5"/>
    <w:rsid w:val="009F152F"/>
    <w:rsid w:val="009F2CD9"/>
    <w:rsid w:val="009F309B"/>
    <w:rsid w:val="009F392E"/>
    <w:rsid w:val="009F53C5"/>
    <w:rsid w:val="009F794A"/>
    <w:rsid w:val="00A01696"/>
    <w:rsid w:val="00A01BC0"/>
    <w:rsid w:val="00A02D7C"/>
    <w:rsid w:val="00A04F28"/>
    <w:rsid w:val="00A05420"/>
    <w:rsid w:val="00A06472"/>
    <w:rsid w:val="00A0740E"/>
    <w:rsid w:val="00A12463"/>
    <w:rsid w:val="00A157B7"/>
    <w:rsid w:val="00A17B9E"/>
    <w:rsid w:val="00A25666"/>
    <w:rsid w:val="00A26CBA"/>
    <w:rsid w:val="00A331C1"/>
    <w:rsid w:val="00A3332D"/>
    <w:rsid w:val="00A346DE"/>
    <w:rsid w:val="00A34FE3"/>
    <w:rsid w:val="00A3626D"/>
    <w:rsid w:val="00A362F2"/>
    <w:rsid w:val="00A4050F"/>
    <w:rsid w:val="00A4543D"/>
    <w:rsid w:val="00A45991"/>
    <w:rsid w:val="00A45BE9"/>
    <w:rsid w:val="00A479E2"/>
    <w:rsid w:val="00A50641"/>
    <w:rsid w:val="00A51626"/>
    <w:rsid w:val="00A52DE1"/>
    <w:rsid w:val="00A530BF"/>
    <w:rsid w:val="00A53527"/>
    <w:rsid w:val="00A571CA"/>
    <w:rsid w:val="00A57E8D"/>
    <w:rsid w:val="00A6110B"/>
    <w:rsid w:val="00A6177B"/>
    <w:rsid w:val="00A62826"/>
    <w:rsid w:val="00A635F9"/>
    <w:rsid w:val="00A65234"/>
    <w:rsid w:val="00A66136"/>
    <w:rsid w:val="00A66AE4"/>
    <w:rsid w:val="00A704CC"/>
    <w:rsid w:val="00A70D27"/>
    <w:rsid w:val="00A71189"/>
    <w:rsid w:val="00A72842"/>
    <w:rsid w:val="00A7364A"/>
    <w:rsid w:val="00A73812"/>
    <w:rsid w:val="00A7451A"/>
    <w:rsid w:val="00A7472E"/>
    <w:rsid w:val="00A74C65"/>
    <w:rsid w:val="00A74DCC"/>
    <w:rsid w:val="00A753ED"/>
    <w:rsid w:val="00A77512"/>
    <w:rsid w:val="00A83D1F"/>
    <w:rsid w:val="00A83FCE"/>
    <w:rsid w:val="00A849D4"/>
    <w:rsid w:val="00A8513E"/>
    <w:rsid w:val="00A85D4F"/>
    <w:rsid w:val="00A867A6"/>
    <w:rsid w:val="00A87984"/>
    <w:rsid w:val="00A929C3"/>
    <w:rsid w:val="00A94456"/>
    <w:rsid w:val="00A94C2F"/>
    <w:rsid w:val="00A95C0A"/>
    <w:rsid w:val="00AA0620"/>
    <w:rsid w:val="00AA13C8"/>
    <w:rsid w:val="00AA3179"/>
    <w:rsid w:val="00AA33F5"/>
    <w:rsid w:val="00AA3E17"/>
    <w:rsid w:val="00AA4CBB"/>
    <w:rsid w:val="00AA576A"/>
    <w:rsid w:val="00AA65FA"/>
    <w:rsid w:val="00AA7351"/>
    <w:rsid w:val="00AA7A36"/>
    <w:rsid w:val="00AA7AD2"/>
    <w:rsid w:val="00AB1063"/>
    <w:rsid w:val="00AB2EAA"/>
    <w:rsid w:val="00AB5291"/>
    <w:rsid w:val="00AB58B7"/>
    <w:rsid w:val="00AB7A51"/>
    <w:rsid w:val="00AC01E9"/>
    <w:rsid w:val="00AC0FDE"/>
    <w:rsid w:val="00AC2DB7"/>
    <w:rsid w:val="00AC331E"/>
    <w:rsid w:val="00AC48E5"/>
    <w:rsid w:val="00AC5FC7"/>
    <w:rsid w:val="00AD056F"/>
    <w:rsid w:val="00AD0C7B"/>
    <w:rsid w:val="00AD1771"/>
    <w:rsid w:val="00AD1786"/>
    <w:rsid w:val="00AD2564"/>
    <w:rsid w:val="00AD2CE9"/>
    <w:rsid w:val="00AD339A"/>
    <w:rsid w:val="00AD36E4"/>
    <w:rsid w:val="00AD5F1A"/>
    <w:rsid w:val="00AD6731"/>
    <w:rsid w:val="00AD6E8C"/>
    <w:rsid w:val="00AD6F68"/>
    <w:rsid w:val="00AD792A"/>
    <w:rsid w:val="00AE004A"/>
    <w:rsid w:val="00AE07D1"/>
    <w:rsid w:val="00AE1D4A"/>
    <w:rsid w:val="00AE2A09"/>
    <w:rsid w:val="00AE3BB4"/>
    <w:rsid w:val="00AE6366"/>
    <w:rsid w:val="00AF04BF"/>
    <w:rsid w:val="00AF0B01"/>
    <w:rsid w:val="00AF40D8"/>
    <w:rsid w:val="00AF48F8"/>
    <w:rsid w:val="00AF73C4"/>
    <w:rsid w:val="00B008D5"/>
    <w:rsid w:val="00B012E7"/>
    <w:rsid w:val="00B02F73"/>
    <w:rsid w:val="00B04165"/>
    <w:rsid w:val="00B0619F"/>
    <w:rsid w:val="00B07E78"/>
    <w:rsid w:val="00B10E1A"/>
    <w:rsid w:val="00B118B5"/>
    <w:rsid w:val="00B13A26"/>
    <w:rsid w:val="00B1425B"/>
    <w:rsid w:val="00B14F59"/>
    <w:rsid w:val="00B15D0D"/>
    <w:rsid w:val="00B17C43"/>
    <w:rsid w:val="00B20ACC"/>
    <w:rsid w:val="00B22106"/>
    <w:rsid w:val="00B35E89"/>
    <w:rsid w:val="00B37595"/>
    <w:rsid w:val="00B4151E"/>
    <w:rsid w:val="00B41DEB"/>
    <w:rsid w:val="00B429CF"/>
    <w:rsid w:val="00B448FF"/>
    <w:rsid w:val="00B4599F"/>
    <w:rsid w:val="00B45F53"/>
    <w:rsid w:val="00B46A1E"/>
    <w:rsid w:val="00B4710E"/>
    <w:rsid w:val="00B47984"/>
    <w:rsid w:val="00B50C25"/>
    <w:rsid w:val="00B5357B"/>
    <w:rsid w:val="00B535E1"/>
    <w:rsid w:val="00B5431A"/>
    <w:rsid w:val="00B60046"/>
    <w:rsid w:val="00B61530"/>
    <w:rsid w:val="00B61964"/>
    <w:rsid w:val="00B62224"/>
    <w:rsid w:val="00B62B6A"/>
    <w:rsid w:val="00B645BC"/>
    <w:rsid w:val="00B645ED"/>
    <w:rsid w:val="00B66865"/>
    <w:rsid w:val="00B671F9"/>
    <w:rsid w:val="00B67D9E"/>
    <w:rsid w:val="00B70267"/>
    <w:rsid w:val="00B75EE1"/>
    <w:rsid w:val="00B77481"/>
    <w:rsid w:val="00B77C6D"/>
    <w:rsid w:val="00B8044B"/>
    <w:rsid w:val="00B80E53"/>
    <w:rsid w:val="00B80FA4"/>
    <w:rsid w:val="00B82A36"/>
    <w:rsid w:val="00B83A53"/>
    <w:rsid w:val="00B8518B"/>
    <w:rsid w:val="00B866D9"/>
    <w:rsid w:val="00B91757"/>
    <w:rsid w:val="00B91D53"/>
    <w:rsid w:val="00B920B5"/>
    <w:rsid w:val="00B923E9"/>
    <w:rsid w:val="00B93297"/>
    <w:rsid w:val="00B97CC3"/>
    <w:rsid w:val="00BA0874"/>
    <w:rsid w:val="00BA1E9D"/>
    <w:rsid w:val="00BA31A7"/>
    <w:rsid w:val="00BA34A5"/>
    <w:rsid w:val="00BA5A03"/>
    <w:rsid w:val="00BA6576"/>
    <w:rsid w:val="00BB10BD"/>
    <w:rsid w:val="00BB3F86"/>
    <w:rsid w:val="00BB4AF2"/>
    <w:rsid w:val="00BB51D3"/>
    <w:rsid w:val="00BC06C4"/>
    <w:rsid w:val="00BC4A61"/>
    <w:rsid w:val="00BC56C3"/>
    <w:rsid w:val="00BC663E"/>
    <w:rsid w:val="00BC6D2B"/>
    <w:rsid w:val="00BC7DDC"/>
    <w:rsid w:val="00BD4556"/>
    <w:rsid w:val="00BD4D0B"/>
    <w:rsid w:val="00BD5C53"/>
    <w:rsid w:val="00BD7E91"/>
    <w:rsid w:val="00BD7F0D"/>
    <w:rsid w:val="00BE028E"/>
    <w:rsid w:val="00BE221C"/>
    <w:rsid w:val="00BE3464"/>
    <w:rsid w:val="00BE414F"/>
    <w:rsid w:val="00BE49F4"/>
    <w:rsid w:val="00BE6676"/>
    <w:rsid w:val="00BF0878"/>
    <w:rsid w:val="00BF0966"/>
    <w:rsid w:val="00BF23E0"/>
    <w:rsid w:val="00BF4A13"/>
    <w:rsid w:val="00BF4CB0"/>
    <w:rsid w:val="00BF6325"/>
    <w:rsid w:val="00C02D0A"/>
    <w:rsid w:val="00C03A6E"/>
    <w:rsid w:val="00C0426C"/>
    <w:rsid w:val="00C05B9F"/>
    <w:rsid w:val="00C15241"/>
    <w:rsid w:val="00C1688F"/>
    <w:rsid w:val="00C17457"/>
    <w:rsid w:val="00C20128"/>
    <w:rsid w:val="00C20E63"/>
    <w:rsid w:val="00C21CCE"/>
    <w:rsid w:val="00C226C0"/>
    <w:rsid w:val="00C24256"/>
    <w:rsid w:val="00C2534C"/>
    <w:rsid w:val="00C274B4"/>
    <w:rsid w:val="00C30F06"/>
    <w:rsid w:val="00C3406B"/>
    <w:rsid w:val="00C35479"/>
    <w:rsid w:val="00C36537"/>
    <w:rsid w:val="00C3709A"/>
    <w:rsid w:val="00C41156"/>
    <w:rsid w:val="00C41FD3"/>
    <w:rsid w:val="00C42FE6"/>
    <w:rsid w:val="00C4456C"/>
    <w:rsid w:val="00C44E79"/>
    <w:rsid w:val="00C44F6A"/>
    <w:rsid w:val="00C468D6"/>
    <w:rsid w:val="00C478AC"/>
    <w:rsid w:val="00C50154"/>
    <w:rsid w:val="00C51619"/>
    <w:rsid w:val="00C53EBD"/>
    <w:rsid w:val="00C56D0C"/>
    <w:rsid w:val="00C57268"/>
    <w:rsid w:val="00C574FE"/>
    <w:rsid w:val="00C6198E"/>
    <w:rsid w:val="00C704EA"/>
    <w:rsid w:val="00C708EA"/>
    <w:rsid w:val="00C7135E"/>
    <w:rsid w:val="00C7170D"/>
    <w:rsid w:val="00C7216F"/>
    <w:rsid w:val="00C75051"/>
    <w:rsid w:val="00C7562E"/>
    <w:rsid w:val="00C75AC5"/>
    <w:rsid w:val="00C75F96"/>
    <w:rsid w:val="00C763CE"/>
    <w:rsid w:val="00C7745B"/>
    <w:rsid w:val="00C776E5"/>
    <w:rsid w:val="00C778A5"/>
    <w:rsid w:val="00C77A59"/>
    <w:rsid w:val="00C8207F"/>
    <w:rsid w:val="00C8580D"/>
    <w:rsid w:val="00C91765"/>
    <w:rsid w:val="00C91FD8"/>
    <w:rsid w:val="00C92225"/>
    <w:rsid w:val="00C9327E"/>
    <w:rsid w:val="00C93433"/>
    <w:rsid w:val="00C95162"/>
    <w:rsid w:val="00C96932"/>
    <w:rsid w:val="00C97A5D"/>
    <w:rsid w:val="00CA164D"/>
    <w:rsid w:val="00CA3492"/>
    <w:rsid w:val="00CA7CB7"/>
    <w:rsid w:val="00CB21C4"/>
    <w:rsid w:val="00CB3151"/>
    <w:rsid w:val="00CB3658"/>
    <w:rsid w:val="00CB6A37"/>
    <w:rsid w:val="00CB7684"/>
    <w:rsid w:val="00CC080E"/>
    <w:rsid w:val="00CC31CF"/>
    <w:rsid w:val="00CC4380"/>
    <w:rsid w:val="00CC7C8F"/>
    <w:rsid w:val="00CD1FC4"/>
    <w:rsid w:val="00CD604C"/>
    <w:rsid w:val="00CD65C1"/>
    <w:rsid w:val="00CE1135"/>
    <w:rsid w:val="00CE1D89"/>
    <w:rsid w:val="00CE22D6"/>
    <w:rsid w:val="00CE2AC2"/>
    <w:rsid w:val="00CE32AE"/>
    <w:rsid w:val="00CE3429"/>
    <w:rsid w:val="00CE3B9D"/>
    <w:rsid w:val="00CE5C49"/>
    <w:rsid w:val="00CE62A4"/>
    <w:rsid w:val="00CF112C"/>
    <w:rsid w:val="00CF4237"/>
    <w:rsid w:val="00CF6283"/>
    <w:rsid w:val="00CF680A"/>
    <w:rsid w:val="00CF681A"/>
    <w:rsid w:val="00D01C80"/>
    <w:rsid w:val="00D034A0"/>
    <w:rsid w:val="00D03583"/>
    <w:rsid w:val="00D04254"/>
    <w:rsid w:val="00D05C61"/>
    <w:rsid w:val="00D074AE"/>
    <w:rsid w:val="00D10A2D"/>
    <w:rsid w:val="00D11937"/>
    <w:rsid w:val="00D139AC"/>
    <w:rsid w:val="00D145E1"/>
    <w:rsid w:val="00D147AF"/>
    <w:rsid w:val="00D21061"/>
    <w:rsid w:val="00D252CF"/>
    <w:rsid w:val="00D25DE4"/>
    <w:rsid w:val="00D30CCC"/>
    <w:rsid w:val="00D31334"/>
    <w:rsid w:val="00D31E39"/>
    <w:rsid w:val="00D3476A"/>
    <w:rsid w:val="00D37B14"/>
    <w:rsid w:val="00D37B7C"/>
    <w:rsid w:val="00D4108E"/>
    <w:rsid w:val="00D44668"/>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87F41"/>
    <w:rsid w:val="00D91557"/>
    <w:rsid w:val="00D919BB"/>
    <w:rsid w:val="00D92A0B"/>
    <w:rsid w:val="00D96121"/>
    <w:rsid w:val="00D97197"/>
    <w:rsid w:val="00D977DC"/>
    <w:rsid w:val="00D97BE3"/>
    <w:rsid w:val="00DA00D5"/>
    <w:rsid w:val="00DA0EA3"/>
    <w:rsid w:val="00DA24C4"/>
    <w:rsid w:val="00DA2B46"/>
    <w:rsid w:val="00DA3711"/>
    <w:rsid w:val="00DA6052"/>
    <w:rsid w:val="00DA6BA5"/>
    <w:rsid w:val="00DB18F1"/>
    <w:rsid w:val="00DB1DCD"/>
    <w:rsid w:val="00DB49D3"/>
    <w:rsid w:val="00DB619A"/>
    <w:rsid w:val="00DC137E"/>
    <w:rsid w:val="00DC14E1"/>
    <w:rsid w:val="00DC2718"/>
    <w:rsid w:val="00DC4DDB"/>
    <w:rsid w:val="00DC6024"/>
    <w:rsid w:val="00DC6ED4"/>
    <w:rsid w:val="00DD2426"/>
    <w:rsid w:val="00DD46F3"/>
    <w:rsid w:val="00DD4DB5"/>
    <w:rsid w:val="00DD546A"/>
    <w:rsid w:val="00DD5626"/>
    <w:rsid w:val="00DD7852"/>
    <w:rsid w:val="00DE1A9A"/>
    <w:rsid w:val="00DE3E93"/>
    <w:rsid w:val="00DE51A5"/>
    <w:rsid w:val="00DE56F2"/>
    <w:rsid w:val="00DE57AC"/>
    <w:rsid w:val="00DE5ED5"/>
    <w:rsid w:val="00DE6A35"/>
    <w:rsid w:val="00DF116D"/>
    <w:rsid w:val="00DF2592"/>
    <w:rsid w:val="00DF2782"/>
    <w:rsid w:val="00DF278F"/>
    <w:rsid w:val="00E00A61"/>
    <w:rsid w:val="00E0116C"/>
    <w:rsid w:val="00E01EA1"/>
    <w:rsid w:val="00E02C82"/>
    <w:rsid w:val="00E04FB7"/>
    <w:rsid w:val="00E0558F"/>
    <w:rsid w:val="00E05DD1"/>
    <w:rsid w:val="00E11ACD"/>
    <w:rsid w:val="00E121A6"/>
    <w:rsid w:val="00E1257B"/>
    <w:rsid w:val="00E1401B"/>
    <w:rsid w:val="00E14B75"/>
    <w:rsid w:val="00E16FF7"/>
    <w:rsid w:val="00E17252"/>
    <w:rsid w:val="00E17EA6"/>
    <w:rsid w:val="00E20968"/>
    <w:rsid w:val="00E21F92"/>
    <w:rsid w:val="00E22C30"/>
    <w:rsid w:val="00E23430"/>
    <w:rsid w:val="00E2443E"/>
    <w:rsid w:val="00E25DBD"/>
    <w:rsid w:val="00E26D68"/>
    <w:rsid w:val="00E3047E"/>
    <w:rsid w:val="00E31713"/>
    <w:rsid w:val="00E32D44"/>
    <w:rsid w:val="00E4197C"/>
    <w:rsid w:val="00E42D7E"/>
    <w:rsid w:val="00E43380"/>
    <w:rsid w:val="00E437B0"/>
    <w:rsid w:val="00E44045"/>
    <w:rsid w:val="00E44AE0"/>
    <w:rsid w:val="00E4520D"/>
    <w:rsid w:val="00E470A7"/>
    <w:rsid w:val="00E4784F"/>
    <w:rsid w:val="00E51F5B"/>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06D2"/>
    <w:rsid w:val="00E84963"/>
    <w:rsid w:val="00E85DF4"/>
    <w:rsid w:val="00E86144"/>
    <w:rsid w:val="00E878EE"/>
    <w:rsid w:val="00E911EA"/>
    <w:rsid w:val="00E931D3"/>
    <w:rsid w:val="00E96957"/>
    <w:rsid w:val="00E96D41"/>
    <w:rsid w:val="00E97822"/>
    <w:rsid w:val="00E97E22"/>
    <w:rsid w:val="00EA0A81"/>
    <w:rsid w:val="00EA0D03"/>
    <w:rsid w:val="00EA18ED"/>
    <w:rsid w:val="00EA26C4"/>
    <w:rsid w:val="00EA6EC7"/>
    <w:rsid w:val="00EB040C"/>
    <w:rsid w:val="00EB0647"/>
    <w:rsid w:val="00EB104F"/>
    <w:rsid w:val="00EB15FC"/>
    <w:rsid w:val="00EB2EF4"/>
    <w:rsid w:val="00EB464C"/>
    <w:rsid w:val="00EB46E5"/>
    <w:rsid w:val="00EB5D4D"/>
    <w:rsid w:val="00EB756A"/>
    <w:rsid w:val="00EC10AE"/>
    <w:rsid w:val="00EC68A2"/>
    <w:rsid w:val="00EC7B62"/>
    <w:rsid w:val="00ED0703"/>
    <w:rsid w:val="00ED14BD"/>
    <w:rsid w:val="00ED6360"/>
    <w:rsid w:val="00ED7215"/>
    <w:rsid w:val="00ED78D2"/>
    <w:rsid w:val="00EE0BBE"/>
    <w:rsid w:val="00EE2244"/>
    <w:rsid w:val="00EE3C5F"/>
    <w:rsid w:val="00EE5D02"/>
    <w:rsid w:val="00EE5FE5"/>
    <w:rsid w:val="00EE7882"/>
    <w:rsid w:val="00EF0077"/>
    <w:rsid w:val="00EF3CB1"/>
    <w:rsid w:val="00EF66B9"/>
    <w:rsid w:val="00EF6CDE"/>
    <w:rsid w:val="00F00730"/>
    <w:rsid w:val="00F012C4"/>
    <w:rsid w:val="00F016C7"/>
    <w:rsid w:val="00F05A27"/>
    <w:rsid w:val="00F06156"/>
    <w:rsid w:val="00F1012C"/>
    <w:rsid w:val="00F12DEC"/>
    <w:rsid w:val="00F13343"/>
    <w:rsid w:val="00F1359A"/>
    <w:rsid w:val="00F14363"/>
    <w:rsid w:val="00F1664F"/>
    <w:rsid w:val="00F1715C"/>
    <w:rsid w:val="00F17E8A"/>
    <w:rsid w:val="00F20760"/>
    <w:rsid w:val="00F20DE3"/>
    <w:rsid w:val="00F218CF"/>
    <w:rsid w:val="00F21FAD"/>
    <w:rsid w:val="00F233B6"/>
    <w:rsid w:val="00F23A81"/>
    <w:rsid w:val="00F23AE5"/>
    <w:rsid w:val="00F26A6C"/>
    <w:rsid w:val="00F310F8"/>
    <w:rsid w:val="00F31939"/>
    <w:rsid w:val="00F353AE"/>
    <w:rsid w:val="00F35939"/>
    <w:rsid w:val="00F35EF3"/>
    <w:rsid w:val="00F360AB"/>
    <w:rsid w:val="00F37A59"/>
    <w:rsid w:val="00F40CD5"/>
    <w:rsid w:val="00F4371B"/>
    <w:rsid w:val="00F44AC3"/>
    <w:rsid w:val="00F45607"/>
    <w:rsid w:val="00F45B1E"/>
    <w:rsid w:val="00F46000"/>
    <w:rsid w:val="00F46329"/>
    <w:rsid w:val="00F4722B"/>
    <w:rsid w:val="00F472DF"/>
    <w:rsid w:val="00F478E7"/>
    <w:rsid w:val="00F518C0"/>
    <w:rsid w:val="00F54432"/>
    <w:rsid w:val="00F560BF"/>
    <w:rsid w:val="00F569C6"/>
    <w:rsid w:val="00F60757"/>
    <w:rsid w:val="00F618DB"/>
    <w:rsid w:val="00F61F0D"/>
    <w:rsid w:val="00F64A4A"/>
    <w:rsid w:val="00F6571F"/>
    <w:rsid w:val="00F659EB"/>
    <w:rsid w:val="00F7345A"/>
    <w:rsid w:val="00F74C1E"/>
    <w:rsid w:val="00F757ED"/>
    <w:rsid w:val="00F75C6B"/>
    <w:rsid w:val="00F85181"/>
    <w:rsid w:val="00F857C0"/>
    <w:rsid w:val="00F86BA6"/>
    <w:rsid w:val="00F9156D"/>
    <w:rsid w:val="00F91A3E"/>
    <w:rsid w:val="00F93E20"/>
    <w:rsid w:val="00F9575E"/>
    <w:rsid w:val="00F979A3"/>
    <w:rsid w:val="00F97F73"/>
    <w:rsid w:val="00FA27B6"/>
    <w:rsid w:val="00FA3961"/>
    <w:rsid w:val="00FA5CB9"/>
    <w:rsid w:val="00FA727F"/>
    <w:rsid w:val="00FA7FD7"/>
    <w:rsid w:val="00FB135C"/>
    <w:rsid w:val="00FB52B3"/>
    <w:rsid w:val="00FB6342"/>
    <w:rsid w:val="00FC169F"/>
    <w:rsid w:val="00FC2E30"/>
    <w:rsid w:val="00FC6389"/>
    <w:rsid w:val="00FC7E22"/>
    <w:rsid w:val="00FD0011"/>
    <w:rsid w:val="00FD380F"/>
    <w:rsid w:val="00FD7140"/>
    <w:rsid w:val="00FE1D53"/>
    <w:rsid w:val="00FE3893"/>
    <w:rsid w:val="00FE3D28"/>
    <w:rsid w:val="00FE4333"/>
    <w:rsid w:val="00FE6AEC"/>
    <w:rsid w:val="00FE70AE"/>
    <w:rsid w:val="00FF0382"/>
    <w:rsid w:val="00FF1A83"/>
    <w:rsid w:val="00FF2A62"/>
    <w:rsid w:val="00FF3C0D"/>
    <w:rsid w:val="00FF5B51"/>
    <w:rsid w:val="00FF5E2F"/>
    <w:rsid w:val="00FF6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6537"/>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84841">
      <w:bodyDiv w:val="1"/>
      <w:marLeft w:val="0"/>
      <w:marRight w:val="0"/>
      <w:marTop w:val="0"/>
      <w:marBottom w:val="0"/>
      <w:divBdr>
        <w:top w:val="none" w:sz="0" w:space="0" w:color="auto"/>
        <w:left w:val="none" w:sz="0" w:space="0" w:color="auto"/>
        <w:bottom w:val="none" w:sz="0" w:space="0" w:color="auto"/>
        <w:right w:val="none" w:sz="0" w:space="0" w:color="auto"/>
      </w:divBdr>
    </w:div>
    <w:div w:id="314723897">
      <w:bodyDiv w:val="1"/>
      <w:marLeft w:val="0"/>
      <w:marRight w:val="0"/>
      <w:marTop w:val="0"/>
      <w:marBottom w:val="0"/>
      <w:divBdr>
        <w:top w:val="none" w:sz="0" w:space="0" w:color="auto"/>
        <w:left w:val="none" w:sz="0" w:space="0" w:color="auto"/>
        <w:bottom w:val="none" w:sz="0" w:space="0" w:color="auto"/>
        <w:right w:val="none" w:sz="0" w:space="0" w:color="auto"/>
      </w:divBdr>
    </w:div>
    <w:div w:id="373699776">
      <w:bodyDiv w:val="1"/>
      <w:marLeft w:val="0"/>
      <w:marRight w:val="0"/>
      <w:marTop w:val="0"/>
      <w:marBottom w:val="0"/>
      <w:divBdr>
        <w:top w:val="none" w:sz="0" w:space="0" w:color="auto"/>
        <w:left w:val="none" w:sz="0" w:space="0" w:color="auto"/>
        <w:bottom w:val="none" w:sz="0" w:space="0" w:color="auto"/>
        <w:right w:val="none" w:sz="0" w:space="0" w:color="auto"/>
      </w:divBdr>
    </w:div>
    <w:div w:id="403340136">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867865338">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99E5E11-4281-40D6-8D63-D24D7824F88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52</Pages>
  <Words>22823</Words>
  <Characters>134658</Characters>
  <Application>Microsoft Office Word</Application>
  <DocSecurity>0</DocSecurity>
  <Lines>1122</Lines>
  <Paragraphs>314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2</cp:revision>
  <cp:lastPrinted>2023-05-03T11:29:00Z</cp:lastPrinted>
  <dcterms:created xsi:type="dcterms:W3CDTF">2023-08-01T07:56:00Z</dcterms:created>
  <dcterms:modified xsi:type="dcterms:W3CDTF">2023-08-01T07:56:00Z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