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FC30" w14:textId="77777777" w:rsidR="000719BB" w:rsidRPr="00115B1E" w:rsidRDefault="000719BB" w:rsidP="0014196F">
      <w:pPr>
        <w:pStyle w:val="Titul2"/>
        <w:rPr>
          <w:rFonts w:ascii="Verdana" w:hAnsi="Verdana"/>
        </w:rPr>
      </w:pPr>
    </w:p>
    <w:p w14:paraId="5C3A7EC6" w14:textId="77777777" w:rsidR="003254A3" w:rsidRPr="00115B1E" w:rsidRDefault="003254A3" w:rsidP="0014196F">
      <w:pPr>
        <w:pStyle w:val="Titul2"/>
        <w:rPr>
          <w:rFonts w:ascii="Verdana" w:hAnsi="Verdana"/>
        </w:rPr>
      </w:pPr>
    </w:p>
    <w:p w14:paraId="4B1E5AC1" w14:textId="6F5B95D8" w:rsidR="00893BD5" w:rsidRPr="00115B1E" w:rsidRDefault="00893BD5" w:rsidP="0014196F">
      <w:pPr>
        <w:pStyle w:val="Titul2"/>
        <w:rPr>
          <w:rFonts w:ascii="Verdana" w:hAnsi="Verdana"/>
        </w:rPr>
      </w:pPr>
      <w:r w:rsidRPr="00115B1E">
        <w:rPr>
          <w:rFonts w:ascii="Verdana" w:hAnsi="Verdana"/>
        </w:rPr>
        <w:t xml:space="preserve">Příloha č. </w:t>
      </w:r>
      <w:r w:rsidR="009E6FFA">
        <w:rPr>
          <w:rFonts w:ascii="Verdana" w:hAnsi="Verdana"/>
        </w:rPr>
        <w:t>3</w:t>
      </w:r>
      <w:r w:rsidR="00944907">
        <w:rPr>
          <w:rFonts w:ascii="Verdana" w:hAnsi="Verdana"/>
        </w:rPr>
        <w:t>c</w:t>
      </w:r>
      <w:r w:rsidR="009E6FFA">
        <w:rPr>
          <w:rFonts w:ascii="Verdana" w:hAnsi="Verdana"/>
        </w:rPr>
        <w:t xml:space="preserve"> </w:t>
      </w:r>
    </w:p>
    <w:p w14:paraId="668C7C5F" w14:textId="77777777" w:rsidR="00893BD5" w:rsidRPr="00115B1E" w:rsidRDefault="00893BD5" w:rsidP="0014196F">
      <w:pPr>
        <w:pStyle w:val="Titul2"/>
        <w:rPr>
          <w:rFonts w:ascii="Verdana" w:hAnsi="Verdana"/>
        </w:rPr>
      </w:pPr>
    </w:p>
    <w:p w14:paraId="4ED8A6AF" w14:textId="77777777" w:rsidR="00893E2A" w:rsidRPr="00115B1E" w:rsidRDefault="00893E2A" w:rsidP="0014196F">
      <w:pPr>
        <w:pStyle w:val="Titul1"/>
        <w:rPr>
          <w:rFonts w:ascii="Verdana" w:hAnsi="Verdana"/>
        </w:rPr>
      </w:pPr>
    </w:p>
    <w:p w14:paraId="368C35AF" w14:textId="46FFCFA6" w:rsidR="00AD0C7B" w:rsidRPr="00C7423A" w:rsidRDefault="00A4311A" w:rsidP="0014196F">
      <w:pPr>
        <w:pStyle w:val="Titul1"/>
        <w:rPr>
          <w:rFonts w:ascii="Verdana" w:hAnsi="Verdana"/>
        </w:rPr>
      </w:pPr>
      <w:r w:rsidRPr="00C7423A">
        <w:rPr>
          <w:rFonts w:ascii="Verdana" w:hAnsi="Verdana"/>
        </w:rPr>
        <w:t xml:space="preserve">Zvláštní technické </w:t>
      </w:r>
      <w:r w:rsidR="00AD0C7B" w:rsidRPr="00C7423A">
        <w:rPr>
          <w:rFonts w:ascii="Verdana" w:hAnsi="Verdana"/>
        </w:rPr>
        <w:t>podmínk</w:t>
      </w:r>
      <w:r w:rsidR="00176CE9" w:rsidRPr="00C7423A">
        <w:rPr>
          <w:rFonts w:ascii="Verdana" w:hAnsi="Verdana"/>
        </w:rPr>
        <w:t>y</w:t>
      </w:r>
    </w:p>
    <w:p w14:paraId="687F781D" w14:textId="77777777" w:rsidR="00893E2A" w:rsidRPr="004C2CC4" w:rsidRDefault="00893E2A" w:rsidP="0014196F">
      <w:pPr>
        <w:pStyle w:val="Titul2"/>
        <w:rPr>
          <w:rFonts w:ascii="Verdana" w:hAnsi="Verdana"/>
          <w:sz w:val="56"/>
          <w:highlight w:val="cyan"/>
        </w:rPr>
      </w:pPr>
    </w:p>
    <w:p w14:paraId="20E79D61" w14:textId="6FD6346B" w:rsidR="00F24347" w:rsidRPr="004C2CC4" w:rsidRDefault="000A271C" w:rsidP="0014196F">
      <w:pPr>
        <w:pStyle w:val="Tituldatum"/>
        <w:rPr>
          <w:rFonts w:ascii="Verdana" w:hAnsi="Verdana"/>
          <w:b/>
          <w:sz w:val="36"/>
          <w:szCs w:val="36"/>
        </w:rPr>
      </w:pPr>
      <w:sdt>
        <w:sdtPr>
          <w:rPr>
            <w:rFonts w:ascii="Verdana" w:hAnsi="Verdana" w:cs="Arial"/>
            <w:b/>
            <w:sz w:val="36"/>
            <w:szCs w:val="36"/>
          </w:rPr>
          <w:alias w:val="Název akce - VYplnit pole - přenese se do zápatí"/>
          <w:tag w:val="Název akce"/>
          <w:id w:val="1889687308"/>
          <w:placeholder>
            <w:docPart w:val="50C02566B43B43AAB6614D28EFADD4A0"/>
          </w:placeholder>
          <w:text/>
        </w:sdtPr>
        <w:sdtContent>
          <w:r w:rsidR="00C17ADB" w:rsidRPr="00AB175F">
            <w:rPr>
              <w:rFonts w:ascii="Verdana" w:hAnsi="Verdana" w:cs="Arial"/>
              <w:b/>
              <w:sz w:val="36"/>
              <w:szCs w:val="36"/>
            </w:rPr>
            <w:t xml:space="preserve">„RS </w:t>
          </w:r>
          <w:r w:rsidR="00AE6CA9" w:rsidRPr="00AB175F">
            <w:rPr>
              <w:rFonts w:ascii="Verdana" w:hAnsi="Verdana" w:cs="Arial"/>
              <w:b/>
              <w:sz w:val="36"/>
              <w:szCs w:val="36"/>
            </w:rPr>
            <w:t>1</w:t>
          </w:r>
          <w:r w:rsidR="00C17ADB" w:rsidRPr="00AB175F">
            <w:rPr>
              <w:rFonts w:ascii="Verdana" w:hAnsi="Verdana" w:cs="Arial"/>
              <w:b/>
              <w:sz w:val="36"/>
              <w:szCs w:val="36"/>
            </w:rPr>
            <w:t xml:space="preserve"> VRT </w:t>
          </w:r>
          <w:r w:rsidR="00AE6CA9" w:rsidRPr="00AB175F">
            <w:rPr>
              <w:rFonts w:ascii="Verdana" w:hAnsi="Verdana" w:cs="Arial"/>
              <w:b/>
              <w:sz w:val="36"/>
              <w:szCs w:val="36"/>
            </w:rPr>
            <w:t>Brodek u Přerova - Prosenice</w:t>
          </w:r>
          <w:r w:rsidR="00C17ADB" w:rsidRPr="00AB175F">
            <w:rPr>
              <w:rFonts w:ascii="Verdana" w:hAnsi="Verdana" w:cs="Arial"/>
              <w:b/>
              <w:sz w:val="36"/>
              <w:szCs w:val="36"/>
            </w:rPr>
            <w:t xml:space="preserve">“; Zpracování dokumentace pro </w:t>
          </w:r>
          <w:r w:rsidR="00AB175F" w:rsidRPr="00AB175F">
            <w:rPr>
              <w:rFonts w:ascii="Verdana" w:hAnsi="Verdana" w:cs="Arial"/>
              <w:b/>
              <w:sz w:val="36"/>
              <w:szCs w:val="36"/>
            </w:rPr>
            <w:t>územní rozhodnutí</w:t>
          </w:r>
          <w:r w:rsidR="00C0418A" w:rsidRPr="00AB175F">
            <w:rPr>
              <w:rFonts w:ascii="Verdana" w:hAnsi="Verdana" w:cs="Arial"/>
              <w:b/>
              <w:sz w:val="36"/>
              <w:szCs w:val="36"/>
            </w:rPr>
            <w:t xml:space="preserve"> </w:t>
          </w:r>
          <w:r w:rsidR="00C17ADB" w:rsidRPr="00AB175F">
            <w:rPr>
              <w:rFonts w:ascii="Verdana" w:hAnsi="Verdana" w:cs="Arial"/>
              <w:b/>
              <w:sz w:val="36"/>
              <w:szCs w:val="36"/>
            </w:rPr>
            <w:t>(v režimu BIM)</w:t>
          </w:r>
        </w:sdtContent>
      </w:sdt>
    </w:p>
    <w:p w14:paraId="708D482F" w14:textId="77777777" w:rsidR="00826B7B" w:rsidRPr="00115B1E" w:rsidRDefault="00826B7B" w:rsidP="0014196F">
      <w:pPr>
        <w:pStyle w:val="Titul2"/>
        <w:rPr>
          <w:rFonts w:ascii="Verdana" w:hAnsi="Verdana"/>
          <w:sz w:val="40"/>
        </w:rPr>
      </w:pPr>
    </w:p>
    <w:p w14:paraId="77172AE2" w14:textId="20315D9E" w:rsidR="006B2318" w:rsidRPr="00115B1E" w:rsidRDefault="003B51F2" w:rsidP="003B51F2">
      <w:pPr>
        <w:pStyle w:val="Titul2"/>
        <w:tabs>
          <w:tab w:val="clear" w:pos="6796"/>
          <w:tab w:val="left" w:pos="5510"/>
        </w:tabs>
        <w:rPr>
          <w:rFonts w:ascii="Verdana" w:hAnsi="Verdana"/>
          <w:sz w:val="40"/>
        </w:rPr>
      </w:pPr>
      <w:r>
        <w:rPr>
          <w:rFonts w:ascii="Verdana" w:hAnsi="Verdana"/>
          <w:sz w:val="40"/>
        </w:rPr>
        <w:tab/>
      </w:r>
    </w:p>
    <w:p w14:paraId="4ED50B06" w14:textId="77777777" w:rsidR="006C2343" w:rsidRPr="00115B1E" w:rsidRDefault="006C2343" w:rsidP="0014196F">
      <w:pPr>
        <w:pStyle w:val="Titul2"/>
        <w:rPr>
          <w:rFonts w:ascii="Verdana" w:hAnsi="Verdana"/>
          <w:sz w:val="40"/>
        </w:rPr>
      </w:pPr>
    </w:p>
    <w:p w14:paraId="5E14C6CF" w14:textId="124143D1" w:rsidR="00826B7B" w:rsidRPr="00115B1E" w:rsidRDefault="00B6173D" w:rsidP="0014196F">
      <w:pPr>
        <w:pStyle w:val="Tituldatum"/>
        <w:rPr>
          <w:rFonts w:ascii="Verdana" w:hAnsi="Verdana"/>
        </w:rPr>
      </w:pPr>
      <w:r w:rsidRPr="00B6173D">
        <w:rPr>
          <w:rFonts w:ascii="Verdana" w:hAnsi="Verdana"/>
        </w:rPr>
        <w:t>1</w:t>
      </w:r>
      <w:r w:rsidR="00865BF3" w:rsidRPr="00B6173D">
        <w:rPr>
          <w:rFonts w:ascii="Verdana" w:hAnsi="Verdana"/>
        </w:rPr>
        <w:t>.</w:t>
      </w:r>
      <w:r w:rsidR="00A41612" w:rsidRPr="00B6173D">
        <w:rPr>
          <w:rFonts w:ascii="Verdana" w:hAnsi="Verdana"/>
        </w:rPr>
        <w:t xml:space="preserve"> </w:t>
      </w:r>
      <w:r w:rsidRPr="00B6173D">
        <w:rPr>
          <w:rFonts w:ascii="Verdana" w:hAnsi="Verdana"/>
        </w:rPr>
        <w:t>června</w:t>
      </w:r>
      <w:r w:rsidR="00D42F72" w:rsidRPr="00B6173D">
        <w:rPr>
          <w:rFonts w:ascii="Verdana" w:hAnsi="Verdana"/>
        </w:rPr>
        <w:t xml:space="preserve"> </w:t>
      </w:r>
      <w:r w:rsidR="00475B13" w:rsidRPr="00B6173D">
        <w:rPr>
          <w:rFonts w:ascii="Verdana" w:hAnsi="Verdana"/>
        </w:rPr>
        <w:t>202</w:t>
      </w:r>
      <w:r w:rsidR="006C7036" w:rsidRPr="00B6173D">
        <w:rPr>
          <w:rFonts w:ascii="Verdana" w:hAnsi="Verdana"/>
        </w:rPr>
        <w:t>3</w:t>
      </w:r>
    </w:p>
    <w:p w14:paraId="5E1BE709" w14:textId="77777777" w:rsidR="00826B7B" w:rsidRPr="00115B1E" w:rsidRDefault="00826B7B" w:rsidP="0014196F">
      <w:pPr>
        <w:rPr>
          <w:rFonts w:ascii="Verdana" w:hAnsi="Verdana"/>
        </w:rPr>
      </w:pPr>
      <w:r w:rsidRPr="00115B1E">
        <w:rPr>
          <w:rFonts w:ascii="Verdana" w:hAnsi="Verdana"/>
        </w:rPr>
        <w:br w:type="page"/>
      </w:r>
    </w:p>
    <w:p w14:paraId="6F7B3D6D" w14:textId="77777777" w:rsidR="00BD7E91" w:rsidRPr="00115B1E" w:rsidRDefault="00BD7E91" w:rsidP="0014196F">
      <w:pPr>
        <w:pStyle w:val="Nadpisbezsl1-1"/>
        <w:rPr>
          <w:rFonts w:ascii="Verdana" w:hAnsi="Verdana"/>
        </w:rPr>
      </w:pPr>
      <w:r w:rsidRPr="00115B1E">
        <w:rPr>
          <w:rFonts w:ascii="Verdana" w:hAnsi="Verdana"/>
        </w:rPr>
        <w:lastRenderedPageBreak/>
        <w:t>Obsah</w:t>
      </w:r>
      <w:r w:rsidR="00887F36" w:rsidRPr="00115B1E">
        <w:rPr>
          <w:rFonts w:ascii="Verdana" w:hAnsi="Verdana"/>
        </w:rPr>
        <w:t xml:space="preserve"> </w:t>
      </w:r>
    </w:p>
    <w:p w14:paraId="3DAB73A1" w14:textId="7C656C98" w:rsidR="003B51F2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 w:rsidRPr="00115B1E">
        <w:rPr>
          <w:rFonts w:ascii="Verdana" w:hAnsi="Verdana"/>
        </w:rPr>
        <w:fldChar w:fldCharType="begin"/>
      </w:r>
      <w:r w:rsidRPr="00115B1E">
        <w:rPr>
          <w:rFonts w:ascii="Verdana" w:hAnsi="Verdana"/>
        </w:rPr>
        <w:instrText xml:space="preserve"> TOC \o "1-2" \h \z \u </w:instrText>
      </w:r>
      <w:r w:rsidRPr="00115B1E">
        <w:rPr>
          <w:rFonts w:ascii="Verdana" w:hAnsi="Verdana"/>
        </w:rPr>
        <w:fldChar w:fldCharType="separate"/>
      </w:r>
      <w:hyperlink w:anchor="_Toc133398991" w:history="1">
        <w:r w:rsidR="003B51F2" w:rsidRPr="00FF2AC2">
          <w:rPr>
            <w:rStyle w:val="Hypertextovodkaz"/>
            <w:rFonts w:ascii="Verdana" w:hAnsi="Verdana"/>
          </w:rPr>
          <w:t>SEZNAM ZKRATEK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_Toc133398991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2</w:t>
        </w:r>
        <w:r w:rsidR="003B51F2">
          <w:rPr>
            <w:noProof/>
            <w:webHidden/>
          </w:rPr>
          <w:fldChar w:fldCharType="end"/>
        </w:r>
      </w:hyperlink>
    </w:p>
    <w:p w14:paraId="757FC0BA" w14:textId="57742370" w:rsidR="003B51F2" w:rsidRDefault="000A271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398992" w:history="1">
        <w:r w:rsidR="003B51F2" w:rsidRPr="00FF2AC2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3B51F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</w:rPr>
          <w:t>SPECIFIKACE PŘEDMĚTU DÍLA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_Toc133398992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3</w:t>
        </w:r>
        <w:r w:rsidR="003B51F2">
          <w:rPr>
            <w:noProof/>
            <w:webHidden/>
          </w:rPr>
          <w:fldChar w:fldCharType="end"/>
        </w:r>
      </w:hyperlink>
    </w:p>
    <w:p w14:paraId="41118639" w14:textId="66E42DCD" w:rsidR="003B51F2" w:rsidRDefault="000A271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33398993" w:history="1">
        <w:r w:rsidR="003B51F2" w:rsidRPr="00FF2AC2">
          <w:rPr>
            <w:rStyle w:val="Hypertextovodkaz"/>
          </w:rPr>
          <w:t>1.1</w:t>
        </w:r>
        <w:r w:rsidR="003B51F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</w:rPr>
          <w:t>Hlavní předmět plnění veřejné zakázky (dále jen „Dílo“)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_Toc133398993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3</w:t>
        </w:r>
        <w:r w:rsidR="003B51F2">
          <w:rPr>
            <w:noProof/>
            <w:webHidden/>
          </w:rPr>
          <w:fldChar w:fldCharType="end"/>
        </w:r>
      </w:hyperlink>
    </w:p>
    <w:p w14:paraId="58570CDA" w14:textId="62194301" w:rsidR="003B51F2" w:rsidRDefault="000A271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33398994" w:history="1">
        <w:r w:rsidR="003B51F2" w:rsidRPr="00FF2AC2">
          <w:rPr>
            <w:rStyle w:val="Hypertextovodkaz"/>
          </w:rPr>
          <w:t>1.2</w:t>
        </w:r>
        <w:r w:rsidR="003B51F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</w:rPr>
          <w:t>Hlavní cíle stavby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_Toc133398994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4</w:t>
        </w:r>
        <w:r w:rsidR="003B51F2">
          <w:rPr>
            <w:noProof/>
            <w:webHidden/>
          </w:rPr>
          <w:fldChar w:fldCharType="end"/>
        </w:r>
      </w:hyperlink>
    </w:p>
    <w:p w14:paraId="1E94E05D" w14:textId="62CE47A8" w:rsidR="003B51F2" w:rsidRDefault="000A271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398995" w:history="1">
        <w:r w:rsidR="003B51F2" w:rsidRPr="00FF2AC2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3B51F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</w:rPr>
          <w:t>PODKLADY PRO ZPRACOVÁNÍ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_Toc133398995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5</w:t>
        </w:r>
        <w:r w:rsidR="003B51F2">
          <w:rPr>
            <w:noProof/>
            <w:webHidden/>
          </w:rPr>
          <w:fldChar w:fldCharType="end"/>
        </w:r>
      </w:hyperlink>
    </w:p>
    <w:p w14:paraId="5070091B" w14:textId="631FEE52" w:rsidR="003B51F2" w:rsidRDefault="000A271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33398996" w:history="1">
        <w:r w:rsidR="003B51F2" w:rsidRPr="00FF2AC2">
          <w:rPr>
            <w:rStyle w:val="Hypertextovodkaz"/>
          </w:rPr>
          <w:t>2.1</w:t>
        </w:r>
        <w:r w:rsidR="003B51F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</w:rPr>
          <w:t>Závazné podklady pro zpracování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_Toc133398996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5</w:t>
        </w:r>
        <w:r w:rsidR="003B51F2">
          <w:rPr>
            <w:noProof/>
            <w:webHidden/>
          </w:rPr>
          <w:fldChar w:fldCharType="end"/>
        </w:r>
      </w:hyperlink>
    </w:p>
    <w:p w14:paraId="751A28EC" w14:textId="25182DA1" w:rsidR="003B51F2" w:rsidRDefault="000A271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33398997" w:history="1">
        <w:r w:rsidR="003B51F2" w:rsidRPr="00FF2AC2">
          <w:rPr>
            <w:rStyle w:val="Hypertextovodkaz"/>
          </w:rPr>
          <w:t>2.2</w:t>
        </w:r>
        <w:r w:rsidR="003B51F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</w:rPr>
          <w:t>Ostatní podklady pro zpracování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_Toc133398997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5</w:t>
        </w:r>
        <w:r w:rsidR="003B51F2">
          <w:rPr>
            <w:noProof/>
            <w:webHidden/>
          </w:rPr>
          <w:fldChar w:fldCharType="end"/>
        </w:r>
      </w:hyperlink>
    </w:p>
    <w:p w14:paraId="07A0D6F4" w14:textId="218D6BDE" w:rsidR="003B51F2" w:rsidRDefault="000A271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33398998" w:history="1">
        <w:r w:rsidR="003B51F2" w:rsidRPr="00FF2AC2">
          <w:rPr>
            <w:rStyle w:val="Hypertextovodkaz"/>
          </w:rPr>
          <w:t>2.3</w:t>
        </w:r>
        <w:r w:rsidR="003B51F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</w:rPr>
          <w:t>Předání podkladů pro zpracování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_Toc133398998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5</w:t>
        </w:r>
        <w:r w:rsidR="003B51F2">
          <w:rPr>
            <w:noProof/>
            <w:webHidden/>
          </w:rPr>
          <w:fldChar w:fldCharType="end"/>
        </w:r>
      </w:hyperlink>
    </w:p>
    <w:p w14:paraId="406313CD" w14:textId="5F614B71" w:rsidR="003B51F2" w:rsidRDefault="000A271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398999" w:history="1">
        <w:r w:rsidR="003B51F2" w:rsidRPr="00FF2AC2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3B51F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</w:rPr>
          <w:t>KOORDINACE S JINÝMI STAVBAMI A DOKUMENTY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_Toc133398999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5</w:t>
        </w:r>
        <w:r w:rsidR="003B51F2">
          <w:rPr>
            <w:noProof/>
            <w:webHidden/>
          </w:rPr>
          <w:fldChar w:fldCharType="end"/>
        </w:r>
      </w:hyperlink>
    </w:p>
    <w:p w14:paraId="33FB6C0D" w14:textId="01E53789" w:rsidR="003B51F2" w:rsidRDefault="000A271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399000" w:history="1">
        <w:r w:rsidR="003B51F2" w:rsidRPr="00FF2AC2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3B51F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</w:rPr>
          <w:t>POŽADAVKY NA TECHNICKÉ ŘEŠENÍ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_Toc133399000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6</w:t>
        </w:r>
        <w:r w:rsidR="003B51F2">
          <w:rPr>
            <w:noProof/>
            <w:webHidden/>
          </w:rPr>
          <w:fldChar w:fldCharType="end"/>
        </w:r>
      </w:hyperlink>
    </w:p>
    <w:p w14:paraId="4F6CFAA0" w14:textId="7C0C6BF0" w:rsidR="003B51F2" w:rsidRDefault="000A271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33399001" w:history="1">
        <w:r w:rsidR="003B51F2" w:rsidRPr="00FF2AC2">
          <w:rPr>
            <w:rStyle w:val="Hypertextovodkaz"/>
          </w:rPr>
          <w:t>4.1</w:t>
        </w:r>
        <w:r w:rsidR="003B51F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</w:rPr>
          <w:t>Všeobecně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_Toc133399001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6</w:t>
        </w:r>
        <w:r w:rsidR="003B51F2">
          <w:rPr>
            <w:noProof/>
            <w:webHidden/>
          </w:rPr>
          <w:fldChar w:fldCharType="end"/>
        </w:r>
      </w:hyperlink>
    </w:p>
    <w:p w14:paraId="22D7A60B" w14:textId="4516FA7A" w:rsidR="003B51F2" w:rsidRDefault="000A271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33399002" w:history="1">
        <w:r w:rsidR="003B51F2" w:rsidRPr="00FF2AC2">
          <w:rPr>
            <w:rStyle w:val="Hypertextovodkaz"/>
          </w:rPr>
          <w:t>4.2</w:t>
        </w:r>
        <w:r w:rsidR="003B51F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</w:rPr>
          <w:t>Geodetická dokumentace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_Toc133399002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8</w:t>
        </w:r>
        <w:r w:rsidR="003B51F2">
          <w:rPr>
            <w:noProof/>
            <w:webHidden/>
          </w:rPr>
          <w:fldChar w:fldCharType="end"/>
        </w:r>
      </w:hyperlink>
    </w:p>
    <w:p w14:paraId="4609A646" w14:textId="4B5B3B1B" w:rsidR="003B51F2" w:rsidRDefault="000A271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33399003" w:history="1">
        <w:r w:rsidR="003B51F2" w:rsidRPr="00FF2AC2">
          <w:rPr>
            <w:rStyle w:val="Hypertextovodkaz"/>
          </w:rPr>
          <w:t>4.3</w:t>
        </w:r>
        <w:r w:rsidR="003B51F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</w:rPr>
          <w:t>Dopravní technologie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_Toc133399003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8</w:t>
        </w:r>
        <w:r w:rsidR="003B51F2">
          <w:rPr>
            <w:noProof/>
            <w:webHidden/>
          </w:rPr>
          <w:fldChar w:fldCharType="end"/>
        </w:r>
      </w:hyperlink>
    </w:p>
    <w:p w14:paraId="7B3CA0B2" w14:textId="3DFC963E" w:rsidR="003B51F2" w:rsidRDefault="000A271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33399004" w:history="1">
        <w:r w:rsidR="003B51F2" w:rsidRPr="00FF2AC2">
          <w:rPr>
            <w:rStyle w:val="Hypertextovodkaz"/>
          </w:rPr>
          <w:t>4.4</w:t>
        </w:r>
        <w:r w:rsidR="003B51F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</w:rPr>
          <w:t>Aktualizace ekonomického hodnocení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_Toc133399004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8</w:t>
        </w:r>
        <w:r w:rsidR="003B51F2">
          <w:rPr>
            <w:noProof/>
            <w:webHidden/>
          </w:rPr>
          <w:fldChar w:fldCharType="end"/>
        </w:r>
      </w:hyperlink>
    </w:p>
    <w:p w14:paraId="5FEDC1A0" w14:textId="1B6A3657" w:rsidR="003B51F2" w:rsidRDefault="000A271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33399005" w:history="1">
        <w:r w:rsidR="003B51F2" w:rsidRPr="00FF2AC2">
          <w:rPr>
            <w:rStyle w:val="Hypertextovodkaz"/>
          </w:rPr>
          <w:t>4.5</w:t>
        </w:r>
        <w:r w:rsidR="003B51F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</w:rPr>
          <w:t>Obecný popis a upřesnění rozsahu stavby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_Toc133399005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8</w:t>
        </w:r>
        <w:r w:rsidR="003B51F2">
          <w:rPr>
            <w:noProof/>
            <w:webHidden/>
          </w:rPr>
          <w:fldChar w:fldCharType="end"/>
        </w:r>
      </w:hyperlink>
    </w:p>
    <w:p w14:paraId="3F2A05CB" w14:textId="1AC12DCB" w:rsidR="003B51F2" w:rsidRDefault="000A271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399006" w:history="1">
        <w:r w:rsidR="003B51F2" w:rsidRPr="00FF2AC2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3B51F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  <w:rFonts w:ascii="Verdana" w:hAnsi="Verdana"/>
          </w:rPr>
          <w:t>SPECIFICKÉ POŽADAVKY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_Toc133399006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9</w:t>
        </w:r>
        <w:r w:rsidR="003B51F2">
          <w:rPr>
            <w:noProof/>
            <w:webHidden/>
          </w:rPr>
          <w:fldChar w:fldCharType="end"/>
        </w:r>
      </w:hyperlink>
    </w:p>
    <w:p w14:paraId="4A2D2173" w14:textId="327599E6" w:rsidR="003B51F2" w:rsidRDefault="000A271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33399007" w:history="1">
        <w:r w:rsidR="003B51F2" w:rsidRPr="00FF2AC2">
          <w:rPr>
            <w:rStyle w:val="Hypertextovodkaz"/>
          </w:rPr>
          <w:t>5.1</w:t>
        </w:r>
        <w:r w:rsidR="003B51F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</w:rPr>
          <w:t>Další požadavky na zpracování Díla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_Toc133399007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9</w:t>
        </w:r>
        <w:r w:rsidR="003B51F2">
          <w:rPr>
            <w:noProof/>
            <w:webHidden/>
          </w:rPr>
          <w:fldChar w:fldCharType="end"/>
        </w:r>
      </w:hyperlink>
    </w:p>
    <w:p w14:paraId="40691769" w14:textId="6B4055F2" w:rsidR="003B51F2" w:rsidRDefault="000A271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33399008" w:history="1">
        <w:r w:rsidR="003B51F2" w:rsidRPr="00FF2AC2">
          <w:rPr>
            <w:rStyle w:val="Hypertextovodkaz"/>
          </w:rPr>
          <w:t>5.2</w:t>
        </w:r>
        <w:r w:rsidR="003B51F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</w:rPr>
          <w:t>Určení zástupců Objednatele a dalších dotčených osob k projednání Díla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_Toc133399008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10</w:t>
        </w:r>
        <w:r w:rsidR="003B51F2">
          <w:rPr>
            <w:noProof/>
            <w:webHidden/>
          </w:rPr>
          <w:fldChar w:fldCharType="end"/>
        </w:r>
      </w:hyperlink>
    </w:p>
    <w:p w14:paraId="1AB400CC" w14:textId="3173C493" w:rsidR="003B51F2" w:rsidRDefault="000A271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33399009" w:history="1">
        <w:r w:rsidR="003B51F2" w:rsidRPr="00FF2AC2">
          <w:rPr>
            <w:rStyle w:val="Hypertextovodkaz"/>
          </w:rPr>
          <w:t>5.3</w:t>
        </w:r>
        <w:r w:rsidR="003B51F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</w:rPr>
          <w:t>Pokyny k projednání a k připomínkovému řízení částí Díla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_Toc133399009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10</w:t>
        </w:r>
        <w:r w:rsidR="003B51F2">
          <w:rPr>
            <w:noProof/>
            <w:webHidden/>
          </w:rPr>
          <w:fldChar w:fldCharType="end"/>
        </w:r>
      </w:hyperlink>
    </w:p>
    <w:p w14:paraId="068F49EF" w14:textId="2F7F10FA" w:rsidR="003B51F2" w:rsidRDefault="000A271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33399010" w:history="1">
        <w:r w:rsidR="003B51F2" w:rsidRPr="00FF2AC2">
          <w:rPr>
            <w:rStyle w:val="Hypertextovodkaz"/>
          </w:rPr>
          <w:t>5.4</w:t>
        </w:r>
        <w:r w:rsidR="003B51F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</w:rPr>
          <w:t>Základní harmonogram zpracování Díla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_Toc133399010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10</w:t>
        </w:r>
        <w:r w:rsidR="003B51F2">
          <w:rPr>
            <w:noProof/>
            <w:webHidden/>
          </w:rPr>
          <w:fldChar w:fldCharType="end"/>
        </w:r>
      </w:hyperlink>
    </w:p>
    <w:p w14:paraId="421415AA" w14:textId="0E924483" w:rsidR="003B51F2" w:rsidRDefault="000A271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33399011" w:history="1">
        <w:r w:rsidR="003B51F2" w:rsidRPr="00FF2AC2">
          <w:rPr>
            <w:rStyle w:val="Hypertextovodkaz"/>
          </w:rPr>
          <w:t>5.5</w:t>
        </w:r>
        <w:r w:rsidR="003B51F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  <w:rFonts w:ascii="Verdana" w:hAnsi="Verdana"/>
          </w:rPr>
          <w:t>Pokyny pro odevzdání Díla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_Toc133399011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13</w:t>
        </w:r>
        <w:r w:rsidR="003B51F2">
          <w:rPr>
            <w:noProof/>
            <w:webHidden/>
          </w:rPr>
          <w:fldChar w:fldCharType="end"/>
        </w:r>
      </w:hyperlink>
    </w:p>
    <w:p w14:paraId="178FEB4F" w14:textId="46A6C2EF" w:rsidR="003B51F2" w:rsidRDefault="000A271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399012" w:history="1">
        <w:r w:rsidR="003B51F2" w:rsidRPr="00FF2AC2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3B51F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  <w:rFonts w:ascii="Verdana" w:hAnsi="Verdana"/>
          </w:rPr>
          <w:t>SOUVISEJÍCÍ DOKUMENTY A PŘEDPISY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_Toc133399012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13</w:t>
        </w:r>
        <w:r w:rsidR="003B51F2">
          <w:rPr>
            <w:noProof/>
            <w:webHidden/>
          </w:rPr>
          <w:fldChar w:fldCharType="end"/>
        </w:r>
      </w:hyperlink>
    </w:p>
    <w:p w14:paraId="0742F34B" w14:textId="36F06DE7" w:rsidR="003B51F2" w:rsidRDefault="000A271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399013" w:history="1">
        <w:r w:rsidR="003B51F2" w:rsidRPr="00FF2AC2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3B51F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B51F2" w:rsidRPr="00FF2AC2">
          <w:rPr>
            <w:rStyle w:val="Hypertextovodkaz"/>
            <w:rFonts w:ascii="Verdana" w:hAnsi="Verdana"/>
          </w:rPr>
          <w:t>PŘÍLOHY ZTP</w:t>
        </w:r>
        <w:r w:rsidR="003B51F2">
          <w:rPr>
            <w:noProof/>
            <w:webHidden/>
          </w:rPr>
          <w:tab/>
        </w:r>
        <w:r w:rsidR="003B51F2">
          <w:rPr>
            <w:noProof/>
            <w:webHidden/>
          </w:rPr>
          <w:fldChar w:fldCharType="begin"/>
        </w:r>
        <w:r w:rsidR="003B51F2">
          <w:rPr>
            <w:noProof/>
            <w:webHidden/>
          </w:rPr>
          <w:instrText xml:space="preserve"> PAGEREF _Toc133399013 \h </w:instrText>
        </w:r>
        <w:r w:rsidR="003B51F2">
          <w:rPr>
            <w:noProof/>
            <w:webHidden/>
          </w:rPr>
        </w:r>
        <w:r w:rsidR="003B51F2">
          <w:rPr>
            <w:noProof/>
            <w:webHidden/>
          </w:rPr>
          <w:fldChar w:fldCharType="separate"/>
        </w:r>
        <w:r w:rsidR="003B51F2">
          <w:rPr>
            <w:noProof/>
            <w:webHidden/>
          </w:rPr>
          <w:t>14</w:t>
        </w:r>
        <w:r w:rsidR="003B51F2">
          <w:rPr>
            <w:noProof/>
            <w:webHidden/>
          </w:rPr>
          <w:fldChar w:fldCharType="end"/>
        </w:r>
      </w:hyperlink>
    </w:p>
    <w:p w14:paraId="13F0243C" w14:textId="7178ADAB" w:rsidR="00AD0C7B" w:rsidRPr="00115B1E" w:rsidRDefault="00BD7E91" w:rsidP="0014196F">
      <w:pPr>
        <w:rPr>
          <w:rFonts w:ascii="Verdana" w:hAnsi="Verdana"/>
        </w:rPr>
      </w:pPr>
      <w:r w:rsidRPr="00115B1E">
        <w:rPr>
          <w:rFonts w:ascii="Verdana" w:hAnsi="Verdana"/>
        </w:rPr>
        <w:fldChar w:fldCharType="end"/>
      </w:r>
    </w:p>
    <w:p w14:paraId="50D96E6D" w14:textId="087AE883" w:rsidR="00E725BB" w:rsidRPr="00115B1E" w:rsidRDefault="00AD0C7B" w:rsidP="00DB4919">
      <w:pPr>
        <w:pStyle w:val="Nadpisbezsl1-1"/>
        <w:outlineLvl w:val="0"/>
        <w:rPr>
          <w:rStyle w:val="Tun"/>
          <w:rFonts w:ascii="Verdana" w:hAnsi="Verdana"/>
        </w:rPr>
      </w:pPr>
      <w:bookmarkStart w:id="0" w:name="_Toc26966122"/>
      <w:bookmarkStart w:id="1" w:name="_Toc133398991"/>
      <w:r w:rsidRPr="00115B1E">
        <w:rPr>
          <w:rFonts w:ascii="Verdana" w:hAnsi="Verdana"/>
        </w:rPr>
        <w:t>SEZNAM ZKRATEK</w:t>
      </w:r>
      <w:bookmarkEnd w:id="0"/>
      <w:bookmarkEnd w:id="1"/>
      <w:r w:rsidR="0076790E" w:rsidRPr="00115B1E">
        <w:rPr>
          <w:rFonts w:ascii="Verdana" w:hAnsi="Verdana"/>
        </w:rPr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E14D13" w:rsidRPr="00115B1E" w14:paraId="2DDB372D" w14:textId="77777777" w:rsidTr="00E14D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4E97474" w14:textId="016CE0AB" w:rsidR="00E14D13" w:rsidRPr="00115B1E" w:rsidRDefault="00E14D13" w:rsidP="00E14D13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BIM</w:t>
            </w:r>
            <w:r w:rsidRPr="00E14D13">
              <w:rPr>
                <w:rFonts w:ascii="Verdana" w:hAnsi="Verdana"/>
              </w:rPr>
              <w:t xml:space="preserve"> </w:t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9D06562" w14:textId="77777777" w:rsidR="00E14D13" w:rsidRDefault="00E14D13" w:rsidP="00E14D13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14D13">
              <w:rPr>
                <w:rFonts w:ascii="Verdana" w:hAnsi="Verdana"/>
              </w:rPr>
              <w:t>informační model budovy</w:t>
            </w:r>
          </w:p>
          <w:p w14:paraId="0B2537D2" w14:textId="2F749243" w:rsidR="00E14D13" w:rsidRPr="00115B1E" w:rsidRDefault="00E14D13" w:rsidP="00E14D13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14D13">
              <w:rPr>
                <w:rFonts w:ascii="Verdana" w:hAnsi="Verdana"/>
                <w:i/>
              </w:rPr>
              <w:t>Building Information Modeling/Management</w:t>
            </w:r>
          </w:p>
        </w:tc>
      </w:tr>
      <w:tr w:rsidR="004B67D9" w:rsidRPr="00115B1E" w14:paraId="4ED844BC" w14:textId="77777777" w:rsidTr="00E14D13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0ED1166" w14:textId="335DEEDE" w:rsidR="004B67D9" w:rsidRDefault="004B67D9" w:rsidP="00E14D13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CK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1C14746" w14:textId="00327BF0" w:rsidR="004B67D9" w:rsidRPr="00E14D13" w:rsidRDefault="004B67D9" w:rsidP="00E14D1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Centrální komise</w:t>
            </w:r>
          </w:p>
        </w:tc>
      </w:tr>
      <w:tr w:rsidR="00E725BB" w:rsidRPr="00115B1E" w14:paraId="3D1C77EF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06E213E" w14:textId="26FC87E6" w:rsidR="00E725BB" w:rsidRPr="00115B1E" w:rsidRDefault="003B51F2" w:rsidP="00F03C7F">
            <w:pPr>
              <w:pStyle w:val="Zkratky1"/>
              <w:rPr>
                <w:rFonts w:ascii="Verdana" w:hAnsi="Verdana"/>
              </w:rPr>
            </w:pPr>
            <w:r w:rsidRPr="006D5870">
              <w:rPr>
                <w:rFonts w:ascii="Verdana" w:hAnsi="Verdana"/>
              </w:rPr>
              <w:t>D</w:t>
            </w:r>
            <w:r w:rsidR="00F03C7F" w:rsidRPr="006D5870">
              <w:rPr>
                <w:rFonts w:ascii="Verdana" w:hAnsi="Verdana"/>
              </w:rPr>
              <w:t>ÚR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BFE129A" w14:textId="2E1CB245" w:rsidR="007B5EF7" w:rsidRPr="00115B1E" w:rsidRDefault="003B51F2" w:rsidP="00F03C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</w:t>
            </w:r>
            <w:r w:rsidRPr="003B51F2">
              <w:rPr>
                <w:rFonts w:ascii="Verdana" w:hAnsi="Verdana"/>
              </w:rPr>
              <w:t xml:space="preserve">okumentace pro </w:t>
            </w:r>
            <w:r w:rsidR="00F03C7F">
              <w:rPr>
                <w:rFonts w:ascii="Verdana" w:hAnsi="Verdana"/>
              </w:rPr>
              <w:t>územní rozhodnutí</w:t>
            </w:r>
          </w:p>
        </w:tc>
      </w:tr>
      <w:tr w:rsidR="00D42F72" w:rsidRPr="00115B1E" w14:paraId="746F208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46DDE26" w14:textId="663F5D37" w:rsidR="00D42F72" w:rsidRPr="00115B1E" w:rsidRDefault="00D42F72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EIA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60B7111" w14:textId="5E6D1483" w:rsidR="00D42F72" w:rsidRPr="00D42F72" w:rsidRDefault="00D42F72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vyhodnocení vlivů záměru na životní prostředí</w:t>
            </w:r>
          </w:p>
          <w:p w14:paraId="55F007FC" w14:textId="175AAF78" w:rsidR="00D42F72" w:rsidRPr="00D42F72" w:rsidRDefault="00D42F72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lang w:val="en-GB"/>
              </w:rPr>
            </w:pPr>
            <w:r w:rsidRPr="00D42F72">
              <w:rPr>
                <w:rFonts w:ascii="Verdana" w:hAnsi="Verdana"/>
                <w:i/>
                <w:lang w:val="en-GB"/>
              </w:rPr>
              <w:t>Environmental Impact Assessment</w:t>
            </w:r>
          </w:p>
        </w:tc>
      </w:tr>
      <w:tr w:rsidR="00237164" w:rsidRPr="00115B1E" w14:paraId="34DFCC53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85258F8" w14:textId="60AEAA59" w:rsidR="00237164" w:rsidRDefault="00237164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MD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A2BFEED" w14:textId="5762DCD4" w:rsidR="00237164" w:rsidRDefault="00237164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Ministerstvo dopravy</w:t>
            </w:r>
          </w:p>
        </w:tc>
      </w:tr>
      <w:tr w:rsidR="005F21F5" w:rsidRPr="00115B1E" w14:paraId="01399E3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E875403" w14:textId="5F77085F" w:rsidR="005F21F5" w:rsidRPr="00115B1E" w:rsidRDefault="005F21F5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RAMS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F5BFDF2" w14:textId="77777777" w:rsidR="005F21F5" w:rsidRDefault="005F21F5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spolehlivost, dostupnost, udržovatelnost, bezpečnost</w:t>
            </w:r>
          </w:p>
          <w:p w14:paraId="18AEB3EF" w14:textId="3A488614" w:rsidR="005F21F5" w:rsidRPr="009C2BEF" w:rsidRDefault="005F21F5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lang w:val="en-GB"/>
              </w:rPr>
            </w:pPr>
            <w:r w:rsidRPr="009C2BEF">
              <w:rPr>
                <w:rFonts w:ascii="Verdana" w:hAnsi="Verdana"/>
                <w:i/>
                <w:lang w:val="en-GB"/>
              </w:rPr>
              <w:t>Reliability, Availability, Maintainability, Safety</w:t>
            </w:r>
          </w:p>
        </w:tc>
      </w:tr>
      <w:tr w:rsidR="00D0529F" w:rsidRPr="00115B1E" w14:paraId="04DC0BD6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759F6EE" w14:textId="5729E14A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RS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162C2E8" w14:textId="620E807D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Rychlé spojení</w:t>
            </w:r>
          </w:p>
        </w:tc>
      </w:tr>
      <w:tr w:rsidR="00A86F0E" w:rsidRPr="00115B1E" w14:paraId="6090D6E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A0BE420" w14:textId="2F90282B" w:rsidR="00A86F0E" w:rsidRPr="00115B1E" w:rsidRDefault="00A86F0E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SoD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53B574C" w14:textId="4861B676" w:rsidR="00A86F0E" w:rsidRPr="00115B1E" w:rsidRDefault="00A86F0E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Smlouva o dílo</w:t>
            </w:r>
          </w:p>
        </w:tc>
      </w:tr>
      <w:tr w:rsidR="00D0529F" w:rsidRPr="00115B1E" w14:paraId="692F94CC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AAE85D8" w14:textId="616C4620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SNCF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59C1D66" w14:textId="77777777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Národní společnost francouzských železnic</w:t>
            </w:r>
          </w:p>
          <w:p w14:paraId="2451978C" w14:textId="5120726C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</w:rPr>
            </w:pPr>
            <w:r w:rsidRPr="00115B1E">
              <w:rPr>
                <w:rFonts w:ascii="Verdana" w:hAnsi="Verdana"/>
                <w:i/>
              </w:rPr>
              <w:t>Société Nationale des Chemins de fer Français</w:t>
            </w:r>
          </w:p>
        </w:tc>
      </w:tr>
      <w:tr w:rsidR="00237164" w:rsidRPr="00115B1E" w14:paraId="55AFD5BD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0FAB487" w14:textId="70B9693D" w:rsidR="00237164" w:rsidRPr="00115B1E" w:rsidRDefault="00237164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SŽ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CEC70CA" w14:textId="32431128" w:rsidR="00237164" w:rsidRPr="00115B1E" w:rsidRDefault="00237164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</w:t>
            </w:r>
          </w:p>
        </w:tc>
      </w:tr>
      <w:tr w:rsidR="00A86F0E" w:rsidRPr="00115B1E" w14:paraId="74D43C7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32F4E70" w14:textId="0D202A00" w:rsidR="00A86F0E" w:rsidRPr="00115B1E" w:rsidRDefault="00A86F0E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TKP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8E0D83B" w14:textId="1845E60C" w:rsidR="00A86F0E" w:rsidRPr="00115B1E" w:rsidRDefault="00A86F0E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Technické kvalitativní podmínky staveb</w:t>
            </w:r>
          </w:p>
        </w:tc>
      </w:tr>
      <w:tr w:rsidR="00240500" w:rsidRPr="00115B1E" w14:paraId="496BDD31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18272D5" w14:textId="36303AF5" w:rsidR="00240500" w:rsidRPr="00115B1E" w:rsidRDefault="00240500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TNS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47C2388" w14:textId="2E3536EA" w:rsidR="00240500" w:rsidRPr="00115B1E" w:rsidRDefault="00240500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Trakční napájecí stanice</w:t>
            </w:r>
          </w:p>
        </w:tc>
      </w:tr>
      <w:tr w:rsidR="00424A4B" w:rsidRPr="00115B1E" w14:paraId="11C4CFE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DB32DCF" w14:textId="46680AEF" w:rsidR="00424A4B" w:rsidRPr="00115B1E" w:rsidRDefault="00424A4B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TSI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0C18EAF" w14:textId="77777777" w:rsidR="00424A4B" w:rsidRPr="00115B1E" w:rsidRDefault="00424A4B" w:rsidP="00424A4B">
            <w:pPr>
              <w:pStyle w:val="Seznamzkratek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Technické specifikace interoperability</w:t>
            </w:r>
          </w:p>
          <w:p w14:paraId="5DF16BE3" w14:textId="6C8B993A" w:rsidR="00424A4B" w:rsidRPr="00115B1E" w:rsidRDefault="00424A4B" w:rsidP="00424A4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  <w:i/>
              </w:rPr>
              <w:t>Technical Specifications for Interoperability</w:t>
            </w:r>
          </w:p>
        </w:tc>
      </w:tr>
      <w:tr w:rsidR="00D0529F" w:rsidRPr="00115B1E" w14:paraId="72943AEE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831EB70" w14:textId="6B371789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VRT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E21D278" w14:textId="3B8EE213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vysokorychlostní trať</w:t>
            </w:r>
          </w:p>
        </w:tc>
      </w:tr>
      <w:tr w:rsidR="00BC3E44" w:rsidRPr="00115B1E" w14:paraId="6E7A9E60" w14:textId="77777777" w:rsidTr="00B3345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2C96EA9" w14:textId="77777777" w:rsidR="00BC3E44" w:rsidRPr="00115B1E" w:rsidRDefault="00BC3E44" w:rsidP="00B3345D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ZTP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4A73A77" w14:textId="5B55AF11" w:rsidR="00BC3E44" w:rsidRPr="00115B1E" w:rsidRDefault="00BC3E44" w:rsidP="00B3345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Zvláštní technické podmínky</w:t>
            </w:r>
            <w:r w:rsidR="00D42F72">
              <w:rPr>
                <w:rFonts w:ascii="Verdana" w:hAnsi="Verdana"/>
              </w:rPr>
              <w:t xml:space="preserve"> (</w:t>
            </w:r>
            <w:r w:rsidR="00D42F72" w:rsidRPr="00BE31D4">
              <w:rPr>
                <w:rFonts w:ascii="Verdana" w:hAnsi="Verdana"/>
              </w:rPr>
              <w:t xml:space="preserve">Příloha č. 3c </w:t>
            </w:r>
            <w:r w:rsidR="00475B13" w:rsidRPr="00BE31D4">
              <w:rPr>
                <w:rFonts w:ascii="Verdana" w:hAnsi="Verdana"/>
              </w:rPr>
              <w:t>SoD</w:t>
            </w:r>
            <w:r w:rsidR="00D42F72">
              <w:rPr>
                <w:rFonts w:ascii="Verdana" w:hAnsi="Verdana"/>
              </w:rPr>
              <w:t>)</w:t>
            </w:r>
          </w:p>
        </w:tc>
      </w:tr>
      <w:tr w:rsidR="00D0529F" w:rsidRPr="00115B1E" w14:paraId="3A60FD6A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A5C8101" w14:textId="1A1CBF7D" w:rsidR="00BC3E44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9CDE1ED" w14:textId="5BEAF148" w:rsidR="00BC3E44" w:rsidRPr="00115B1E" w:rsidRDefault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</w:t>
            </w:r>
            <w:r w:rsidR="00BC3E44" w:rsidRPr="00115B1E">
              <w:rPr>
                <w:rFonts w:ascii="Verdana" w:hAnsi="Verdana"/>
              </w:rPr>
              <w:t>áměr projektu</w:t>
            </w:r>
          </w:p>
        </w:tc>
      </w:tr>
      <w:tr w:rsidR="00237164" w:rsidRPr="00115B1E" w14:paraId="115469DF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302ABA5" w14:textId="6234F381" w:rsidR="00237164" w:rsidRPr="00115B1E" w:rsidRDefault="00237164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ZÚR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87F93C3" w14:textId="592327B5" w:rsidR="00237164" w:rsidRPr="00115B1E" w:rsidRDefault="0023716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Zásady územního rozvoje</w:t>
            </w:r>
          </w:p>
        </w:tc>
      </w:tr>
      <w:tr w:rsidR="00D0529F" w:rsidRPr="00115B1E" w14:paraId="7F143ED5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BA5A7AF" w14:textId="071DAEB8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ŽST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D1EBBB7" w14:textId="68E5A5A6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železniční stanice</w:t>
            </w:r>
          </w:p>
        </w:tc>
      </w:tr>
    </w:tbl>
    <w:p w14:paraId="44A152D3" w14:textId="77777777" w:rsidR="00826B7B" w:rsidRPr="00115B1E" w:rsidRDefault="00826B7B" w:rsidP="0014196F">
      <w:pPr>
        <w:rPr>
          <w:rFonts w:ascii="Verdana" w:hAnsi="Verdana"/>
        </w:rPr>
      </w:pPr>
      <w:r w:rsidRPr="00115B1E">
        <w:rPr>
          <w:rFonts w:ascii="Verdana" w:hAnsi="Verdana"/>
        </w:rPr>
        <w:br w:type="page"/>
      </w:r>
    </w:p>
    <w:p w14:paraId="7BF33839" w14:textId="77777777" w:rsidR="00280C98" w:rsidRPr="00115B1E" w:rsidRDefault="00280C98" w:rsidP="00115B1E">
      <w:pPr>
        <w:pStyle w:val="Nadpis2-1"/>
      </w:pPr>
      <w:bookmarkStart w:id="2" w:name="_Toc26966123"/>
      <w:bookmarkStart w:id="3" w:name="_Toc133398992"/>
      <w:bookmarkStart w:id="4" w:name="_Toc389559699"/>
      <w:bookmarkStart w:id="5" w:name="_Toc397429847"/>
      <w:bookmarkStart w:id="6" w:name="_Ref433028040"/>
      <w:bookmarkStart w:id="7" w:name="_Toc1048197"/>
      <w:r w:rsidRPr="00115B1E">
        <w:lastRenderedPageBreak/>
        <w:t>SPECIFIKACE PŘEDMĚTU DÍLA</w:t>
      </w:r>
      <w:bookmarkEnd w:id="2"/>
      <w:bookmarkEnd w:id="3"/>
    </w:p>
    <w:p w14:paraId="5DF2132A" w14:textId="42FD5761" w:rsidR="00115150" w:rsidRPr="00115B1E" w:rsidRDefault="000D71B5" w:rsidP="00115B1E">
      <w:pPr>
        <w:pStyle w:val="Nadpis2-2"/>
      </w:pPr>
      <w:bookmarkStart w:id="8" w:name="_Toc133398993"/>
      <w:bookmarkStart w:id="9" w:name="_Toc26966125"/>
      <w:r>
        <w:t>Hlavní p</w:t>
      </w:r>
      <w:r w:rsidR="00115150" w:rsidRPr="00115B1E">
        <w:t>ředmět plnění veřejné zakázky</w:t>
      </w:r>
      <w:r w:rsidR="00C253A1" w:rsidRPr="00115B1E">
        <w:t xml:space="preserve"> (</w:t>
      </w:r>
      <w:r w:rsidR="00CF7745">
        <w:t>dále jen „</w:t>
      </w:r>
      <w:r w:rsidR="00C253A1" w:rsidRPr="00115B1E">
        <w:t>Dílo</w:t>
      </w:r>
      <w:r w:rsidR="00CF7745">
        <w:t>“</w:t>
      </w:r>
      <w:r w:rsidR="00C253A1" w:rsidRPr="00115B1E">
        <w:t>)</w:t>
      </w:r>
      <w:bookmarkEnd w:id="8"/>
    </w:p>
    <w:p w14:paraId="3369BD66" w14:textId="50DAB6A6" w:rsidR="00FB60D2" w:rsidRPr="00115B1E" w:rsidRDefault="00FB60D2" w:rsidP="00570416">
      <w:pPr>
        <w:pStyle w:val="Text2-1"/>
        <w:ind w:left="709" w:hanging="709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 xml:space="preserve">Hlavním </w:t>
      </w:r>
      <w:r w:rsidRPr="00570416">
        <w:rPr>
          <w:rStyle w:val="Text2-1Char"/>
        </w:rPr>
        <w:t>předmětem</w:t>
      </w:r>
      <w:r w:rsidRPr="00115B1E">
        <w:rPr>
          <w:rStyle w:val="Text2-1Char"/>
          <w:rFonts w:ascii="Verdana" w:hAnsi="Verdana"/>
        </w:rPr>
        <w:t xml:space="preserve"> plnění je zhotovení </w:t>
      </w:r>
      <w:r w:rsidR="007F4AD1" w:rsidRPr="00115B1E">
        <w:rPr>
          <w:rStyle w:val="Text2-1Char"/>
          <w:rFonts w:ascii="Verdana" w:hAnsi="Verdana"/>
        </w:rPr>
        <w:t>D</w:t>
      </w:r>
      <w:r w:rsidRPr="00115B1E">
        <w:rPr>
          <w:rStyle w:val="Text2-1Char"/>
          <w:rFonts w:ascii="Verdana" w:hAnsi="Verdana"/>
        </w:rPr>
        <w:t>íla spočívajícího v:</w:t>
      </w:r>
    </w:p>
    <w:p w14:paraId="6B7F7FAF" w14:textId="32B77BDB" w:rsidR="00AE596A" w:rsidRPr="009D56CD" w:rsidRDefault="00AE596A" w:rsidP="003165B4">
      <w:pPr>
        <w:pStyle w:val="Odstavecseseznamem"/>
        <w:numPr>
          <w:ilvl w:val="0"/>
          <w:numId w:val="14"/>
        </w:numPr>
        <w:spacing w:after="120"/>
        <w:contextualSpacing w:val="0"/>
        <w:jc w:val="both"/>
      </w:pPr>
      <w:r w:rsidRPr="002A5768">
        <w:rPr>
          <w:rFonts w:ascii="Verdana" w:hAnsi="Verdana"/>
        </w:rPr>
        <w:t xml:space="preserve">Zpracování záměru projektu novostavby tratě </w:t>
      </w:r>
      <w:r w:rsidR="00F07A20">
        <w:rPr>
          <w:rFonts w:ascii="Verdana" w:hAnsi="Verdana"/>
        </w:rPr>
        <w:t>RS1</w:t>
      </w:r>
      <w:r>
        <w:rPr>
          <w:rFonts w:ascii="Verdana" w:hAnsi="Verdana"/>
        </w:rPr>
        <w:t xml:space="preserve"> </w:t>
      </w:r>
      <w:r w:rsidR="00F07A20">
        <w:rPr>
          <w:rFonts w:ascii="Verdana" w:hAnsi="Verdana"/>
        </w:rPr>
        <w:t xml:space="preserve">VRT </w:t>
      </w:r>
      <w:r w:rsidR="00BE2A6E">
        <w:rPr>
          <w:rFonts w:ascii="Verdana" w:hAnsi="Verdana"/>
        </w:rPr>
        <w:t>Brodek u Přerova</w:t>
      </w:r>
      <w:r>
        <w:rPr>
          <w:rFonts w:ascii="Verdana" w:hAnsi="Verdana"/>
        </w:rPr>
        <w:t xml:space="preserve"> – </w:t>
      </w:r>
      <w:r w:rsidR="00F07A20">
        <w:rPr>
          <w:rFonts w:ascii="Verdana" w:hAnsi="Verdana"/>
        </w:rPr>
        <w:t>Prosenice</w:t>
      </w:r>
      <w:r w:rsidR="00AC153F">
        <w:rPr>
          <w:rFonts w:ascii="Verdana" w:hAnsi="Verdana"/>
        </w:rPr>
        <w:t xml:space="preserve"> (dále jen </w:t>
      </w:r>
      <w:r w:rsidR="000E7A2A">
        <w:rPr>
          <w:rFonts w:ascii="Verdana" w:hAnsi="Verdana"/>
        </w:rPr>
        <w:t>„</w:t>
      </w:r>
      <w:r w:rsidR="00AC153F" w:rsidRPr="00600FDF">
        <w:rPr>
          <w:rFonts w:ascii="Verdana" w:hAnsi="Verdana"/>
          <w:b/>
        </w:rPr>
        <w:t>ZP</w:t>
      </w:r>
      <w:r w:rsidR="000E7A2A">
        <w:rPr>
          <w:rFonts w:ascii="Verdana" w:hAnsi="Verdana"/>
        </w:rPr>
        <w:t>“</w:t>
      </w:r>
      <w:r w:rsidR="00AC153F">
        <w:rPr>
          <w:rFonts w:ascii="Verdana" w:hAnsi="Verdana"/>
        </w:rPr>
        <w:t>)</w:t>
      </w:r>
      <w:r>
        <w:rPr>
          <w:rFonts w:ascii="Verdana" w:hAnsi="Verdana"/>
        </w:rPr>
        <w:t xml:space="preserve">. </w:t>
      </w:r>
      <w:r w:rsidRPr="002A5768">
        <w:rPr>
          <w:rFonts w:ascii="Verdana" w:hAnsi="Verdana"/>
        </w:rPr>
        <w:t>ZP dle Směrnice Ministerstva dopravy ČR č. V-2/2012 „</w:t>
      </w:r>
      <w:r w:rsidR="00232874" w:rsidRPr="00232874">
        <w:rPr>
          <w:rFonts w:ascii="Verdana" w:hAnsi="Verdana"/>
        </w:rPr>
        <w:t>Směrnice upravující postupy v průběhu přípravy investičních a neinvestičních akcí dopravní infrastruktury, financovaných bez účasti státního rozpočtu</w:t>
      </w:r>
      <w:r w:rsidRPr="002A5768">
        <w:rPr>
          <w:rFonts w:ascii="Verdana" w:hAnsi="Verdana"/>
        </w:rPr>
        <w:t>“, v platném znění, včetně příloh (dále jen „</w:t>
      </w:r>
      <w:r w:rsidRPr="002A5768">
        <w:rPr>
          <w:rFonts w:ascii="Verdana" w:hAnsi="Verdana"/>
          <w:b/>
        </w:rPr>
        <w:t>Směrnice MD V-2/2012</w:t>
      </w:r>
      <w:r w:rsidRPr="002A5768">
        <w:rPr>
          <w:rFonts w:ascii="Verdana" w:hAnsi="Verdana"/>
        </w:rPr>
        <w:t>“).</w:t>
      </w:r>
    </w:p>
    <w:p w14:paraId="28D5727C" w14:textId="7A7C5C0D" w:rsidR="00096214" w:rsidRPr="00115B1E" w:rsidRDefault="00096214" w:rsidP="003165B4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Zpracování </w:t>
      </w:r>
      <w:r w:rsidRPr="00D42F72">
        <w:rPr>
          <w:rFonts w:ascii="Verdana" w:hAnsi="Verdana"/>
        </w:rPr>
        <w:t xml:space="preserve">dokumentace stavby </w:t>
      </w:r>
      <w:r w:rsidRPr="007D7E6D">
        <w:rPr>
          <w:rFonts w:ascii="Verdana" w:hAnsi="Verdana"/>
        </w:rPr>
        <w:t>„</w:t>
      </w:r>
      <w:r>
        <w:rPr>
          <w:rFonts w:ascii="Verdana" w:hAnsi="Verdana"/>
        </w:rPr>
        <w:t>RS 1 VRT Brodek u Přerova - Prosenice“ v </w:t>
      </w:r>
      <w:r w:rsidRPr="00D42F72">
        <w:rPr>
          <w:rFonts w:ascii="Verdana" w:hAnsi="Verdana"/>
        </w:rPr>
        <w:t>podrobnosti dokumentace pro vydání rozhodnutí o umístění stavby drá</w:t>
      </w:r>
      <w:r>
        <w:rPr>
          <w:rFonts w:ascii="Verdana" w:hAnsi="Verdana"/>
        </w:rPr>
        <w:t>hy dle přílohy č. 3 vyhlášky č. </w:t>
      </w:r>
      <w:r w:rsidRPr="00D42F72">
        <w:rPr>
          <w:rFonts w:ascii="Verdana" w:hAnsi="Verdana"/>
        </w:rPr>
        <w:t xml:space="preserve">499/2006 Sb., o dokumentaci staveb, ve znění pozdějších předpisů </w:t>
      </w:r>
      <w:r>
        <w:rPr>
          <w:rFonts w:ascii="Verdana" w:hAnsi="Verdana"/>
        </w:rPr>
        <w:t>provádějící</w:t>
      </w:r>
      <w:r w:rsidRPr="00D42F72">
        <w:rPr>
          <w:rFonts w:ascii="Verdana" w:hAnsi="Verdana"/>
        </w:rPr>
        <w:t xml:space="preserve"> zákon č. 183/2006 Sb., </w:t>
      </w:r>
      <w:r w:rsidRPr="00FC3C98">
        <w:rPr>
          <w:rFonts w:ascii="Verdana" w:hAnsi="Verdana"/>
        </w:rPr>
        <w:t>o územním plánování a stavebním řádu (stavební zákon)</w:t>
      </w:r>
      <w:r>
        <w:rPr>
          <w:rFonts w:ascii="Verdana" w:hAnsi="Verdana"/>
        </w:rPr>
        <w:t xml:space="preserve">, </w:t>
      </w:r>
      <w:r w:rsidRPr="00D42F72">
        <w:rPr>
          <w:rFonts w:ascii="Verdana" w:hAnsi="Verdana"/>
        </w:rPr>
        <w:t>ve znění pozdějších předpisů (</w:t>
      </w:r>
      <w:r>
        <w:rPr>
          <w:rFonts w:ascii="Verdana" w:hAnsi="Verdana"/>
        </w:rPr>
        <w:t>dále jen „</w:t>
      </w:r>
      <w:r w:rsidRPr="00557532">
        <w:rPr>
          <w:rFonts w:ascii="Verdana" w:hAnsi="Verdana"/>
          <w:b/>
          <w:bCs/>
        </w:rPr>
        <w:t>DÚR</w:t>
      </w:r>
      <w:r>
        <w:rPr>
          <w:rFonts w:ascii="Verdana" w:hAnsi="Verdana"/>
        </w:rPr>
        <w:t>“</w:t>
      </w:r>
      <w:r w:rsidRPr="00D42F72">
        <w:rPr>
          <w:rFonts w:ascii="Verdana" w:hAnsi="Verdana"/>
        </w:rPr>
        <w:t>), včetně zajištění potřebných podkladů, průzkumů pro zpracová</w:t>
      </w:r>
      <w:r>
        <w:rPr>
          <w:rFonts w:ascii="Verdana" w:hAnsi="Verdana"/>
        </w:rPr>
        <w:t>ní předprojektové dokumentace a </w:t>
      </w:r>
      <w:r w:rsidRPr="00D42F72">
        <w:rPr>
          <w:rFonts w:ascii="Verdana" w:hAnsi="Verdana"/>
        </w:rPr>
        <w:t>vypracování předběžného inženýrskogeologického průzkumu dle ČSN P 73 1005 IG průzkumy pro předprojektovou dokumentaci ve stu</w:t>
      </w:r>
      <w:r>
        <w:rPr>
          <w:rFonts w:ascii="Verdana" w:hAnsi="Verdana"/>
        </w:rPr>
        <w:t>pni pro územní rozhodnutí</w:t>
      </w:r>
      <w:r w:rsidR="00557532">
        <w:rPr>
          <w:rFonts w:ascii="Verdana" w:hAnsi="Verdana"/>
        </w:rPr>
        <w:t>.</w:t>
      </w:r>
    </w:p>
    <w:p w14:paraId="0FFF8487" w14:textId="2C210E39" w:rsidR="00FB60D2" w:rsidRPr="00327E1B" w:rsidRDefault="00D42F72" w:rsidP="003165B4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Verdana" w:hAnsi="Verdana"/>
        </w:rPr>
      </w:pPr>
      <w:r w:rsidRPr="00D42F72">
        <w:rPr>
          <w:rFonts w:ascii="Verdana" w:hAnsi="Verdana"/>
        </w:rPr>
        <w:t xml:space="preserve">Zpracování dokumentace EIA stavby </w:t>
      </w:r>
      <w:r w:rsidR="00C946C8" w:rsidRPr="007D7E6D">
        <w:rPr>
          <w:rFonts w:ascii="Verdana" w:hAnsi="Verdana"/>
        </w:rPr>
        <w:t>„</w:t>
      </w:r>
      <w:r w:rsidR="00ED7F26">
        <w:rPr>
          <w:rFonts w:ascii="Verdana" w:hAnsi="Verdana"/>
        </w:rPr>
        <w:t>RS 1 VRT Brodek u Přerova - Prosenice</w:t>
      </w:r>
      <w:r w:rsidR="00C946C8">
        <w:rPr>
          <w:rFonts w:ascii="Verdana" w:hAnsi="Verdana"/>
        </w:rPr>
        <w:t>“</w:t>
      </w:r>
      <w:r w:rsidR="004C691A" w:rsidRPr="00D42F72" w:rsidDel="007D7E6D">
        <w:rPr>
          <w:rFonts w:ascii="Verdana" w:hAnsi="Verdana"/>
        </w:rPr>
        <w:t xml:space="preserve"> </w:t>
      </w:r>
      <w:r w:rsidR="00696CD0">
        <w:rPr>
          <w:rFonts w:ascii="Verdana" w:hAnsi="Verdana"/>
        </w:rPr>
        <w:t>dle zákona č. </w:t>
      </w:r>
      <w:r w:rsidRPr="00696CD0">
        <w:rPr>
          <w:rFonts w:ascii="Verdana" w:hAnsi="Verdana"/>
        </w:rPr>
        <w:t>100/2001 Sb., o posuzování vlivů na životní prostředí a o změně některých souvisejících zákonů (zákon o posuzování vlivů na životní prostředí), ve znění pozdějších předpisů</w:t>
      </w:r>
      <w:r w:rsidR="00327E1B">
        <w:rPr>
          <w:rFonts w:ascii="Verdana" w:hAnsi="Verdana"/>
        </w:rPr>
        <w:t xml:space="preserve"> (dále jen „</w:t>
      </w:r>
      <w:r w:rsidR="00327E1B" w:rsidRPr="000C3125">
        <w:rPr>
          <w:rFonts w:ascii="Verdana" w:hAnsi="Verdana"/>
          <w:b/>
        </w:rPr>
        <w:t>zákon č. 100/2001 Sb</w:t>
      </w:r>
      <w:r w:rsidR="00327E1B">
        <w:rPr>
          <w:rFonts w:ascii="Verdana" w:hAnsi="Verdana"/>
        </w:rPr>
        <w:t>.</w:t>
      </w:r>
      <w:r w:rsidR="000E7A2A">
        <w:rPr>
          <w:rFonts w:ascii="Verdana" w:hAnsi="Verdana"/>
        </w:rPr>
        <w:t>“</w:t>
      </w:r>
      <w:r w:rsidR="00327E1B">
        <w:rPr>
          <w:rFonts w:ascii="Verdana" w:hAnsi="Verdana"/>
        </w:rPr>
        <w:t>)</w:t>
      </w:r>
      <w:r w:rsidRPr="00696CD0">
        <w:rPr>
          <w:rFonts w:ascii="Verdana" w:hAnsi="Verdana"/>
        </w:rPr>
        <w:t>, včetně zpracování žádosti o vydání závazného stanoviska EIA</w:t>
      </w:r>
      <w:r w:rsidR="009365AF">
        <w:rPr>
          <w:rFonts w:ascii="Verdana" w:hAnsi="Verdana"/>
        </w:rPr>
        <w:t>,</w:t>
      </w:r>
      <w:r w:rsidR="009365AF" w:rsidRPr="009365AF">
        <w:rPr>
          <w:rFonts w:ascii="Verdana" w:hAnsi="Verdana"/>
        </w:rPr>
        <w:t xml:space="preserve"> </w:t>
      </w:r>
      <w:r w:rsidR="009365AF" w:rsidRPr="00D37A51">
        <w:rPr>
          <w:rFonts w:ascii="Verdana" w:hAnsi="Verdana"/>
        </w:rPr>
        <w:t>předložení dokumentace EIA orgánu příslušnému k vydání závazného stanoviska EIA, zajištění činností souvisejících s procesem posouzení vlivu záměru na životní prostředí ve smyslu citovaného zákona a získání pravo</w:t>
      </w:r>
      <w:r w:rsidR="00557532">
        <w:rPr>
          <w:rFonts w:ascii="Verdana" w:hAnsi="Verdana"/>
        </w:rPr>
        <w:t xml:space="preserve">mocného kladného stanoviska EIA. Případné podmínky a závěry budou </w:t>
      </w:r>
      <w:r w:rsidR="00557532">
        <w:t>zapracovány do DÚR dle</w:t>
      </w:r>
      <w:r w:rsidR="00557532" w:rsidRPr="00EF3AB1">
        <w:t xml:space="preserve"> </w:t>
      </w:r>
      <w:r w:rsidR="00557532">
        <w:t>1.1.1 b).</w:t>
      </w:r>
    </w:p>
    <w:p w14:paraId="56360C63" w14:textId="7F8045CF" w:rsidR="00BC5BBD" w:rsidRPr="00096214" w:rsidRDefault="00BC5BBD" w:rsidP="003165B4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Verdana" w:hAnsi="Verdana"/>
        </w:rPr>
      </w:pPr>
      <w:r w:rsidRPr="00096214">
        <w:t xml:space="preserve">Zpracování </w:t>
      </w:r>
      <w:r w:rsidR="00A24B64" w:rsidRPr="00096214">
        <w:t>D</w:t>
      </w:r>
      <w:r w:rsidR="00096214" w:rsidRPr="00096214">
        <w:t>ÚR</w:t>
      </w:r>
      <w:r w:rsidR="002D55DC" w:rsidRPr="00096214">
        <w:t xml:space="preserve"> </w:t>
      </w:r>
      <w:r w:rsidRPr="00096214">
        <w:t xml:space="preserve">v režimu BIM a vytvoření Informačního modelu BIM dle SoD </w:t>
      </w:r>
      <w:r w:rsidRPr="000E29AC">
        <w:t>Přílohy č. 1</w:t>
      </w:r>
      <w:r w:rsidR="00232874" w:rsidRPr="000E29AC">
        <w:t>2</w:t>
      </w:r>
      <w:r w:rsidRPr="00096214">
        <w:t xml:space="preserve"> BIM protokol, včetně všech jeho příloh. Informační model je součást Díla a bude zpracováván, projednáván a odevzdáván průběžně a společně s ostatními části Díla dle Harmonogramu plnění dle </w:t>
      </w:r>
      <w:r w:rsidR="0079164C" w:rsidRPr="00096214">
        <w:t>P</w:t>
      </w:r>
      <w:r w:rsidRPr="00096214">
        <w:t>řílohy č. 5 SoD.</w:t>
      </w:r>
    </w:p>
    <w:p w14:paraId="3E4AD941" w14:textId="729759A0" w:rsidR="00096214" w:rsidRPr="00327E1B" w:rsidRDefault="00096214" w:rsidP="00132492">
      <w:pPr>
        <w:pStyle w:val="Text2-1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 xml:space="preserve">Za hlavní předmět plnění je v případě zpracování dokumentace pro vydání rozhodnutí o umístění stavby dráhy </w:t>
      </w:r>
      <w:r w:rsidRPr="00101D75">
        <w:rPr>
          <w:rStyle w:val="Text2-1Char"/>
          <w:rFonts w:ascii="Verdana" w:hAnsi="Verdana"/>
        </w:rPr>
        <w:t>(</w:t>
      </w:r>
      <w:r>
        <w:rPr>
          <w:rStyle w:val="Text2-1Char"/>
          <w:rFonts w:ascii="Verdana" w:hAnsi="Verdana"/>
        </w:rPr>
        <w:t>odst</w:t>
      </w:r>
      <w:r w:rsidRPr="00101D75">
        <w:rPr>
          <w:rStyle w:val="Text2-1Char"/>
          <w:rFonts w:ascii="Verdana" w:hAnsi="Verdana"/>
        </w:rPr>
        <w:t xml:space="preserve">. 1.1.1 písm. </w:t>
      </w:r>
      <w:r>
        <w:rPr>
          <w:rStyle w:val="Text2-1Char"/>
          <w:rFonts w:ascii="Verdana" w:hAnsi="Verdana"/>
        </w:rPr>
        <w:t>b</w:t>
      </w:r>
      <w:r w:rsidRPr="00101D75">
        <w:rPr>
          <w:rStyle w:val="Text2-1Char"/>
          <w:rFonts w:ascii="Verdana" w:hAnsi="Verdana"/>
        </w:rPr>
        <w:t>) těchto ZTP) považováno</w:t>
      </w:r>
      <w:r w:rsidRPr="00115B1E">
        <w:rPr>
          <w:rStyle w:val="Text2-1Char"/>
          <w:rFonts w:ascii="Verdana" w:hAnsi="Verdana"/>
        </w:rPr>
        <w:t xml:space="preserve"> její vypracování v rozsahu dle přílohy </w:t>
      </w:r>
      <w:r w:rsidRPr="00C17ADB">
        <w:rPr>
          <w:rStyle w:val="Text2-1Char"/>
          <w:rFonts w:ascii="Verdana" w:hAnsi="Verdana"/>
        </w:rPr>
        <w:t>č. 3 vyhlášky č. 499/2006 Sb.</w:t>
      </w:r>
      <w:r w:rsidRPr="00115B1E">
        <w:rPr>
          <w:rStyle w:val="Text2-1Char"/>
          <w:rFonts w:ascii="Verdana" w:hAnsi="Verdana"/>
        </w:rPr>
        <w:t>, o dokumentaci stave</w:t>
      </w:r>
      <w:r w:rsidR="00132492">
        <w:rPr>
          <w:rStyle w:val="Text2-1Char"/>
          <w:rFonts w:ascii="Verdana" w:hAnsi="Verdana"/>
        </w:rPr>
        <w:t xml:space="preserve">b, ve znění pozdějších předpisů, </w:t>
      </w:r>
      <w:r w:rsidR="00132492" w:rsidRPr="0088605E">
        <w:rPr>
          <w:rStyle w:val="Text2-1Char"/>
          <w:rFonts w:ascii="Verdana" w:hAnsi="Verdana"/>
        </w:rPr>
        <w:t>vyjma zajištění dokladů dle podkapitol 1., 3. a 5. kapitoly Dokladová část této přílohy č. 3 a zapracování případných podmínek a dalších závěrů z těchto dokladů vyplývajících.</w:t>
      </w:r>
    </w:p>
    <w:p w14:paraId="605D13C0" w14:textId="5765DFDE" w:rsidR="005C6366" w:rsidRDefault="00B41A9A" w:rsidP="00570416">
      <w:pPr>
        <w:pStyle w:val="Text2-1"/>
        <w:ind w:left="709" w:hanging="709"/>
        <w:rPr>
          <w:rStyle w:val="Text2-1Char"/>
          <w:rFonts w:ascii="Verdana" w:hAnsi="Verdana"/>
        </w:rPr>
      </w:pPr>
      <w:r w:rsidRPr="00B41A9A">
        <w:rPr>
          <w:rStyle w:val="Text2-1Char"/>
          <w:rFonts w:ascii="Verdana" w:hAnsi="Verdana"/>
        </w:rPr>
        <w:t xml:space="preserve">Dokumentace dle </w:t>
      </w:r>
      <w:r w:rsidR="00DD07D9">
        <w:rPr>
          <w:rStyle w:val="Text2-1Char"/>
          <w:rFonts w:ascii="Verdana" w:hAnsi="Verdana"/>
        </w:rPr>
        <w:t>o</w:t>
      </w:r>
      <w:r w:rsidR="0088605E">
        <w:rPr>
          <w:rStyle w:val="Text2-1Char"/>
          <w:rFonts w:ascii="Verdana" w:hAnsi="Verdana"/>
        </w:rPr>
        <w:t>d</w:t>
      </w:r>
      <w:r w:rsidR="00DD07D9">
        <w:rPr>
          <w:rStyle w:val="Text2-1Char"/>
          <w:rFonts w:ascii="Verdana" w:hAnsi="Verdana"/>
        </w:rPr>
        <w:t>st</w:t>
      </w:r>
      <w:r w:rsidRPr="00B41A9A">
        <w:rPr>
          <w:rStyle w:val="Text2-1Char"/>
          <w:rFonts w:ascii="Verdana" w:hAnsi="Verdana"/>
        </w:rPr>
        <w:t xml:space="preserve">. 1.1.1 písm. </w:t>
      </w:r>
      <w:r w:rsidR="00D92E64">
        <w:rPr>
          <w:rStyle w:val="Text2-1Char"/>
          <w:rFonts w:ascii="Verdana" w:hAnsi="Verdana"/>
        </w:rPr>
        <w:t>b</w:t>
      </w:r>
      <w:r w:rsidRPr="00B41A9A">
        <w:rPr>
          <w:rStyle w:val="Text2-1Char"/>
          <w:rFonts w:ascii="Verdana" w:hAnsi="Verdana"/>
        </w:rPr>
        <w:t xml:space="preserve">) těchto ZTP bude zpracována tak, aby bylo zřejmé technické řešení, které při dalším upřesnění v rámci zpracování projektové dokumentace pro vydání </w:t>
      </w:r>
      <w:r w:rsidR="00826A85">
        <w:rPr>
          <w:rStyle w:val="Text2-1Char"/>
          <w:rFonts w:ascii="Verdana" w:hAnsi="Verdana"/>
        </w:rPr>
        <w:t>společného povolení podle liniového zákona (</w:t>
      </w:r>
      <w:r w:rsidR="00826A85" w:rsidRPr="0088605E">
        <w:rPr>
          <w:rStyle w:val="Text2-1Char"/>
          <w:rFonts w:ascii="Verdana" w:hAnsi="Verdana"/>
        </w:rPr>
        <w:t>DUSL</w:t>
      </w:r>
      <w:r w:rsidR="00826A85">
        <w:rPr>
          <w:rStyle w:val="Text2-1Char"/>
          <w:rFonts w:ascii="Verdana" w:hAnsi="Verdana"/>
        </w:rPr>
        <w:t>)</w:t>
      </w:r>
      <w:r w:rsidRPr="00B41A9A">
        <w:rPr>
          <w:rStyle w:val="Text2-1Char"/>
          <w:rFonts w:ascii="Verdana" w:hAnsi="Verdana"/>
        </w:rPr>
        <w:t xml:space="preserve"> a projektové dokumentace pro provádění stavby </w:t>
      </w:r>
      <w:r w:rsidR="00826A85">
        <w:rPr>
          <w:rStyle w:val="Text2-1Char"/>
          <w:rFonts w:ascii="Verdana" w:hAnsi="Verdana"/>
        </w:rPr>
        <w:t xml:space="preserve">(DSPS) </w:t>
      </w:r>
      <w:r w:rsidRPr="00B41A9A">
        <w:rPr>
          <w:rStyle w:val="Text2-1Char"/>
          <w:rFonts w:ascii="Verdana" w:hAnsi="Verdana"/>
        </w:rPr>
        <w:t>předmětné stavby nebude ke své realizaci vyžad</w:t>
      </w:r>
      <w:r w:rsidR="005C6366">
        <w:rPr>
          <w:rStyle w:val="Text2-1Char"/>
          <w:rFonts w:ascii="Verdana" w:hAnsi="Verdana"/>
        </w:rPr>
        <w:t xml:space="preserve">ovat </w:t>
      </w:r>
      <w:r w:rsidR="005C6366" w:rsidRPr="0088605E">
        <w:rPr>
          <w:rStyle w:val="Text2-1Char"/>
          <w:rFonts w:ascii="Verdana" w:hAnsi="Verdana"/>
        </w:rPr>
        <w:t xml:space="preserve">změnu </w:t>
      </w:r>
      <w:r w:rsidR="00826A85" w:rsidRPr="0088605E">
        <w:rPr>
          <w:rStyle w:val="Text2-1Char"/>
          <w:rFonts w:ascii="Verdana" w:hAnsi="Verdana"/>
        </w:rPr>
        <w:t>technického řešení a rozsahu stavby</w:t>
      </w:r>
      <w:r w:rsidR="005C6366">
        <w:rPr>
          <w:rStyle w:val="Text2-1Char"/>
          <w:rFonts w:ascii="Verdana" w:hAnsi="Verdana"/>
        </w:rPr>
        <w:t>.</w:t>
      </w:r>
    </w:p>
    <w:p w14:paraId="5C3D3D91" w14:textId="10084C99" w:rsidR="00CA54D9" w:rsidRPr="00CA54D9" w:rsidRDefault="00CA54D9" w:rsidP="00CA54D9">
      <w:pPr>
        <w:pStyle w:val="Text2-1"/>
        <w:ind w:left="709" w:hanging="709"/>
        <w:rPr>
          <w:rFonts w:ascii="Verdana" w:hAnsi="Verdana"/>
        </w:rPr>
      </w:pPr>
      <w:r w:rsidRPr="00877061">
        <w:rPr>
          <w:rFonts w:ascii="Verdana" w:hAnsi="Verdana"/>
        </w:rPr>
        <w:t>Zhotovitel zajistí všechny průzkumné práce pro projektovou přípravu včetně korozního průzkumu s komplexním návrhem řešení protikorozní o</w:t>
      </w:r>
      <w:r w:rsidR="00935B5E">
        <w:rPr>
          <w:rFonts w:ascii="Verdana" w:hAnsi="Verdana"/>
        </w:rPr>
        <w:t>chrany pro potřebnou odolnost a </w:t>
      </w:r>
      <w:r w:rsidRPr="00877061">
        <w:rPr>
          <w:rFonts w:ascii="Verdana" w:hAnsi="Verdana"/>
        </w:rPr>
        <w:t>zabezpečení stavby.</w:t>
      </w:r>
    </w:p>
    <w:p w14:paraId="566B9998" w14:textId="77777777" w:rsidR="00877061" w:rsidRDefault="009C6795" w:rsidP="00877061">
      <w:pPr>
        <w:pStyle w:val="Text2-1"/>
        <w:ind w:left="709" w:hanging="709"/>
        <w:rPr>
          <w:rFonts w:ascii="Verdana" w:hAnsi="Verdana"/>
        </w:rPr>
      </w:pPr>
      <w:r w:rsidRPr="001D2B2D">
        <w:rPr>
          <w:rStyle w:val="Text2-1Char"/>
        </w:rPr>
        <w:t>Součástí plnění bude provedení komplexních hydrologických posudků vyhodnocující všechny možné dopady a rizika.</w:t>
      </w:r>
      <w:r w:rsidR="00877061" w:rsidRPr="00877061">
        <w:rPr>
          <w:rFonts w:ascii="Verdana" w:hAnsi="Verdana"/>
        </w:rPr>
        <w:t xml:space="preserve"> </w:t>
      </w:r>
    </w:p>
    <w:p w14:paraId="30642D4B" w14:textId="6E510824" w:rsidR="00D57641" w:rsidRPr="001D2B2D" w:rsidRDefault="00D57641" w:rsidP="00C7423A">
      <w:pPr>
        <w:pStyle w:val="Text2-1"/>
        <w:ind w:left="709" w:hanging="709"/>
        <w:rPr>
          <w:rFonts w:ascii="Verdana" w:hAnsi="Verdana"/>
        </w:rPr>
      </w:pPr>
      <w:r>
        <w:t>Bude zpracována aktualizace dopravní technologie</w:t>
      </w:r>
      <w:r w:rsidR="00F72091">
        <w:t xml:space="preserve"> dle kap. 4.3 těchto ZTP.</w:t>
      </w:r>
      <w:r>
        <w:t xml:space="preserve"> </w:t>
      </w:r>
    </w:p>
    <w:p w14:paraId="20A9C3A1" w14:textId="4E7C2599" w:rsidR="00CA54D9" w:rsidRPr="00CA54D9" w:rsidRDefault="00CA54D9" w:rsidP="00CA54D9">
      <w:pPr>
        <w:pStyle w:val="Text2-1"/>
        <w:ind w:left="709" w:hanging="709"/>
        <w:rPr>
          <w:rFonts w:ascii="Verdana" w:hAnsi="Verdana"/>
        </w:rPr>
      </w:pPr>
      <w:r w:rsidRPr="009C6795">
        <w:rPr>
          <w:rStyle w:val="Text2-1Char"/>
          <w:rFonts w:ascii="Verdana" w:hAnsi="Verdana"/>
        </w:rPr>
        <w:t>Budou zpracovány celkové investiční náklady stavby, resp. rozpočet a </w:t>
      </w:r>
      <w:r w:rsidR="00917C71">
        <w:rPr>
          <w:rStyle w:val="Text2-1Char"/>
          <w:rFonts w:ascii="Verdana" w:hAnsi="Verdana"/>
        </w:rPr>
        <w:t>aktualizace</w:t>
      </w:r>
      <w:r w:rsidR="008E009A">
        <w:rPr>
          <w:rStyle w:val="Text2-1Char"/>
          <w:rFonts w:ascii="Verdana" w:hAnsi="Verdana"/>
        </w:rPr>
        <w:t xml:space="preserve"> </w:t>
      </w:r>
      <w:r w:rsidR="008E009A" w:rsidRPr="001D2B2D">
        <w:t xml:space="preserve">ekonomického hodnocení </w:t>
      </w:r>
      <w:r w:rsidR="008E009A">
        <w:t xml:space="preserve">Studie proveditelnosti vysokorychlostní trati </w:t>
      </w:r>
      <w:r w:rsidR="007C7ECB">
        <w:t>(Brno-) Přerov - Ostrava</w:t>
      </w:r>
      <w:r w:rsidR="008E009A">
        <w:t xml:space="preserve"> (dále jen „</w:t>
      </w:r>
      <w:r w:rsidR="008E009A" w:rsidRPr="00CC14A6">
        <w:rPr>
          <w:b/>
        </w:rPr>
        <w:t>Studie proveditelnosti</w:t>
      </w:r>
      <w:r w:rsidR="008E009A">
        <w:t>“)</w:t>
      </w:r>
      <w:r w:rsidR="008E009A" w:rsidRPr="001D2B2D">
        <w:t xml:space="preserve"> v rozsahu dle </w:t>
      </w:r>
      <w:r w:rsidR="008E009A">
        <w:t xml:space="preserve">této </w:t>
      </w:r>
      <w:r w:rsidR="008E009A" w:rsidRPr="001D2B2D">
        <w:t>studie</w:t>
      </w:r>
      <w:r w:rsidR="00DB38FD">
        <w:t xml:space="preserve"> </w:t>
      </w:r>
      <w:r w:rsidRPr="009C6795">
        <w:rPr>
          <w:rStyle w:val="Text2-1Char"/>
          <w:rFonts w:ascii="Verdana" w:hAnsi="Verdana"/>
        </w:rPr>
        <w:t>vč</w:t>
      </w:r>
      <w:r w:rsidR="00DB38FD">
        <w:rPr>
          <w:rStyle w:val="Text2-1Char"/>
          <w:rFonts w:ascii="Verdana" w:hAnsi="Verdana"/>
        </w:rPr>
        <w:t>.</w:t>
      </w:r>
      <w:r w:rsidRPr="009C6795">
        <w:rPr>
          <w:rStyle w:val="Text2-1Char"/>
          <w:rFonts w:ascii="Verdana" w:hAnsi="Verdana"/>
        </w:rPr>
        <w:t xml:space="preserve"> aktualizace na základě finální verze Díla. </w:t>
      </w:r>
    </w:p>
    <w:p w14:paraId="0A1D249E" w14:textId="3772A1BE" w:rsidR="007913CB" w:rsidRPr="007913CB" w:rsidRDefault="007913CB" w:rsidP="007913CB">
      <w:pPr>
        <w:pStyle w:val="Text2-1"/>
        <w:ind w:left="709" w:hanging="709"/>
        <w:rPr>
          <w:rStyle w:val="Text2-1Char"/>
        </w:rPr>
      </w:pPr>
      <w:r w:rsidRPr="007913CB">
        <w:rPr>
          <w:rStyle w:val="Text2-1Char"/>
        </w:rPr>
        <w:t xml:space="preserve">Součástí zakázky budou i příslušné podklady pro </w:t>
      </w:r>
      <w:r w:rsidR="008C7ECA" w:rsidRPr="007913CB">
        <w:rPr>
          <w:rStyle w:val="Text2-1Char"/>
        </w:rPr>
        <w:t>pos</w:t>
      </w:r>
      <w:r w:rsidR="008C7ECA">
        <w:rPr>
          <w:rStyle w:val="Text2-1Char"/>
        </w:rPr>
        <w:t>ouzení</w:t>
      </w:r>
      <w:r w:rsidR="008C7ECA" w:rsidRPr="007913CB">
        <w:rPr>
          <w:rStyle w:val="Text2-1Char"/>
        </w:rPr>
        <w:t xml:space="preserve"> </w:t>
      </w:r>
      <w:r w:rsidRPr="007913CB">
        <w:rPr>
          <w:rStyle w:val="Text2-1Char"/>
        </w:rPr>
        <w:t>koncepc</w:t>
      </w:r>
      <w:r w:rsidR="008C7ECA">
        <w:rPr>
          <w:rStyle w:val="Text2-1Char"/>
        </w:rPr>
        <w:t>e</w:t>
      </w:r>
      <w:r w:rsidRPr="007913CB">
        <w:rPr>
          <w:rStyle w:val="Text2-1Char"/>
        </w:rPr>
        <w:t xml:space="preserve"> aktualizac</w:t>
      </w:r>
      <w:r w:rsidR="008C7ECA">
        <w:rPr>
          <w:rStyle w:val="Text2-1Char"/>
        </w:rPr>
        <w:t>e</w:t>
      </w:r>
      <w:r w:rsidRPr="007913CB">
        <w:rPr>
          <w:rStyle w:val="Text2-1Char"/>
        </w:rPr>
        <w:t xml:space="preserve"> </w:t>
      </w:r>
      <w:r w:rsidR="008C7ECA">
        <w:rPr>
          <w:rStyle w:val="Text2-1Char"/>
        </w:rPr>
        <w:t>ZÚR</w:t>
      </w:r>
      <w:r w:rsidRPr="007913CB">
        <w:rPr>
          <w:rStyle w:val="Text2-1Char"/>
        </w:rPr>
        <w:t xml:space="preserve"> </w:t>
      </w:r>
      <w:r w:rsidR="002B19DD">
        <w:rPr>
          <w:rStyle w:val="Text2-1Char"/>
        </w:rPr>
        <w:t xml:space="preserve">Olomouckého </w:t>
      </w:r>
      <w:r w:rsidR="005438D5">
        <w:rPr>
          <w:rStyle w:val="Text2-1Char"/>
        </w:rPr>
        <w:t>kraje</w:t>
      </w:r>
      <w:r w:rsidRPr="007913CB">
        <w:rPr>
          <w:rStyle w:val="Text2-1Char"/>
        </w:rPr>
        <w:t xml:space="preserve">, pokud budou ze strany </w:t>
      </w:r>
      <w:r w:rsidR="00E64C09">
        <w:rPr>
          <w:rStyle w:val="Text2-1Char"/>
        </w:rPr>
        <w:t>K</w:t>
      </w:r>
      <w:r w:rsidR="005438D5">
        <w:rPr>
          <w:rStyle w:val="Text2-1Char"/>
        </w:rPr>
        <w:t xml:space="preserve">rajského úřadu </w:t>
      </w:r>
      <w:r w:rsidR="002B19DD">
        <w:rPr>
          <w:rStyle w:val="Text2-1Char"/>
        </w:rPr>
        <w:t xml:space="preserve">Olomouckého </w:t>
      </w:r>
      <w:r w:rsidR="005438D5">
        <w:rPr>
          <w:rStyle w:val="Text2-1Char"/>
        </w:rPr>
        <w:t>kraje</w:t>
      </w:r>
      <w:r w:rsidR="005F5380" w:rsidRPr="007913CB">
        <w:rPr>
          <w:rStyle w:val="Text2-1Char"/>
        </w:rPr>
        <w:t xml:space="preserve"> </w:t>
      </w:r>
      <w:r w:rsidRPr="007913CB">
        <w:rPr>
          <w:rStyle w:val="Text2-1Char"/>
        </w:rPr>
        <w:lastRenderedPageBreak/>
        <w:t>požadovány, popřípadě pro změn</w:t>
      </w:r>
      <w:r w:rsidR="005438D5">
        <w:rPr>
          <w:rStyle w:val="Text2-1Char"/>
        </w:rPr>
        <w:t>y</w:t>
      </w:r>
      <w:r w:rsidRPr="007913CB">
        <w:rPr>
          <w:rStyle w:val="Text2-1Char"/>
        </w:rPr>
        <w:t xml:space="preserve"> </w:t>
      </w:r>
      <w:r w:rsidR="005438D5">
        <w:rPr>
          <w:rStyle w:val="Text2-1Char"/>
        </w:rPr>
        <w:t>územních plánů obcí</w:t>
      </w:r>
      <w:r w:rsidRPr="007913CB">
        <w:rPr>
          <w:rStyle w:val="Text2-1Char"/>
        </w:rPr>
        <w:t xml:space="preserve">. </w:t>
      </w:r>
      <w:r w:rsidR="005438D5">
        <w:rPr>
          <w:rStyle w:val="Text2-1Char"/>
        </w:rPr>
        <w:t xml:space="preserve">Upozorňujeme, že stavba </w:t>
      </w:r>
      <w:r w:rsidR="00192D09">
        <w:rPr>
          <w:rStyle w:val="Text2-1Char"/>
        </w:rPr>
        <w:t xml:space="preserve">v ZÚR Olomouckého kraje </w:t>
      </w:r>
      <w:r w:rsidR="00293917">
        <w:rPr>
          <w:rStyle w:val="Text2-1Char"/>
        </w:rPr>
        <w:t xml:space="preserve">nebo </w:t>
      </w:r>
      <w:r w:rsidR="00192D09">
        <w:rPr>
          <w:rStyle w:val="Text2-1Char"/>
        </w:rPr>
        <w:t xml:space="preserve">v </w:t>
      </w:r>
      <w:r w:rsidR="00293917">
        <w:rPr>
          <w:rStyle w:val="Text2-1Char"/>
        </w:rPr>
        <w:t xml:space="preserve">územních </w:t>
      </w:r>
      <w:r w:rsidR="00192D09">
        <w:rPr>
          <w:rStyle w:val="Text2-1Char"/>
        </w:rPr>
        <w:t>pláne</w:t>
      </w:r>
      <w:r w:rsidR="00293917">
        <w:rPr>
          <w:rStyle w:val="Text2-1Char"/>
        </w:rPr>
        <w:t>ch dotčených obcí</w:t>
      </w:r>
      <w:r w:rsidR="00192D09" w:rsidRPr="00192D09">
        <w:rPr>
          <w:rStyle w:val="Text2-1Char"/>
        </w:rPr>
        <w:t xml:space="preserve"> </w:t>
      </w:r>
      <w:r w:rsidR="00192D09">
        <w:rPr>
          <w:rStyle w:val="Text2-1Char"/>
        </w:rPr>
        <w:t>nemá žádnou územní ochranu</w:t>
      </w:r>
      <w:r w:rsidR="00293917">
        <w:rPr>
          <w:rStyle w:val="Text2-1Char"/>
        </w:rPr>
        <w:t xml:space="preserve">. </w:t>
      </w:r>
      <w:r w:rsidR="00293917" w:rsidRPr="0042747A">
        <w:rPr>
          <w:rStyle w:val="Text2-1Char"/>
        </w:rPr>
        <w:t xml:space="preserve">O aktualizaci ZÚR </w:t>
      </w:r>
      <w:r w:rsidR="008408C3" w:rsidRPr="0042747A">
        <w:rPr>
          <w:rStyle w:val="Text2-1Char"/>
        </w:rPr>
        <w:t>Olomouckého</w:t>
      </w:r>
      <w:r w:rsidR="00293917" w:rsidRPr="0042747A">
        <w:rPr>
          <w:rStyle w:val="Text2-1Char"/>
        </w:rPr>
        <w:t xml:space="preserve"> kraje za účelem vymezení návrhového koridoru pro</w:t>
      </w:r>
      <w:r w:rsidR="00FD546B" w:rsidRPr="0042747A">
        <w:rPr>
          <w:rStyle w:val="Text2-1Char"/>
        </w:rPr>
        <w:t xml:space="preserve"> </w:t>
      </w:r>
      <w:r w:rsidR="00293917" w:rsidRPr="0042747A">
        <w:rPr>
          <w:rStyle w:val="Text2-1Char"/>
        </w:rPr>
        <w:t>umístění předmětné stavby resp. pro vymezení příslušné</w:t>
      </w:r>
      <w:r w:rsidR="00FD546B" w:rsidRPr="0042747A">
        <w:rPr>
          <w:rStyle w:val="Text2-1Char"/>
        </w:rPr>
        <w:t>ho koridoru</w:t>
      </w:r>
      <w:r w:rsidR="00293917" w:rsidRPr="0042747A">
        <w:rPr>
          <w:rStyle w:val="Text2-1Char"/>
        </w:rPr>
        <w:t xml:space="preserve"> veřejně prospěšné stavby </w:t>
      </w:r>
      <w:r w:rsidR="00DB38FD" w:rsidRPr="0042747A">
        <w:rPr>
          <w:rStyle w:val="Text2-1Char"/>
        </w:rPr>
        <w:t xml:space="preserve">je </w:t>
      </w:r>
      <w:r w:rsidR="00DB38FD" w:rsidRPr="00DB38FD">
        <w:rPr>
          <w:rStyle w:val="Text2-1Char"/>
        </w:rPr>
        <w:t>požádáno</w:t>
      </w:r>
      <w:r w:rsidR="00293917">
        <w:rPr>
          <w:rStyle w:val="Text2-1Char"/>
        </w:rPr>
        <w:t>.</w:t>
      </w:r>
    </w:p>
    <w:p w14:paraId="1027ED0B" w14:textId="4D5F8193" w:rsidR="00877061" w:rsidRDefault="008844F9" w:rsidP="00877061">
      <w:pPr>
        <w:pStyle w:val="Text2-1"/>
        <w:ind w:left="709" w:hanging="709"/>
        <w:rPr>
          <w:rStyle w:val="Text2-1Char"/>
          <w:rFonts w:ascii="Verdana" w:hAnsi="Verdana"/>
        </w:rPr>
      </w:pPr>
      <w:r w:rsidRPr="008844F9">
        <w:rPr>
          <w:rStyle w:val="Text2-1Char"/>
          <w:rFonts w:ascii="Verdana" w:hAnsi="Verdana"/>
        </w:rPr>
        <w:t>Bude zpracováno posouzení RAMS pro Etapy 1</w:t>
      </w:r>
      <w:r w:rsidR="00D9520D">
        <w:rPr>
          <w:rStyle w:val="Text2-1Char"/>
          <w:rFonts w:ascii="Verdana" w:hAnsi="Verdana"/>
        </w:rPr>
        <w:t xml:space="preserve"> až 5</w:t>
      </w:r>
      <w:r w:rsidRPr="008844F9">
        <w:rPr>
          <w:rStyle w:val="Text2-1Char"/>
          <w:rFonts w:ascii="Verdana" w:hAnsi="Verdana"/>
        </w:rPr>
        <w:t xml:space="preserve"> a vybrané části Etapy </w:t>
      </w:r>
      <w:r w:rsidR="00D9520D">
        <w:rPr>
          <w:rStyle w:val="Text2-1Char"/>
          <w:rFonts w:ascii="Verdana" w:hAnsi="Verdana"/>
        </w:rPr>
        <w:t xml:space="preserve">6 </w:t>
      </w:r>
      <w:r w:rsidR="005A630A" w:rsidRPr="008844F9">
        <w:rPr>
          <w:rStyle w:val="Text2-1Char"/>
          <w:rFonts w:ascii="Verdana" w:hAnsi="Verdana"/>
        </w:rPr>
        <w:t xml:space="preserve">dle ČSN </w:t>
      </w:r>
      <w:r w:rsidR="005A630A">
        <w:rPr>
          <w:rStyle w:val="Text2-1Char"/>
          <w:rFonts w:ascii="Verdana" w:hAnsi="Verdana"/>
        </w:rPr>
        <w:t>EN 50126-1 ED</w:t>
      </w:r>
      <w:r w:rsidR="00BB4F8C">
        <w:rPr>
          <w:rStyle w:val="Text2-1Char"/>
          <w:rFonts w:ascii="Verdana" w:hAnsi="Verdana"/>
        </w:rPr>
        <w:t xml:space="preserve"> </w:t>
      </w:r>
      <w:r w:rsidR="005A630A">
        <w:rPr>
          <w:rStyle w:val="Text2-1Char"/>
          <w:rFonts w:ascii="Verdana" w:hAnsi="Verdana"/>
        </w:rPr>
        <w:t>2</w:t>
      </w:r>
      <w:r w:rsidRPr="008844F9">
        <w:rPr>
          <w:rStyle w:val="Text2-1Char"/>
          <w:rFonts w:ascii="Verdana" w:hAnsi="Verdana"/>
        </w:rPr>
        <w:t xml:space="preserve">. Předmětem Díla nebudou činnosti spojené s RAMS pro Etapy </w:t>
      </w:r>
      <w:r w:rsidR="00B928E0">
        <w:rPr>
          <w:rStyle w:val="Text2-1Char"/>
          <w:rFonts w:ascii="Verdana" w:hAnsi="Verdana"/>
        </w:rPr>
        <w:t>6</w:t>
      </w:r>
      <w:r w:rsidR="00B928E0" w:rsidRPr="008844F9">
        <w:rPr>
          <w:rStyle w:val="Text2-1Char"/>
          <w:rFonts w:ascii="Verdana" w:hAnsi="Verdana"/>
        </w:rPr>
        <w:t xml:space="preserve"> </w:t>
      </w:r>
      <w:r w:rsidRPr="008844F9">
        <w:rPr>
          <w:rStyle w:val="Text2-1Char"/>
          <w:rFonts w:ascii="Verdana" w:hAnsi="Verdana"/>
        </w:rPr>
        <w:t xml:space="preserve">a vyšší dle </w:t>
      </w:r>
      <w:r w:rsidR="005A630A">
        <w:rPr>
          <w:rStyle w:val="Text2-1Char"/>
          <w:rFonts w:ascii="Verdana" w:hAnsi="Verdana"/>
        </w:rPr>
        <w:t xml:space="preserve">citované </w:t>
      </w:r>
      <w:r w:rsidR="00820852">
        <w:rPr>
          <w:rStyle w:val="Text2-1Char"/>
          <w:rFonts w:ascii="Verdana" w:hAnsi="Verdana"/>
        </w:rPr>
        <w:t>normy s výjimkou analýzy RAM a aktualizace plánu RAM</w:t>
      </w:r>
      <w:r w:rsidRPr="008844F9">
        <w:rPr>
          <w:rStyle w:val="Text2-1Char"/>
          <w:rFonts w:ascii="Verdana" w:hAnsi="Verdana"/>
        </w:rPr>
        <w:t xml:space="preserve">. Návrh dle Manuálu </w:t>
      </w:r>
      <w:r w:rsidR="00327E1B">
        <w:rPr>
          <w:rStyle w:val="Text2-1Char"/>
          <w:rFonts w:ascii="Verdana" w:hAnsi="Verdana"/>
        </w:rPr>
        <w:t xml:space="preserve">pro projektování VRT ve stupni </w:t>
      </w:r>
      <w:r w:rsidR="00327E1B" w:rsidRPr="00096214">
        <w:rPr>
          <w:rStyle w:val="Text2-1Char"/>
          <w:rFonts w:ascii="Verdana" w:hAnsi="Verdana"/>
        </w:rPr>
        <w:t>DÚR</w:t>
      </w:r>
      <w:r w:rsidR="00327E1B">
        <w:rPr>
          <w:rStyle w:val="Text2-1Char"/>
          <w:rFonts w:ascii="Verdana" w:hAnsi="Verdana"/>
        </w:rPr>
        <w:t xml:space="preserve"> (dále jen „</w:t>
      </w:r>
      <w:r w:rsidR="00327E1B" w:rsidRPr="00327E1B">
        <w:rPr>
          <w:rStyle w:val="Text2-1Char"/>
          <w:rFonts w:ascii="Verdana" w:hAnsi="Verdana"/>
          <w:b/>
          <w:bCs/>
        </w:rPr>
        <w:t>Manuál</w:t>
      </w:r>
      <w:r w:rsidR="00327E1B">
        <w:rPr>
          <w:rStyle w:val="Text2-1Char"/>
          <w:rFonts w:ascii="Verdana" w:hAnsi="Verdana"/>
        </w:rPr>
        <w:t xml:space="preserve">“) </w:t>
      </w:r>
      <w:r w:rsidRPr="008844F9">
        <w:rPr>
          <w:rStyle w:val="Text2-1Char"/>
          <w:rFonts w:ascii="Verdana" w:hAnsi="Verdana"/>
        </w:rPr>
        <w:t>garantuje splnění životnosti, udržitelnosti a provozního využití dílčích prvků infrastruktury. Nezbytné parametry</w:t>
      </w:r>
      <w:r w:rsidR="00E64C09">
        <w:rPr>
          <w:rStyle w:val="Text2-1Char"/>
          <w:rFonts w:ascii="Verdana" w:hAnsi="Verdana"/>
        </w:rPr>
        <w:t xml:space="preserve"> pro zapracování RAMS poskytne z</w:t>
      </w:r>
      <w:r w:rsidRPr="008844F9">
        <w:rPr>
          <w:rStyle w:val="Text2-1Char"/>
          <w:rFonts w:ascii="Verdana" w:hAnsi="Verdana"/>
        </w:rPr>
        <w:t>adavatel dodavateli na základě výzvy</w:t>
      </w:r>
      <w:r w:rsidR="005C6366">
        <w:rPr>
          <w:rStyle w:val="Text2-1Char"/>
          <w:rFonts w:ascii="Verdana" w:hAnsi="Verdana"/>
        </w:rPr>
        <w:t>.</w:t>
      </w:r>
    </w:p>
    <w:p w14:paraId="2438C152" w14:textId="65C81238" w:rsidR="0008708A" w:rsidRPr="00CA54D9" w:rsidRDefault="00877061" w:rsidP="00877061">
      <w:pPr>
        <w:pStyle w:val="Text2-1"/>
        <w:ind w:left="709" w:hanging="709"/>
        <w:rPr>
          <w:rStyle w:val="Text2-1Char"/>
          <w:rFonts w:ascii="Verdana" w:hAnsi="Verdana"/>
        </w:rPr>
      </w:pPr>
      <w:r w:rsidRPr="007913CB">
        <w:rPr>
          <w:rStyle w:val="Text2-1Char"/>
        </w:rPr>
        <w:t>Zpracování prezentace stavby (3D animace/vizualizace), které bude možno využít pro informování veřejnosti o připravované investici.</w:t>
      </w:r>
    </w:p>
    <w:p w14:paraId="62634F26" w14:textId="77777777" w:rsidR="00CA54D9" w:rsidRPr="007913CB" w:rsidRDefault="00CA54D9" w:rsidP="00CA54D9">
      <w:pPr>
        <w:pStyle w:val="Text2-1"/>
        <w:ind w:left="709" w:hanging="709"/>
        <w:rPr>
          <w:rStyle w:val="Text2-1Char"/>
        </w:rPr>
      </w:pPr>
      <w:r>
        <w:rPr>
          <w:rStyle w:val="Text2-1Char"/>
        </w:rPr>
        <w:t>Zpracování GIS portálu (systém pro veřejnost).</w:t>
      </w:r>
    </w:p>
    <w:p w14:paraId="27AC999B" w14:textId="3FD0197E" w:rsidR="00D42F72" w:rsidRPr="00B41A9A" w:rsidRDefault="00B41A9A" w:rsidP="00570416">
      <w:pPr>
        <w:pStyle w:val="Text2-1"/>
        <w:ind w:left="709" w:hanging="709"/>
        <w:rPr>
          <w:rStyle w:val="Text2-1Char"/>
          <w:rFonts w:ascii="Verdana" w:hAnsi="Verdana"/>
        </w:rPr>
      </w:pPr>
      <w:r w:rsidRPr="00B41A9A">
        <w:rPr>
          <w:rStyle w:val="Text2-1Char"/>
          <w:rFonts w:ascii="Verdana" w:hAnsi="Verdana"/>
        </w:rPr>
        <w:t>Povaha předmětu veřejné zakázky předpokládá součinnost Zhotovitele také v případě pro</w:t>
      </w:r>
      <w:r w:rsidR="00BE6A4D">
        <w:rPr>
          <w:rStyle w:val="Text2-1Char"/>
          <w:rFonts w:ascii="Verdana" w:hAnsi="Verdana"/>
        </w:rPr>
        <w:t xml:space="preserve">jednávání připravovaného záměru </w:t>
      </w:r>
      <w:r w:rsidRPr="00B41A9A">
        <w:rPr>
          <w:rStyle w:val="Text2-1Char"/>
          <w:rFonts w:ascii="Verdana" w:hAnsi="Verdana"/>
        </w:rPr>
        <w:t>zejména s veřejností, zájmovými spolky</w:t>
      </w:r>
      <w:r w:rsidR="00935B5E">
        <w:rPr>
          <w:rStyle w:val="Text2-1Char"/>
          <w:rFonts w:ascii="Verdana" w:hAnsi="Verdana"/>
        </w:rPr>
        <w:t xml:space="preserve"> a </w:t>
      </w:r>
      <w:r w:rsidRPr="00B41A9A">
        <w:rPr>
          <w:rStyle w:val="Text2-1Char"/>
          <w:rFonts w:ascii="Verdana" w:hAnsi="Verdana"/>
        </w:rPr>
        <w:t>sdruženími, samosprávou nebo státní správou, zejména při poskytování</w:t>
      </w:r>
      <w:r w:rsidR="00935B5E">
        <w:rPr>
          <w:rStyle w:val="Text2-1Char"/>
          <w:rFonts w:ascii="Verdana" w:hAnsi="Verdana"/>
        </w:rPr>
        <w:t xml:space="preserve"> podkladů a </w:t>
      </w:r>
      <w:r>
        <w:rPr>
          <w:rStyle w:val="Text2-1Char"/>
          <w:rFonts w:ascii="Verdana" w:hAnsi="Verdana"/>
        </w:rPr>
        <w:t>případnou účastí na </w:t>
      </w:r>
      <w:r w:rsidRPr="00B41A9A">
        <w:rPr>
          <w:rStyle w:val="Text2-1Char"/>
          <w:rFonts w:ascii="Verdana" w:hAnsi="Verdana"/>
        </w:rPr>
        <w:t>jednotlivých jednáních a akcích</w:t>
      </w:r>
      <w:r w:rsidR="00E14D13" w:rsidRPr="00B41A9A">
        <w:rPr>
          <w:rStyle w:val="Text2-1Char"/>
          <w:rFonts w:ascii="Verdana" w:hAnsi="Verdana"/>
        </w:rPr>
        <w:t>.</w:t>
      </w:r>
    </w:p>
    <w:p w14:paraId="0CAC7915" w14:textId="77777777" w:rsidR="00410FF7" w:rsidRDefault="00BF395C" w:rsidP="00917C71">
      <w:pPr>
        <w:pStyle w:val="Text2-1"/>
        <w:ind w:left="709" w:hanging="709"/>
        <w:rPr>
          <w:rStyle w:val="Text2-1Char"/>
        </w:rPr>
      </w:pPr>
      <w:r w:rsidRPr="00570416">
        <w:rPr>
          <w:rStyle w:val="Text2-1Char"/>
        </w:rPr>
        <w:t>Zhotovitel zajistí provedení všech prací a činností nezbytných k řádnému provedení předmětu plnění tét</w:t>
      </w:r>
      <w:r w:rsidR="00696CD0" w:rsidRPr="00570416">
        <w:rPr>
          <w:rStyle w:val="Text2-1Char"/>
        </w:rPr>
        <w:t>o veřejné zakázky podle těchto ZTP</w:t>
      </w:r>
      <w:r w:rsidRPr="00570416">
        <w:rPr>
          <w:rStyle w:val="Text2-1Char"/>
        </w:rPr>
        <w:t xml:space="preserve"> a </w:t>
      </w:r>
      <w:r w:rsidR="00696CD0" w:rsidRPr="00570416">
        <w:rPr>
          <w:rStyle w:val="Text2-1Char"/>
        </w:rPr>
        <w:t xml:space="preserve">dalších </w:t>
      </w:r>
      <w:r w:rsidRPr="00570416">
        <w:rPr>
          <w:rStyle w:val="Text2-1Char"/>
        </w:rPr>
        <w:t>zadávacích podmínek této veřejné zakázky jako celku</w:t>
      </w:r>
      <w:r w:rsidR="00655277">
        <w:rPr>
          <w:rStyle w:val="Text2-1Char"/>
        </w:rPr>
        <w:t xml:space="preserve"> a dalších předpisů a norem</w:t>
      </w:r>
      <w:r w:rsidRPr="00570416">
        <w:rPr>
          <w:rStyle w:val="Text2-1Char"/>
        </w:rPr>
        <w:t>, o kterých účastník podle svých odborných znalostí vědět měl, že jsou k ř</w:t>
      </w:r>
      <w:r w:rsidR="00B41A9A" w:rsidRPr="00570416">
        <w:rPr>
          <w:rStyle w:val="Text2-1Char"/>
        </w:rPr>
        <w:t>ádnému a kvalitnímu provedení a </w:t>
      </w:r>
      <w:r w:rsidRPr="00570416">
        <w:rPr>
          <w:rStyle w:val="Text2-1Char"/>
        </w:rPr>
        <w:t>dokončení předmětu veřejné zakázky nezbytné.</w:t>
      </w:r>
    </w:p>
    <w:p w14:paraId="3F1EFD05" w14:textId="2A316279" w:rsidR="00F87159" w:rsidRDefault="00F87159" w:rsidP="00570416">
      <w:pPr>
        <w:pStyle w:val="Text2-1"/>
        <w:ind w:left="709" w:hanging="709"/>
        <w:rPr>
          <w:rStyle w:val="Text2-1Char"/>
          <w:rFonts w:ascii="Verdana" w:hAnsi="Verdana"/>
        </w:rPr>
      </w:pPr>
      <w:r w:rsidRPr="00F87159">
        <w:rPr>
          <w:rStyle w:val="Text2-1Char"/>
          <w:rFonts w:ascii="Verdana" w:hAnsi="Verdana"/>
        </w:rPr>
        <w:t>Dále uváděný pojem „</w:t>
      </w:r>
      <w:r w:rsidRPr="00F87159">
        <w:rPr>
          <w:rStyle w:val="Text2-1Char"/>
          <w:rFonts w:ascii="Verdana" w:hAnsi="Verdana"/>
          <w:b/>
          <w:bCs/>
        </w:rPr>
        <w:t>Dokumentace</w:t>
      </w:r>
      <w:r w:rsidRPr="00F87159">
        <w:rPr>
          <w:rStyle w:val="Text2-1Char"/>
          <w:rFonts w:ascii="Verdana" w:hAnsi="Verdana"/>
        </w:rPr>
        <w:t>“ v těchto ZTP se rozumí zpracování příslušného stupně dokumentace / projektové dokumentace dle povahy Díla.</w:t>
      </w:r>
    </w:p>
    <w:p w14:paraId="439B7C3F" w14:textId="1C2F29F3" w:rsidR="009370E3" w:rsidRDefault="009370E3" w:rsidP="009C6795">
      <w:pPr>
        <w:pStyle w:val="Text2-1"/>
        <w:rPr>
          <w:rStyle w:val="Text2-1Char"/>
        </w:rPr>
      </w:pPr>
      <w:r w:rsidRPr="009C6795">
        <w:rPr>
          <w:rStyle w:val="Text2-1Char"/>
        </w:rPr>
        <w:t>Zhotovitel zajistí následné průběžné technické koordinace se souvisejícími stavbami.</w:t>
      </w:r>
    </w:p>
    <w:p w14:paraId="511B7D7A" w14:textId="77777777" w:rsidR="00410FF7" w:rsidRPr="00917C71" w:rsidRDefault="00410FF7" w:rsidP="00410FF7">
      <w:pPr>
        <w:pStyle w:val="Text2-1"/>
        <w:ind w:left="709" w:hanging="709"/>
      </w:pPr>
      <w:r w:rsidRPr="00917C71">
        <w:t>Bližší specifikace předmětu plnění veřejné zakázky je upravena v dalších částech zadávací dokumentace, zejména v SoD a jejích přílohách, které tvoří Díl 2 zadávací dokumentace.</w:t>
      </w:r>
    </w:p>
    <w:p w14:paraId="3FE5EC27" w14:textId="512C3BED" w:rsidR="00280C98" w:rsidRPr="00115B1E" w:rsidRDefault="00280C98" w:rsidP="00115B1E">
      <w:pPr>
        <w:pStyle w:val="Nadpis2-2"/>
      </w:pPr>
      <w:bookmarkStart w:id="10" w:name="_Toc133398994"/>
      <w:r w:rsidRPr="00115B1E">
        <w:t>Hlavní cíle stavby</w:t>
      </w:r>
      <w:bookmarkEnd w:id="9"/>
      <w:bookmarkEnd w:id="10"/>
    </w:p>
    <w:p w14:paraId="72A171E7" w14:textId="4FD3A9CE" w:rsidR="00FB6D10" w:rsidRPr="009C2BEF" w:rsidRDefault="005A2D88" w:rsidP="00570416">
      <w:pPr>
        <w:pStyle w:val="Text2-1"/>
        <w:ind w:left="709" w:hanging="709"/>
        <w:rPr>
          <w:rFonts w:ascii="Verdana" w:hAnsi="Verdana"/>
        </w:rPr>
      </w:pPr>
      <w:r w:rsidRPr="00570416">
        <w:rPr>
          <w:rStyle w:val="Text2-1Char"/>
        </w:rPr>
        <w:t xml:space="preserve">Hlavním cílem a náplní </w:t>
      </w:r>
      <w:r w:rsidR="00411660" w:rsidRPr="00570416">
        <w:rPr>
          <w:rStyle w:val="Text2-1Char"/>
        </w:rPr>
        <w:t xml:space="preserve">Díla </w:t>
      </w:r>
      <w:r w:rsidRPr="00570416">
        <w:rPr>
          <w:rStyle w:val="Text2-1Char"/>
        </w:rPr>
        <w:t>je navrhnout v rámci konceptu Rychlých spojení</w:t>
      </w:r>
      <w:r w:rsidRPr="009C2BEF">
        <w:rPr>
          <w:rFonts w:ascii="Verdana" w:hAnsi="Verdana"/>
        </w:rPr>
        <w:t xml:space="preserve"> proveditelné řešení pro uspokojení budoucí přepravní poptávky mezi </w:t>
      </w:r>
      <w:r w:rsidR="00BC7368">
        <w:rPr>
          <w:rFonts w:ascii="Verdana" w:hAnsi="Verdana"/>
        </w:rPr>
        <w:t>Olomoucí a Ostravou</w:t>
      </w:r>
      <w:r w:rsidRPr="009C2BEF">
        <w:rPr>
          <w:rFonts w:ascii="Verdana" w:hAnsi="Verdana"/>
        </w:rPr>
        <w:t>,</w:t>
      </w:r>
      <w:r w:rsidR="00AE596A">
        <w:rPr>
          <w:rFonts w:ascii="Verdana" w:hAnsi="Verdana"/>
        </w:rPr>
        <w:t xml:space="preserve"> </w:t>
      </w:r>
      <w:r w:rsidRPr="009C2BEF">
        <w:rPr>
          <w:rFonts w:ascii="Verdana" w:hAnsi="Verdana"/>
        </w:rPr>
        <w:t>t</w:t>
      </w:r>
      <w:r w:rsidR="00D42F72">
        <w:rPr>
          <w:rFonts w:ascii="Verdana" w:hAnsi="Verdana"/>
        </w:rPr>
        <w:t>j.</w:t>
      </w:r>
      <w:r w:rsidRPr="009C2BEF">
        <w:rPr>
          <w:rFonts w:ascii="Verdana" w:hAnsi="Verdana"/>
        </w:rPr>
        <w:t xml:space="preserve"> </w:t>
      </w:r>
      <w:r w:rsidR="00D42F72">
        <w:rPr>
          <w:rFonts w:ascii="Verdana" w:hAnsi="Verdana"/>
        </w:rPr>
        <w:t xml:space="preserve">navrhnout </w:t>
      </w:r>
      <w:r w:rsidR="007F537E">
        <w:rPr>
          <w:rFonts w:ascii="Verdana" w:hAnsi="Verdana"/>
        </w:rPr>
        <w:t xml:space="preserve">novostavbu vysokorychlostní tratě v úseku </w:t>
      </w:r>
      <w:r w:rsidR="00BC7368">
        <w:rPr>
          <w:rFonts w:ascii="Verdana" w:hAnsi="Verdana"/>
        </w:rPr>
        <w:t>Brodek u Přerova</w:t>
      </w:r>
      <w:r w:rsidR="0046293B">
        <w:rPr>
          <w:rFonts w:ascii="Verdana" w:hAnsi="Verdana"/>
        </w:rPr>
        <w:t xml:space="preserve"> (Odb Rokytnice RS)</w:t>
      </w:r>
      <w:r w:rsidR="00BC7368">
        <w:rPr>
          <w:rFonts w:ascii="Verdana" w:hAnsi="Verdana"/>
        </w:rPr>
        <w:t xml:space="preserve"> – </w:t>
      </w:r>
      <w:r w:rsidR="0046293B">
        <w:rPr>
          <w:rFonts w:ascii="Verdana" w:hAnsi="Verdana"/>
        </w:rPr>
        <w:t>Prosenice (</w:t>
      </w:r>
      <w:r w:rsidR="00826A85">
        <w:rPr>
          <w:rFonts w:ascii="Verdana" w:hAnsi="Verdana"/>
        </w:rPr>
        <w:t>Odb Hliníky</w:t>
      </w:r>
      <w:r w:rsidR="0046293B">
        <w:rPr>
          <w:rFonts w:ascii="Verdana" w:hAnsi="Verdana"/>
        </w:rPr>
        <w:t>)</w:t>
      </w:r>
      <w:r w:rsidR="007F537E">
        <w:rPr>
          <w:rFonts w:ascii="Verdana" w:hAnsi="Verdana"/>
        </w:rPr>
        <w:t xml:space="preserve">, která je dílčí částí tratě RS </w:t>
      </w:r>
      <w:r w:rsidR="00BC7368">
        <w:rPr>
          <w:rFonts w:ascii="Verdana" w:hAnsi="Verdana"/>
        </w:rPr>
        <w:t>1 Brno – Přerov</w:t>
      </w:r>
      <w:r w:rsidR="007F537E">
        <w:rPr>
          <w:rFonts w:ascii="Verdana" w:hAnsi="Verdana"/>
        </w:rPr>
        <w:t xml:space="preserve"> –</w:t>
      </w:r>
      <w:r w:rsidR="00BC7368">
        <w:rPr>
          <w:rFonts w:ascii="Verdana" w:hAnsi="Verdana"/>
        </w:rPr>
        <w:t xml:space="preserve"> Ostrava</w:t>
      </w:r>
      <w:r w:rsidR="00BC7368">
        <w:t>.</w:t>
      </w:r>
      <w:r w:rsidR="00BD21CD">
        <w:t xml:space="preserve"> </w:t>
      </w:r>
    </w:p>
    <w:p w14:paraId="003AD891" w14:textId="5AE41E16" w:rsidR="00D65868" w:rsidRPr="00216597" w:rsidRDefault="00D65868" w:rsidP="00D65868">
      <w:pPr>
        <w:pStyle w:val="Text2-1"/>
        <w:ind w:left="709" w:hanging="709"/>
        <w:rPr>
          <w:rFonts w:ascii="Verdana" w:hAnsi="Verdana"/>
        </w:rPr>
      </w:pPr>
      <w:r w:rsidRPr="00216597">
        <w:t>Součástí plnění je i zajištění a doplnění potřebných podkladů, (nad rámec podkladů uvedených v</w:t>
      </w:r>
      <w:r>
        <w:t> </w:t>
      </w:r>
      <w:r w:rsidRPr="00216597">
        <w:t>kapitole</w:t>
      </w:r>
      <w:r>
        <w:t xml:space="preserve"> 2</w:t>
      </w:r>
      <w:r w:rsidRPr="00216597">
        <w:t xml:space="preserve"> </w:t>
      </w:r>
      <w:r w:rsidR="00FD2532">
        <w:t>těchto ZTP</w:t>
      </w:r>
      <w:r w:rsidRPr="00216597">
        <w:t>) a mapových podkla</w:t>
      </w:r>
      <w:r>
        <w:t>dů, nezbytných ke zpracování Díla.</w:t>
      </w:r>
    </w:p>
    <w:p w14:paraId="369B8DAD" w14:textId="7C69A789" w:rsidR="001542EA" w:rsidRPr="00661B8F" w:rsidRDefault="00FB6D10" w:rsidP="00570416">
      <w:pPr>
        <w:pStyle w:val="Text2-1"/>
        <w:ind w:left="709" w:hanging="709"/>
        <w:rPr>
          <w:rFonts w:ascii="Verdana" w:hAnsi="Verdana"/>
        </w:rPr>
      </w:pPr>
      <w:r w:rsidRPr="00661B8F">
        <w:rPr>
          <w:rFonts w:ascii="Verdana" w:hAnsi="Verdana"/>
        </w:rPr>
        <w:t xml:space="preserve">Stavba </w:t>
      </w:r>
      <w:r w:rsidR="006741FE" w:rsidRPr="00661B8F">
        <w:rPr>
          <w:rFonts w:ascii="Verdana" w:hAnsi="Verdana"/>
        </w:rPr>
        <w:t xml:space="preserve">zahrnuje </w:t>
      </w:r>
      <w:r w:rsidR="00BD21CD">
        <w:rPr>
          <w:rFonts w:ascii="Verdana" w:hAnsi="Verdana"/>
        </w:rPr>
        <w:t>níže uvedené části:</w:t>
      </w:r>
    </w:p>
    <w:p w14:paraId="2B0167EB" w14:textId="13101D19" w:rsidR="00BD21CD" w:rsidRPr="00D8092D" w:rsidRDefault="0046293B" w:rsidP="004D10EF">
      <w:pPr>
        <w:pStyle w:val="Text2-2"/>
      </w:pPr>
      <w:r>
        <w:t>N</w:t>
      </w:r>
      <w:r w:rsidR="00913F94" w:rsidRPr="00D8092D">
        <w:t xml:space="preserve">apojení VRT </w:t>
      </w:r>
      <w:r w:rsidR="00BC7368" w:rsidRPr="00D8092D">
        <w:t xml:space="preserve">do </w:t>
      </w:r>
      <w:r w:rsidR="00913F94" w:rsidRPr="00D8092D">
        <w:t xml:space="preserve">ŽST </w:t>
      </w:r>
      <w:r w:rsidR="00BC7368" w:rsidRPr="00D8092D">
        <w:t>Brodek u Přerova</w:t>
      </w:r>
      <w:r>
        <w:t xml:space="preserve"> (Odb Rokytnice RS</w:t>
      </w:r>
      <w:r w:rsidR="002154FA">
        <w:t xml:space="preserve"> – Brodek u Přerova</w:t>
      </w:r>
      <w:r>
        <w:t>)</w:t>
      </w:r>
      <w:r w:rsidR="00130889" w:rsidRPr="00D8092D">
        <w:t>, včetně nezbytné úpravy ŽST Brodek u Přerova</w:t>
      </w:r>
      <w:r w:rsidR="00EF6BC7" w:rsidRPr="00D8092D">
        <w:t xml:space="preserve"> souvisejících s tímto napojením</w:t>
      </w:r>
      <w:r w:rsidR="00826A85">
        <w:t>.</w:t>
      </w:r>
    </w:p>
    <w:p w14:paraId="4C7B56EC" w14:textId="4D99957A" w:rsidR="00981568" w:rsidRDefault="00913F94" w:rsidP="004D10EF">
      <w:pPr>
        <w:pStyle w:val="Text2-2"/>
      </w:pPr>
      <w:r>
        <w:t xml:space="preserve">Napojení VRT </w:t>
      </w:r>
      <w:r w:rsidR="00BC7368">
        <w:t>do navazujícího úseku VRT Moravská brána I (Prosenice – Hranice</w:t>
      </w:r>
      <w:r w:rsidR="001752C5">
        <w:t xml:space="preserve"> na Moravě</w:t>
      </w:r>
      <w:r w:rsidR="00BC7368">
        <w:t>)</w:t>
      </w:r>
      <w:r w:rsidR="00826A85">
        <w:t xml:space="preserve"> v Odb Hliníky</w:t>
      </w:r>
      <w:r w:rsidR="00EF6BC7">
        <w:t>.</w:t>
      </w:r>
    </w:p>
    <w:p w14:paraId="5F7B978C" w14:textId="576D4053" w:rsidR="008844F9" w:rsidRDefault="00981568" w:rsidP="004D10EF">
      <w:pPr>
        <w:pStyle w:val="Text2-2"/>
      </w:pPr>
      <w:r>
        <w:t>Úpravy ŽST Prosenice související s odstraněním propadu rychlosti a úpravou vleček dotčených výstavbou VRT.</w:t>
      </w:r>
    </w:p>
    <w:p w14:paraId="127F2AB3" w14:textId="46431708" w:rsidR="00037EA5" w:rsidRPr="00C244CF" w:rsidRDefault="00130889" w:rsidP="00037EA5">
      <w:pPr>
        <w:pStyle w:val="Text2-2"/>
      </w:pPr>
      <w:r w:rsidRPr="00C244CF">
        <w:t>P</w:t>
      </w:r>
      <w:r w:rsidR="00BC7368" w:rsidRPr="00C244CF">
        <w:t xml:space="preserve">rověření </w:t>
      </w:r>
      <w:r w:rsidRPr="00C244CF">
        <w:t xml:space="preserve">a optimalizace </w:t>
      </w:r>
      <w:r w:rsidR="00446D0D" w:rsidRPr="00C244CF">
        <w:t xml:space="preserve">GPK </w:t>
      </w:r>
      <w:r w:rsidR="00410FF7" w:rsidRPr="00C244CF">
        <w:t xml:space="preserve">pokračování VRT směr </w:t>
      </w:r>
      <w:r w:rsidR="00BC7368" w:rsidRPr="00C244CF">
        <w:t xml:space="preserve">Brno </w:t>
      </w:r>
      <w:r w:rsidR="00C244CF" w:rsidRPr="00C244CF">
        <w:t xml:space="preserve">a </w:t>
      </w:r>
      <w:r w:rsidR="000859C2">
        <w:t>spojovací trati z </w:t>
      </w:r>
      <w:r w:rsidR="00C244CF" w:rsidRPr="00C244CF">
        <w:t xml:space="preserve">Odb Věrovany </w:t>
      </w:r>
      <w:r w:rsidR="00BC7368" w:rsidRPr="00C244CF">
        <w:t>dle Studie proveditelnosti</w:t>
      </w:r>
      <w:r w:rsidR="00C244CF" w:rsidRPr="00C244CF">
        <w:t xml:space="preserve"> a </w:t>
      </w:r>
      <w:r w:rsidR="0011378A">
        <w:t>situačního výkresu</w:t>
      </w:r>
      <w:r w:rsidR="009427FA">
        <w:t xml:space="preserve"> v </w:t>
      </w:r>
      <w:r w:rsidR="0011378A">
        <w:t>příloze</w:t>
      </w:r>
      <w:r w:rsidR="009427FA">
        <w:t xml:space="preserve"> č.</w:t>
      </w:r>
      <w:r w:rsidR="0011378A">
        <w:t> </w:t>
      </w:r>
      <w:r w:rsidR="00A0520B" w:rsidRPr="00FB446E">
        <w:t>7.</w:t>
      </w:r>
      <w:r w:rsidR="0011378A" w:rsidRPr="00FB446E">
        <w:t>1.</w:t>
      </w:r>
      <w:r w:rsidR="00E93706" w:rsidRPr="00FB446E">
        <w:t>2</w:t>
      </w:r>
      <w:r w:rsidR="00A0520B" w:rsidRPr="00FB446E">
        <w:t>.</w:t>
      </w:r>
    </w:p>
    <w:p w14:paraId="7A68F361" w14:textId="5AA3DFE9" w:rsidR="00684B11" w:rsidRDefault="00684B11" w:rsidP="00570416">
      <w:pPr>
        <w:pStyle w:val="Text2-1"/>
        <w:ind w:left="709" w:hanging="709"/>
      </w:pPr>
      <w:r w:rsidRPr="00684B11">
        <w:t xml:space="preserve">Součástí Díla jsou také veškeré </w:t>
      </w:r>
      <w:r>
        <w:t xml:space="preserve">další </w:t>
      </w:r>
      <w:r w:rsidRPr="00684B11">
        <w:t xml:space="preserve">vyvolané </w:t>
      </w:r>
      <w:r>
        <w:t>úpravy dotčené infrastruktury</w:t>
      </w:r>
      <w:r w:rsidRPr="00684B11">
        <w:t>, do kter</w:t>
      </w:r>
      <w:r w:rsidR="007870A3">
        <w:t xml:space="preserve">é </w:t>
      </w:r>
      <w:r w:rsidR="003144E3">
        <w:t xml:space="preserve">se </w:t>
      </w:r>
      <w:r w:rsidR="007870A3">
        <w:t xml:space="preserve">výše uvedené úpravy </w:t>
      </w:r>
      <w:r w:rsidRPr="00684B11">
        <w:t>napojuj</w:t>
      </w:r>
      <w:r w:rsidR="007870A3">
        <w:t>í</w:t>
      </w:r>
      <w:r w:rsidR="00D65868">
        <w:t xml:space="preserve"> nebo do nich jinak zasahuj</w:t>
      </w:r>
      <w:r w:rsidR="007870A3">
        <w:t>í</w:t>
      </w:r>
      <w:r w:rsidR="00D65868">
        <w:t>, a </w:t>
      </w:r>
      <w:r w:rsidR="00542B56">
        <w:t xml:space="preserve">to </w:t>
      </w:r>
      <w:r w:rsidR="00542B56" w:rsidRPr="00542B56">
        <w:rPr>
          <w:rFonts w:ascii="Verdana" w:hAnsi="Verdana"/>
        </w:rPr>
        <w:t>ve všech subsystémech</w:t>
      </w:r>
      <w:r w:rsidRPr="00684B11">
        <w:t>.</w:t>
      </w:r>
    </w:p>
    <w:p w14:paraId="0C9D1E39" w14:textId="77777777" w:rsidR="00280C98" w:rsidRPr="00115B1E" w:rsidRDefault="00280C98" w:rsidP="00115B1E">
      <w:pPr>
        <w:pStyle w:val="Nadpis2-1"/>
      </w:pPr>
      <w:bookmarkStart w:id="11" w:name="_Toc26966126"/>
      <w:bookmarkStart w:id="12" w:name="_Toc133398995"/>
      <w:r w:rsidRPr="00115B1E">
        <w:lastRenderedPageBreak/>
        <w:t>PODKLADY PRO ZPRACOVÁNÍ</w:t>
      </w:r>
      <w:bookmarkEnd w:id="11"/>
      <w:bookmarkEnd w:id="12"/>
    </w:p>
    <w:p w14:paraId="029D2F93" w14:textId="77777777" w:rsidR="00280C98" w:rsidRPr="00115B1E" w:rsidRDefault="00280C98" w:rsidP="00115B1E">
      <w:pPr>
        <w:pStyle w:val="Nadpis2-2"/>
      </w:pPr>
      <w:bookmarkStart w:id="13" w:name="_Toc26966127"/>
      <w:bookmarkStart w:id="14" w:name="_Toc133398996"/>
      <w:r w:rsidRPr="00115B1E">
        <w:t>Závazné podklady pro zpracování</w:t>
      </w:r>
      <w:bookmarkEnd w:id="13"/>
      <w:bookmarkEnd w:id="14"/>
    </w:p>
    <w:p w14:paraId="379B5805" w14:textId="54B591FF" w:rsidR="00C374CF" w:rsidRPr="00570416" w:rsidRDefault="00C374CF" w:rsidP="00570416">
      <w:pPr>
        <w:pStyle w:val="Text2-1"/>
        <w:ind w:left="709" w:hanging="709"/>
      </w:pPr>
      <w:r w:rsidRPr="008B1BCB">
        <w:t>M</w:t>
      </w:r>
      <w:r w:rsidR="00B9782C" w:rsidRPr="008B1BCB">
        <w:t>anuál pro projektování VRT ve stupni DÚR</w:t>
      </w:r>
      <w:r w:rsidRPr="008B1BCB">
        <w:t>, S</w:t>
      </w:r>
      <w:r w:rsidR="00A95790" w:rsidRPr="008B1BCB">
        <w:t>práva železnic, státní organizace</w:t>
      </w:r>
      <w:r w:rsidRPr="008B1BCB">
        <w:t xml:space="preserve">, </w:t>
      </w:r>
      <w:r w:rsidR="00395A70" w:rsidRPr="00240AC7">
        <w:t>v aktuální verzi</w:t>
      </w:r>
      <w:r w:rsidR="00523825" w:rsidRPr="00240AC7">
        <w:t>. P</w:t>
      </w:r>
      <w:r w:rsidR="00FC11CD" w:rsidRPr="00240AC7">
        <w:t xml:space="preserve">odklad </w:t>
      </w:r>
      <w:r w:rsidR="00FA49EA" w:rsidRPr="00B1401C">
        <w:t>bude</w:t>
      </w:r>
      <w:r w:rsidR="00377910" w:rsidRPr="00B1401C">
        <w:t xml:space="preserve"> předán </w:t>
      </w:r>
      <w:r w:rsidR="00AB7856" w:rsidRPr="00B1401C">
        <w:t>Zhotoviteli</w:t>
      </w:r>
      <w:r w:rsidR="001465B5" w:rsidRPr="00B1401C">
        <w:t xml:space="preserve"> po podpisu SoD</w:t>
      </w:r>
      <w:r w:rsidR="00377910" w:rsidRPr="00B1401C">
        <w:t>.</w:t>
      </w:r>
      <w:r w:rsidR="00FC11CD" w:rsidRPr="00B1401C">
        <w:t xml:space="preserve"> </w:t>
      </w:r>
      <w:r w:rsidR="00CF0B40" w:rsidRPr="00B1401C">
        <w:t>D</w:t>
      </w:r>
      <w:r w:rsidR="00661B8F" w:rsidRPr="00B1401C">
        <w:t>alší použití viz </w:t>
      </w:r>
      <w:r w:rsidR="00FC11CD" w:rsidRPr="00B1401C">
        <w:t>čl.</w:t>
      </w:r>
      <w:r w:rsidR="001465B5" w:rsidRPr="00B1401C">
        <w:t> </w:t>
      </w:r>
      <w:r w:rsidR="00FC11CD" w:rsidRPr="00B1401C">
        <w:t>4.1.</w:t>
      </w:r>
      <w:r w:rsidR="00A96F09">
        <w:t>8</w:t>
      </w:r>
      <w:r w:rsidR="00FC11CD" w:rsidRPr="00B1401C">
        <w:t xml:space="preserve"> těchto</w:t>
      </w:r>
      <w:r w:rsidR="00FC11CD" w:rsidRPr="00570416">
        <w:t xml:space="preserve"> ZTP.</w:t>
      </w:r>
    </w:p>
    <w:p w14:paraId="09874057" w14:textId="31A11E02" w:rsidR="001412B6" w:rsidRDefault="00B9782C" w:rsidP="00446D0D">
      <w:pPr>
        <w:pStyle w:val="Text2-1"/>
      </w:pPr>
      <w:r>
        <w:t>N</w:t>
      </w:r>
      <w:r w:rsidR="00BC5BBD" w:rsidRPr="00BC5BBD">
        <w:t xml:space="preserve">ávrh trasy ve Studii proveditelnosti slouží pouze jako </w:t>
      </w:r>
      <w:r w:rsidR="000E7A2A">
        <w:t xml:space="preserve">informativní </w:t>
      </w:r>
      <w:r w:rsidR="00BC5BBD" w:rsidRPr="00BC5BBD">
        <w:t>podklad pro další stupeň dokumentace (</w:t>
      </w:r>
      <w:r w:rsidR="000606BA">
        <w:t>DÚR</w:t>
      </w:r>
      <w:r w:rsidR="00BC5BBD" w:rsidRPr="00BC5BBD">
        <w:t>), je tedy nutné tento návrh prověřit a pokud možno zefektivnit z pohledu nákladů na realizaci, provoz a údržbu, obecného technického řešení, zkrácení navazujících procesů aj.</w:t>
      </w:r>
      <w:r>
        <w:t xml:space="preserve">, a to tak, aby </w:t>
      </w:r>
      <w:r w:rsidR="00BC5BBD" w:rsidRPr="00BC5BBD">
        <w:t>výsledný návrh nadále splňoval hlavní cíle stavby (viz</w:t>
      </w:r>
      <w:r w:rsidR="00BC5BBD">
        <w:t xml:space="preserve"> čl.</w:t>
      </w:r>
      <w:r w:rsidR="00BC5BBD" w:rsidRPr="00BC5BBD">
        <w:t xml:space="preserve"> 1.2</w:t>
      </w:r>
      <w:r w:rsidR="00BC5BBD">
        <w:t xml:space="preserve"> těchto ZTP</w:t>
      </w:r>
      <w:r w:rsidR="00BC5BBD" w:rsidRPr="00BC5BBD">
        <w:t xml:space="preserve">). </w:t>
      </w:r>
      <w:r w:rsidR="007A3FA3" w:rsidRPr="00570416">
        <w:t>Podklad bude předán Zhotoviteli</w:t>
      </w:r>
      <w:r w:rsidR="00FD2170">
        <w:t xml:space="preserve"> v otevřené formě</w:t>
      </w:r>
      <w:r w:rsidR="007A3FA3" w:rsidRPr="00570416">
        <w:t xml:space="preserve"> po podpisu SoD</w:t>
      </w:r>
      <w:r w:rsidR="00FD2170">
        <w:t>.</w:t>
      </w:r>
      <w:r w:rsidR="007A3FA3">
        <w:t xml:space="preserve"> </w:t>
      </w:r>
      <w:r w:rsidR="00B1401C">
        <w:t>Studie proveditelnosti v</w:t>
      </w:r>
      <w:r w:rsidR="00761574">
        <w:t> celém jejím</w:t>
      </w:r>
      <w:r w:rsidR="00B1401C">
        <w:t xml:space="preserve"> rozsahu </w:t>
      </w:r>
      <w:r w:rsidR="00B1401C" w:rsidRPr="00AE160B">
        <w:t xml:space="preserve">je </w:t>
      </w:r>
      <w:r w:rsidR="00AE160B" w:rsidRPr="00AE160B">
        <w:t>k dispozici na webových stránkách</w:t>
      </w:r>
      <w:r w:rsidR="00E6691F">
        <w:t> </w:t>
      </w:r>
      <w:r w:rsidR="003144E3">
        <w:t>S</w:t>
      </w:r>
      <w:r w:rsidR="00E6691F">
        <w:t>právy </w:t>
      </w:r>
      <w:r w:rsidR="002C59B5">
        <w:t>ž</w:t>
      </w:r>
      <w:r w:rsidR="0051443E">
        <w:t>eleznic</w:t>
      </w:r>
      <w:r w:rsidR="00AE160B" w:rsidRPr="00AE160B">
        <w:t>:</w:t>
      </w:r>
      <w:r w:rsidR="00AE160B">
        <w:t xml:space="preserve"> </w:t>
      </w:r>
      <w:hyperlink r:id="rId11" w:history="1">
        <w:r w:rsidR="00446D0D" w:rsidRPr="00446D0D">
          <w:rPr>
            <w:rStyle w:val="Hypertextovodkaz"/>
            <w:noProof w:val="0"/>
          </w:rPr>
          <w:t>https://datashare.spravazeleznic.cz/index.php/s/8I36LSIwhdc5lo9</w:t>
        </w:r>
      </w:hyperlink>
      <w:r w:rsidR="00AE160B" w:rsidRPr="00446D0D">
        <w:t>.</w:t>
      </w:r>
    </w:p>
    <w:p w14:paraId="47FA988A" w14:textId="76FEC596" w:rsidR="00446D0D" w:rsidRPr="00AE160B" w:rsidRDefault="001412B6" w:rsidP="00446D0D">
      <w:pPr>
        <w:pStyle w:val="Text2-1"/>
        <w:numPr>
          <w:ilvl w:val="0"/>
          <w:numId w:val="0"/>
        </w:numPr>
        <w:ind w:left="709"/>
      </w:pPr>
      <w:r>
        <w:t xml:space="preserve">V případě technických problémů se stažením Studie proveditelnosti prostřednictvím uvedeného odkazu ji lze získat rovněž v pracovní dny od 8 do 15 hodin na pracovišti zadavatele na </w:t>
      </w:r>
      <w:r w:rsidRPr="009C6795">
        <w:t xml:space="preserve">adrese: </w:t>
      </w:r>
      <w:r w:rsidR="00600FDF" w:rsidRPr="009C6795">
        <w:t>V Celnici 1028/10</w:t>
      </w:r>
      <w:r w:rsidRPr="009C6795">
        <w:t>, 1</w:t>
      </w:r>
      <w:r w:rsidR="00600FDF" w:rsidRPr="009C6795">
        <w:t>10</w:t>
      </w:r>
      <w:r w:rsidRPr="009C6795">
        <w:t xml:space="preserve"> 00 Praha </w:t>
      </w:r>
      <w:r w:rsidR="00600FDF" w:rsidRPr="009C6795">
        <w:t>1</w:t>
      </w:r>
      <w:r w:rsidRPr="009C6795">
        <w:t>. Zájemce</w:t>
      </w:r>
      <w:r>
        <w:t xml:space="preserve"> o osobní převzetí Studie proveditelnosti zažádá o termín prostřednictvím elektronického nástroje zadavatele, a to nejpozději 5 pracovních dnů před skončením lhůty pro podání nabídek. Osobní převzetí Studie proveditelnosti bude umožněno do 3 pracovních dnů od doručení žádosti zájemce.</w:t>
      </w:r>
    </w:p>
    <w:p w14:paraId="45E163F8" w14:textId="4E0F1343" w:rsidR="00E14D13" w:rsidRPr="001A48CA" w:rsidRDefault="00661E6F" w:rsidP="00C61051">
      <w:pPr>
        <w:pStyle w:val="Text2-1"/>
        <w:tabs>
          <w:tab w:val="clear" w:pos="737"/>
        </w:tabs>
        <w:ind w:left="709" w:hanging="709"/>
      </w:pPr>
      <w:bookmarkStart w:id="15" w:name="_Hlk117495563"/>
      <w:r w:rsidRPr="001A48CA">
        <w:t xml:space="preserve">BIM </w:t>
      </w:r>
      <w:r w:rsidR="00407C3C">
        <w:t>p</w:t>
      </w:r>
      <w:r w:rsidRPr="001A48CA">
        <w:t>rotokol</w:t>
      </w:r>
      <w:r>
        <w:t xml:space="preserve"> a jeho přílohy</w:t>
      </w:r>
      <w:r w:rsidR="00B36AF2">
        <w:t xml:space="preserve"> </w:t>
      </w:r>
      <w:r w:rsidR="00F8196C">
        <w:t>(</w:t>
      </w:r>
      <w:r w:rsidR="00F8196C" w:rsidRPr="00FB446E">
        <w:t>Příloha SoD č. 1</w:t>
      </w:r>
      <w:r w:rsidR="00487CFD" w:rsidRPr="00FB446E">
        <w:t>2</w:t>
      </w:r>
      <w:r w:rsidR="00F8196C">
        <w:t xml:space="preserve"> BIM protokol). </w:t>
      </w:r>
      <w:bookmarkEnd w:id="15"/>
    </w:p>
    <w:p w14:paraId="4ACC8829" w14:textId="77777777" w:rsidR="00280C98" w:rsidRPr="00115B1E" w:rsidRDefault="00280C98" w:rsidP="00115B1E">
      <w:pPr>
        <w:pStyle w:val="Nadpis2-2"/>
      </w:pPr>
      <w:bookmarkStart w:id="16" w:name="_Toc26966128"/>
      <w:bookmarkStart w:id="17" w:name="_Toc133398997"/>
      <w:r w:rsidRPr="00115B1E">
        <w:t>Ostatní podklady pro zpracování</w:t>
      </w:r>
      <w:bookmarkEnd w:id="16"/>
      <w:bookmarkEnd w:id="17"/>
    </w:p>
    <w:p w14:paraId="5F8A59FF" w14:textId="2C007254" w:rsidR="00B10E77" w:rsidRDefault="000669FC" w:rsidP="009D56CD">
      <w:pPr>
        <w:pStyle w:val="Text2-1"/>
        <w:ind w:left="709" w:hanging="709"/>
      </w:pPr>
      <w:r w:rsidRPr="00DC0C13">
        <w:t xml:space="preserve">Geodetické podklady pro projekt „RS </w:t>
      </w:r>
      <w:r w:rsidR="00E6691F">
        <w:t>1 VRT</w:t>
      </w:r>
      <w:r>
        <w:t xml:space="preserve"> </w:t>
      </w:r>
      <w:r w:rsidR="00E6691F">
        <w:t>Brodek u Přerova - Prosen</w:t>
      </w:r>
      <w:r>
        <w:t>ice</w:t>
      </w:r>
      <w:r w:rsidRPr="00DC0C13">
        <w:t>“</w:t>
      </w:r>
      <w:r w:rsidR="00BA02E1">
        <w:t>,</w:t>
      </w:r>
      <w:r w:rsidRPr="00DC0C13">
        <w:t xml:space="preserve"> Správa železnic, státní organizace</w:t>
      </w:r>
      <w:r w:rsidR="00600FDF">
        <w:t xml:space="preserve">. </w:t>
      </w:r>
      <w:r w:rsidR="005650E3">
        <w:t>P</w:t>
      </w:r>
      <w:r w:rsidRPr="00F07A20">
        <w:t>odklad</w:t>
      </w:r>
      <w:r w:rsidR="005650E3">
        <w:t xml:space="preserve"> bude předáván</w:t>
      </w:r>
      <w:r w:rsidRPr="00DC0C13">
        <w:t xml:space="preserve"> Zhotoviteli</w:t>
      </w:r>
      <w:r w:rsidR="00BA02E1">
        <w:t xml:space="preserve"> po podpisu SoD</w:t>
      </w:r>
      <w:r w:rsidR="005650E3">
        <w:t xml:space="preserve"> dle harmonogramu předmětné zakázky</w:t>
      </w:r>
      <w:r w:rsidRPr="00DC0C13">
        <w:t>.</w:t>
      </w:r>
    </w:p>
    <w:p w14:paraId="5576ADBF" w14:textId="46880282" w:rsidR="00E62431" w:rsidRDefault="00E62431" w:rsidP="009D56CD">
      <w:pPr>
        <w:pStyle w:val="Text2-1"/>
        <w:ind w:left="709" w:hanging="709"/>
      </w:pPr>
      <w:r>
        <w:t xml:space="preserve">Přírodovědný průzkum pro projekt „RS 1 VRT Brodek u Přerova – Prosenice“. </w:t>
      </w:r>
      <w:r w:rsidRPr="00F07A20">
        <w:t>Úplný podklad</w:t>
      </w:r>
      <w:r>
        <w:t xml:space="preserve"> bude Zhotoviteli předán po podpisu SoD.</w:t>
      </w:r>
    </w:p>
    <w:p w14:paraId="0515B69F" w14:textId="2A9893A5" w:rsidR="00446238" w:rsidRPr="00115B1E" w:rsidRDefault="00446238" w:rsidP="00115B1E">
      <w:pPr>
        <w:pStyle w:val="Nadpis2-2"/>
      </w:pPr>
      <w:bookmarkStart w:id="18" w:name="_Toc133398998"/>
      <w:r w:rsidRPr="00115B1E">
        <w:t>Předání podkladů pro zpracování</w:t>
      </w:r>
      <w:bookmarkEnd w:id="18"/>
    </w:p>
    <w:p w14:paraId="51492A71" w14:textId="73ABB3DB" w:rsidR="00446238" w:rsidRPr="00115B1E" w:rsidRDefault="00446238" w:rsidP="00570416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 xml:space="preserve">Za předání podkladů a případné prodlení s plněním předmětu </w:t>
      </w:r>
      <w:r w:rsidRPr="007E6EBF">
        <w:rPr>
          <w:rFonts w:ascii="Verdana" w:hAnsi="Verdana"/>
        </w:rPr>
        <w:t>plnění</w:t>
      </w:r>
      <w:r w:rsidRPr="00115B1E">
        <w:rPr>
          <w:rFonts w:ascii="Verdana" w:hAnsi="Verdana"/>
        </w:rPr>
        <w:t xml:space="preserve"> způsobené pozdním předáním podkladů </w:t>
      </w:r>
      <w:r w:rsidR="00DB003E" w:rsidRPr="00115B1E">
        <w:rPr>
          <w:rFonts w:ascii="Verdana" w:hAnsi="Verdana"/>
        </w:rPr>
        <w:t>Zhotoviteli</w:t>
      </w:r>
      <w:r w:rsidRPr="00115B1E">
        <w:rPr>
          <w:rFonts w:ascii="Verdana" w:hAnsi="Verdana"/>
        </w:rPr>
        <w:t xml:space="preserve"> je odpovědný </w:t>
      </w:r>
      <w:r w:rsidR="00DB003E" w:rsidRPr="00115B1E">
        <w:rPr>
          <w:rFonts w:ascii="Verdana" w:hAnsi="Verdana"/>
        </w:rPr>
        <w:t>Objednate</w:t>
      </w:r>
      <w:r w:rsidRPr="00115B1E">
        <w:rPr>
          <w:rFonts w:ascii="Verdana" w:hAnsi="Verdana"/>
        </w:rPr>
        <w:t>l.</w:t>
      </w:r>
    </w:p>
    <w:p w14:paraId="3BC065EE" w14:textId="55721D79" w:rsidR="007957C8" w:rsidRPr="00115B1E" w:rsidRDefault="00280C98" w:rsidP="00115B1E">
      <w:pPr>
        <w:pStyle w:val="Nadpis2-1"/>
      </w:pPr>
      <w:bookmarkStart w:id="19" w:name="_Toc26966129"/>
      <w:bookmarkStart w:id="20" w:name="_Toc133398999"/>
      <w:r w:rsidRPr="00115B1E">
        <w:t>KOORDINACE S JINÝMI STAVBAMI A DOKUMENTY</w:t>
      </w:r>
      <w:bookmarkEnd w:id="19"/>
      <w:bookmarkEnd w:id="20"/>
    </w:p>
    <w:p w14:paraId="6C007969" w14:textId="7A0190BD" w:rsidR="00CF0B40" w:rsidRPr="00115B1E" w:rsidRDefault="00D548D3" w:rsidP="00570416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Koordinace s</w:t>
      </w:r>
      <w:r w:rsidR="00CF0B40" w:rsidRPr="00115B1E">
        <w:rPr>
          <w:rFonts w:ascii="Verdana" w:hAnsi="Verdana"/>
        </w:rPr>
        <w:t xml:space="preserve"> dalšími</w:t>
      </w:r>
      <w:r w:rsidRPr="00115B1E">
        <w:rPr>
          <w:rFonts w:ascii="Verdana" w:hAnsi="Verdana"/>
        </w:rPr>
        <w:t xml:space="preserve"> záměry </w:t>
      </w:r>
      <w:r w:rsidR="00E352E5">
        <w:rPr>
          <w:rFonts w:ascii="Verdana" w:hAnsi="Verdana"/>
        </w:rPr>
        <w:t>S</w:t>
      </w:r>
      <w:r w:rsidR="00AD22EF">
        <w:rPr>
          <w:rFonts w:ascii="Verdana" w:hAnsi="Verdana"/>
        </w:rPr>
        <w:t xml:space="preserve">právy </w:t>
      </w:r>
      <w:r w:rsidR="002C59B5">
        <w:rPr>
          <w:rFonts w:ascii="Verdana" w:hAnsi="Verdana"/>
        </w:rPr>
        <w:t>ž</w:t>
      </w:r>
      <w:r w:rsidR="00AD22EF">
        <w:rPr>
          <w:rFonts w:ascii="Verdana" w:hAnsi="Verdana"/>
        </w:rPr>
        <w:t>eleznic</w:t>
      </w:r>
      <w:r w:rsidR="006D66DD">
        <w:rPr>
          <w:rFonts w:ascii="Verdana" w:hAnsi="Verdana"/>
        </w:rPr>
        <w:t xml:space="preserve"> a ostatních investorů </w:t>
      </w:r>
      <w:r w:rsidRPr="00115B1E">
        <w:rPr>
          <w:rFonts w:ascii="Verdana" w:hAnsi="Verdana"/>
        </w:rPr>
        <w:t>bude probíhat dle poky</w:t>
      </w:r>
      <w:r w:rsidR="00FA4434" w:rsidRPr="00115B1E">
        <w:rPr>
          <w:rFonts w:ascii="Verdana" w:hAnsi="Verdana"/>
        </w:rPr>
        <w:t>nů Objednatele a </w:t>
      </w:r>
      <w:r w:rsidRPr="00115B1E">
        <w:rPr>
          <w:rFonts w:ascii="Verdana" w:hAnsi="Verdana"/>
        </w:rPr>
        <w:t>aktuální situace v průběhu zpracování předmětu plnění</w:t>
      </w:r>
      <w:r w:rsidR="00E841CC">
        <w:rPr>
          <w:rFonts w:ascii="Verdana" w:hAnsi="Verdana"/>
        </w:rPr>
        <w:t>. Jedná se zejména o záměry:</w:t>
      </w:r>
    </w:p>
    <w:p w14:paraId="2C54F6D8" w14:textId="48945B23" w:rsidR="00B9782C" w:rsidRDefault="00E62431" w:rsidP="00E62431">
      <w:pPr>
        <w:pStyle w:val="Text2-2"/>
        <w:rPr>
          <w:rFonts w:ascii="Verdana" w:hAnsi="Verdana"/>
        </w:rPr>
      </w:pPr>
      <w:r w:rsidRPr="00E62431">
        <w:t>RS 1 VRT Prosenice – Ostrava-Svinov, I. část, Prosenice – Hranice na Moravě</w:t>
      </w:r>
      <w:r w:rsidR="00F76B06" w:rsidRPr="00B9782C">
        <w:t xml:space="preserve">; Zpracování dokumentace pro územní </w:t>
      </w:r>
      <w:r w:rsidR="00B9782C">
        <w:t>řízení</w:t>
      </w:r>
      <w:r w:rsidR="00B9782C" w:rsidRPr="00B9782C">
        <w:rPr>
          <w:rFonts w:ascii="Verdana" w:hAnsi="Verdana"/>
        </w:rPr>
        <w:t>.</w:t>
      </w:r>
    </w:p>
    <w:p w14:paraId="4351A6F2" w14:textId="475A8FFD" w:rsidR="007870A3" w:rsidRPr="00E62431" w:rsidRDefault="00E62431" w:rsidP="00E62431">
      <w:pPr>
        <w:pStyle w:val="Text2-2"/>
        <w:rPr>
          <w:rFonts w:ascii="Verdana" w:hAnsi="Verdana"/>
        </w:rPr>
      </w:pPr>
      <w:r w:rsidRPr="00E62431">
        <w:t>RS 1 VRT Prosenice – Ostrava-Svinov, II. část, Hranice na Moravě – Ostrava- Svinov“; Zpracování dokumentace pro územní řízení</w:t>
      </w:r>
      <w:r w:rsidR="00CF7B1B">
        <w:t>.</w:t>
      </w:r>
    </w:p>
    <w:p w14:paraId="325772DD" w14:textId="6421DDD0" w:rsidR="00117B96" w:rsidRPr="00117B96" w:rsidRDefault="00117B96" w:rsidP="00117B96">
      <w:pPr>
        <w:pStyle w:val="Text2-2"/>
        <w:rPr>
          <w:rFonts w:ascii="Verdana" w:hAnsi="Verdana"/>
          <w:bCs/>
        </w:rPr>
      </w:pPr>
      <w:r>
        <w:rPr>
          <w:rFonts w:ascii="Verdana" w:hAnsi="Verdana"/>
          <w:bCs/>
        </w:rPr>
        <w:t>Rekonstrukce ŽST</w:t>
      </w:r>
      <w:r w:rsidRPr="00117B96">
        <w:rPr>
          <w:rFonts w:ascii="Verdana" w:hAnsi="Verdana"/>
          <w:bCs/>
        </w:rPr>
        <w:t xml:space="preserve"> Přerov, 3. stavba</w:t>
      </w:r>
    </w:p>
    <w:p w14:paraId="2861D772" w14:textId="5D43CB43" w:rsidR="00E62431" w:rsidRDefault="00E62431" w:rsidP="00E62431">
      <w:pPr>
        <w:pStyle w:val="Text2-2"/>
        <w:rPr>
          <w:rFonts w:ascii="Verdana" w:hAnsi="Verdana"/>
        </w:rPr>
      </w:pPr>
      <w:r w:rsidRPr="00E62431">
        <w:rPr>
          <w:rFonts w:ascii="Verdana" w:hAnsi="Verdana"/>
        </w:rPr>
        <w:t>Konverze na 25kV, 50Hz v úseku Říkovice - Hranice na Moravě (mimo)</w:t>
      </w:r>
    </w:p>
    <w:p w14:paraId="0CD9AB6D" w14:textId="51469EA3" w:rsidR="00CE41A9" w:rsidRDefault="00CE41A9" w:rsidP="00E62431">
      <w:pPr>
        <w:pStyle w:val="Text2-2"/>
        <w:rPr>
          <w:rFonts w:ascii="Verdana" w:hAnsi="Verdana"/>
        </w:rPr>
      </w:pPr>
      <w:r>
        <w:rPr>
          <w:rFonts w:ascii="Verdana" w:hAnsi="Verdana"/>
        </w:rPr>
        <w:t>Studie proveditelnosti změny trakce z DC 3 kV na AC 25 kV, 50 Hz v oblasti „Olomoucko a Českotřebovsko“</w:t>
      </w:r>
    </w:p>
    <w:p w14:paraId="1D40A99C" w14:textId="2C7AEF95" w:rsidR="00CE41A9" w:rsidRPr="00CE41A9" w:rsidRDefault="00CE41A9" w:rsidP="00CE41A9">
      <w:pPr>
        <w:pStyle w:val="Text2-2"/>
        <w:rPr>
          <w:rFonts w:ascii="Verdana" w:hAnsi="Verdana"/>
        </w:rPr>
      </w:pPr>
      <w:r>
        <w:rPr>
          <w:rFonts w:ascii="Verdana" w:hAnsi="Verdana"/>
        </w:rPr>
        <w:t>Studie proveditelnosti změny trakce z DC 3 kV na AC 25 kV, 50 Hz v oblasti „Ostravsko a Přerovsko“</w:t>
      </w:r>
    </w:p>
    <w:p w14:paraId="2C7A0F86" w14:textId="638BB1C4" w:rsidR="00786549" w:rsidRPr="004C1714" w:rsidRDefault="00786549" w:rsidP="00E62431">
      <w:pPr>
        <w:pStyle w:val="Text2-2"/>
        <w:rPr>
          <w:rFonts w:ascii="Verdana" w:hAnsi="Verdana"/>
        </w:rPr>
      </w:pPr>
      <w:r>
        <w:rPr>
          <w:rFonts w:ascii="Verdana" w:hAnsi="Verdana"/>
        </w:rPr>
        <w:t xml:space="preserve">Dálnice D55 Olomouc - </w:t>
      </w:r>
      <w:r w:rsidR="00CE41A9">
        <w:rPr>
          <w:rFonts w:ascii="Verdana" w:hAnsi="Verdana"/>
        </w:rPr>
        <w:t>Přerov</w:t>
      </w:r>
    </w:p>
    <w:p w14:paraId="37161141" w14:textId="76669937" w:rsidR="00A62F73" w:rsidRDefault="003669DC" w:rsidP="00192D09">
      <w:pPr>
        <w:pStyle w:val="Text2-1"/>
      </w:pPr>
      <w:r w:rsidRPr="00F76B06">
        <w:lastRenderedPageBreak/>
        <w:t xml:space="preserve">Aktualizace </w:t>
      </w:r>
      <w:r w:rsidR="00C319A1">
        <w:t xml:space="preserve">ZÚR </w:t>
      </w:r>
      <w:r w:rsidR="00192D09">
        <w:t xml:space="preserve">Olomouckého </w:t>
      </w:r>
      <w:r w:rsidR="00C319A1">
        <w:t>kraje</w:t>
      </w:r>
      <w:r w:rsidR="00B6173D">
        <w:t xml:space="preserve"> dle odst. 1.1.8</w:t>
      </w:r>
      <w:r w:rsidR="00304371">
        <w:t xml:space="preserve"> těchto ZTP</w:t>
      </w:r>
      <w:r w:rsidR="00C319A1">
        <w:t>. Předmětem aktualizace je vymezení návrhového koridoru</w:t>
      </w:r>
      <w:r w:rsidR="005F4391">
        <w:t xml:space="preserve"> v úseku Brodek u Přerova – Prosenice,</w:t>
      </w:r>
      <w:r w:rsidR="00C319A1">
        <w:t xml:space="preserve"> </w:t>
      </w:r>
      <w:r w:rsidR="00192D09" w:rsidRPr="00192D09">
        <w:t>umožňující umístění, povolení a realizaci stavby včet</w:t>
      </w:r>
      <w:r w:rsidR="00935B5E">
        <w:t>ně všech staveb souvisejících a </w:t>
      </w:r>
      <w:r w:rsidR="00192D09" w:rsidRPr="00192D09">
        <w:t>současně vymezení výsledného koridoru jako veřejně prospěšné stavby</w:t>
      </w:r>
      <w:r w:rsidR="005F4391">
        <w:t xml:space="preserve"> </w:t>
      </w:r>
      <w:r w:rsidR="00C319A1">
        <w:t xml:space="preserve">a stanovení základních podmínek pro umístění VRT ve vymezeném </w:t>
      </w:r>
      <w:r w:rsidR="005F4391">
        <w:t xml:space="preserve">návrhovém </w:t>
      </w:r>
      <w:r w:rsidR="00C319A1">
        <w:t>koridoru.</w:t>
      </w:r>
    </w:p>
    <w:p w14:paraId="3F09CAA9" w14:textId="44599CE1" w:rsidR="00E20C75" w:rsidRDefault="00E20C75" w:rsidP="00E20C75">
      <w:pPr>
        <w:pStyle w:val="Text2-1"/>
      </w:pPr>
      <w:r>
        <w:t>Program rozvoje rychlých železničních spojení v ČR, Ministerstvo dopravy, 2017</w:t>
      </w:r>
      <w:r w:rsidR="0091551D">
        <w:t>.</w:t>
      </w:r>
    </w:p>
    <w:p w14:paraId="0245502A" w14:textId="6BF8B06E" w:rsidR="00C319A1" w:rsidRPr="00F76B06" w:rsidRDefault="00E20C75" w:rsidP="00AB6EBC">
      <w:pPr>
        <w:pStyle w:val="Text2-1"/>
      </w:pPr>
      <w:r>
        <w:t>Plán moderního zabezpečení české železnice, Ministerstvo dopravy, 2021</w:t>
      </w:r>
      <w:r w:rsidR="0091551D">
        <w:t>.</w:t>
      </w:r>
    </w:p>
    <w:p w14:paraId="63D306A3" w14:textId="6AA13FE5" w:rsidR="00280C98" w:rsidRPr="00115B1E" w:rsidRDefault="00280C98" w:rsidP="00115B1E">
      <w:pPr>
        <w:pStyle w:val="Nadpis2-1"/>
      </w:pPr>
      <w:bookmarkStart w:id="21" w:name="_Toc46485247"/>
      <w:bookmarkStart w:id="22" w:name="_Toc46486358"/>
      <w:bookmarkStart w:id="23" w:name="_Toc26966130"/>
      <w:bookmarkStart w:id="24" w:name="_Toc133399000"/>
      <w:bookmarkEnd w:id="21"/>
      <w:bookmarkEnd w:id="22"/>
      <w:r w:rsidRPr="00115B1E">
        <w:t>POŽADAVKY NA TECHNICKÉ ŘEŠENÍ</w:t>
      </w:r>
      <w:bookmarkEnd w:id="23"/>
      <w:bookmarkEnd w:id="24"/>
    </w:p>
    <w:p w14:paraId="31B278CD" w14:textId="7B643EEB" w:rsidR="00280C98" w:rsidRPr="008918AD" w:rsidRDefault="00280C98" w:rsidP="006E6A14">
      <w:pPr>
        <w:pStyle w:val="Nadpis2-2"/>
      </w:pPr>
      <w:bookmarkStart w:id="25" w:name="_Toc26966131"/>
      <w:bookmarkStart w:id="26" w:name="_Toc133399001"/>
      <w:r w:rsidRPr="008918AD">
        <w:t>Všeobecně</w:t>
      </w:r>
      <w:bookmarkEnd w:id="25"/>
      <w:bookmarkEnd w:id="26"/>
    </w:p>
    <w:p w14:paraId="3F1DCCE8" w14:textId="4249840D" w:rsidR="00C537D3" w:rsidRPr="00505551" w:rsidRDefault="00C537D3" w:rsidP="00C537D3">
      <w:pPr>
        <w:pStyle w:val="Text2-1"/>
        <w:ind w:left="709" w:hanging="709"/>
      </w:pPr>
      <w:r w:rsidRPr="00B0747F">
        <w:t>Zhotovitel zajistí důsledné plnění požadavků vyplývající</w:t>
      </w:r>
      <w:r w:rsidR="00935B5E">
        <w:t xml:space="preserve"> z vyjádření dotčených orgánů a </w:t>
      </w:r>
      <w:r w:rsidRPr="00B0747F">
        <w:t xml:space="preserve">osob uvedených v dokladové části z předchozího stupně dokumentace a související </w:t>
      </w:r>
      <w:r w:rsidRPr="00505551">
        <w:t>dokumentace a to ve vzájemné součinnosti a návaznosti.</w:t>
      </w:r>
    </w:p>
    <w:p w14:paraId="6536E30A" w14:textId="3D7B335A" w:rsidR="00505551" w:rsidRPr="00505551" w:rsidRDefault="00505551" w:rsidP="00505551">
      <w:pPr>
        <w:pStyle w:val="Text2-1"/>
        <w:ind w:left="709" w:hanging="709"/>
      </w:pPr>
      <w:r w:rsidRPr="00505551">
        <w:t xml:space="preserve">Prezentace s 3D animací je určena pro seznamování veřejnosti se záměrem. Videokompozice bude použita pro urychlení přípravy, </w:t>
      </w:r>
      <w:r w:rsidRPr="00096214">
        <w:t>projednání projektu ve stupni územního řízení</w:t>
      </w:r>
      <w:r w:rsidRPr="00505551">
        <w:t>, pro prezentaci stavby veřejnosti, městským částem a obcím v okolí připravované stavby. V budoucnu bude prezentace použita pro veřejné projednání stavebního řízení.</w:t>
      </w:r>
    </w:p>
    <w:p w14:paraId="4F8540EA" w14:textId="0BDCD3FA" w:rsidR="00C537D3" w:rsidRPr="002A5BCD" w:rsidRDefault="008E009A" w:rsidP="00C537D3">
      <w:pPr>
        <w:pStyle w:val="Text2-1"/>
        <w:ind w:left="709"/>
      </w:pPr>
      <w:r>
        <w:t xml:space="preserve">Objednatel požaduje </w:t>
      </w:r>
      <w:r w:rsidR="00C537D3">
        <w:t>zpracování 3D animace v</w:t>
      </w:r>
      <w:r w:rsidR="00BB7FCE">
        <w:t xml:space="preserve"> minimálním </w:t>
      </w:r>
      <w:r w:rsidR="00C537D3">
        <w:t>rozsahu:</w:t>
      </w:r>
    </w:p>
    <w:p w14:paraId="4618376F" w14:textId="5579F533" w:rsidR="00C537D3" w:rsidRDefault="00C537D3" w:rsidP="00C537D3">
      <w:pPr>
        <w:pStyle w:val="Text2-2"/>
      </w:pPr>
      <w:r>
        <w:t>Videokompozice (zákres 3D animace do reálného videa)</w:t>
      </w:r>
      <w:r w:rsidR="002807A4">
        <w:t xml:space="preserve"> celé</w:t>
      </w:r>
      <w:r>
        <w:t xml:space="preserve"> stavby</w:t>
      </w:r>
      <w:r w:rsidR="00A62F73">
        <w:t xml:space="preserve"> včetně relevantních částí koordinovaných staveb</w:t>
      </w:r>
      <w:r>
        <w:t xml:space="preserve"> bude zpracována v takovém detailu, aby co nejvíce odpovídala realitě dosud nerealizovaného záměru. Zvýšená pozornost bude kladena především na anim</w:t>
      </w:r>
      <w:r w:rsidR="00935B5E">
        <w:t>ace významných lokalit stavby a </w:t>
      </w:r>
      <w:r>
        <w:t>na dominantní objekty (terminál, mosty, tunely). Dále bude prezentace obsahovat zpracování okolí a animace dopravy. Pohledy kamer budou přesně definovány v průběhu realizace po souhlasu Objedna</w:t>
      </w:r>
      <w:r w:rsidR="00F87159">
        <w:t>tele</w:t>
      </w:r>
      <w:r>
        <w:t xml:space="preserve"> a Zhotovitel si musí závazně schválit scénář – na vzájemné schůzce se domluví „významné lokality“.</w:t>
      </w:r>
    </w:p>
    <w:p w14:paraId="2A1382C7" w14:textId="249319CB" w:rsidR="00C537D3" w:rsidRDefault="00C537D3" w:rsidP="00C537D3">
      <w:pPr>
        <w:pStyle w:val="Text2-2"/>
      </w:pPr>
      <w:r>
        <w:t xml:space="preserve">Součástí prezentace projektu bude fotodokumentace a videodokumentace </w:t>
      </w:r>
      <w:r w:rsidR="00245CDB">
        <w:t xml:space="preserve">celé </w:t>
      </w:r>
      <w:r>
        <w:t>stavby formou leteckých a pozemních záběrů, která bude provedena na základě stávající projektové dokumentace a která již má stabilizované směrové a výškové uspořádání a následných obhlídek stavby. Video bude pořízeno minimálně ve FULL HD (1920x1080 bodů) kvalitě.</w:t>
      </w:r>
    </w:p>
    <w:p w14:paraId="498CE3E2" w14:textId="08B7B9F3" w:rsidR="00C537D3" w:rsidRDefault="00C537D3" w:rsidP="00C537D3">
      <w:pPr>
        <w:pStyle w:val="Text2-2"/>
      </w:pPr>
      <w:r>
        <w:t xml:space="preserve">Finální prezentace projektu bude realizována na základě podkladů </w:t>
      </w:r>
      <w:r w:rsidR="008B1BCB">
        <w:t>z </w:t>
      </w:r>
      <w:r>
        <w:t>posledního</w:t>
      </w:r>
      <w:r w:rsidR="008B1BCB">
        <w:t xml:space="preserve"> </w:t>
      </w:r>
      <w:r>
        <w:t>stupně projektové dokument</w:t>
      </w:r>
      <w:r w:rsidR="00935B5E">
        <w:t>ace, odsouhlaseného komentáře a </w:t>
      </w:r>
      <w:r>
        <w:t xml:space="preserve">pořízené fotodokumentace a videodokumentace. Výsledným produktem bude prezentace, dodaná na flash USB disku v minimální kvalitě </w:t>
      </w:r>
      <w:r w:rsidR="00245CDB">
        <w:t xml:space="preserve">FULL HD (1920x1080) </w:t>
      </w:r>
      <w:r>
        <w:t xml:space="preserve">a zároveň upravena pro použití na internetové stránky ve formátu </w:t>
      </w:r>
      <w:r w:rsidR="00C502F7">
        <w:t>MP4</w:t>
      </w:r>
      <w:r>
        <w:t xml:space="preserve"> (rozlišení dle potřeb internetových prohlížečů). O distribuci či zveřejňování animací rozhoduje výhradně </w:t>
      </w:r>
      <w:r w:rsidR="00503A14">
        <w:t>S</w:t>
      </w:r>
      <w:r w:rsidR="00C502F7">
        <w:t>práva železnic</w:t>
      </w:r>
      <w:r>
        <w:t>.</w:t>
      </w:r>
    </w:p>
    <w:p w14:paraId="3D0F3BE7" w14:textId="42D731D5" w:rsidR="00C537D3" w:rsidRDefault="00C537D3" w:rsidP="00C537D3">
      <w:pPr>
        <w:pStyle w:val="Text2-2"/>
      </w:pPr>
      <w:r>
        <w:t xml:space="preserve">Budou zřízeny i zkrácené verze pro potřeby např. sociálních sítí dle požadavku </w:t>
      </w:r>
      <w:r w:rsidR="00D80EB8">
        <w:t>O</w:t>
      </w:r>
      <w:r>
        <w:t>bjednatele.</w:t>
      </w:r>
    </w:p>
    <w:p w14:paraId="0C79EEDA" w14:textId="77777777" w:rsidR="00C537D3" w:rsidRDefault="00C537D3" w:rsidP="00C537D3">
      <w:pPr>
        <w:pStyle w:val="Text2-2"/>
        <w:jc w:val="left"/>
      </w:pPr>
      <w:r>
        <w:t xml:space="preserve">Ukázková animace v obdobném formátu (vizualizace/animace pro úsek Výstaviště – Veleslavín): </w:t>
      </w:r>
      <w:hyperlink r:id="rId12" w:history="1">
        <w:r w:rsidRPr="00255732">
          <w:rPr>
            <w:rStyle w:val="Hypertextovodkaz"/>
            <w:noProof w:val="0"/>
          </w:rPr>
          <w:t>https://www.youtube.com/watch?v=h1fbpMrd5I8</w:t>
        </w:r>
      </w:hyperlink>
    </w:p>
    <w:p w14:paraId="3CCCE42F" w14:textId="58FF2347" w:rsidR="00C537D3" w:rsidRDefault="00C537D3" w:rsidP="00C537D3">
      <w:pPr>
        <w:pStyle w:val="Text2-2"/>
      </w:pPr>
      <w:r>
        <w:t xml:space="preserve">Ze zpracovaného videosnímku bude zřejmé umístění stavby do terénu a na dotčené pozemky. Prezentace bude sloužit pro průběžné projednání </w:t>
      </w:r>
      <w:r w:rsidR="00D80EB8">
        <w:t>s </w:t>
      </w:r>
      <w:r>
        <w:t>vlastníky pozemků a s dotčenými orgány státní správy.</w:t>
      </w:r>
    </w:p>
    <w:p w14:paraId="1B5AA163" w14:textId="2DC2B4AE" w:rsidR="00C537D3" w:rsidRPr="00952009" w:rsidRDefault="00C537D3" w:rsidP="00C537D3">
      <w:pPr>
        <w:pStyle w:val="Text2-2"/>
      </w:pPr>
      <w:r>
        <w:t>Veškerá zpracování prezentačních a propagačních materiálů budou v souladu s jednotným vizuálním stylem organizace dle Grafického manuálu jednotného vizuálního stylu S</w:t>
      </w:r>
      <w:r w:rsidR="002C59B5">
        <w:t>právy železnic</w:t>
      </w:r>
      <w:r>
        <w:t>, který je k dispozici n</w:t>
      </w:r>
      <w:r w:rsidR="007C1EB2">
        <w:t>a webových stránkách organizace </w:t>
      </w:r>
      <w:hyperlink r:id="rId13" w:history="1">
        <w:r w:rsidRPr="00255732">
          <w:rPr>
            <w:rStyle w:val="Hypertextovodkaz"/>
            <w:noProof w:val="0"/>
          </w:rPr>
          <w:t>https://www.spravazeleznic.cz/kontakty/sprava-webu-a-logomanual</w:t>
        </w:r>
      </w:hyperlink>
      <w:r w:rsidR="000925A7">
        <w:rPr>
          <w:rStyle w:val="Hypertextovodkaz"/>
          <w:noProof w:val="0"/>
        </w:rPr>
        <w:t>.</w:t>
      </w:r>
    </w:p>
    <w:p w14:paraId="2ECA4A1C" w14:textId="41A6A1F9" w:rsidR="00A96F09" w:rsidRDefault="00A96F09" w:rsidP="00A96F09">
      <w:pPr>
        <w:pStyle w:val="Text2-1"/>
      </w:pPr>
      <w:r>
        <w:lastRenderedPageBreak/>
        <w:t xml:space="preserve">Zhotovitel zajistí provoz webové GIS služby pro veřejnost, obsahující zákres navrženého půdorysného řešení stavby a výstupů z hlukové studie nad obvyklými mapovými podklady (základní mapa, ortofotomapa, katastr nemovitostí). Součástí plnění budou tři aktualizace dat. </w:t>
      </w:r>
      <w:r w:rsidR="00140E51">
        <w:t xml:space="preserve">Součástí plnění je zajištění provozu GIS služby, a to rok po termínu </w:t>
      </w:r>
      <w:r w:rsidR="001B6427">
        <w:t>8. </w:t>
      </w:r>
      <w:r w:rsidR="00140E51" w:rsidRPr="00FB446E">
        <w:t>dílčího plnění.</w:t>
      </w:r>
      <w:r>
        <w:t xml:space="preserve"> Před ukončením provozu služby Zhotovitel umožní předání dalšího provozu služby Objednateli a v této věci mu poskytne potřebnou součinnost (kontakt na poskytovatele, přístupové údaje, data předaná ke zpracování v GIS prostředí).</w:t>
      </w:r>
      <w:r w:rsidR="00505551">
        <w:t xml:space="preserve"> </w:t>
      </w:r>
    </w:p>
    <w:p w14:paraId="745880D1" w14:textId="0FBA1B64" w:rsidR="00C537D3" w:rsidRPr="00B0747F" w:rsidRDefault="00C537D3" w:rsidP="00C537D3">
      <w:pPr>
        <w:pStyle w:val="Text2-1"/>
        <w:ind w:left="709" w:hanging="709"/>
      </w:pPr>
      <w:r w:rsidRPr="00B0747F">
        <w:t>V </w:t>
      </w:r>
      <w:r w:rsidR="003945A2">
        <w:t>s</w:t>
      </w:r>
      <w:r w:rsidRPr="00B0747F">
        <w:t xml:space="preserve">oupisech prací Zhotovitel doplní označení do položek, které dle Metodiky měření pro účely článku 12 Červené knihy FIDIC (1. vydání, 05/2019 – schváleno MD dne 7. 5. 2019, </w:t>
      </w:r>
      <w:hyperlink r:id="rId14" w:history="1">
        <w:r w:rsidRPr="00D80EB8">
          <w:rPr>
            <w:rStyle w:val="Hypertextovodkaz"/>
            <w:noProof w:val="0"/>
          </w:rPr>
          <w:t>https://www.sfdi.cz/soubory/obrazky-clanky/metodiky/2019_5_metodika_mereni.pdf</w:t>
        </w:r>
      </w:hyperlink>
      <w:r w:rsidRPr="00B0747F">
        <w:t>) spadají do Kategorie 1 (skupiny měření s označení „G“ - položka je měřena geodeticky). Označení bude provedeno dle výše zmíněné metodiky do Technické specifikace příslušných položek.</w:t>
      </w:r>
    </w:p>
    <w:p w14:paraId="0252B4C3" w14:textId="20FF58AA" w:rsidR="00C537D3" w:rsidRPr="00B0747F" w:rsidRDefault="00C537D3" w:rsidP="00C537D3">
      <w:pPr>
        <w:pStyle w:val="Text2-1"/>
        <w:ind w:left="709" w:hanging="709"/>
      </w:pPr>
      <w:r w:rsidRPr="00B0747F">
        <w:t xml:space="preserve">Zhotovitel je povinen předat Objednateli do jeho datové schránky elektronicky podepsané originály pravomocných rozhodnutí a povolení, která Zhotovitel zajišťuje pro Objednatele na základě jím vystavených plných mocí, a to nejpozději do 14 dnů po obdržení. Nebude-li součástí takto předaného rozhodnutí nebo povolení i potvrzení o nabytí právní moci, je Zhotovitel povinen </w:t>
      </w:r>
      <w:r w:rsidR="00623A67">
        <w:t>p</w:t>
      </w:r>
      <w:r w:rsidR="00623A67" w:rsidRPr="00B0747F">
        <w:t xml:space="preserve">ředat </w:t>
      </w:r>
      <w:r w:rsidRPr="00B0747F">
        <w:t>Objednateli elektronicky podepsaný dokument o tom, že rozhodnutí nebo povolení nabylo právní moci, a to rovněž ve lhůtě do 14 dnů po obdržení takového potvrzení. Bude-li rozhodnutí nebo povolení vydáno i v listinné podobě, je Zhotovitel povinen předat Objednateli i jeden originál pravomocného rozhodnutí nebo povolení s potvrzením o nabytí právní moci.</w:t>
      </w:r>
    </w:p>
    <w:p w14:paraId="26D1254B" w14:textId="1BE93637" w:rsidR="007E7CB7" w:rsidRPr="00E6353E" w:rsidRDefault="00F14D20" w:rsidP="00304371">
      <w:pPr>
        <w:pStyle w:val="Text2-1"/>
      </w:pPr>
      <w:r w:rsidRPr="009C2BEF">
        <w:t xml:space="preserve">Pro potřeby </w:t>
      </w:r>
      <w:r w:rsidRPr="00E6353E">
        <w:t xml:space="preserve">zpracování </w:t>
      </w:r>
      <w:r w:rsidR="004A06B6">
        <w:t>D</w:t>
      </w:r>
      <w:r w:rsidRPr="00E6353E">
        <w:t xml:space="preserve">íla je </w:t>
      </w:r>
      <w:r w:rsidR="006E6B4F">
        <w:t>závazná trasa</w:t>
      </w:r>
      <w:r w:rsidRPr="00E6353E">
        <w:t xml:space="preserve"> </w:t>
      </w:r>
      <w:r w:rsidR="006E6B4F">
        <w:t xml:space="preserve">VRT </w:t>
      </w:r>
      <w:r w:rsidRPr="00E6353E">
        <w:t>v rozsahu úseku dle </w:t>
      </w:r>
      <w:r w:rsidR="00C027BE" w:rsidRPr="00FB446E">
        <w:t>Příloh</w:t>
      </w:r>
      <w:r w:rsidR="001F16F6" w:rsidRPr="00FB446E">
        <w:t>y</w:t>
      </w:r>
      <w:r w:rsidR="00C027BE" w:rsidRPr="00FB446E">
        <w:t xml:space="preserve"> č. </w:t>
      </w:r>
      <w:r w:rsidR="00A0520B" w:rsidRPr="00FB446E">
        <w:t>7.</w:t>
      </w:r>
      <w:r w:rsidR="001F16F6" w:rsidRPr="00FB446E">
        <w:t>1.</w:t>
      </w:r>
      <w:r w:rsidR="00E93706" w:rsidRPr="00FB446E">
        <w:t>2</w:t>
      </w:r>
      <w:r w:rsidR="00C027BE" w:rsidRPr="00C027BE">
        <w:t xml:space="preserve"> těchto ZTP,</w:t>
      </w:r>
      <w:r w:rsidR="006E6B4F">
        <w:t xml:space="preserve"> s možností dílčích úprav na základě dalšího projednání záměru a v limitech </w:t>
      </w:r>
      <w:r w:rsidR="00304371">
        <w:t>a</w:t>
      </w:r>
      <w:r w:rsidR="00C027BE">
        <w:t xml:space="preserve">ktualizace </w:t>
      </w:r>
      <w:r w:rsidR="006E6B4F">
        <w:t>ZÚR</w:t>
      </w:r>
      <w:r w:rsidR="005F0BA2">
        <w:t xml:space="preserve"> Olomouckého</w:t>
      </w:r>
      <w:r w:rsidR="00273A6A">
        <w:t xml:space="preserve"> kraje</w:t>
      </w:r>
      <w:r w:rsidR="00304371">
        <w:t xml:space="preserve"> </w:t>
      </w:r>
      <w:r w:rsidR="00130F42">
        <w:t>dle odst. 1.1.8</w:t>
      </w:r>
      <w:r w:rsidR="00304371" w:rsidRPr="00304371">
        <w:t xml:space="preserve"> těchto ZTP</w:t>
      </w:r>
      <w:r w:rsidR="007D7E6D">
        <w:t>.</w:t>
      </w:r>
    </w:p>
    <w:p w14:paraId="7BB2F253" w14:textId="79E9E671" w:rsidR="00477AEC" w:rsidRPr="006D66DD" w:rsidRDefault="00477AEC" w:rsidP="00570416">
      <w:pPr>
        <w:pStyle w:val="Text2-1"/>
        <w:ind w:left="709" w:hanging="709"/>
        <w:rPr>
          <w:rFonts w:ascii="Verdana" w:hAnsi="Verdana"/>
        </w:rPr>
      </w:pPr>
      <w:r w:rsidRPr="009C2BEF">
        <w:rPr>
          <w:rFonts w:ascii="Verdana" w:hAnsi="Verdana"/>
        </w:rPr>
        <w:t xml:space="preserve">Technické řešení bude zpracováno </w:t>
      </w:r>
      <w:r w:rsidR="002B5E25" w:rsidRPr="009C2BEF">
        <w:rPr>
          <w:rFonts w:ascii="Verdana" w:hAnsi="Verdana"/>
        </w:rPr>
        <w:t xml:space="preserve">dle Manuálu, který vznikl na základě Smlouvy </w:t>
      </w:r>
      <w:r w:rsidR="00C027BE" w:rsidRPr="009C2BEF">
        <w:rPr>
          <w:rFonts w:ascii="Verdana" w:hAnsi="Verdana"/>
        </w:rPr>
        <w:t>o</w:t>
      </w:r>
      <w:r w:rsidR="00C027BE">
        <w:rPr>
          <w:rFonts w:ascii="Verdana" w:hAnsi="Verdana"/>
        </w:rPr>
        <w:t> </w:t>
      </w:r>
      <w:r w:rsidR="002B5E25" w:rsidRPr="009C2BEF">
        <w:rPr>
          <w:rFonts w:ascii="Verdana" w:hAnsi="Verdana"/>
        </w:rPr>
        <w:t>poskytnutí služeb mezi S</w:t>
      </w:r>
      <w:r w:rsidR="00F83022" w:rsidRPr="009C2BEF">
        <w:rPr>
          <w:rFonts w:ascii="Verdana" w:hAnsi="Verdana"/>
        </w:rPr>
        <w:t>právou železnic</w:t>
      </w:r>
      <w:r w:rsidR="00875459" w:rsidRPr="009C2BEF">
        <w:rPr>
          <w:rFonts w:ascii="Verdana" w:hAnsi="Verdana"/>
        </w:rPr>
        <w:t>, státní organizací,</w:t>
      </w:r>
      <w:r w:rsidR="002B5E25" w:rsidRPr="009C2BEF">
        <w:rPr>
          <w:rFonts w:ascii="Verdana" w:hAnsi="Verdana"/>
        </w:rPr>
        <w:t xml:space="preserve"> a </w:t>
      </w:r>
      <w:r w:rsidR="00875459" w:rsidRPr="009C2BEF">
        <w:rPr>
          <w:rFonts w:ascii="Verdana" w:hAnsi="Verdana"/>
        </w:rPr>
        <w:t xml:space="preserve">společností </w:t>
      </w:r>
      <w:r w:rsidR="002B5E25" w:rsidRPr="009C2BEF">
        <w:rPr>
          <w:rFonts w:ascii="Verdana" w:hAnsi="Verdana"/>
        </w:rPr>
        <w:t>SNCF International</w:t>
      </w:r>
      <w:r w:rsidR="00753AF3" w:rsidRPr="009C2BEF">
        <w:rPr>
          <w:rFonts w:ascii="Verdana" w:hAnsi="Verdana"/>
        </w:rPr>
        <w:t>, a to včetně relevantních bezpečnostních analýz a studií</w:t>
      </w:r>
      <w:r w:rsidR="00AB7856" w:rsidRPr="009C2BEF">
        <w:rPr>
          <w:rFonts w:ascii="Verdana" w:hAnsi="Verdana"/>
        </w:rPr>
        <w:t xml:space="preserve">. </w:t>
      </w:r>
      <w:r w:rsidR="00211433">
        <w:rPr>
          <w:rFonts w:ascii="Verdana" w:hAnsi="Verdana"/>
        </w:rPr>
        <w:t>Úvodní kapitoly Manuálu, tj. k</w:t>
      </w:r>
      <w:r w:rsidR="00C027BE">
        <w:rPr>
          <w:rFonts w:ascii="Verdana" w:hAnsi="Verdana"/>
        </w:rPr>
        <w:t xml:space="preserve">apitoly </w:t>
      </w:r>
      <w:r w:rsidR="00875459" w:rsidRPr="009C2BEF">
        <w:rPr>
          <w:rFonts w:ascii="Verdana" w:hAnsi="Verdana"/>
        </w:rPr>
        <w:t>Obsah</w:t>
      </w:r>
      <w:r w:rsidR="00C027BE">
        <w:rPr>
          <w:rFonts w:ascii="Verdana" w:hAnsi="Verdana"/>
        </w:rPr>
        <w:t xml:space="preserve"> a Úvod</w:t>
      </w:r>
      <w:r w:rsidR="002B5E25" w:rsidRPr="009C2BEF">
        <w:rPr>
          <w:rFonts w:ascii="Verdana" w:hAnsi="Verdana"/>
        </w:rPr>
        <w:t xml:space="preserve"> (proces vzniku, zdroje, požadavky, cíle, působnost</w:t>
      </w:r>
      <w:r w:rsidR="00875459" w:rsidRPr="009C2BEF">
        <w:rPr>
          <w:rFonts w:ascii="Verdana" w:hAnsi="Verdana"/>
        </w:rPr>
        <w:t xml:space="preserve"> atd.)</w:t>
      </w:r>
      <w:r w:rsidR="00211433">
        <w:rPr>
          <w:rFonts w:ascii="Verdana" w:hAnsi="Verdana"/>
        </w:rPr>
        <w:t xml:space="preserve"> a Vzorový příčný řez</w:t>
      </w:r>
      <w:r w:rsidR="00C027BE">
        <w:rPr>
          <w:rFonts w:ascii="Verdana" w:hAnsi="Verdana"/>
        </w:rPr>
        <w:t xml:space="preserve"> </w:t>
      </w:r>
      <w:r w:rsidR="00875459" w:rsidRPr="009C2BEF">
        <w:rPr>
          <w:rFonts w:ascii="Verdana" w:hAnsi="Verdana"/>
        </w:rPr>
        <w:t xml:space="preserve">jsou </w:t>
      </w:r>
      <w:r w:rsidR="00C027BE" w:rsidRPr="00FB446E">
        <w:rPr>
          <w:rFonts w:ascii="Verdana" w:hAnsi="Verdana"/>
        </w:rPr>
        <w:t>P</w:t>
      </w:r>
      <w:r w:rsidR="00875459" w:rsidRPr="00FB446E">
        <w:rPr>
          <w:rFonts w:ascii="Verdana" w:hAnsi="Verdana"/>
        </w:rPr>
        <w:t>řílohou</w:t>
      </w:r>
      <w:r w:rsidR="00A0520B" w:rsidRPr="00FB446E">
        <w:rPr>
          <w:rFonts w:ascii="Verdana" w:hAnsi="Verdana"/>
        </w:rPr>
        <w:t xml:space="preserve"> č. 7.1</w:t>
      </w:r>
      <w:r w:rsidR="001F16F6" w:rsidRPr="00FB446E">
        <w:rPr>
          <w:rFonts w:ascii="Verdana" w:hAnsi="Verdana"/>
        </w:rPr>
        <w:t>.</w:t>
      </w:r>
      <w:r w:rsidR="001F16F6">
        <w:rPr>
          <w:rFonts w:ascii="Verdana" w:hAnsi="Verdana"/>
        </w:rPr>
        <w:t>1</w:t>
      </w:r>
      <w:r w:rsidR="00875459" w:rsidRPr="006D66DD">
        <w:rPr>
          <w:rFonts w:ascii="Verdana" w:hAnsi="Verdana"/>
        </w:rPr>
        <w:t xml:space="preserve"> těchto ZTP, a to včetně anglické verze.</w:t>
      </w:r>
      <w:r w:rsidR="00CF0B40" w:rsidRPr="006D66DD">
        <w:rPr>
          <w:rFonts w:ascii="Verdana" w:hAnsi="Verdana"/>
        </w:rPr>
        <w:t xml:space="preserve"> Manuál bude poskytnut Zhotoviteli po podpisu </w:t>
      </w:r>
      <w:r w:rsidR="00EF4724" w:rsidRPr="00FB446E">
        <w:rPr>
          <w:rFonts w:ascii="Verdana" w:hAnsi="Verdana"/>
        </w:rPr>
        <w:t>Přílohy č.</w:t>
      </w:r>
      <w:r w:rsidR="006D66DD" w:rsidRPr="00FB446E">
        <w:rPr>
          <w:rFonts w:ascii="Verdana" w:hAnsi="Verdana"/>
        </w:rPr>
        <w:t> 1</w:t>
      </w:r>
      <w:r w:rsidR="00487CFD" w:rsidRPr="00FB446E">
        <w:rPr>
          <w:rFonts w:ascii="Verdana" w:hAnsi="Verdana"/>
        </w:rPr>
        <w:t>1</w:t>
      </w:r>
      <w:r w:rsidR="00EF4724" w:rsidRPr="00FB446E">
        <w:rPr>
          <w:rFonts w:ascii="Verdana" w:hAnsi="Verdana"/>
        </w:rPr>
        <w:t xml:space="preserve"> SoD</w:t>
      </w:r>
      <w:r w:rsidR="00EF4724" w:rsidRPr="006D66DD">
        <w:rPr>
          <w:rFonts w:ascii="Verdana" w:hAnsi="Verdana"/>
        </w:rPr>
        <w:t xml:space="preserve"> „Dohoda </w:t>
      </w:r>
      <w:r w:rsidR="00CF0B40" w:rsidRPr="006D66DD">
        <w:rPr>
          <w:rFonts w:ascii="Verdana" w:hAnsi="Verdana"/>
        </w:rPr>
        <w:t>o mlčenlivosti</w:t>
      </w:r>
      <w:r w:rsidR="00EF4724" w:rsidRPr="006D66DD">
        <w:rPr>
          <w:rFonts w:ascii="Verdana" w:hAnsi="Verdana"/>
        </w:rPr>
        <w:t xml:space="preserve"> (s vybraným dodavatelem)“</w:t>
      </w:r>
      <w:r w:rsidR="00CF0B40" w:rsidRPr="006D66DD">
        <w:rPr>
          <w:rFonts w:ascii="Verdana" w:hAnsi="Verdana"/>
        </w:rPr>
        <w:t>.</w:t>
      </w:r>
    </w:p>
    <w:p w14:paraId="3682CA55" w14:textId="20441369" w:rsidR="00C537D3" w:rsidRPr="00FD0EBF" w:rsidRDefault="00C537D3" w:rsidP="00C537D3">
      <w:pPr>
        <w:pStyle w:val="Text2-1"/>
        <w:tabs>
          <w:tab w:val="num" w:pos="709"/>
        </w:tabs>
        <w:ind w:left="709"/>
      </w:pPr>
      <w:r>
        <w:t>Pro napojení a další zásahy do konvenční železniční sítě a přeložky budou využity dokumenty dle kapitoly 6 těchto ZTP.</w:t>
      </w:r>
    </w:p>
    <w:p w14:paraId="3FFCF91B" w14:textId="5D47FF8D" w:rsidR="00F01FF8" w:rsidRDefault="00F01FF8" w:rsidP="00570416">
      <w:pPr>
        <w:pStyle w:val="Text2-1"/>
        <w:ind w:left="709" w:hanging="709"/>
        <w:rPr>
          <w:rFonts w:ascii="Verdana" w:hAnsi="Verdana"/>
        </w:rPr>
      </w:pPr>
      <w:r w:rsidRPr="009C2BEF">
        <w:rPr>
          <w:rFonts w:ascii="Verdana" w:hAnsi="Verdana"/>
        </w:rPr>
        <w:t xml:space="preserve">Objednatel předpokládá </w:t>
      </w:r>
      <w:r w:rsidR="00753AF3" w:rsidRPr="009C2BEF">
        <w:rPr>
          <w:rFonts w:ascii="Verdana" w:hAnsi="Verdana"/>
        </w:rPr>
        <w:t xml:space="preserve">zpracování návrhu Díla obsahujícího </w:t>
      </w:r>
      <w:r w:rsidRPr="009C2BEF">
        <w:rPr>
          <w:rFonts w:ascii="Verdana" w:hAnsi="Verdana"/>
        </w:rPr>
        <w:t xml:space="preserve">prokazatelně funkční a </w:t>
      </w:r>
      <w:r w:rsidR="00661B8F">
        <w:rPr>
          <w:rFonts w:ascii="Verdana" w:hAnsi="Verdana"/>
        </w:rPr>
        <w:t> </w:t>
      </w:r>
      <w:r w:rsidR="00753AF3" w:rsidRPr="009C2BEF">
        <w:rPr>
          <w:rFonts w:ascii="Verdana" w:hAnsi="Verdana"/>
        </w:rPr>
        <w:t>prověřená technická a technologická řešení</w:t>
      </w:r>
      <w:r w:rsidRPr="009C2BEF">
        <w:rPr>
          <w:rFonts w:ascii="Verdana" w:hAnsi="Verdana"/>
        </w:rPr>
        <w:t>.</w:t>
      </w:r>
    </w:p>
    <w:p w14:paraId="2D673ADC" w14:textId="13750E03" w:rsidR="00C537D3" w:rsidRPr="00C537D3" w:rsidRDefault="00C537D3" w:rsidP="00C537D3">
      <w:pPr>
        <w:pStyle w:val="Text2-1"/>
        <w:ind w:left="709" w:hanging="709"/>
      </w:pPr>
      <w:r w:rsidRPr="00C537D3">
        <w:t xml:space="preserve">Průběžně bude Objednatel </w:t>
      </w:r>
      <w:r w:rsidR="004B78AB">
        <w:t>D</w:t>
      </w:r>
      <w:r w:rsidRPr="00C537D3">
        <w:t xml:space="preserve">okumentace předávat Zhotoviteli vyjádření dotčených účastníků </w:t>
      </w:r>
      <w:r w:rsidRPr="00096214">
        <w:t xml:space="preserve">územního řízení </w:t>
      </w:r>
      <w:r w:rsidRPr="00C537D3">
        <w:t xml:space="preserve">a orgánů státní správy s komentářem o návrhu řešení tak, aby mohlo být včas reagováno na podmínky a případná negativní vyjádření. Případné doklady o projednání s vlastníky dotčených pozemků a staveb nebo jinými oprávněnými budou doplněny komentářem, jak jsou řešeny jejich podmínky v čistopisu </w:t>
      </w:r>
      <w:r w:rsidR="004C60E8">
        <w:t>Dokumentace</w:t>
      </w:r>
      <w:r w:rsidRPr="00C537D3">
        <w:t xml:space="preserve">. Vzor dopisu k obeslání vlastníků dotčených nemovitostí bude předložen Objednateli </w:t>
      </w:r>
      <w:r w:rsidR="004C60E8" w:rsidRPr="00C537D3">
        <w:t>k</w:t>
      </w:r>
      <w:r w:rsidR="004C60E8">
        <w:t> </w:t>
      </w:r>
      <w:r w:rsidRPr="00C537D3">
        <w:t>odsouhlasení.</w:t>
      </w:r>
    </w:p>
    <w:p w14:paraId="57D46D8D" w14:textId="1FB786BB" w:rsidR="00AC153F" w:rsidRPr="002A5768" w:rsidRDefault="00AC153F" w:rsidP="00AC153F">
      <w:pPr>
        <w:pStyle w:val="Text2-1"/>
        <w:ind w:left="709" w:hanging="709"/>
      </w:pPr>
      <w:r w:rsidRPr="002A5768">
        <w:t>Zhotovitel zpracuje přehledné koordinační schéma trati (obdoba francouzského SIF -Schéma</w:t>
      </w:r>
      <w:r w:rsidR="0094418E">
        <w:t xml:space="preserve"> des installations ferroviaires </w:t>
      </w:r>
      <w:r w:rsidRPr="002A5768">
        <w:rPr>
          <w:rFonts w:ascii="Verdana" w:hAnsi="Verdana"/>
        </w:rPr>
        <w:t>(dále jen „</w:t>
      </w:r>
      <w:r w:rsidRPr="002A5768">
        <w:rPr>
          <w:rFonts w:ascii="Verdana" w:hAnsi="Verdana"/>
          <w:b/>
          <w:bCs/>
        </w:rPr>
        <w:t>SIF</w:t>
      </w:r>
      <w:r w:rsidRPr="002A5768">
        <w:rPr>
          <w:rFonts w:ascii="Verdana" w:hAnsi="Verdana"/>
        </w:rPr>
        <w:t>“)</w:t>
      </w:r>
      <w:r w:rsidR="00935B5E">
        <w:t>. Bude obsahovat znázornění a </w:t>
      </w:r>
      <w:r w:rsidRPr="002A5768">
        <w:t>kilometrickou polohu zejména:</w:t>
      </w:r>
    </w:p>
    <w:p w14:paraId="0B7B8D2C" w14:textId="77777777" w:rsidR="00AC153F" w:rsidRPr="002A5768" w:rsidRDefault="00AC153F" w:rsidP="00AC153F">
      <w:pPr>
        <w:pStyle w:val="Text2-2"/>
      </w:pPr>
      <w:r w:rsidRPr="002A5768">
        <w:t xml:space="preserve">předpokládaných technologických zařízení; </w:t>
      </w:r>
    </w:p>
    <w:p w14:paraId="1DE38762" w14:textId="620FA4BC" w:rsidR="00AC153F" w:rsidRPr="002A5768" w:rsidRDefault="00AC153F" w:rsidP="00AC153F">
      <w:pPr>
        <w:pStyle w:val="Text2-2"/>
        <w:rPr>
          <w:rStyle w:val="fontstyle01"/>
        </w:rPr>
      </w:pPr>
      <w:r w:rsidRPr="002A5768">
        <w:rPr>
          <w:rStyle w:val="fontstyle01"/>
        </w:rPr>
        <w:t>schéma kolejiště pro daný úsek se znázorněním výškového a směrového řešení</w:t>
      </w:r>
      <w:r w:rsidR="003549DC">
        <w:rPr>
          <w:rStyle w:val="fontstyle01"/>
        </w:rPr>
        <w:t>;</w:t>
      </w:r>
    </w:p>
    <w:p w14:paraId="3CCD8F7F" w14:textId="0043ABC2" w:rsidR="00AC153F" w:rsidRPr="002A5768" w:rsidRDefault="003549DC" w:rsidP="00AC153F">
      <w:pPr>
        <w:pStyle w:val="Text2-2"/>
      </w:pPr>
      <w:r>
        <w:rPr>
          <w:rFonts w:ascii="Verdana" w:hAnsi="Verdana"/>
        </w:rPr>
        <w:t>s</w:t>
      </w:r>
      <w:r w:rsidRPr="002A5768">
        <w:rPr>
          <w:rFonts w:ascii="Verdana" w:hAnsi="Verdana"/>
        </w:rPr>
        <w:t xml:space="preserve">chématický </w:t>
      </w:r>
      <w:r w:rsidR="00AC153F" w:rsidRPr="002A5768">
        <w:rPr>
          <w:rFonts w:ascii="Verdana" w:hAnsi="Verdana"/>
        </w:rPr>
        <w:t>zákres stavebních objektů a provozních souborů a jejich základní popis</w:t>
      </w:r>
      <w:r>
        <w:rPr>
          <w:rFonts w:ascii="Verdana" w:hAnsi="Verdana"/>
        </w:rPr>
        <w:t>;</w:t>
      </w:r>
    </w:p>
    <w:p w14:paraId="722E4AB7" w14:textId="34E5C285" w:rsidR="00AC153F" w:rsidRPr="00E16433" w:rsidRDefault="00AC153F" w:rsidP="002255AF">
      <w:pPr>
        <w:pStyle w:val="Text2-2"/>
      </w:pPr>
      <w:r w:rsidRPr="002A5768">
        <w:t>a další informace potřebné pro zajištění přehledného informování o postupu přípravy</w:t>
      </w:r>
      <w:r w:rsidR="003549DC">
        <w:t>.</w:t>
      </w:r>
    </w:p>
    <w:p w14:paraId="4A1EB95A" w14:textId="77777777" w:rsidR="00C537D3" w:rsidRPr="008918AD" w:rsidRDefault="00C537D3" w:rsidP="00C537D3">
      <w:pPr>
        <w:pStyle w:val="Nadpis2-2"/>
      </w:pPr>
      <w:bookmarkStart w:id="27" w:name="_Toc49172692"/>
      <w:bookmarkStart w:id="28" w:name="_Toc85532716"/>
      <w:bookmarkStart w:id="29" w:name="_Toc133399002"/>
      <w:r w:rsidRPr="008918AD">
        <w:lastRenderedPageBreak/>
        <w:t>Geodetická dokumentace</w:t>
      </w:r>
      <w:bookmarkEnd w:id="27"/>
      <w:bookmarkEnd w:id="28"/>
      <w:bookmarkEnd w:id="29"/>
    </w:p>
    <w:p w14:paraId="17B987B7" w14:textId="6154BB6E" w:rsidR="00C537D3" w:rsidRPr="00EC2048" w:rsidRDefault="00C537D3" w:rsidP="008B1BCB">
      <w:pPr>
        <w:pStyle w:val="Text2-1"/>
        <w:ind w:left="709" w:hanging="709"/>
      </w:pPr>
      <w:r w:rsidRPr="00EC2048">
        <w:t xml:space="preserve">Územní rozsah </w:t>
      </w:r>
      <w:r w:rsidR="007B291A">
        <w:t xml:space="preserve">dostupných </w:t>
      </w:r>
      <w:r w:rsidRPr="00EC2048">
        <w:t xml:space="preserve">geodetických a mapových podkladů je </w:t>
      </w:r>
      <w:r w:rsidR="00E848AF" w:rsidRPr="00EC2048">
        <w:t>v </w:t>
      </w:r>
      <w:r w:rsidRPr="00EC2048">
        <w:t>digitální podobě součástí zadávací dokumentace</w:t>
      </w:r>
      <w:r w:rsidR="008B1BCB" w:rsidRPr="00EC2048">
        <w:t xml:space="preserve"> jako </w:t>
      </w:r>
      <w:r w:rsidR="008B1BCB" w:rsidRPr="00CA54D9">
        <w:t xml:space="preserve">Příloha </w:t>
      </w:r>
      <w:r w:rsidR="00041BF1" w:rsidRPr="00FB446E">
        <w:t>č. 7.</w:t>
      </w:r>
      <w:r w:rsidR="001F16F6" w:rsidRPr="00FB446E">
        <w:t>1.</w:t>
      </w:r>
      <w:r w:rsidR="00041BF1" w:rsidRPr="00FB446E">
        <w:t>3</w:t>
      </w:r>
      <w:r w:rsidR="008B1BCB" w:rsidRPr="00CA54D9">
        <w:t xml:space="preserve"> těchto ZTP</w:t>
      </w:r>
      <w:r w:rsidRPr="00CA54D9">
        <w:t>.</w:t>
      </w:r>
      <w:r w:rsidR="00393579" w:rsidRPr="0067131A">
        <w:t xml:space="preserve"> </w:t>
      </w:r>
      <w:r w:rsidR="0067131A" w:rsidRPr="0067131A">
        <w:t>Zmíněné</w:t>
      </w:r>
      <w:r w:rsidR="0067131A">
        <w:t xml:space="preserve"> geodetické podklady budou Z</w:t>
      </w:r>
      <w:r w:rsidR="00393579">
        <w:t>hotoviteli předá</w:t>
      </w:r>
      <w:r w:rsidR="00FB446E">
        <w:t>vá</w:t>
      </w:r>
      <w:r w:rsidR="00393579">
        <w:t xml:space="preserve">ny </w:t>
      </w:r>
      <w:r w:rsidR="0067131A">
        <w:t xml:space="preserve">v digitální podobě </w:t>
      </w:r>
      <w:r w:rsidR="00393579">
        <w:t>po podpisu SoD.</w:t>
      </w:r>
    </w:p>
    <w:p w14:paraId="43983F09" w14:textId="02E571D1" w:rsidR="00C537D3" w:rsidRPr="005F799C" w:rsidRDefault="00C537D3" w:rsidP="00C537D3">
      <w:pPr>
        <w:pStyle w:val="Text2-1"/>
        <w:ind w:left="709" w:hanging="709"/>
        <w:rPr>
          <w:rFonts w:ascii="Verdana" w:hAnsi="Verdana"/>
        </w:rPr>
      </w:pPr>
      <w:r w:rsidRPr="005F799C">
        <w:t>V průběhu zpracování projektové dokumentace budou Zhotovitelem na</w:t>
      </w:r>
      <w:r>
        <w:t xml:space="preserve"> jeho náklady provedeny veškeré</w:t>
      </w:r>
      <w:r w:rsidRPr="005F799C">
        <w:t xml:space="preserve"> geodetické práce a doplněny mapové podklady v rozsahu potřebném pro zpracování projektové dokumentace.</w:t>
      </w:r>
    </w:p>
    <w:p w14:paraId="5D7C62AC" w14:textId="77777777" w:rsidR="00C537D3" w:rsidRPr="00F52599" w:rsidRDefault="00C537D3" w:rsidP="00C537D3">
      <w:pPr>
        <w:pStyle w:val="Nadpis2-2"/>
      </w:pPr>
      <w:bookmarkStart w:id="30" w:name="_Toc49172679"/>
      <w:bookmarkStart w:id="31" w:name="_Toc85532703"/>
      <w:bookmarkStart w:id="32" w:name="_Toc133399003"/>
      <w:r w:rsidRPr="00F52599">
        <w:t>Dopravní technologie</w:t>
      </w:r>
      <w:bookmarkEnd w:id="30"/>
      <w:bookmarkEnd w:id="31"/>
      <w:bookmarkEnd w:id="32"/>
    </w:p>
    <w:p w14:paraId="0705AB95" w14:textId="7328C5D5" w:rsidR="006A3901" w:rsidRDefault="006A3901" w:rsidP="00360F67">
      <w:pPr>
        <w:pStyle w:val="Text2-1"/>
      </w:pPr>
      <w:r>
        <w:t>Dopravní technologie bude zpracována dle přílohy P2 (včetně doprovodné dokumentace) resp. P</w:t>
      </w:r>
      <w:r w:rsidR="00F95CC5">
        <w:t>3</w:t>
      </w:r>
      <w:r>
        <w:t xml:space="preserve"> směrnice SŽ SM011.</w:t>
      </w:r>
    </w:p>
    <w:p w14:paraId="21CDA824" w14:textId="497A1DD4" w:rsidR="008918AD" w:rsidRDefault="003C3935" w:rsidP="00360F67">
      <w:pPr>
        <w:pStyle w:val="Text2-1"/>
      </w:pPr>
      <w:r>
        <w:t xml:space="preserve">Dopravní technologie bude vycházet z </w:t>
      </w:r>
      <w:r w:rsidR="00D844DB">
        <w:t xml:space="preserve">aktualizované </w:t>
      </w:r>
      <w:r>
        <w:t>dopravní technologie</w:t>
      </w:r>
      <w:r w:rsidR="00D844DB">
        <w:t xml:space="preserve"> pro úsek</w:t>
      </w:r>
      <w:r>
        <w:t xml:space="preserve"> </w:t>
      </w:r>
      <w:r w:rsidR="004906AC">
        <w:t>Prosenice</w:t>
      </w:r>
      <w:r w:rsidR="00D844DB">
        <w:t xml:space="preserve"> – </w:t>
      </w:r>
      <w:r w:rsidR="004906AC" w:rsidRPr="001752C5">
        <w:t xml:space="preserve">Hranice </w:t>
      </w:r>
      <w:r w:rsidR="00041BF1" w:rsidRPr="001752C5">
        <w:t>na Moravě</w:t>
      </w:r>
      <w:r w:rsidR="00041BF1">
        <w:t xml:space="preserve"> </w:t>
      </w:r>
      <w:r w:rsidR="004906AC">
        <w:t>z</w:t>
      </w:r>
      <w:r w:rsidR="00D844DB">
        <w:t xml:space="preserve">pracované v rámci DÚR </w:t>
      </w:r>
      <w:r w:rsidR="004906AC">
        <w:t>„</w:t>
      </w:r>
      <w:r w:rsidR="00360F67" w:rsidRPr="00360F67">
        <w:rPr>
          <w:rFonts w:ascii="Verdana" w:hAnsi="Verdana"/>
        </w:rPr>
        <w:t>RS 1 VRT Prosenice – Ostrava-Svinov, I. část, Prosenice – Hranice na Moravě</w:t>
      </w:r>
      <w:r w:rsidR="00D844DB">
        <w:t>“.</w:t>
      </w:r>
    </w:p>
    <w:p w14:paraId="2B3A5532" w14:textId="796F6BF6" w:rsidR="008F3EA3" w:rsidRDefault="008F3EA3" w:rsidP="00360F67">
      <w:pPr>
        <w:pStyle w:val="Text2-1"/>
      </w:pPr>
      <w:r>
        <w:t>Dopravní technologie bude zpracována pro 2 časové horizonty, a to:</w:t>
      </w:r>
    </w:p>
    <w:p w14:paraId="428DB0A8" w14:textId="53675FE2" w:rsidR="008F3EA3" w:rsidRDefault="008F3EA3" w:rsidP="003165B4">
      <w:pPr>
        <w:pStyle w:val="Text2-1"/>
        <w:numPr>
          <w:ilvl w:val="0"/>
          <w:numId w:val="21"/>
        </w:numPr>
      </w:pPr>
      <w:r>
        <w:t>Po dostavbě trati Odb Hliníky – Brodek u Přerova (odpovídá horizontu dopravní technologie uvedené v kapitole 4.3.2).</w:t>
      </w:r>
    </w:p>
    <w:p w14:paraId="3FD63C4A" w14:textId="43D87486" w:rsidR="008F3EA3" w:rsidRDefault="008F3EA3" w:rsidP="003165B4">
      <w:pPr>
        <w:pStyle w:val="Text2-1"/>
        <w:numPr>
          <w:ilvl w:val="0"/>
          <w:numId w:val="21"/>
        </w:numPr>
      </w:pPr>
      <w:r>
        <w:t xml:space="preserve">Po dostavbě trati Odb Hliníky – Brodek u Přerova a VRT Haná </w:t>
      </w:r>
      <w:r w:rsidR="00041BF1">
        <w:t xml:space="preserve">směr Brno </w:t>
      </w:r>
      <w:r>
        <w:t>(odpovídá horizontu dopravní technologie uvedené v kapitole 4.3.2).</w:t>
      </w:r>
    </w:p>
    <w:p w14:paraId="08ED8DB6" w14:textId="35446E23" w:rsidR="008F3EA3" w:rsidRPr="00041BF1" w:rsidRDefault="008F3EA3" w:rsidP="00041BF1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Dopravně technologicky, pro oba výše uvedené časové horizonty, bude prověřeno</w:t>
      </w:r>
      <w:r w:rsidR="00041BF1">
        <w:rPr>
          <w:rFonts w:ascii="Verdana" w:hAnsi="Verdana"/>
        </w:rPr>
        <w:t xml:space="preserve"> n</w:t>
      </w:r>
      <w:r w:rsidRPr="00041BF1">
        <w:rPr>
          <w:rFonts w:ascii="Verdana" w:hAnsi="Verdana"/>
        </w:rPr>
        <w:t xml:space="preserve">avržené technické řešení </w:t>
      </w:r>
      <w:r w:rsidR="00041BF1">
        <w:rPr>
          <w:rFonts w:ascii="Verdana" w:hAnsi="Verdana"/>
        </w:rPr>
        <w:t xml:space="preserve">zapojení a případných úprav </w:t>
      </w:r>
      <w:r w:rsidRPr="00041BF1">
        <w:rPr>
          <w:rFonts w:ascii="Verdana" w:hAnsi="Verdana"/>
        </w:rPr>
        <w:t>ŽST Brodek u Přerova</w:t>
      </w:r>
      <w:r w:rsidR="001344A5" w:rsidRPr="00041BF1">
        <w:rPr>
          <w:rFonts w:ascii="Verdana" w:hAnsi="Verdana"/>
        </w:rPr>
        <w:t xml:space="preserve"> a ŽST Prosenice</w:t>
      </w:r>
      <w:r w:rsidR="00FE6F84">
        <w:rPr>
          <w:rFonts w:ascii="Verdana" w:hAnsi="Verdana"/>
        </w:rPr>
        <w:t>.</w:t>
      </w:r>
    </w:p>
    <w:p w14:paraId="74268459" w14:textId="0C4E9F89" w:rsidR="001344A5" w:rsidRPr="001344A5" w:rsidRDefault="00CA54D9" w:rsidP="001344A5">
      <w:pPr>
        <w:pStyle w:val="Text2-1"/>
        <w:ind w:left="709" w:hanging="709"/>
        <w:rPr>
          <w:rFonts w:ascii="Verdana" w:hAnsi="Verdana"/>
        </w:rPr>
      </w:pPr>
      <w:r>
        <w:t>Bu</w:t>
      </w:r>
      <w:r>
        <w:rPr>
          <w:rFonts w:ascii="Verdana" w:hAnsi="Verdana"/>
        </w:rPr>
        <w:t xml:space="preserve">de </w:t>
      </w:r>
      <w:r>
        <w:t xml:space="preserve">provedena koordinace předpokládaného linkového vedení a předpokládaných časových poloh v rámci jednotlivých směrů RS. </w:t>
      </w:r>
    </w:p>
    <w:p w14:paraId="67965134" w14:textId="30760DEC" w:rsidR="00366279" w:rsidRDefault="00366279" w:rsidP="00115B1E">
      <w:pPr>
        <w:pStyle w:val="Nadpis2-2"/>
      </w:pPr>
      <w:bookmarkStart w:id="33" w:name="_Toc133399004"/>
      <w:r w:rsidRPr="008918AD">
        <w:t>Aktualizace ekonomického hodnocení</w:t>
      </w:r>
      <w:bookmarkEnd w:id="33"/>
    </w:p>
    <w:p w14:paraId="14556EDB" w14:textId="3766AB42" w:rsidR="009F125F" w:rsidRPr="00917C71" w:rsidRDefault="009F125F" w:rsidP="009F125F">
      <w:pPr>
        <w:pStyle w:val="Text2-1"/>
        <w:ind w:left="709" w:hanging="709"/>
        <w:rPr>
          <w:rFonts w:ascii="Verdana" w:hAnsi="Verdana"/>
        </w:rPr>
      </w:pPr>
      <w:r w:rsidRPr="00917C71">
        <w:rPr>
          <w:rFonts w:ascii="Verdana" w:hAnsi="Verdana"/>
        </w:rPr>
        <w:t xml:space="preserve">Aktualizace ekonomického </w:t>
      </w:r>
      <w:r w:rsidR="00767A7C" w:rsidRPr="00917C71">
        <w:rPr>
          <w:rFonts w:ascii="Verdana" w:hAnsi="Verdana"/>
        </w:rPr>
        <w:t xml:space="preserve">hodnocení </w:t>
      </w:r>
      <w:r w:rsidRPr="00917C71">
        <w:rPr>
          <w:rFonts w:ascii="Verdana" w:hAnsi="Verdana"/>
        </w:rPr>
        <w:t xml:space="preserve">bude zahrnovat všechny známé změny </w:t>
      </w:r>
      <w:r w:rsidR="00F040D1" w:rsidRPr="00917C71">
        <w:rPr>
          <w:rFonts w:ascii="Verdana" w:hAnsi="Verdana"/>
        </w:rPr>
        <w:t>v </w:t>
      </w:r>
      <w:r w:rsidRPr="00917C71">
        <w:rPr>
          <w:rFonts w:ascii="Verdana" w:hAnsi="Verdana"/>
        </w:rPr>
        <w:t xml:space="preserve">rozsahu infrastruktury i provozu vůči </w:t>
      </w:r>
      <w:r w:rsidR="004A06B6" w:rsidRPr="00917C71">
        <w:rPr>
          <w:rFonts w:ascii="Verdana" w:hAnsi="Verdana"/>
        </w:rPr>
        <w:t>S</w:t>
      </w:r>
      <w:r w:rsidRPr="00917C71">
        <w:rPr>
          <w:rFonts w:ascii="Verdana" w:hAnsi="Verdana"/>
        </w:rPr>
        <w:t>tudii proveditelnosti (např. změny v</w:t>
      </w:r>
      <w:r w:rsidR="003C3935" w:rsidRPr="00917C71">
        <w:rPr>
          <w:rFonts w:ascii="Verdana" w:hAnsi="Verdana"/>
        </w:rPr>
        <w:t xml:space="preserve">yplývající ze </w:t>
      </w:r>
      <w:r w:rsidRPr="00917C71">
        <w:rPr>
          <w:rFonts w:ascii="Verdana" w:hAnsi="Verdana"/>
        </w:rPr>
        <w:t>sc</w:t>
      </w:r>
      <w:r w:rsidR="00151F7C" w:rsidRPr="00917C71">
        <w:rPr>
          <w:rFonts w:ascii="Verdana" w:hAnsi="Verdana"/>
        </w:rPr>
        <w:t xml:space="preserve">hválení </w:t>
      </w:r>
      <w:r w:rsidR="002A3721" w:rsidRPr="00917C71">
        <w:rPr>
          <w:rFonts w:ascii="Verdana" w:hAnsi="Verdana"/>
        </w:rPr>
        <w:t xml:space="preserve">Studie </w:t>
      </w:r>
      <w:r w:rsidR="00151F7C" w:rsidRPr="00917C71">
        <w:rPr>
          <w:rFonts w:ascii="Verdana" w:hAnsi="Verdana"/>
        </w:rPr>
        <w:t>proveditelnosti</w:t>
      </w:r>
      <w:r w:rsidRPr="00917C71">
        <w:rPr>
          <w:rFonts w:ascii="Verdana" w:hAnsi="Verdana"/>
        </w:rPr>
        <w:t xml:space="preserve">, změny v důsledku upravené dopravní technologie dle </w:t>
      </w:r>
      <w:r w:rsidR="00F040D1" w:rsidRPr="00917C71">
        <w:rPr>
          <w:rFonts w:ascii="Verdana" w:hAnsi="Verdana"/>
        </w:rPr>
        <w:t xml:space="preserve">čl. </w:t>
      </w:r>
      <w:r w:rsidRPr="00917C71">
        <w:rPr>
          <w:rFonts w:ascii="Verdana" w:hAnsi="Verdana"/>
        </w:rPr>
        <w:t>4.</w:t>
      </w:r>
      <w:r w:rsidR="00D86274">
        <w:rPr>
          <w:rFonts w:ascii="Verdana" w:hAnsi="Verdana"/>
        </w:rPr>
        <w:t>3</w:t>
      </w:r>
      <w:r w:rsidR="00767A7C" w:rsidRPr="00917C71">
        <w:rPr>
          <w:rFonts w:ascii="Verdana" w:hAnsi="Verdana"/>
        </w:rPr>
        <w:t>)</w:t>
      </w:r>
      <w:r w:rsidRPr="00917C71">
        <w:rPr>
          <w:rFonts w:ascii="Verdana" w:hAnsi="Verdana"/>
        </w:rPr>
        <w:t>.</w:t>
      </w:r>
    </w:p>
    <w:p w14:paraId="13117996" w14:textId="59DC6EE3" w:rsidR="00917C71" w:rsidRPr="00917C71" w:rsidRDefault="00917C71" w:rsidP="00917C71">
      <w:pPr>
        <w:pStyle w:val="Text2-1"/>
        <w:ind w:left="709" w:hanging="709"/>
        <w:rPr>
          <w:rFonts w:ascii="Verdana" w:hAnsi="Verdana"/>
        </w:rPr>
      </w:pPr>
      <w:r w:rsidRPr="00917C71">
        <w:t>Zpracování ekonomického hodnocení bude provedeno podle platné Rezortní metodiky pro hodnocení ekonomické efektivnosti projektů dopravních staveb a dalších platných pokynů Ministerstva dopravy a Správy železnic.</w:t>
      </w:r>
    </w:p>
    <w:p w14:paraId="11A40832" w14:textId="4CC68F98" w:rsidR="00366279" w:rsidRPr="00917C71" w:rsidRDefault="00151F7C" w:rsidP="00151F7C">
      <w:pPr>
        <w:pStyle w:val="Text2-1"/>
        <w:ind w:left="709" w:hanging="709"/>
        <w:rPr>
          <w:rFonts w:ascii="Verdana" w:hAnsi="Verdana"/>
        </w:rPr>
      </w:pPr>
      <w:r w:rsidRPr="00917C71">
        <w:rPr>
          <w:rFonts w:ascii="Verdana" w:hAnsi="Verdana"/>
        </w:rPr>
        <w:t xml:space="preserve">Aktualizace ekonomického hodnocení bude </w:t>
      </w:r>
      <w:r w:rsidR="004125C7" w:rsidRPr="00917C71">
        <w:rPr>
          <w:rFonts w:ascii="Verdana" w:hAnsi="Verdana"/>
        </w:rPr>
        <w:t>proveden</w:t>
      </w:r>
      <w:r w:rsidR="00767A7C" w:rsidRPr="00917C71">
        <w:rPr>
          <w:rFonts w:ascii="Verdana" w:hAnsi="Verdana"/>
        </w:rPr>
        <w:t>a</w:t>
      </w:r>
      <w:r w:rsidR="004125C7" w:rsidRPr="00917C71">
        <w:rPr>
          <w:rFonts w:ascii="Verdana" w:hAnsi="Verdana"/>
        </w:rPr>
        <w:t xml:space="preserve"> tak, aby nezahrnovala přínosy </w:t>
      </w:r>
      <w:r w:rsidRPr="00917C71">
        <w:rPr>
          <w:rFonts w:ascii="Verdana" w:hAnsi="Verdana"/>
        </w:rPr>
        <w:t>plynoucí z tzv</w:t>
      </w:r>
      <w:r w:rsidR="00BB4825" w:rsidRPr="00917C71">
        <w:rPr>
          <w:rFonts w:ascii="Verdana" w:hAnsi="Verdana"/>
        </w:rPr>
        <w:t xml:space="preserve">. širších </w:t>
      </w:r>
      <w:r w:rsidR="004125C7" w:rsidRPr="00917C71">
        <w:rPr>
          <w:rFonts w:ascii="Verdana" w:hAnsi="Verdana"/>
        </w:rPr>
        <w:t>socio-</w:t>
      </w:r>
      <w:r w:rsidR="00BB4825" w:rsidRPr="00917C71">
        <w:rPr>
          <w:rFonts w:ascii="Verdana" w:hAnsi="Verdana"/>
        </w:rPr>
        <w:t>ekonomických benefitů</w:t>
      </w:r>
      <w:r w:rsidR="004125C7" w:rsidRPr="00917C71">
        <w:rPr>
          <w:rFonts w:ascii="Verdana" w:hAnsi="Verdana"/>
        </w:rPr>
        <w:t>. V případě schválení resortní metodiky pro oblast výpočtu širších socio-ekonomických benefitů před zahájením prací bude ekonomické hodnocení aktualizováno v souladu s touto metodikou.</w:t>
      </w:r>
    </w:p>
    <w:p w14:paraId="02BA706B" w14:textId="2D8F5356" w:rsidR="007521B0" w:rsidRDefault="007521B0" w:rsidP="00C502F7">
      <w:pPr>
        <w:pStyle w:val="Text2-1"/>
        <w:ind w:left="709" w:hanging="709"/>
      </w:pPr>
      <w:r>
        <w:t xml:space="preserve">Oceňování stavby bude provedeno v souladu se Sborníkem pro oceňování železničních staveb ve stupni </w:t>
      </w:r>
      <w:r w:rsidRPr="000606BA">
        <w:t xml:space="preserve">dokumentace pro územní </w:t>
      </w:r>
      <w:r w:rsidRPr="00FE6F84">
        <w:t>rozhodnutí</w:t>
      </w:r>
      <w:r w:rsidR="00060630" w:rsidRPr="00FE6F84">
        <w:t xml:space="preserve"> </w:t>
      </w:r>
      <w:r w:rsidR="00C502F7" w:rsidRPr="00FE6F84">
        <w:t>dle verze pro rok 2022</w:t>
      </w:r>
      <w:r w:rsidR="00C502F7">
        <w:t xml:space="preserve"> </w:t>
      </w:r>
      <w:r w:rsidR="00060630">
        <w:t>(</w:t>
      </w:r>
      <w:hyperlink r:id="rId15" w:history="1">
        <w:r w:rsidR="00C502F7" w:rsidRPr="00D6202A">
          <w:rPr>
            <w:rStyle w:val="Hypertextovodkaz"/>
            <w:rFonts w:ascii="Verdana" w:hAnsi="Verdana"/>
            <w:noProof w:val="0"/>
          </w:rPr>
          <w:t>www.sfdi.cz</w:t>
        </w:r>
      </w:hyperlink>
      <w:r w:rsidR="00060630">
        <w:rPr>
          <w:rFonts w:ascii="Verdana" w:hAnsi="Verdana"/>
        </w:rPr>
        <w:t>)</w:t>
      </w:r>
      <w:r w:rsidR="006371EB">
        <w:rPr>
          <w:rFonts w:ascii="Verdana" w:hAnsi="Verdana"/>
        </w:rPr>
        <w:t>, případně dle pokynů zadavatele</w:t>
      </w:r>
      <w:r w:rsidR="002255AF">
        <w:rPr>
          <w:rFonts w:ascii="Verdana" w:hAnsi="Verdana"/>
        </w:rPr>
        <w:t>.</w:t>
      </w:r>
    </w:p>
    <w:p w14:paraId="5CB35EBF" w14:textId="43EC9ED6" w:rsidR="003C1A60" w:rsidRPr="00115B1E" w:rsidRDefault="003C1A60" w:rsidP="00115B1E">
      <w:pPr>
        <w:pStyle w:val="Nadpis2-2"/>
      </w:pPr>
      <w:bookmarkStart w:id="34" w:name="_Toc133399005"/>
      <w:r w:rsidRPr="00115B1E">
        <w:t>Obecný popis a upřesnění rozsahu stavby</w:t>
      </w:r>
      <w:bookmarkEnd w:id="34"/>
    </w:p>
    <w:p w14:paraId="5165AB74" w14:textId="1BEA856B" w:rsidR="00487C54" w:rsidRPr="00115B1E" w:rsidRDefault="00C114F1" w:rsidP="00115B1E">
      <w:pPr>
        <w:pStyle w:val="Nadpisbezsl1-2"/>
      </w:pPr>
      <w:bookmarkStart w:id="35" w:name="_Toc26966132"/>
      <w:r>
        <w:t>Novostavb</w:t>
      </w:r>
      <w:r w:rsidR="008C13AF">
        <w:t>a</w:t>
      </w:r>
      <w:r>
        <w:t xml:space="preserve"> </w:t>
      </w:r>
      <w:bookmarkEnd w:id="35"/>
      <w:r w:rsidR="002F0C64">
        <w:t xml:space="preserve">úseku trati </w:t>
      </w:r>
      <w:r w:rsidR="00954DF1">
        <w:t xml:space="preserve">Brodek u Přerova </w:t>
      </w:r>
      <w:r w:rsidR="00F70795">
        <w:t>–</w:t>
      </w:r>
      <w:r w:rsidR="00954DF1">
        <w:t xml:space="preserve"> Prosenice</w:t>
      </w:r>
    </w:p>
    <w:p w14:paraId="01C0C8F7" w14:textId="10BFEA42" w:rsidR="00B75304" w:rsidRDefault="00B75304" w:rsidP="00570416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Předmětem D</w:t>
      </w:r>
      <w:r w:rsidR="00542B56">
        <w:rPr>
          <w:rFonts w:ascii="Verdana" w:hAnsi="Verdana"/>
        </w:rPr>
        <w:t>íla</w:t>
      </w:r>
      <w:r w:rsidR="001703E5">
        <w:rPr>
          <w:rFonts w:ascii="Verdana" w:hAnsi="Verdana"/>
        </w:rPr>
        <w:t xml:space="preserve"> bude</w:t>
      </w:r>
      <w:r w:rsidR="009B0E64">
        <w:rPr>
          <w:rFonts w:ascii="Verdana" w:hAnsi="Verdana"/>
        </w:rPr>
        <w:t xml:space="preserve"> návrh</w:t>
      </w:r>
      <w:r w:rsidRPr="00115B1E">
        <w:rPr>
          <w:rFonts w:ascii="Verdana" w:hAnsi="Verdana"/>
        </w:rPr>
        <w:t xml:space="preserve"> </w:t>
      </w:r>
      <w:r w:rsidR="00954DF1">
        <w:rPr>
          <w:rFonts w:ascii="Verdana" w:hAnsi="Verdana"/>
        </w:rPr>
        <w:t>VRT v úseku Brodek u Přerova</w:t>
      </w:r>
      <w:r w:rsidR="004667AC">
        <w:rPr>
          <w:rFonts w:ascii="Verdana" w:hAnsi="Verdana"/>
        </w:rPr>
        <w:t xml:space="preserve"> (Odb Rokytnice RS)</w:t>
      </w:r>
      <w:r w:rsidR="00954DF1">
        <w:rPr>
          <w:rFonts w:ascii="Verdana" w:hAnsi="Verdana"/>
        </w:rPr>
        <w:t xml:space="preserve"> - Prosenice</w:t>
      </w:r>
      <w:r w:rsidR="00D87E87">
        <w:rPr>
          <w:rFonts w:ascii="Verdana" w:hAnsi="Verdana"/>
        </w:rPr>
        <w:t xml:space="preserve"> </w:t>
      </w:r>
      <w:r w:rsidR="004667AC">
        <w:rPr>
          <w:rFonts w:ascii="Verdana" w:hAnsi="Verdana"/>
        </w:rPr>
        <w:t xml:space="preserve">(Odb Hliníky) </w:t>
      </w:r>
      <w:r w:rsidR="00D87E87">
        <w:rPr>
          <w:rFonts w:ascii="Verdana" w:hAnsi="Verdana"/>
        </w:rPr>
        <w:t>na základě Studie proveditelnosti</w:t>
      </w:r>
      <w:r w:rsidR="002255AF">
        <w:rPr>
          <w:rFonts w:ascii="Verdana" w:hAnsi="Verdana"/>
        </w:rPr>
        <w:t>.</w:t>
      </w:r>
    </w:p>
    <w:p w14:paraId="1C11EE2F" w14:textId="6D674A9E" w:rsidR="00D87E87" w:rsidRPr="00D87E87" w:rsidRDefault="00D87E87" w:rsidP="00D87E87">
      <w:pPr>
        <w:pStyle w:val="Text2-1"/>
        <w:tabs>
          <w:tab w:val="clear" w:pos="737"/>
        </w:tabs>
        <w:ind w:left="709" w:hanging="709"/>
        <w:rPr>
          <w:rFonts w:ascii="Verdana" w:hAnsi="Verdana"/>
        </w:rPr>
      </w:pPr>
      <w:r w:rsidRPr="009B0E64">
        <w:rPr>
          <w:rFonts w:ascii="Verdana" w:hAnsi="Verdana"/>
        </w:rPr>
        <w:t xml:space="preserve">Traťový úsek je koncipovaný jako dvoukolejný v rozsahu a konfiguraci dle </w:t>
      </w:r>
      <w:r w:rsidR="00FE6F84" w:rsidRPr="00FB446E">
        <w:rPr>
          <w:rFonts w:ascii="Verdana" w:hAnsi="Verdana"/>
        </w:rPr>
        <w:t>Příloh</w:t>
      </w:r>
      <w:r w:rsidR="001F16F6" w:rsidRPr="00FB446E">
        <w:rPr>
          <w:rFonts w:ascii="Verdana" w:hAnsi="Verdana"/>
        </w:rPr>
        <w:t>y</w:t>
      </w:r>
      <w:r w:rsidR="00FE6F84" w:rsidRPr="00FB446E">
        <w:rPr>
          <w:rFonts w:ascii="Verdana" w:hAnsi="Verdana"/>
        </w:rPr>
        <w:t xml:space="preserve"> č. 7.</w:t>
      </w:r>
      <w:r w:rsidR="001F16F6" w:rsidRPr="00FB446E">
        <w:rPr>
          <w:rFonts w:ascii="Verdana" w:hAnsi="Verdana"/>
        </w:rPr>
        <w:t xml:space="preserve">1.2 </w:t>
      </w:r>
      <w:r w:rsidRPr="00FB446E">
        <w:rPr>
          <w:rFonts w:ascii="Verdana" w:hAnsi="Verdana"/>
        </w:rPr>
        <w:t>těchto ZTP</w:t>
      </w:r>
      <w:r w:rsidR="00FE6F84">
        <w:rPr>
          <w:rFonts w:ascii="Verdana" w:hAnsi="Verdana"/>
        </w:rPr>
        <w:t>. Rozsah</w:t>
      </w:r>
      <w:r w:rsidRPr="001E156A">
        <w:rPr>
          <w:rFonts w:ascii="Verdana" w:hAnsi="Verdana"/>
        </w:rPr>
        <w:t xml:space="preserve"> úseku (</w:t>
      </w:r>
      <w:r w:rsidR="00FE6F84">
        <w:rPr>
          <w:rFonts w:ascii="Verdana" w:hAnsi="Verdana"/>
        </w:rPr>
        <w:t>ve staničení trati VRT) je od</w:t>
      </w:r>
      <w:r w:rsidRPr="001E156A">
        <w:rPr>
          <w:rFonts w:ascii="Verdana" w:hAnsi="Verdana"/>
        </w:rPr>
        <w:t> </w:t>
      </w:r>
      <w:r w:rsidRPr="001E092F">
        <w:rPr>
          <w:rFonts w:ascii="Verdana" w:hAnsi="Verdana"/>
        </w:rPr>
        <w:t>km </w:t>
      </w:r>
      <w:r w:rsidR="00235B47">
        <w:rPr>
          <w:rFonts w:ascii="Verdana" w:hAnsi="Verdana"/>
        </w:rPr>
        <w:t>cca 86,000 po</w:t>
      </w:r>
      <w:r w:rsidR="00EB61F7">
        <w:rPr>
          <w:rFonts w:ascii="Verdana" w:hAnsi="Verdana"/>
        </w:rPr>
        <w:t xml:space="preserve"> km</w:t>
      </w:r>
      <w:r w:rsidR="00235B47">
        <w:rPr>
          <w:rFonts w:ascii="Verdana" w:hAnsi="Verdana"/>
        </w:rPr>
        <w:t xml:space="preserve"> cca</w:t>
      </w:r>
      <w:r w:rsidR="00EB61F7">
        <w:rPr>
          <w:rFonts w:ascii="Verdana" w:hAnsi="Verdana"/>
        </w:rPr>
        <w:t xml:space="preserve"> </w:t>
      </w:r>
      <w:r w:rsidR="004667AC" w:rsidRPr="006C7036">
        <w:rPr>
          <w:rFonts w:ascii="Verdana" w:hAnsi="Verdana"/>
        </w:rPr>
        <w:t>94</w:t>
      </w:r>
      <w:r w:rsidRPr="006C7036">
        <w:rPr>
          <w:rFonts w:ascii="Verdana" w:hAnsi="Verdana"/>
        </w:rPr>
        <w:t>,</w:t>
      </w:r>
      <w:r w:rsidR="006C7036" w:rsidRPr="006C7036">
        <w:rPr>
          <w:rFonts w:ascii="Verdana" w:hAnsi="Verdana"/>
        </w:rPr>
        <w:t>193</w:t>
      </w:r>
      <w:r w:rsidRPr="001E092F">
        <w:rPr>
          <w:rFonts w:ascii="Verdana" w:hAnsi="Verdana"/>
        </w:rPr>
        <w:t xml:space="preserve"> (návaznost </w:t>
      </w:r>
      <w:r>
        <w:rPr>
          <w:rFonts w:ascii="Verdana" w:hAnsi="Verdana"/>
        </w:rPr>
        <w:t xml:space="preserve">VRT Prosenice </w:t>
      </w:r>
      <w:r w:rsidR="00FE6F84">
        <w:rPr>
          <w:rFonts w:ascii="Verdana" w:hAnsi="Verdana"/>
        </w:rPr>
        <w:t>–</w:t>
      </w:r>
      <w:r>
        <w:rPr>
          <w:rFonts w:ascii="Verdana" w:hAnsi="Verdana"/>
        </w:rPr>
        <w:t xml:space="preserve"> Hranice</w:t>
      </w:r>
      <w:r w:rsidR="00EB61F7">
        <w:rPr>
          <w:rFonts w:ascii="Verdana" w:hAnsi="Verdana"/>
        </w:rPr>
        <w:t xml:space="preserve"> na Moravě)</w:t>
      </w:r>
      <w:r w:rsidRPr="001E092F">
        <w:rPr>
          <w:rFonts w:ascii="Verdana" w:hAnsi="Verdana"/>
        </w:rPr>
        <w:t>. Maximální provozní rychlost se předpokládá 320 km/h (geometrie trati neznemožní</w:t>
      </w:r>
      <w:r w:rsidRPr="001E156A">
        <w:rPr>
          <w:rFonts w:ascii="Verdana" w:hAnsi="Verdana"/>
        </w:rPr>
        <w:t xml:space="preserve"> v dlouhodobém výhledu zvýšení rychlosti až na 350 km/h) a minimální provozní</w:t>
      </w:r>
      <w:r w:rsidRPr="004F1FB3">
        <w:rPr>
          <w:rFonts w:ascii="Verdana" w:hAnsi="Verdana"/>
        </w:rPr>
        <w:t xml:space="preserve"> rychlost 200 km/h. Trať musí být </w:t>
      </w:r>
      <w:r w:rsidRPr="004F1FB3">
        <w:rPr>
          <w:rFonts w:ascii="Verdana" w:hAnsi="Verdana"/>
        </w:rPr>
        <w:lastRenderedPageBreak/>
        <w:t>dimenzována pro provoz vlakových jednotek i souprav složených z lokomotivy a vozů interoperabilních dle TSI.</w:t>
      </w:r>
    </w:p>
    <w:p w14:paraId="1BD0B0DB" w14:textId="0A6FA29E" w:rsidR="002E227C" w:rsidRDefault="002E227C" w:rsidP="00570416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Geometrická </w:t>
      </w:r>
      <w:r w:rsidR="00C174C9">
        <w:rPr>
          <w:rFonts w:ascii="Verdana" w:hAnsi="Verdana"/>
        </w:rPr>
        <w:t xml:space="preserve">poloha koleje bude </w:t>
      </w:r>
      <w:r>
        <w:rPr>
          <w:rFonts w:ascii="Verdana" w:hAnsi="Verdana"/>
        </w:rPr>
        <w:t>optimalizována tak, aby byl minimalizován dopad VRT na okolí.</w:t>
      </w:r>
    </w:p>
    <w:p w14:paraId="5D6636CC" w14:textId="24ED8A97" w:rsidR="00C174C9" w:rsidRDefault="00C174C9" w:rsidP="00570416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Niveleta koleje bude optimalizována v návaznosti na ukonče</w:t>
      </w:r>
      <w:r w:rsidR="00125494">
        <w:rPr>
          <w:rFonts w:ascii="Verdana" w:hAnsi="Verdana"/>
        </w:rPr>
        <w:t>ný projekt</w:t>
      </w:r>
      <w:r>
        <w:rPr>
          <w:rFonts w:ascii="Verdana" w:hAnsi="Verdana"/>
        </w:rPr>
        <w:t xml:space="preserve"> ka</w:t>
      </w:r>
      <w:r w:rsidR="00125494">
        <w:rPr>
          <w:rFonts w:ascii="Verdana" w:hAnsi="Verdana"/>
        </w:rPr>
        <w:t>nálu Dunaj-Odra-Labe (D-O-L), s</w:t>
      </w:r>
      <w:r>
        <w:rPr>
          <w:rFonts w:ascii="Verdana" w:hAnsi="Verdana"/>
        </w:rPr>
        <w:t xml:space="preserve"> jehož existencí bylo ve Studii proveditelnosti </w:t>
      </w:r>
      <w:r w:rsidR="00FE6F84">
        <w:rPr>
          <w:rFonts w:ascii="Verdana" w:hAnsi="Verdana"/>
        </w:rPr>
        <w:t xml:space="preserve">ještě </w:t>
      </w:r>
      <w:r>
        <w:rPr>
          <w:rFonts w:ascii="Verdana" w:hAnsi="Verdana"/>
        </w:rPr>
        <w:t>uvažováno.</w:t>
      </w:r>
    </w:p>
    <w:p w14:paraId="6F9EEA0C" w14:textId="681504A5" w:rsidR="00F81373" w:rsidRDefault="00F81373" w:rsidP="00F81373">
      <w:pPr>
        <w:pStyle w:val="Text2-1"/>
        <w:tabs>
          <w:tab w:val="clear" w:pos="737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>Návrh technického řešení trati i návazností na okolí musí zajistit minimalizaci negativního ovlivnění okolí a přijatelný vliv na krajinný ráz.</w:t>
      </w:r>
    </w:p>
    <w:p w14:paraId="09601B1E" w14:textId="0A4A5F98" w:rsidR="007F17F3" w:rsidRDefault="007F17F3" w:rsidP="007F17F3">
      <w:pPr>
        <w:pStyle w:val="Text2-1"/>
        <w:rPr>
          <w:rFonts w:ascii="Verdana" w:hAnsi="Verdana"/>
        </w:rPr>
      </w:pPr>
      <w:r w:rsidRPr="007F17F3">
        <w:rPr>
          <w:rFonts w:ascii="Verdana" w:hAnsi="Verdana"/>
        </w:rPr>
        <w:t>Zabezpečovací zařízení nové trati VRT bude ovládáno dálkově. Pracoviště dálkového řízení bude situováno v místě Centrálního dispečerského pracoviště (CDP) Přerov</w:t>
      </w:r>
      <w:r w:rsidR="00C02E8D">
        <w:rPr>
          <w:rFonts w:ascii="Verdana" w:hAnsi="Verdana"/>
        </w:rPr>
        <w:t xml:space="preserve"> – nová budova</w:t>
      </w:r>
      <w:r w:rsidRPr="007F17F3">
        <w:rPr>
          <w:rFonts w:ascii="Verdana" w:hAnsi="Verdana"/>
        </w:rPr>
        <w:t>. Zabezpečovací zařízení vysokorychlostních tratí musí být provedeno v souladu s příslušnými technickými specifikacemi pro interoperabi</w:t>
      </w:r>
      <w:r w:rsidR="00935B5E">
        <w:rPr>
          <w:rFonts w:ascii="Verdana" w:hAnsi="Verdana"/>
        </w:rPr>
        <w:t>litu (TSI) subsystému „Řízení a </w:t>
      </w:r>
      <w:r w:rsidRPr="007F17F3">
        <w:rPr>
          <w:rFonts w:ascii="Verdana" w:hAnsi="Verdana"/>
        </w:rPr>
        <w:t>zabezpečení“ transevropského konvenčního železničního systému a dalšími navazujícími předpisy a normami.</w:t>
      </w:r>
    </w:p>
    <w:p w14:paraId="45E1FD6A" w14:textId="6017B113" w:rsidR="00C02E8D" w:rsidRDefault="00C02E8D" w:rsidP="007F17F3">
      <w:pPr>
        <w:pStyle w:val="Text2-1"/>
        <w:rPr>
          <w:rFonts w:ascii="Verdana" w:hAnsi="Verdana"/>
        </w:rPr>
      </w:pPr>
      <w:r>
        <w:rPr>
          <w:rFonts w:ascii="Verdana" w:hAnsi="Verdana"/>
        </w:rPr>
        <w:t>Součástí díla bude nová sdělovací kabelizace z místa křížení VRT s tratí č. 270 do CDP Přerov – nová budova.</w:t>
      </w:r>
    </w:p>
    <w:p w14:paraId="6EB4256A" w14:textId="54D1EFF3" w:rsidR="00FA3F4A" w:rsidRPr="00F81373" w:rsidRDefault="00FA3F4A" w:rsidP="00FA3F4A">
      <w:pPr>
        <w:pStyle w:val="Nadpisbezsl1-2"/>
      </w:pPr>
      <w:r>
        <w:t>Úpravy ŽST Prosenice</w:t>
      </w:r>
    </w:p>
    <w:p w14:paraId="0EBCF357" w14:textId="77777777" w:rsidR="00C30A96" w:rsidRPr="00C30A96" w:rsidRDefault="005E0473" w:rsidP="00C30A96">
      <w:pPr>
        <w:pStyle w:val="Text2-1"/>
      </w:pPr>
      <w:r>
        <w:rPr>
          <w:rFonts w:ascii="Verdana" w:eastAsia="Verdana" w:hAnsi="Verdana" w:cs="Times New Roman"/>
        </w:rPr>
        <w:t xml:space="preserve">Bude navržena úprava ŽST Prosenice, </w:t>
      </w:r>
      <w:r w:rsidR="00C30A96">
        <w:rPr>
          <w:rFonts w:ascii="Verdana" w:eastAsia="Verdana" w:hAnsi="Verdana" w:cs="Times New Roman"/>
        </w:rPr>
        <w:t>která má za cíl úpravu</w:t>
      </w:r>
      <w:r w:rsidR="00C30A96" w:rsidRPr="007B23FA">
        <w:rPr>
          <w:rFonts w:ascii="Verdana" w:eastAsia="Verdana" w:hAnsi="Verdana" w:cs="Times New Roman"/>
        </w:rPr>
        <w:t xml:space="preserve"> </w:t>
      </w:r>
      <w:r w:rsidR="00C30A96">
        <w:rPr>
          <w:rFonts w:ascii="Verdana" w:eastAsia="Verdana" w:hAnsi="Verdana" w:cs="Times New Roman"/>
        </w:rPr>
        <w:t>zapojení a vedení vlečky č. </w:t>
      </w:r>
      <w:r w:rsidR="00C30A96" w:rsidRPr="007B23FA">
        <w:rPr>
          <w:rFonts w:ascii="Verdana" w:eastAsia="Verdana" w:hAnsi="Verdana" w:cs="Times New Roman"/>
        </w:rPr>
        <w:t>6173</w:t>
      </w:r>
      <w:r w:rsidR="00C30A96">
        <w:rPr>
          <w:rFonts w:ascii="Verdana" w:eastAsia="Verdana" w:hAnsi="Verdana" w:cs="Times New Roman"/>
        </w:rPr>
        <w:t xml:space="preserve"> tak</w:t>
      </w:r>
      <w:r w:rsidR="00C30A96">
        <w:rPr>
          <w:rFonts w:ascii="Verdana" w:hAnsi="Verdana"/>
        </w:rPr>
        <w:t>, aby VRT tuto vlečku nekřížila, a tím došlo k optimalizaci nivelety VRT.</w:t>
      </w:r>
    </w:p>
    <w:p w14:paraId="7DA4416C" w14:textId="59E17BF9" w:rsidR="00C30A96" w:rsidRPr="005E0473" w:rsidRDefault="00C30A96" w:rsidP="00C30A96">
      <w:pPr>
        <w:pStyle w:val="Text2-1"/>
      </w:pPr>
      <w:r>
        <w:rPr>
          <w:rFonts w:ascii="Verdana" w:hAnsi="Verdana"/>
        </w:rPr>
        <w:t>V rámci zpracování bude také:</w:t>
      </w:r>
    </w:p>
    <w:p w14:paraId="58BF90D6" w14:textId="53767801" w:rsidR="003165B4" w:rsidRDefault="005E0473" w:rsidP="005E0473">
      <w:pPr>
        <w:pStyle w:val="Text2-1"/>
        <w:numPr>
          <w:ilvl w:val="0"/>
          <w:numId w:val="25"/>
        </w:numPr>
      </w:pPr>
      <w:r>
        <w:rPr>
          <w:rFonts w:ascii="Verdana" w:eastAsia="Verdana" w:hAnsi="Verdana" w:cs="Times New Roman"/>
        </w:rPr>
        <w:t>P</w:t>
      </w:r>
      <w:r w:rsidR="00195299">
        <w:rPr>
          <w:rFonts w:ascii="Verdana" w:eastAsia="Verdana" w:hAnsi="Verdana" w:cs="Times New Roman"/>
        </w:rPr>
        <w:t xml:space="preserve">rověřena možnost </w:t>
      </w:r>
      <w:r w:rsidR="008B2D62">
        <w:rPr>
          <w:rFonts w:ascii="Verdana" w:eastAsia="Verdana" w:hAnsi="Verdana" w:cs="Times New Roman"/>
        </w:rPr>
        <w:t>optimalizace</w:t>
      </w:r>
      <w:r w:rsidR="00195299">
        <w:rPr>
          <w:rFonts w:ascii="Verdana" w:eastAsia="Verdana" w:hAnsi="Verdana" w:cs="Times New Roman"/>
        </w:rPr>
        <w:t xml:space="preserve"> spojky mezi kolej</w:t>
      </w:r>
      <w:r w:rsidR="003A4D56">
        <w:rPr>
          <w:rFonts w:ascii="Verdana" w:eastAsia="Verdana" w:hAnsi="Verdana" w:cs="Times New Roman"/>
        </w:rPr>
        <w:t xml:space="preserve">í </w:t>
      </w:r>
      <w:r w:rsidR="008B2D62">
        <w:rPr>
          <w:rFonts w:ascii="Verdana" w:eastAsia="Verdana" w:hAnsi="Verdana" w:cs="Times New Roman"/>
        </w:rPr>
        <w:t xml:space="preserve">č. 1 a </w:t>
      </w:r>
      <w:r w:rsidR="003A4D56">
        <w:rPr>
          <w:rFonts w:ascii="Verdana" w:eastAsia="Verdana" w:hAnsi="Verdana" w:cs="Times New Roman"/>
        </w:rPr>
        <w:t>nájezdovou kolejí na VRT (kolej č. 101)</w:t>
      </w:r>
      <w:r w:rsidR="00195299">
        <w:rPr>
          <w:rFonts w:ascii="Verdana" w:eastAsia="Verdana" w:hAnsi="Verdana" w:cs="Times New Roman"/>
        </w:rPr>
        <w:t xml:space="preserve"> na hranickém zhlaví s ohledem na změnu délky staničních kolejí v rámci návrhu DÚR</w:t>
      </w:r>
      <w:r w:rsidR="00C30A96">
        <w:rPr>
          <w:rFonts w:ascii="Verdana" w:eastAsia="Verdana" w:hAnsi="Verdana" w:cs="Times New Roman"/>
        </w:rPr>
        <w:t>;</w:t>
      </w:r>
    </w:p>
    <w:p w14:paraId="16A91D35" w14:textId="538ABC7E" w:rsidR="003165B4" w:rsidRDefault="00C30A96" w:rsidP="003165B4">
      <w:pPr>
        <w:pStyle w:val="Text2-1"/>
        <w:numPr>
          <w:ilvl w:val="0"/>
          <w:numId w:val="23"/>
        </w:numPr>
        <w:rPr>
          <w:rFonts w:ascii="Verdana" w:hAnsi="Verdana"/>
        </w:rPr>
      </w:pPr>
      <w:r>
        <w:rPr>
          <w:rFonts w:ascii="Verdana" w:eastAsia="Verdana" w:hAnsi="Verdana" w:cs="Times New Roman"/>
        </w:rPr>
        <w:t>P</w:t>
      </w:r>
      <w:r w:rsidR="005E0473">
        <w:rPr>
          <w:rFonts w:ascii="Verdana" w:eastAsia="Verdana" w:hAnsi="Verdana" w:cs="Times New Roman"/>
        </w:rPr>
        <w:t>rověřena možnost prodloužení kolejí pro vlaky délky 740 m</w:t>
      </w:r>
      <w:r w:rsidR="00472ED6">
        <w:rPr>
          <w:rFonts w:ascii="Verdana" w:eastAsia="Verdana" w:hAnsi="Verdana" w:cs="Times New Roman"/>
        </w:rPr>
        <w:t>;</w:t>
      </w:r>
    </w:p>
    <w:p w14:paraId="7E2731FD" w14:textId="7416DE4A" w:rsidR="00132C86" w:rsidRDefault="00C30A96" w:rsidP="003165B4">
      <w:pPr>
        <w:pStyle w:val="Text2-1"/>
        <w:numPr>
          <w:ilvl w:val="0"/>
          <w:numId w:val="23"/>
        </w:numPr>
        <w:rPr>
          <w:rFonts w:ascii="Verdana" w:hAnsi="Verdana"/>
        </w:rPr>
      </w:pPr>
      <w:r>
        <w:rPr>
          <w:rFonts w:ascii="Verdana" w:hAnsi="Verdana"/>
        </w:rPr>
        <w:t>P</w:t>
      </w:r>
      <w:r w:rsidR="005E0473">
        <w:rPr>
          <w:rFonts w:ascii="Verdana" w:hAnsi="Verdana"/>
        </w:rPr>
        <w:t>rověřena možnost</w:t>
      </w:r>
      <w:r w:rsidR="00276A80">
        <w:rPr>
          <w:rFonts w:ascii="Verdana" w:hAnsi="Verdana"/>
        </w:rPr>
        <w:t xml:space="preserve"> </w:t>
      </w:r>
      <w:r w:rsidR="00132C86">
        <w:rPr>
          <w:rFonts w:ascii="Verdana" w:hAnsi="Verdana"/>
        </w:rPr>
        <w:t>odstranění propadu rychlosti</w:t>
      </w:r>
      <w:r w:rsidR="00BF7DFD">
        <w:rPr>
          <w:rFonts w:ascii="Verdana" w:hAnsi="Verdana"/>
        </w:rPr>
        <w:t xml:space="preserve"> optimalizací </w:t>
      </w:r>
      <w:r w:rsidR="0042747A">
        <w:rPr>
          <w:rFonts w:ascii="Verdana" w:hAnsi="Verdana"/>
        </w:rPr>
        <w:t xml:space="preserve">směrového </w:t>
      </w:r>
      <w:r w:rsidR="00BF7DFD">
        <w:rPr>
          <w:rFonts w:ascii="Verdana" w:hAnsi="Verdana"/>
        </w:rPr>
        <w:t xml:space="preserve">oblouku v ŽST </w:t>
      </w:r>
      <w:r>
        <w:rPr>
          <w:rFonts w:ascii="Verdana" w:hAnsi="Verdana"/>
        </w:rPr>
        <w:t>Prosenice.</w:t>
      </w:r>
    </w:p>
    <w:p w14:paraId="4EF0514A" w14:textId="5E63E499" w:rsidR="005E0473" w:rsidRDefault="00C30A96" w:rsidP="00C30A96">
      <w:pPr>
        <w:pStyle w:val="Text2-1"/>
        <w:rPr>
          <w:rFonts w:ascii="Verdana" w:hAnsi="Verdana"/>
        </w:rPr>
      </w:pPr>
      <w:r>
        <w:rPr>
          <w:rFonts w:ascii="Verdana" w:hAnsi="Verdana"/>
        </w:rPr>
        <w:t xml:space="preserve">Na základě těchto prověření a jejich projednání bude zpracováno výsledné řešení stanice v podrobnosti DÚR. </w:t>
      </w:r>
    </w:p>
    <w:p w14:paraId="032B8838" w14:textId="2BF8EAB6" w:rsidR="00D87E87" w:rsidRDefault="00D87E87" w:rsidP="00D87E87">
      <w:pPr>
        <w:pStyle w:val="Nadpisbezsl1-2"/>
      </w:pPr>
      <w:r>
        <w:t>Napojení do ŽST Brodek u Přerova</w:t>
      </w:r>
    </w:p>
    <w:p w14:paraId="51CC0D47" w14:textId="77777777" w:rsidR="00442034" w:rsidRPr="00442034" w:rsidRDefault="00D87E87" w:rsidP="00FB446E">
      <w:pPr>
        <w:pStyle w:val="Text2-1"/>
      </w:pPr>
      <w:r w:rsidRPr="00DE396B">
        <w:rPr>
          <w:rFonts w:ascii="Verdana" w:hAnsi="Verdana"/>
        </w:rPr>
        <w:t xml:space="preserve">Napojení do ŽST </w:t>
      </w:r>
      <w:r w:rsidR="006E7A11" w:rsidRPr="00DE396B">
        <w:rPr>
          <w:rFonts w:ascii="Verdana" w:hAnsi="Verdana"/>
        </w:rPr>
        <w:t>Brodek u Přerova začíná</w:t>
      </w:r>
      <w:r w:rsidRPr="00DE396B">
        <w:rPr>
          <w:rFonts w:ascii="Verdana" w:hAnsi="Verdana"/>
        </w:rPr>
        <w:t xml:space="preserve"> </w:t>
      </w:r>
      <w:r w:rsidR="006E7A11" w:rsidRPr="00DE396B">
        <w:rPr>
          <w:rFonts w:ascii="Verdana" w:hAnsi="Verdana"/>
        </w:rPr>
        <w:t xml:space="preserve">sjezdem z VRT </w:t>
      </w:r>
      <w:r w:rsidRPr="00DE396B">
        <w:rPr>
          <w:rFonts w:ascii="Verdana" w:hAnsi="Verdana"/>
        </w:rPr>
        <w:t xml:space="preserve">cca v </w:t>
      </w:r>
      <w:r w:rsidR="00EC574D" w:rsidRPr="00DE396B">
        <w:rPr>
          <w:rFonts w:ascii="Verdana" w:hAnsi="Verdana"/>
        </w:rPr>
        <w:t>km 86</w:t>
      </w:r>
      <w:r w:rsidRPr="00DE396B">
        <w:rPr>
          <w:rFonts w:ascii="Verdana" w:hAnsi="Verdana"/>
        </w:rPr>
        <w:t xml:space="preserve">,000 (ve staničení trati VRT), </w:t>
      </w:r>
      <w:r w:rsidR="006E7A11" w:rsidRPr="00DE396B">
        <w:rPr>
          <w:rFonts w:ascii="Verdana" w:hAnsi="Verdana"/>
        </w:rPr>
        <w:t xml:space="preserve">který je výhledově mimoúrovňový. V této dokumentaci však bude navržen bez výhybek a mimoúrovňového křížení. Návrh neznemožní budoucí pokračování ve směru na Brno a </w:t>
      </w:r>
      <w:r w:rsidR="00442034">
        <w:rPr>
          <w:rFonts w:ascii="Verdana" w:hAnsi="Verdana"/>
        </w:rPr>
        <w:t xml:space="preserve">dobudování </w:t>
      </w:r>
      <w:r w:rsidR="006E7A11" w:rsidRPr="00DE396B">
        <w:rPr>
          <w:rFonts w:ascii="Verdana" w:hAnsi="Verdana"/>
        </w:rPr>
        <w:t>výše zmíněné</w:t>
      </w:r>
      <w:r w:rsidR="00442034">
        <w:rPr>
          <w:rFonts w:ascii="Verdana" w:hAnsi="Verdana"/>
        </w:rPr>
        <w:t>ho</w:t>
      </w:r>
      <w:r w:rsidR="006E7A11" w:rsidRPr="00DE396B">
        <w:rPr>
          <w:rFonts w:ascii="Verdana" w:hAnsi="Verdana"/>
        </w:rPr>
        <w:t xml:space="preserve"> mimoúrovňové</w:t>
      </w:r>
      <w:r w:rsidR="00442034">
        <w:rPr>
          <w:rFonts w:ascii="Verdana" w:hAnsi="Verdana"/>
        </w:rPr>
        <w:t>ho</w:t>
      </w:r>
      <w:r w:rsidR="006E7A11" w:rsidRPr="00DE396B">
        <w:rPr>
          <w:rFonts w:ascii="Verdana" w:hAnsi="Verdana"/>
        </w:rPr>
        <w:t xml:space="preserve"> řešení. </w:t>
      </w:r>
    </w:p>
    <w:p w14:paraId="2FB5ED12" w14:textId="2BC869EE" w:rsidR="00DE396B" w:rsidRPr="00DE396B" w:rsidRDefault="006E7A11" w:rsidP="00FB446E">
      <w:pPr>
        <w:pStyle w:val="Text2-1"/>
      </w:pPr>
      <w:r w:rsidRPr="00DE396B">
        <w:rPr>
          <w:rFonts w:ascii="Verdana" w:hAnsi="Verdana"/>
        </w:rPr>
        <w:t xml:space="preserve">Zapojení do ŽST Brodek u Přerova bude navrženo </w:t>
      </w:r>
      <w:r w:rsidR="00D87E87" w:rsidRPr="00DE396B">
        <w:rPr>
          <w:rFonts w:ascii="Verdana" w:hAnsi="Verdana"/>
        </w:rPr>
        <w:t>ve směrovém uspořádání mimoúrovňově</w:t>
      </w:r>
      <w:r w:rsidRPr="00DE396B">
        <w:rPr>
          <w:rFonts w:ascii="Verdana" w:hAnsi="Verdana"/>
        </w:rPr>
        <w:t xml:space="preserve">. </w:t>
      </w:r>
      <w:r w:rsidR="00442034">
        <w:rPr>
          <w:rFonts w:ascii="Verdana" w:hAnsi="Verdana"/>
        </w:rPr>
        <w:t>B</w:t>
      </w:r>
      <w:r w:rsidR="00DE396B">
        <w:rPr>
          <w:rFonts w:ascii="Verdana" w:hAnsi="Verdana"/>
        </w:rPr>
        <w:t xml:space="preserve">ude navrženo </w:t>
      </w:r>
      <w:r w:rsidR="00442034">
        <w:rPr>
          <w:rFonts w:ascii="Verdana" w:hAnsi="Verdana"/>
        </w:rPr>
        <w:t xml:space="preserve">zapojení do traťových kolejí </w:t>
      </w:r>
      <w:r w:rsidR="00DE396B">
        <w:rPr>
          <w:rFonts w:ascii="Verdana" w:hAnsi="Verdana"/>
        </w:rPr>
        <w:t>s min</w:t>
      </w:r>
      <w:r w:rsidR="00935B5E">
        <w:rPr>
          <w:rFonts w:ascii="Verdana" w:hAnsi="Verdana"/>
        </w:rPr>
        <w:t>imálním zásahem do ŽST Brodek u </w:t>
      </w:r>
      <w:r w:rsidR="00DE396B">
        <w:rPr>
          <w:rFonts w:ascii="Verdana" w:hAnsi="Verdana"/>
        </w:rPr>
        <w:t>Přerova</w:t>
      </w:r>
      <w:r w:rsidR="00442034">
        <w:rPr>
          <w:rFonts w:ascii="Verdana" w:hAnsi="Verdana"/>
        </w:rPr>
        <w:t xml:space="preserve"> a zároveň bude respektovat výsledky studijního prověření</w:t>
      </w:r>
      <w:r w:rsidR="000A271C">
        <w:rPr>
          <w:rFonts w:ascii="Verdana" w:hAnsi="Verdana"/>
        </w:rPr>
        <w:t>,</w:t>
      </w:r>
      <w:r w:rsidR="00442034">
        <w:rPr>
          <w:rFonts w:ascii="Verdana" w:hAnsi="Verdana"/>
        </w:rPr>
        <w:t xml:space="preserve"> viz níže</w:t>
      </w:r>
      <w:r w:rsidR="00DE396B">
        <w:rPr>
          <w:rFonts w:ascii="Verdana" w:hAnsi="Verdana"/>
        </w:rPr>
        <w:t>.</w:t>
      </w:r>
    </w:p>
    <w:p w14:paraId="227C01B7" w14:textId="0C4E378E" w:rsidR="00DE396B" w:rsidRDefault="00DE396B" w:rsidP="00DE396B">
      <w:pPr>
        <w:pStyle w:val="Nadpisbezsl1-2"/>
      </w:pPr>
      <w:r>
        <w:t>Studijní prověření ŽST Brodek u Přerova</w:t>
      </w:r>
    </w:p>
    <w:p w14:paraId="760570D2" w14:textId="1D96832E" w:rsidR="00442034" w:rsidRDefault="00442034" w:rsidP="00A660FF">
      <w:pPr>
        <w:pStyle w:val="Text2-1"/>
        <w:rPr>
          <w:rFonts w:ascii="Verdana" w:hAnsi="Verdana"/>
        </w:rPr>
      </w:pPr>
      <w:r>
        <w:rPr>
          <w:rFonts w:ascii="Verdana" w:hAnsi="Verdana"/>
        </w:rPr>
        <w:t xml:space="preserve">Bude prověřena konfigurace ŽST Brodek u Přerova, která umožní provoz vlaků délky 740  m, zajistí plnou peronizaci stanice a připraví stanici na případné zkapacitnění úseku Brodek u Přerova – Olomouc. </w:t>
      </w:r>
    </w:p>
    <w:p w14:paraId="3253C0CC" w14:textId="05C271FB" w:rsidR="00E82A53" w:rsidRPr="00130F42" w:rsidRDefault="00DE396B" w:rsidP="00A660FF">
      <w:pPr>
        <w:pStyle w:val="Text2-1"/>
        <w:rPr>
          <w:rFonts w:ascii="Verdana" w:hAnsi="Verdana"/>
        </w:rPr>
      </w:pPr>
      <w:r>
        <w:rPr>
          <w:rFonts w:ascii="Verdana" w:hAnsi="Verdana"/>
        </w:rPr>
        <w:t xml:space="preserve">Prověření </w:t>
      </w:r>
      <w:r w:rsidR="00442034">
        <w:rPr>
          <w:rFonts w:ascii="Verdana" w:hAnsi="Verdana"/>
        </w:rPr>
        <w:t xml:space="preserve">bude provedeno </w:t>
      </w:r>
      <w:r>
        <w:rPr>
          <w:rFonts w:ascii="Verdana" w:hAnsi="Verdana"/>
        </w:rPr>
        <w:t xml:space="preserve">v úrovni </w:t>
      </w:r>
      <w:r w:rsidR="00442034">
        <w:rPr>
          <w:rFonts w:ascii="Verdana" w:hAnsi="Verdana"/>
        </w:rPr>
        <w:t xml:space="preserve">technické </w:t>
      </w:r>
      <w:r>
        <w:rPr>
          <w:rFonts w:ascii="Verdana" w:hAnsi="Verdana"/>
        </w:rPr>
        <w:t>studie</w:t>
      </w:r>
      <w:r w:rsidR="00442034">
        <w:rPr>
          <w:rFonts w:ascii="Verdana" w:hAnsi="Verdana"/>
        </w:rPr>
        <w:t>, která bude zahrnovat zejména dopravně-technologické posouzení a návrh kolejového řešení</w:t>
      </w:r>
      <w:r w:rsidR="00FB446E">
        <w:rPr>
          <w:rFonts w:ascii="Verdana" w:hAnsi="Verdana"/>
        </w:rPr>
        <w:t>.</w:t>
      </w:r>
    </w:p>
    <w:p w14:paraId="2A0327D8" w14:textId="064F7BF9" w:rsidR="00A660FF" w:rsidRDefault="00A660FF" w:rsidP="00A660FF">
      <w:pPr>
        <w:pStyle w:val="Nadpisbezsl1-2"/>
      </w:pPr>
      <w:r w:rsidRPr="00A660FF">
        <w:t xml:space="preserve">Příprava pro pokračování VRT ve směru </w:t>
      </w:r>
      <w:r w:rsidR="00CB522F">
        <w:t xml:space="preserve">na </w:t>
      </w:r>
      <w:r w:rsidRPr="00A660FF">
        <w:t>Brno</w:t>
      </w:r>
    </w:p>
    <w:p w14:paraId="71C63B73" w14:textId="206C4453" w:rsidR="00711811" w:rsidRDefault="00D377A4" w:rsidP="00711811">
      <w:pPr>
        <w:pStyle w:val="Text2-1"/>
        <w:rPr>
          <w:rFonts w:ascii="Verdana" w:hAnsi="Verdana"/>
        </w:rPr>
      </w:pPr>
      <w:bookmarkStart w:id="36" w:name="_Toc26966140"/>
      <w:bookmarkStart w:id="37" w:name="_Toc133399006"/>
      <w:r>
        <w:rPr>
          <w:rFonts w:ascii="Verdana" w:hAnsi="Verdana"/>
        </w:rPr>
        <w:t>Budou prověřeny a optimalizovány</w:t>
      </w:r>
      <w:r w:rsidR="00711811" w:rsidRPr="00F81373">
        <w:rPr>
          <w:rFonts w:ascii="Verdana" w:hAnsi="Verdana"/>
        </w:rPr>
        <w:t xml:space="preserve"> GPK pokračování VRT směr </w:t>
      </w:r>
      <w:r w:rsidR="00711811">
        <w:rPr>
          <w:rFonts w:ascii="Verdana" w:hAnsi="Verdana"/>
        </w:rPr>
        <w:t xml:space="preserve">Brno </w:t>
      </w:r>
      <w:r w:rsidR="002E18EA">
        <w:rPr>
          <w:rFonts w:ascii="Verdana" w:hAnsi="Verdana"/>
        </w:rPr>
        <w:t>od km cca 72,000 (</w:t>
      </w:r>
      <w:r w:rsidR="00711811">
        <w:rPr>
          <w:rFonts w:ascii="Verdana" w:hAnsi="Verdana"/>
        </w:rPr>
        <w:t>dle Studie proveditelnosti</w:t>
      </w:r>
      <w:r w:rsidR="002E18EA">
        <w:rPr>
          <w:rFonts w:ascii="Verdana" w:hAnsi="Verdana"/>
        </w:rPr>
        <w:t>).</w:t>
      </w:r>
      <w:r w:rsidR="00711811">
        <w:rPr>
          <w:rFonts w:ascii="Verdana" w:hAnsi="Verdana"/>
        </w:rPr>
        <w:t xml:space="preserve"> Součástí tohoto prověření bude i </w:t>
      </w:r>
      <w:r w:rsidR="002E18EA">
        <w:rPr>
          <w:rFonts w:ascii="Verdana" w:hAnsi="Verdana"/>
        </w:rPr>
        <w:t>optimalizace GPK odbočky</w:t>
      </w:r>
      <w:r w:rsidR="00711811">
        <w:rPr>
          <w:rFonts w:ascii="Verdana" w:hAnsi="Verdana"/>
        </w:rPr>
        <w:t xml:space="preserve"> </w:t>
      </w:r>
      <w:r w:rsidR="00711811">
        <w:rPr>
          <w:rFonts w:ascii="Verdana" w:hAnsi="Verdana"/>
        </w:rPr>
        <w:lastRenderedPageBreak/>
        <w:t>Věrovany, jižní</w:t>
      </w:r>
      <w:r w:rsidR="002E18EA">
        <w:rPr>
          <w:rFonts w:ascii="Verdana" w:hAnsi="Verdana"/>
        </w:rPr>
        <w:t>ho</w:t>
      </w:r>
      <w:r w:rsidR="00711811">
        <w:rPr>
          <w:rFonts w:ascii="Verdana" w:hAnsi="Verdana"/>
        </w:rPr>
        <w:t xml:space="preserve"> sjezd</w:t>
      </w:r>
      <w:r w:rsidR="002E18EA">
        <w:rPr>
          <w:rFonts w:ascii="Verdana" w:hAnsi="Verdana"/>
        </w:rPr>
        <w:t>u ve směru</w:t>
      </w:r>
      <w:r>
        <w:rPr>
          <w:rFonts w:ascii="Verdana" w:hAnsi="Verdana"/>
        </w:rPr>
        <w:t xml:space="preserve"> na </w:t>
      </w:r>
      <w:r w:rsidR="00711811">
        <w:rPr>
          <w:rFonts w:ascii="Verdana" w:hAnsi="Verdana"/>
        </w:rPr>
        <w:t xml:space="preserve">Olomouc </w:t>
      </w:r>
      <w:r w:rsidR="006E7A11">
        <w:rPr>
          <w:rFonts w:ascii="Verdana" w:hAnsi="Verdana"/>
        </w:rPr>
        <w:t>a jeho zapojení do trati č. 270.</w:t>
      </w:r>
      <w:r w:rsidR="00132C86">
        <w:rPr>
          <w:rFonts w:ascii="Verdana" w:hAnsi="Verdana"/>
        </w:rPr>
        <w:t xml:space="preserve"> </w:t>
      </w:r>
      <w:r w:rsidR="002E18EA">
        <w:rPr>
          <w:rFonts w:ascii="Verdana" w:hAnsi="Verdana"/>
        </w:rPr>
        <w:t xml:space="preserve">Předpokládaný rozsah prověření, viz příloha </w:t>
      </w:r>
      <w:r w:rsidR="00132C86">
        <w:rPr>
          <w:rFonts w:ascii="Verdana" w:hAnsi="Verdana"/>
        </w:rPr>
        <w:t>č</w:t>
      </w:r>
      <w:r w:rsidR="002E18EA">
        <w:rPr>
          <w:rFonts w:ascii="Verdana" w:hAnsi="Verdana"/>
        </w:rPr>
        <w:t>. 7.1.2.</w:t>
      </w:r>
    </w:p>
    <w:p w14:paraId="2BF67490" w14:textId="47CFCA64" w:rsidR="002E18EA" w:rsidRPr="00FA3F4A" w:rsidRDefault="002E18EA" w:rsidP="00711811">
      <w:pPr>
        <w:pStyle w:val="Text2-1"/>
        <w:rPr>
          <w:rFonts w:ascii="Verdana" w:hAnsi="Verdana"/>
        </w:rPr>
      </w:pPr>
      <w:r>
        <w:rPr>
          <w:rFonts w:ascii="Verdana" w:hAnsi="Verdana"/>
        </w:rPr>
        <w:t>Cílem prověření je celková optimalizace trasy VRT od km cca 72,000 (dle Studie proveditelnosti) vedoucí k minimalizaci dopadu na krajinný ráz.</w:t>
      </w:r>
    </w:p>
    <w:p w14:paraId="5062506C" w14:textId="002BBDD5" w:rsidR="00280C98" w:rsidRDefault="00280C98" w:rsidP="0017097B">
      <w:pPr>
        <w:pStyle w:val="Nadpis2-1"/>
        <w:jc w:val="both"/>
        <w:rPr>
          <w:rFonts w:ascii="Verdana" w:hAnsi="Verdana"/>
        </w:rPr>
      </w:pPr>
      <w:r w:rsidRPr="00115B1E">
        <w:rPr>
          <w:rFonts w:ascii="Verdana" w:hAnsi="Verdana"/>
        </w:rPr>
        <w:t>SPECIFICKÉ POŽADAVKY</w:t>
      </w:r>
      <w:bookmarkEnd w:id="36"/>
      <w:bookmarkEnd w:id="37"/>
    </w:p>
    <w:p w14:paraId="68553D4B" w14:textId="14FBE046" w:rsidR="00527705" w:rsidRPr="00527705" w:rsidRDefault="00527705" w:rsidP="00527705">
      <w:pPr>
        <w:pStyle w:val="Nadpis2-2"/>
      </w:pPr>
      <w:bookmarkStart w:id="38" w:name="_Toc133399007"/>
      <w:r>
        <w:t>Další požadavky na zpracování Díla</w:t>
      </w:r>
      <w:bookmarkEnd w:id="38"/>
    </w:p>
    <w:p w14:paraId="6D838120" w14:textId="34E94DF2" w:rsidR="00F01FF8" w:rsidRPr="00570416" w:rsidRDefault="00F01FF8" w:rsidP="00570416">
      <w:pPr>
        <w:pStyle w:val="Text2-1"/>
        <w:ind w:left="709" w:hanging="709"/>
      </w:pPr>
      <w:r w:rsidRPr="00570416">
        <w:t>Součástí Díla jsou prověření variantních technických řešení pro účely projednání Díla nebo aktualizace technického řešení v případě nově zjištěných skutečnost</w:t>
      </w:r>
      <w:r w:rsidR="00E346ED">
        <w:t>í</w:t>
      </w:r>
      <w:r w:rsidRPr="00570416">
        <w:t xml:space="preserve"> přímo souvisejících s výstavbou a provozem VRT a negativními vlivy na okolí.</w:t>
      </w:r>
    </w:p>
    <w:p w14:paraId="2EAB04F0" w14:textId="44282A0C" w:rsidR="004A161C" w:rsidRPr="001C12C3" w:rsidRDefault="004A161C" w:rsidP="00570416">
      <w:pPr>
        <w:pStyle w:val="Text2-1"/>
        <w:ind w:left="709" w:hanging="709"/>
      </w:pPr>
      <w:r w:rsidRPr="00570416">
        <w:t>Součástí Díla bude zapracování požadavků třetích stran, zejména dotčené veřejno</w:t>
      </w:r>
      <w:r w:rsidR="006C0037" w:rsidRPr="00570416">
        <w:t>sti a </w:t>
      </w:r>
      <w:r w:rsidRPr="00570416">
        <w:t>samosprávy, přímo souvisejících s</w:t>
      </w:r>
      <w:r w:rsidR="004D10EF">
        <w:t xml:space="preserve"> přípravou, </w:t>
      </w:r>
      <w:r w:rsidRPr="00570416">
        <w:t>výstavbou a prov</w:t>
      </w:r>
      <w:r w:rsidR="006C0037" w:rsidRPr="00570416">
        <w:t xml:space="preserve">ozem VRT a negativními </w:t>
      </w:r>
      <w:r w:rsidR="006C0037" w:rsidRPr="001C12C3">
        <w:t>vlivy na </w:t>
      </w:r>
      <w:r w:rsidRPr="001C12C3">
        <w:t>okolí, a to po schválení Objednatelem.</w:t>
      </w:r>
    </w:p>
    <w:p w14:paraId="2563C8E3" w14:textId="1CFB29B4" w:rsidR="0017740E" w:rsidRDefault="00F82126" w:rsidP="00570416">
      <w:pPr>
        <w:pStyle w:val="Text2-1"/>
        <w:ind w:left="709" w:hanging="709"/>
      </w:pPr>
      <w:r w:rsidRPr="00570416">
        <w:t>Dílo bude vypracováno v českém jazyce</w:t>
      </w:r>
      <w:r w:rsidR="003E4D69" w:rsidRPr="00570416">
        <w:t>.</w:t>
      </w:r>
    </w:p>
    <w:p w14:paraId="3F6BB7BF" w14:textId="5214CE9F" w:rsidR="006C1C0B" w:rsidRDefault="006C1C0B" w:rsidP="006C1C0B">
      <w:pPr>
        <w:pStyle w:val="Text2-1"/>
        <w:ind w:left="709" w:hanging="709"/>
      </w:pPr>
      <w:r>
        <w:t xml:space="preserve">Zhotovitel zajistí spolupráci notifikované osoby (NoBo) na </w:t>
      </w:r>
      <w:r w:rsidR="004A06B6">
        <w:t>D</w:t>
      </w:r>
      <w:r>
        <w:t>íle a zajistí posouzení v rozsahu odpovídajícím podrobnosti dokumentace.</w:t>
      </w:r>
    </w:p>
    <w:p w14:paraId="6F0EDF46" w14:textId="133A8592" w:rsidR="0013374F" w:rsidRPr="002A6821" w:rsidRDefault="0013374F" w:rsidP="0013374F">
      <w:pPr>
        <w:pStyle w:val="Text2-1"/>
        <w:ind w:left="709" w:hanging="709"/>
      </w:pPr>
      <w:r w:rsidRPr="002A6821">
        <w:t>Výluky pro provedení inženýrskogeologického průzkumu je nutné nárokovat dle pravidel pro plánování výlukové činnosti na tratích provozovaných S</w:t>
      </w:r>
      <w:r w:rsidR="00E346ED">
        <w:t>právou železnic</w:t>
      </w:r>
      <w:r w:rsidR="00935B5E">
        <w:t xml:space="preserve"> nejméně 5 </w:t>
      </w:r>
      <w:r w:rsidRPr="002A6821">
        <w:t xml:space="preserve">měsíců před měsícem, </w:t>
      </w:r>
      <w:r>
        <w:t>v němž jsou průzkumy požadovány.</w:t>
      </w:r>
    </w:p>
    <w:p w14:paraId="78EE2DAC" w14:textId="00054B7C" w:rsidR="0013374F" w:rsidRDefault="0013374F" w:rsidP="0013374F">
      <w:pPr>
        <w:pStyle w:val="Text2-1"/>
        <w:ind w:left="709" w:hanging="709"/>
      </w:pPr>
      <w:r>
        <w:t xml:space="preserve">Harmonogram </w:t>
      </w:r>
      <w:r w:rsidR="004A06B6">
        <w:t>D</w:t>
      </w:r>
      <w:r>
        <w:t>íla bude minimálně jednou měsíčně aktualizován vč. vyznačení plnění jednotlivých kroků a odůvodnění případných změn termínů.</w:t>
      </w:r>
    </w:p>
    <w:p w14:paraId="645B2501" w14:textId="7A557C8B" w:rsidR="0013374F" w:rsidRPr="00A75AB4" w:rsidRDefault="0013374F" w:rsidP="0013374F">
      <w:pPr>
        <w:pStyle w:val="Text2-1"/>
        <w:ind w:left="709" w:hanging="709"/>
      </w:pPr>
      <w:r>
        <w:t xml:space="preserve">Do 30 dnů od nabytí účinnosti </w:t>
      </w:r>
      <w:r w:rsidR="0052166B">
        <w:t xml:space="preserve">SoD </w:t>
      </w:r>
      <w:r>
        <w:t xml:space="preserve">bude vypracován a odsouhlasen podrobný harmonogram (dále jen </w:t>
      </w:r>
      <w:r w:rsidR="007B5B7B">
        <w:t>„</w:t>
      </w:r>
      <w:r w:rsidRPr="00AF4784">
        <w:rPr>
          <w:b/>
        </w:rPr>
        <w:t>HMG</w:t>
      </w:r>
      <w:r w:rsidR="007B5B7B">
        <w:t>“</w:t>
      </w:r>
      <w:r>
        <w:t>), který zobrazí plán pořizování dílčích průzkumů, jejich zpracování a předání objednateli.</w:t>
      </w:r>
    </w:p>
    <w:p w14:paraId="001E7BAB" w14:textId="689FD899" w:rsidR="00DB7D3E" w:rsidRPr="00115B1E" w:rsidRDefault="00DB7D3E" w:rsidP="00115B1E">
      <w:pPr>
        <w:pStyle w:val="Nadpis2-2"/>
      </w:pPr>
      <w:bookmarkStart w:id="39" w:name="_Toc26966141"/>
      <w:bookmarkStart w:id="40" w:name="_Toc133399008"/>
      <w:r w:rsidRPr="00115B1E">
        <w:t xml:space="preserve">Určení zástupců Objednatele a dalších dotčených osob k projednání </w:t>
      </w:r>
      <w:r w:rsidR="00D65009" w:rsidRPr="00115B1E">
        <w:t>D</w:t>
      </w:r>
      <w:r w:rsidR="00F82126" w:rsidRPr="00115B1E">
        <w:t>íla</w:t>
      </w:r>
      <w:bookmarkEnd w:id="39"/>
      <w:bookmarkEnd w:id="40"/>
    </w:p>
    <w:p w14:paraId="2C7B0260" w14:textId="0C8567D0" w:rsidR="00CA38AE" w:rsidRPr="00570416" w:rsidRDefault="00DB7D3E" w:rsidP="00570416">
      <w:pPr>
        <w:pStyle w:val="Text2-1"/>
        <w:ind w:left="709" w:hanging="709"/>
      </w:pPr>
      <w:r w:rsidRPr="00570416">
        <w:t xml:space="preserve">S ohledem na povahu Díla si smluvní strany </w:t>
      </w:r>
      <w:r w:rsidR="00C85AD4">
        <w:t xml:space="preserve">SoD </w:t>
      </w:r>
      <w:r w:rsidRPr="00570416">
        <w:t>sje</w:t>
      </w:r>
      <w:r w:rsidR="004B06A0" w:rsidRPr="00570416">
        <w:t>dnávají, že Zhotovitel bude při </w:t>
      </w:r>
      <w:r w:rsidRPr="00570416">
        <w:t xml:space="preserve">projednávání </w:t>
      </w:r>
      <w:r w:rsidR="00F82126" w:rsidRPr="00570416">
        <w:t>částí Díla</w:t>
      </w:r>
      <w:r w:rsidRPr="00570416">
        <w:t xml:space="preserve"> jednat s jednotlivými odbor</w:t>
      </w:r>
      <w:r w:rsidR="007D59E5" w:rsidRPr="00570416">
        <w:t>y a </w:t>
      </w:r>
      <w:r w:rsidR="007E6932" w:rsidRPr="00570416">
        <w:t>jednotkami Objednatele a </w:t>
      </w:r>
      <w:r w:rsidRPr="00570416">
        <w:t>dalšími dotčenými osobami a orgány vždy prostřednic</w:t>
      </w:r>
      <w:r w:rsidR="007E6932" w:rsidRPr="00570416">
        <w:t>tvím, případně v součinnosti se </w:t>
      </w:r>
      <w:r w:rsidRPr="00570416">
        <w:t>zástupcem Ob</w:t>
      </w:r>
      <w:r w:rsidR="007D59E5" w:rsidRPr="00570416">
        <w:t>jednatele ve </w:t>
      </w:r>
      <w:r w:rsidR="00D50C87" w:rsidRPr="00570416">
        <w:t>věcech technických</w:t>
      </w:r>
      <w:r w:rsidRPr="00570416">
        <w:t xml:space="preserve"> dle příslušné S</w:t>
      </w:r>
      <w:r w:rsidR="00ED6E12" w:rsidRPr="00570416">
        <w:t>o</w:t>
      </w:r>
      <w:r w:rsidRPr="00570416">
        <w:t xml:space="preserve">D. </w:t>
      </w:r>
      <w:r w:rsidR="00F82126" w:rsidRPr="00570416">
        <w:t>Části Díla</w:t>
      </w:r>
      <w:r w:rsidRPr="00570416">
        <w:t xml:space="preserve"> musí být projednán</w:t>
      </w:r>
      <w:r w:rsidR="00F82126" w:rsidRPr="00570416">
        <w:t>y</w:t>
      </w:r>
      <w:r w:rsidRPr="00570416">
        <w:t xml:space="preserve"> s níže uvedenými zástupci a profesními specialisty Objednatele</w:t>
      </w:r>
      <w:r w:rsidR="0031016D" w:rsidRPr="00570416">
        <w:t>.</w:t>
      </w:r>
      <w:r w:rsidRPr="00570416">
        <w:t xml:space="preserve"> Objednatel si vyhrazuje právo určit další osoby a orgány k projednání.</w:t>
      </w:r>
    </w:p>
    <w:p w14:paraId="0616D9A6" w14:textId="153D2626" w:rsidR="00CA38AE" w:rsidRPr="00570416" w:rsidRDefault="00CA38AE" w:rsidP="00570416">
      <w:pPr>
        <w:pStyle w:val="Text2-1"/>
        <w:ind w:left="709" w:hanging="709"/>
      </w:pPr>
      <w:r w:rsidRPr="00570416">
        <w:t>Org</w:t>
      </w:r>
      <w:r w:rsidR="00291742" w:rsidRPr="00570416">
        <w:t xml:space="preserve">anizační útvary GŘ </w:t>
      </w:r>
      <w:r w:rsidR="00A95790" w:rsidRPr="00570416">
        <w:t>Správy železnic</w:t>
      </w:r>
      <w:r w:rsidR="00875459" w:rsidRPr="00570416">
        <w:t>, státní organizace,</w:t>
      </w:r>
      <w:r w:rsidR="00291742" w:rsidRPr="00570416">
        <w:t xml:space="preserve"> přizvané</w:t>
      </w:r>
      <w:r w:rsidRPr="00570416">
        <w:t xml:space="preserve"> k</w:t>
      </w:r>
      <w:r w:rsidR="00EA715D" w:rsidRPr="00570416">
        <w:t> </w:t>
      </w:r>
      <w:r w:rsidRPr="00570416">
        <w:t>projednání</w:t>
      </w:r>
      <w:r w:rsidR="00EA715D" w:rsidRPr="00570416">
        <w:t xml:space="preserve"> </w:t>
      </w:r>
      <w:r w:rsidR="001F60EB" w:rsidRPr="00570416">
        <w:t>nad </w:t>
      </w:r>
      <w:r w:rsidR="00EA715D" w:rsidRPr="00570416">
        <w:t xml:space="preserve">rámec </w:t>
      </w:r>
      <w:r w:rsidR="007B5B7B" w:rsidRPr="008A2F37">
        <w:t>P</w:t>
      </w:r>
      <w:r w:rsidR="00EA715D" w:rsidRPr="008A2F37">
        <w:t xml:space="preserve">řílohy </w:t>
      </w:r>
      <w:r w:rsidR="00B233DB" w:rsidRPr="008A2F37">
        <w:t>č. 3b</w:t>
      </w:r>
      <w:r w:rsidR="00C2108C" w:rsidRPr="008A2F37">
        <w:t>)</w:t>
      </w:r>
      <w:r w:rsidR="00B233DB" w:rsidRPr="00570416">
        <w:t xml:space="preserve"> SoD</w:t>
      </w:r>
      <w:r w:rsidR="0031016D" w:rsidRPr="00570416">
        <w:t xml:space="preserve"> </w:t>
      </w:r>
      <w:r w:rsidR="00EA715D" w:rsidRPr="00570416">
        <w:t>Všeobecné technické podmínky</w:t>
      </w:r>
      <w:r w:rsidRPr="00570416">
        <w:t>:</w:t>
      </w:r>
    </w:p>
    <w:p w14:paraId="16F9C727" w14:textId="4670C669" w:rsidR="00CA38AE" w:rsidRPr="00115B1E" w:rsidRDefault="00CA38AE" w:rsidP="003626D4">
      <w:pPr>
        <w:pStyle w:val="Odstavecseseznamem"/>
        <w:numPr>
          <w:ilvl w:val="0"/>
          <w:numId w:val="12"/>
        </w:numPr>
        <w:spacing w:after="120"/>
        <w:contextualSpacing w:val="0"/>
        <w:rPr>
          <w:rFonts w:ascii="Verdana" w:hAnsi="Verdana"/>
        </w:rPr>
      </w:pPr>
      <w:r w:rsidRPr="00115B1E">
        <w:rPr>
          <w:rFonts w:ascii="Verdana" w:hAnsi="Verdana"/>
        </w:rPr>
        <w:t xml:space="preserve">úsek modernizace dráhy, </w:t>
      </w:r>
      <w:r w:rsidR="00CC14A6">
        <w:rPr>
          <w:rFonts w:ascii="Verdana" w:hAnsi="Verdana"/>
        </w:rPr>
        <w:t>Stavební správa vysokorychlostních tratí (</w:t>
      </w:r>
      <w:r w:rsidR="0052166B">
        <w:rPr>
          <w:rFonts w:ascii="Verdana" w:hAnsi="Verdana"/>
        </w:rPr>
        <w:t>SSVRT</w:t>
      </w:r>
      <w:r w:rsidR="00CC14A6">
        <w:rPr>
          <w:rFonts w:ascii="Verdana" w:hAnsi="Verdana"/>
        </w:rPr>
        <w:t>)</w:t>
      </w:r>
    </w:p>
    <w:p w14:paraId="0759E183" w14:textId="77777777" w:rsidR="00CA38AE" w:rsidRPr="00115B1E" w:rsidRDefault="00CA38AE" w:rsidP="00115B1E">
      <w:pPr>
        <w:pStyle w:val="Nadpis2-2"/>
      </w:pPr>
      <w:bookmarkStart w:id="41" w:name="_Toc26966142"/>
      <w:bookmarkStart w:id="42" w:name="_Toc133399009"/>
      <w:r w:rsidRPr="00115B1E">
        <w:t xml:space="preserve">Pokyny k projednání a k připomínkovému řízení </w:t>
      </w:r>
      <w:r w:rsidR="00F82126" w:rsidRPr="00115B1E">
        <w:t>částí Díla</w:t>
      </w:r>
      <w:bookmarkEnd w:id="41"/>
      <w:bookmarkEnd w:id="42"/>
    </w:p>
    <w:p w14:paraId="1E2D16DD" w14:textId="6C206762" w:rsidR="00CA38AE" w:rsidRPr="00570416" w:rsidRDefault="00F82126" w:rsidP="00570416">
      <w:pPr>
        <w:pStyle w:val="Text2-1"/>
        <w:ind w:left="709" w:hanging="709"/>
      </w:pPr>
      <w:r w:rsidRPr="00115B1E">
        <w:rPr>
          <w:rFonts w:ascii="Verdana" w:hAnsi="Verdana"/>
        </w:rPr>
        <w:t>Části Díla budou</w:t>
      </w:r>
      <w:r w:rsidR="00CA38AE" w:rsidRPr="00115B1E">
        <w:rPr>
          <w:rFonts w:ascii="Verdana" w:hAnsi="Verdana"/>
        </w:rPr>
        <w:t xml:space="preserve"> řádně projednán</w:t>
      </w:r>
      <w:r w:rsidRPr="00115B1E">
        <w:rPr>
          <w:rFonts w:ascii="Verdana" w:hAnsi="Verdana"/>
        </w:rPr>
        <w:t>y</w:t>
      </w:r>
      <w:r w:rsidR="00CA38AE" w:rsidRPr="00115B1E">
        <w:rPr>
          <w:rFonts w:ascii="Verdana" w:hAnsi="Verdana"/>
        </w:rPr>
        <w:t>, a to jak po strán</w:t>
      </w:r>
      <w:r w:rsidR="007E6932" w:rsidRPr="00115B1E">
        <w:rPr>
          <w:rFonts w:ascii="Verdana" w:hAnsi="Verdana"/>
        </w:rPr>
        <w:t xml:space="preserve">ce technické a obsahové, tak </w:t>
      </w:r>
      <w:r w:rsidR="007E6932" w:rsidRPr="00570416">
        <w:t>po </w:t>
      </w:r>
      <w:r w:rsidR="00CA38AE" w:rsidRPr="00570416">
        <w:t>stránce legislativní a bud</w:t>
      </w:r>
      <w:r w:rsidRPr="00570416">
        <w:t>ou</w:t>
      </w:r>
      <w:r w:rsidR="00CA38AE" w:rsidRPr="00570416">
        <w:t xml:space="preserve"> posuzován</w:t>
      </w:r>
      <w:r w:rsidRPr="00570416">
        <w:t>y</w:t>
      </w:r>
      <w:r w:rsidR="00CA38AE" w:rsidRPr="00570416">
        <w:t xml:space="preserve"> a schvalován</w:t>
      </w:r>
      <w:r w:rsidRPr="00570416">
        <w:t>y</w:t>
      </w:r>
      <w:r w:rsidR="007D59E5" w:rsidRPr="00570416">
        <w:t xml:space="preserve"> v </w:t>
      </w:r>
      <w:r w:rsidR="00CA38AE" w:rsidRPr="00570416">
        <w:t>připomínkovém řízení Objednatele dle požadavků Objednatele na Dílo. Technická a obsahová nápl</w:t>
      </w:r>
      <w:r w:rsidR="007D59E5" w:rsidRPr="00570416">
        <w:t>ň bude projednána na poradách s </w:t>
      </w:r>
      <w:r w:rsidR="00CA38AE" w:rsidRPr="00570416">
        <w:t>oprávněnými osobami Objednatele a s určenými zástupci Objednatele.</w:t>
      </w:r>
    </w:p>
    <w:p w14:paraId="2FD0B9A0" w14:textId="1B5F2CD8" w:rsidR="002D55DC" w:rsidRPr="002D55DC" w:rsidRDefault="002D55DC" w:rsidP="002D55DC">
      <w:pPr>
        <w:pStyle w:val="Text2-1"/>
      </w:pPr>
      <w:r w:rsidRPr="002D55DC">
        <w:t>Projednání Díla bude probíhat formou porad a</w:t>
      </w:r>
      <w:r w:rsidR="00935B5E">
        <w:t xml:space="preserve"> to prezenční i online formou s </w:t>
      </w:r>
      <w:r w:rsidRPr="002D55DC">
        <w:t>elektronickým přístupem (MS Teams).</w:t>
      </w:r>
    </w:p>
    <w:p w14:paraId="11C6C95F" w14:textId="77777777" w:rsidR="002D55DC" w:rsidRPr="002255AF" w:rsidRDefault="002D55DC" w:rsidP="002D55DC">
      <w:pPr>
        <w:pStyle w:val="Text2-1"/>
        <w:ind w:left="709" w:hanging="709"/>
      </w:pPr>
      <w:r w:rsidRPr="002255AF">
        <w:t xml:space="preserve">Porady budou svolávány podle potřeby Objednatele nebo Zhotovitele, vždy však před dílčími odevzdáními. </w:t>
      </w:r>
    </w:p>
    <w:p w14:paraId="1228088C" w14:textId="77777777" w:rsidR="002D55DC" w:rsidRPr="002255AF" w:rsidRDefault="002D55DC" w:rsidP="002D55DC">
      <w:pPr>
        <w:pStyle w:val="Text2-2"/>
      </w:pPr>
      <w:r w:rsidRPr="002255AF">
        <w:t>Okruh účastníků porad bude stanoven podle projednávané tematiky a podléhá odsouhlasení Objednatelem.</w:t>
      </w:r>
    </w:p>
    <w:p w14:paraId="24DC9DD4" w14:textId="71C29EEA" w:rsidR="002D55DC" w:rsidRPr="002255AF" w:rsidRDefault="002D55DC" w:rsidP="002D55DC">
      <w:pPr>
        <w:pStyle w:val="Text2-2"/>
      </w:pPr>
      <w:r w:rsidRPr="002255AF">
        <w:t>Podkladem pro každé jednání bude aktuální podoba SIF</w:t>
      </w:r>
      <w:r w:rsidRPr="00AC153F">
        <w:t xml:space="preserve"> dle 4.1.</w:t>
      </w:r>
      <w:r w:rsidR="00D84143">
        <w:t>12</w:t>
      </w:r>
      <w:r w:rsidRPr="002255AF">
        <w:t>.</w:t>
      </w:r>
    </w:p>
    <w:p w14:paraId="3E9FA5FB" w14:textId="77777777" w:rsidR="002D55DC" w:rsidRPr="002255AF" w:rsidRDefault="002D55DC" w:rsidP="002D55DC">
      <w:pPr>
        <w:pStyle w:val="Text2-2"/>
      </w:pPr>
      <w:r w:rsidRPr="002255AF">
        <w:lastRenderedPageBreak/>
        <w:t>Po dokončení druhé dílčí etapy se SIF stává závazným, zobrazuje schválenou podobou stavby a je udržován Objednatelem.</w:t>
      </w:r>
    </w:p>
    <w:p w14:paraId="0DAF7178" w14:textId="77777777" w:rsidR="002D55DC" w:rsidRPr="002255AF" w:rsidRDefault="002D55DC" w:rsidP="002D55DC">
      <w:pPr>
        <w:pStyle w:val="Text2-2"/>
      </w:pPr>
      <w:r w:rsidRPr="002255AF">
        <w:t xml:space="preserve">Po dokončení druhé dílčí etapy je SIF oprávněn upravovat jen Objednatel na základě žádosti Zhotovitele o uplatnění změn v Dokumentaci. </w:t>
      </w:r>
    </w:p>
    <w:p w14:paraId="42CD1790" w14:textId="43E1852A" w:rsidR="0013374F" w:rsidRPr="00CC63F7" w:rsidRDefault="002D55DC" w:rsidP="007B526F">
      <w:pPr>
        <w:pStyle w:val="Text2-2"/>
      </w:pPr>
      <w:r w:rsidRPr="002255AF">
        <w:t>Změny v Dokumentaci budou povoleny Dodavateli předáním upraveného SIF.</w:t>
      </w:r>
    </w:p>
    <w:p w14:paraId="17DC7B00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030BF9">
        <w:rPr>
          <w:rFonts w:ascii="Verdana" w:hAnsi="Verdana"/>
        </w:rPr>
        <w:t xml:space="preserve">Před zahájením připomínkového řízení provede Objednatel kontrolu úplnosti převzatého </w:t>
      </w:r>
      <w:r w:rsidRPr="006F4FD1">
        <w:rPr>
          <w:rFonts w:ascii="Verdana" w:hAnsi="Verdana"/>
        </w:rPr>
        <w:t>Díla v souladu se So</w:t>
      </w:r>
      <w:r>
        <w:rPr>
          <w:rFonts w:ascii="Verdana" w:hAnsi="Verdana"/>
        </w:rPr>
        <w:t>D</w:t>
      </w:r>
      <w:r>
        <w:t>.</w:t>
      </w:r>
    </w:p>
    <w:p w14:paraId="006765C7" w14:textId="0E531F48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Součástí Díla bud</w:t>
      </w:r>
      <w:r>
        <w:rPr>
          <w:rFonts w:ascii="Verdana" w:hAnsi="Verdana"/>
        </w:rPr>
        <w:t>e dokladová část obsahující</w:t>
      </w:r>
      <w:r w:rsidRPr="006F4FD1">
        <w:rPr>
          <w:rFonts w:ascii="Verdana" w:hAnsi="Verdana"/>
        </w:rPr>
        <w:t xml:space="preserve"> záznamy z jednání pořízené Zhotovitelem, doručená vyjádření a stanoviska, doručené podklady, reakce projektanta na doručené námitky, připomínky a stanoviska</w:t>
      </w:r>
      <w:r>
        <w:rPr>
          <w:rFonts w:ascii="Verdana" w:hAnsi="Verdana"/>
        </w:rPr>
        <w:t xml:space="preserve"> apod</w:t>
      </w:r>
      <w:r>
        <w:t>.</w:t>
      </w:r>
    </w:p>
    <w:p w14:paraId="19B82E4E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Zhotovitel je povinen zapracovat připomínky z projednání nezamítnuté Objednatelem, p</w:t>
      </w:r>
      <w:r>
        <w:rPr>
          <w:rFonts w:ascii="Verdana" w:hAnsi="Verdana"/>
        </w:rPr>
        <w:t>okud nevybočují z tohoto zadání</w:t>
      </w:r>
      <w:r>
        <w:t>.</w:t>
      </w:r>
    </w:p>
    <w:p w14:paraId="49D523DA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Veškerá jednání s Objednatelem budou vedena v českém jazyce (nebo budou tlumočena na náklady Z</w:t>
      </w:r>
      <w:r>
        <w:rPr>
          <w:rFonts w:ascii="Verdana" w:hAnsi="Verdana"/>
        </w:rPr>
        <w:t>hotovitele)</w:t>
      </w:r>
      <w:r>
        <w:t>.</w:t>
      </w:r>
    </w:p>
    <w:p w14:paraId="10CD4F46" w14:textId="7E932A03" w:rsidR="0013374F" w:rsidRPr="002255AF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Všechny vstupy a výpočty prováděné při zpracování Díla budou podrobně a průkazně doku</w:t>
      </w:r>
      <w:r>
        <w:rPr>
          <w:rFonts w:ascii="Verdana" w:hAnsi="Verdana"/>
        </w:rPr>
        <w:t>mentovány a doloženy</w:t>
      </w:r>
      <w:r>
        <w:t>.</w:t>
      </w:r>
    </w:p>
    <w:p w14:paraId="6B31C3CE" w14:textId="1A0FA308" w:rsidR="00635F94" w:rsidRPr="00115B1E" w:rsidRDefault="00635F94" w:rsidP="00115B1E">
      <w:pPr>
        <w:pStyle w:val="Nadpis2-2"/>
      </w:pPr>
      <w:bookmarkStart w:id="43" w:name="_Toc133399010"/>
      <w:bookmarkStart w:id="44" w:name="_Toc26966143"/>
      <w:r w:rsidRPr="00115B1E">
        <w:t>Základní h</w:t>
      </w:r>
      <w:r w:rsidR="00BA6359" w:rsidRPr="00115B1E">
        <w:t xml:space="preserve">armonogram zpracování </w:t>
      </w:r>
      <w:r w:rsidRPr="00115B1E">
        <w:t>D</w:t>
      </w:r>
      <w:r w:rsidR="00BA6359" w:rsidRPr="00115B1E">
        <w:t>íla</w:t>
      </w:r>
      <w:bookmarkEnd w:id="43"/>
    </w:p>
    <w:p w14:paraId="4666AE1C" w14:textId="1FA2EBD5" w:rsidR="00A0708C" w:rsidRPr="00BF395C" w:rsidRDefault="00A0708C" w:rsidP="00570416">
      <w:pPr>
        <w:pStyle w:val="Text2-1"/>
        <w:ind w:left="709" w:hanging="709"/>
        <w:rPr>
          <w:rFonts w:ascii="Verdana" w:hAnsi="Verdana"/>
        </w:rPr>
      </w:pPr>
      <w:r w:rsidRPr="00BF395C">
        <w:rPr>
          <w:rFonts w:ascii="Verdana" w:hAnsi="Verdana"/>
          <w:b/>
        </w:rPr>
        <w:t xml:space="preserve">1. dílčí etapa – do 3 měsíců od účinnosti SoD </w:t>
      </w:r>
      <w:r w:rsidRPr="00BF395C">
        <w:rPr>
          <w:rFonts w:ascii="Verdana" w:hAnsi="Verdana"/>
        </w:rPr>
        <w:t>dojde k</w:t>
      </w:r>
      <w:r w:rsidR="00424A4B" w:rsidRPr="00BF395C">
        <w:rPr>
          <w:rFonts w:ascii="Verdana" w:hAnsi="Verdana"/>
        </w:rPr>
        <w:t> </w:t>
      </w:r>
      <w:r w:rsidRPr="00BF395C">
        <w:rPr>
          <w:rFonts w:ascii="Verdana" w:hAnsi="Verdana"/>
        </w:rPr>
        <w:t>předání</w:t>
      </w:r>
      <w:r w:rsidR="00424A4B" w:rsidRPr="00BF395C">
        <w:rPr>
          <w:rFonts w:ascii="Verdana" w:hAnsi="Verdana"/>
        </w:rPr>
        <w:t>, resp. uskutečnění</w:t>
      </w:r>
      <w:r w:rsidRPr="00BF395C">
        <w:rPr>
          <w:rFonts w:ascii="Verdana" w:hAnsi="Verdana"/>
        </w:rPr>
        <w:t>:</w:t>
      </w:r>
    </w:p>
    <w:p w14:paraId="743C3433" w14:textId="19979759" w:rsidR="00DA1DA9" w:rsidRPr="003D6BE8" w:rsidRDefault="000C4456" w:rsidP="003165B4">
      <w:pPr>
        <w:pStyle w:val="Odstavec1-1a"/>
        <w:numPr>
          <w:ilvl w:val="0"/>
          <w:numId w:val="15"/>
        </w:numPr>
        <w:spacing w:before="120" w:after="120"/>
      </w:pPr>
      <w:r w:rsidRPr="003D6BE8">
        <w:t>z</w:t>
      </w:r>
      <w:r w:rsidR="00A0708C" w:rsidRPr="003D6BE8">
        <w:t>ajištění mapových podkladů</w:t>
      </w:r>
      <w:r w:rsidRPr="003D6BE8">
        <w:t>;</w:t>
      </w:r>
    </w:p>
    <w:p w14:paraId="208A70FA" w14:textId="24F95C24" w:rsidR="007B526F" w:rsidRPr="007B526F" w:rsidRDefault="007B526F" w:rsidP="003165B4">
      <w:pPr>
        <w:pStyle w:val="Odstavec1-1a"/>
        <w:numPr>
          <w:ilvl w:val="0"/>
          <w:numId w:val="15"/>
        </w:numPr>
      </w:pPr>
      <w:r w:rsidRPr="007B526F">
        <w:t>p</w:t>
      </w:r>
      <w:r w:rsidR="00506327" w:rsidRPr="00143D84">
        <w:t>rovedení a vyhodnocení archivních průzkumů a zahájení všech ostatních průzkumů</w:t>
      </w:r>
      <w:r w:rsidRPr="007B526F">
        <w:t xml:space="preserve">; </w:t>
      </w:r>
    </w:p>
    <w:p w14:paraId="4F405967" w14:textId="3022486F" w:rsidR="00607399" w:rsidRPr="003D6BE8" w:rsidRDefault="00607399" w:rsidP="003165B4">
      <w:pPr>
        <w:pStyle w:val="Odstavec1-1a"/>
        <w:numPr>
          <w:ilvl w:val="0"/>
          <w:numId w:val="15"/>
        </w:numPr>
        <w:spacing w:before="120" w:after="120"/>
      </w:pPr>
      <w:r>
        <w:t>hydrologického posouzení vč. identifikace dopadů a zhodnocení možných rizik;</w:t>
      </w:r>
    </w:p>
    <w:p w14:paraId="09993E81" w14:textId="4429D18D" w:rsidR="00AE2623" w:rsidRDefault="00AE2623" w:rsidP="003165B4">
      <w:pPr>
        <w:pStyle w:val="Odstavec1-1a"/>
        <w:numPr>
          <w:ilvl w:val="0"/>
          <w:numId w:val="15"/>
        </w:numPr>
        <w:spacing w:before="120" w:after="120"/>
      </w:pPr>
      <w:r w:rsidRPr="003D6BE8">
        <w:t xml:space="preserve">konceptu technického řešení </w:t>
      </w:r>
      <w:r w:rsidR="00D00718">
        <w:t xml:space="preserve">v místech napojení </w:t>
      </w:r>
      <w:r w:rsidRPr="003D6BE8">
        <w:t xml:space="preserve">do </w:t>
      </w:r>
      <w:r w:rsidR="00DE396B">
        <w:t>stávající železniční trati</w:t>
      </w:r>
      <w:r w:rsidR="007B526F">
        <w:t xml:space="preserve">, </w:t>
      </w:r>
      <w:r w:rsidR="007B526F" w:rsidRPr="003D6BE8">
        <w:t>vyhodnocení způsobů mimoúrovňových křížení</w:t>
      </w:r>
      <w:r w:rsidR="00D00718">
        <w:t xml:space="preserve"> a souběhů </w:t>
      </w:r>
      <w:r w:rsidR="00661E6F">
        <w:t>v režimu BIM</w:t>
      </w:r>
      <w:r w:rsidRPr="003D6BE8">
        <w:t>;</w:t>
      </w:r>
    </w:p>
    <w:p w14:paraId="1358EA2A" w14:textId="2615D772" w:rsidR="00DE396B" w:rsidRDefault="00DE396B" w:rsidP="003165B4">
      <w:pPr>
        <w:pStyle w:val="Odstavec1-1a"/>
        <w:numPr>
          <w:ilvl w:val="0"/>
          <w:numId w:val="15"/>
        </w:numPr>
        <w:spacing w:before="120" w:after="120"/>
      </w:pPr>
      <w:r>
        <w:t>Prověření výškového vedení variant trasy;</w:t>
      </w:r>
    </w:p>
    <w:p w14:paraId="2EF6F6C6" w14:textId="5FBB78C0" w:rsidR="00DE396B" w:rsidRPr="003D6BE8" w:rsidRDefault="00DE396B" w:rsidP="003165B4">
      <w:pPr>
        <w:pStyle w:val="Odstavec1-1a"/>
        <w:numPr>
          <w:ilvl w:val="0"/>
          <w:numId w:val="15"/>
        </w:numPr>
        <w:spacing w:before="120" w:after="120"/>
      </w:pPr>
      <w:r>
        <w:t>Prověření GPK navazujícího úseku ve směru na Brno</w:t>
      </w:r>
      <w:r w:rsidR="006C6E9C">
        <w:t xml:space="preserve"> včetně jižního sjezdu na Olomouc</w:t>
      </w:r>
      <w:r w:rsidR="0045691E">
        <w:t>;</w:t>
      </w:r>
    </w:p>
    <w:p w14:paraId="1ECC3EE6" w14:textId="3283C46F" w:rsidR="000540F2" w:rsidRPr="008D2DB5" w:rsidRDefault="000540F2" w:rsidP="003165B4">
      <w:pPr>
        <w:pStyle w:val="Odstavec1-1a"/>
        <w:numPr>
          <w:ilvl w:val="0"/>
          <w:numId w:val="15"/>
        </w:numPr>
        <w:spacing w:before="120" w:after="120"/>
        <w:rPr>
          <w:rStyle w:val="Text2-1Char"/>
        </w:rPr>
      </w:pPr>
      <w:r>
        <w:t xml:space="preserve">posouzení </w:t>
      </w:r>
      <w:r w:rsidRPr="008844F9">
        <w:rPr>
          <w:rStyle w:val="Text2-1Char"/>
          <w:rFonts w:ascii="Verdana" w:hAnsi="Verdana"/>
        </w:rPr>
        <w:t>RAMS pro Etapy 1</w:t>
      </w:r>
      <w:r>
        <w:rPr>
          <w:rStyle w:val="Text2-1Char"/>
          <w:rFonts w:ascii="Verdana" w:hAnsi="Verdana"/>
        </w:rPr>
        <w:t xml:space="preserve"> až 3</w:t>
      </w:r>
      <w:r w:rsidR="002807A4">
        <w:rPr>
          <w:rStyle w:val="Text2-1Char"/>
          <w:rFonts w:ascii="Verdana" w:hAnsi="Verdana"/>
        </w:rPr>
        <w:t>;</w:t>
      </w:r>
    </w:p>
    <w:p w14:paraId="1A2047D9" w14:textId="55276B25" w:rsidR="006371EB" w:rsidRPr="008C71DE" w:rsidRDefault="00661E6F" w:rsidP="003165B4">
      <w:pPr>
        <w:pStyle w:val="Odstavec1-1a"/>
        <w:numPr>
          <w:ilvl w:val="0"/>
          <w:numId w:val="15"/>
        </w:numPr>
        <w:spacing w:before="120" w:after="120"/>
        <w:rPr>
          <w:rStyle w:val="Text2-1Char"/>
        </w:rPr>
      </w:pPr>
      <w:r>
        <w:rPr>
          <w:rStyle w:val="Text2-1Char"/>
          <w:rFonts w:ascii="Verdana" w:hAnsi="Verdana"/>
        </w:rPr>
        <w:t xml:space="preserve">zajištění </w:t>
      </w:r>
      <w:r w:rsidR="0066210C">
        <w:rPr>
          <w:rStyle w:val="Text2-1Char"/>
          <w:rFonts w:ascii="Verdana" w:hAnsi="Verdana"/>
        </w:rPr>
        <w:t>společného datového prostředí CDE a provedení proškolení zástupců Zhotovitele dle BIM Protokolu a jeho příloh v počtu uvedeném v příloze č. 4 Smlouvy o Dílo;</w:t>
      </w:r>
    </w:p>
    <w:p w14:paraId="5D939AE7" w14:textId="1973B3D7" w:rsidR="00661E6F" w:rsidRPr="00DE396B" w:rsidRDefault="00291DB2" w:rsidP="003165B4">
      <w:pPr>
        <w:pStyle w:val="Odstavec1-1a"/>
        <w:numPr>
          <w:ilvl w:val="0"/>
          <w:numId w:val="15"/>
        </w:numPr>
        <w:spacing w:before="120" w:after="120"/>
        <w:rPr>
          <w:rStyle w:val="Text2-1Char"/>
        </w:rPr>
      </w:pPr>
      <w:r>
        <w:rPr>
          <w:rFonts w:ascii="Verdana" w:hAnsi="Verdana"/>
        </w:rPr>
        <w:t>Koncept ZP</w:t>
      </w:r>
      <w:r w:rsidR="007B526F">
        <w:rPr>
          <w:rFonts w:ascii="Verdana" w:hAnsi="Verdana"/>
        </w:rPr>
        <w:t xml:space="preserve"> úseku </w:t>
      </w:r>
      <w:r w:rsidR="0081583A">
        <w:rPr>
          <w:rFonts w:ascii="Verdana" w:hAnsi="Verdana"/>
        </w:rPr>
        <w:t>Brodek u Přerova – Prosenice</w:t>
      </w:r>
      <w:r w:rsidR="00DE396B">
        <w:rPr>
          <w:rStyle w:val="Text2-1Char"/>
          <w:rFonts w:ascii="Verdana" w:hAnsi="Verdana"/>
        </w:rPr>
        <w:t>, pro účely Objednatele;</w:t>
      </w:r>
    </w:p>
    <w:p w14:paraId="1D1293EC" w14:textId="71EB2641" w:rsidR="00DE396B" w:rsidRPr="00295854" w:rsidRDefault="00DE396B" w:rsidP="003165B4">
      <w:pPr>
        <w:pStyle w:val="Odstavec1-1a"/>
        <w:numPr>
          <w:ilvl w:val="0"/>
          <w:numId w:val="15"/>
        </w:numPr>
        <w:spacing w:before="120" w:after="120"/>
        <w:rPr>
          <w:rStyle w:val="Text2-1Char"/>
        </w:rPr>
      </w:pPr>
      <w:r>
        <w:rPr>
          <w:rStyle w:val="Text2-1Char"/>
          <w:rFonts w:ascii="Verdana" w:hAnsi="Verdana"/>
        </w:rPr>
        <w:t>Studijní prověření ŽST Brodek u Přerova</w:t>
      </w:r>
      <w:r w:rsidR="00295854">
        <w:rPr>
          <w:rStyle w:val="Text2-1Char"/>
          <w:rFonts w:ascii="Verdana" w:hAnsi="Verdana"/>
        </w:rPr>
        <w:t>;</w:t>
      </w:r>
    </w:p>
    <w:p w14:paraId="2222E2C0" w14:textId="4225C7E1" w:rsidR="00295854" w:rsidRDefault="00295854" w:rsidP="003165B4">
      <w:pPr>
        <w:pStyle w:val="Odstavec1-1a"/>
        <w:numPr>
          <w:ilvl w:val="0"/>
          <w:numId w:val="15"/>
        </w:numPr>
        <w:spacing w:before="120" w:after="120"/>
      </w:pPr>
      <w:r>
        <w:rPr>
          <w:rStyle w:val="Text2-1Char"/>
          <w:rFonts w:ascii="Verdana" w:hAnsi="Verdana"/>
        </w:rPr>
        <w:t>Koncept technického řešení úprav ŽST Prosenice.</w:t>
      </w:r>
    </w:p>
    <w:p w14:paraId="62E7B22C" w14:textId="0A384196" w:rsidR="00A0708C" w:rsidRPr="003D6BE8" w:rsidRDefault="00192F46" w:rsidP="00F03402">
      <w:pPr>
        <w:pStyle w:val="Textbezslovn"/>
        <w:spacing w:before="120"/>
        <w:rPr>
          <w:rFonts w:ascii="Verdana" w:hAnsi="Verdana"/>
        </w:rPr>
      </w:pPr>
      <w:r w:rsidRPr="0045691E">
        <w:rPr>
          <w:rFonts w:ascii="Verdana" w:hAnsi="Verdana"/>
        </w:rPr>
        <w:t>F</w:t>
      </w:r>
      <w:r w:rsidR="00291DB2" w:rsidRPr="0045691E">
        <w:rPr>
          <w:rFonts w:ascii="Verdana" w:hAnsi="Verdana"/>
        </w:rPr>
        <w:t>akturace 30</w:t>
      </w:r>
      <w:r w:rsidR="00A0708C" w:rsidRPr="0045691E">
        <w:rPr>
          <w:rFonts w:ascii="Verdana" w:hAnsi="Verdana"/>
        </w:rPr>
        <w:t xml:space="preserve"> %</w:t>
      </w:r>
      <w:r w:rsidR="00A0708C" w:rsidRPr="003D6BE8">
        <w:rPr>
          <w:rFonts w:ascii="Verdana" w:hAnsi="Verdana"/>
        </w:rPr>
        <w:t xml:space="preserve"> z ceny Díla. </w:t>
      </w:r>
    </w:p>
    <w:p w14:paraId="6614C52E" w14:textId="2719FF6E" w:rsidR="0058563B" w:rsidRPr="003D6BE8" w:rsidRDefault="00270E9E" w:rsidP="00570416">
      <w:pPr>
        <w:pStyle w:val="Text2-1"/>
        <w:ind w:left="709" w:hanging="709"/>
        <w:rPr>
          <w:rFonts w:ascii="Verdana" w:hAnsi="Verdana"/>
        </w:rPr>
      </w:pPr>
      <w:r w:rsidRPr="003D6BE8">
        <w:rPr>
          <w:rFonts w:ascii="Verdana" w:hAnsi="Verdana"/>
          <w:b/>
        </w:rPr>
        <w:t>2</w:t>
      </w:r>
      <w:r w:rsidR="002A0300" w:rsidRPr="003D6BE8">
        <w:rPr>
          <w:rFonts w:ascii="Verdana" w:hAnsi="Verdana"/>
          <w:b/>
        </w:rPr>
        <w:t>. dílčí etapa – d</w:t>
      </w:r>
      <w:r w:rsidR="00635F94" w:rsidRPr="003D6BE8">
        <w:rPr>
          <w:rFonts w:ascii="Verdana" w:hAnsi="Verdana"/>
          <w:b/>
        </w:rPr>
        <w:t xml:space="preserve">o </w:t>
      </w:r>
      <w:r w:rsidR="00824A5D">
        <w:rPr>
          <w:rFonts w:ascii="Verdana" w:hAnsi="Verdana"/>
          <w:b/>
        </w:rPr>
        <w:t>6</w:t>
      </w:r>
      <w:r w:rsidR="00635F94" w:rsidRPr="003D6BE8">
        <w:rPr>
          <w:rFonts w:ascii="Verdana" w:hAnsi="Verdana"/>
          <w:b/>
        </w:rPr>
        <w:t xml:space="preserve"> měsíců od účinnosti SoD</w:t>
      </w:r>
      <w:r w:rsidR="007F4600" w:rsidRPr="003D6BE8">
        <w:rPr>
          <w:rFonts w:ascii="Verdana" w:hAnsi="Verdana"/>
          <w:b/>
        </w:rPr>
        <w:t xml:space="preserve"> </w:t>
      </w:r>
      <w:r w:rsidR="0002389B" w:rsidRPr="009C2BEF">
        <w:rPr>
          <w:rFonts w:ascii="Verdana" w:hAnsi="Verdana"/>
        </w:rPr>
        <w:t>dojde k uskutečnění, resp. předání</w:t>
      </w:r>
      <w:r w:rsidR="0002389B">
        <w:rPr>
          <w:rFonts w:ascii="Verdana" w:hAnsi="Verdana"/>
        </w:rPr>
        <w:t xml:space="preserve"> (k </w:t>
      </w:r>
      <w:r w:rsidR="0002389B" w:rsidRPr="009C2BEF">
        <w:rPr>
          <w:rFonts w:ascii="Verdana" w:hAnsi="Verdana"/>
        </w:rPr>
        <w:t>připomínkám Objednatele):</w:t>
      </w:r>
    </w:p>
    <w:p w14:paraId="6A531E1B" w14:textId="4C91A2E9" w:rsidR="0031016D" w:rsidRPr="003D6BE8" w:rsidRDefault="00DA1DA9" w:rsidP="003165B4">
      <w:pPr>
        <w:pStyle w:val="Odstavec1-1a"/>
        <w:numPr>
          <w:ilvl w:val="0"/>
          <w:numId w:val="17"/>
        </w:numPr>
        <w:spacing w:before="120" w:after="120"/>
      </w:pPr>
      <w:r w:rsidRPr="003D6BE8">
        <w:t>k</w:t>
      </w:r>
      <w:r w:rsidR="0031016D" w:rsidRPr="003D6BE8">
        <w:t xml:space="preserve">onceptu technického řešení </w:t>
      </w:r>
      <w:r w:rsidR="007F4600" w:rsidRPr="003D6BE8">
        <w:t xml:space="preserve">Díla </w:t>
      </w:r>
      <w:r w:rsidR="00A867DC" w:rsidRPr="003D6BE8">
        <w:t xml:space="preserve">k projednání (včetně výsledků předběžného inženýrskogeologického průzkumu), </w:t>
      </w:r>
      <w:r w:rsidR="007F4600" w:rsidRPr="003D6BE8">
        <w:t>a </w:t>
      </w:r>
      <w:r w:rsidR="0031016D" w:rsidRPr="003D6BE8">
        <w:t>to zejména</w:t>
      </w:r>
      <w:r w:rsidR="007F4600" w:rsidRPr="003D6BE8">
        <w:t xml:space="preserve"> návrhu</w:t>
      </w:r>
      <w:r w:rsidR="00661E6F">
        <w:t xml:space="preserve"> v režimu BIM</w:t>
      </w:r>
      <w:r w:rsidR="0031016D" w:rsidRPr="003D6BE8">
        <w:t>:</w:t>
      </w:r>
    </w:p>
    <w:p w14:paraId="419C6D0F" w14:textId="5C5FA8FC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kolejového řešení (situace, podélné a příčné profily)</w:t>
      </w:r>
      <w:r w:rsidR="007F4AD1" w:rsidRPr="003D6BE8">
        <w:rPr>
          <w:rFonts w:ascii="Verdana" w:hAnsi="Verdana"/>
        </w:rPr>
        <w:t>;</w:t>
      </w:r>
    </w:p>
    <w:p w14:paraId="5F404C2C" w14:textId="7F3FE981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železničního spodku</w:t>
      </w:r>
      <w:r w:rsidR="007F4AD1" w:rsidRPr="003D6BE8">
        <w:rPr>
          <w:rFonts w:ascii="Verdana" w:hAnsi="Verdana"/>
        </w:rPr>
        <w:t>;</w:t>
      </w:r>
    </w:p>
    <w:p w14:paraId="40B728BA" w14:textId="2E497669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mostních objektů (situace, podélné a příčné profily)</w:t>
      </w:r>
      <w:r w:rsidR="007F4AD1" w:rsidRPr="003D6BE8">
        <w:rPr>
          <w:rFonts w:ascii="Verdana" w:hAnsi="Verdana"/>
        </w:rPr>
        <w:t>;</w:t>
      </w:r>
    </w:p>
    <w:p w14:paraId="4DA231E6" w14:textId="4C372D7E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napájení, sdělovacího a zabezpečovacího zařízení</w:t>
      </w:r>
      <w:r w:rsidR="007F4AD1" w:rsidRPr="003D6BE8">
        <w:rPr>
          <w:rFonts w:ascii="Verdana" w:hAnsi="Verdana"/>
        </w:rPr>
        <w:t>;</w:t>
      </w:r>
    </w:p>
    <w:p w14:paraId="62612596" w14:textId="517D0244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souvisejících pozemních objektů (půdorys, výškové řešení)</w:t>
      </w:r>
      <w:r w:rsidR="007F4AD1" w:rsidRPr="003D6BE8">
        <w:rPr>
          <w:rFonts w:ascii="Verdana" w:hAnsi="Verdana"/>
        </w:rPr>
        <w:t>;</w:t>
      </w:r>
    </w:p>
    <w:p w14:paraId="43EBCDF3" w14:textId="251DB1D2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přístupových komunikací a ploch</w:t>
      </w:r>
      <w:r w:rsidR="007F4AD1" w:rsidRPr="003D6BE8">
        <w:rPr>
          <w:rFonts w:ascii="Verdana" w:hAnsi="Verdana"/>
        </w:rPr>
        <w:t>;</w:t>
      </w:r>
    </w:p>
    <w:p w14:paraId="18F923B7" w14:textId="1E6004E5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lastRenderedPageBreak/>
        <w:t>protihlukových a kompenzačních opatření.</w:t>
      </w:r>
    </w:p>
    <w:p w14:paraId="2671ECF7" w14:textId="5DE4695A" w:rsidR="00D9520D" w:rsidRPr="009370E3" w:rsidRDefault="00D9520D" w:rsidP="00D9520D">
      <w:pPr>
        <w:pStyle w:val="Odstavec1-1a"/>
        <w:spacing w:before="120" w:after="120"/>
      </w:pPr>
      <w:r w:rsidRPr="009370E3">
        <w:t>průběžných výstupů průzkumů dle 5.4.1 b);</w:t>
      </w:r>
    </w:p>
    <w:p w14:paraId="133E1857" w14:textId="4678E18E" w:rsidR="007F4600" w:rsidRPr="009370E3" w:rsidRDefault="00DA1DA9" w:rsidP="00F03402">
      <w:pPr>
        <w:pStyle w:val="Odstavec1-1a"/>
        <w:spacing w:before="120" w:after="120"/>
      </w:pPr>
      <w:r w:rsidRPr="009370E3">
        <w:t>p</w:t>
      </w:r>
      <w:r w:rsidR="007F4600" w:rsidRPr="009370E3">
        <w:t>osouzení vlivů záměru na předměty ochrany a celistvost evropsky významné lokality (EVL) a/nebo ptačí oblasti (PO)</w:t>
      </w:r>
      <w:r w:rsidRPr="009370E3">
        <w:t>;</w:t>
      </w:r>
    </w:p>
    <w:p w14:paraId="6B6282A5" w14:textId="7A6CCA00" w:rsidR="00635F94" w:rsidRPr="001C6929" w:rsidRDefault="00DA1DA9" w:rsidP="00F03402">
      <w:pPr>
        <w:pStyle w:val="Odstavec1-1a"/>
        <w:spacing w:before="120" w:after="120"/>
      </w:pPr>
      <w:r w:rsidRPr="003D6BE8">
        <w:t>z</w:t>
      </w:r>
      <w:r w:rsidR="00635F94" w:rsidRPr="003D6BE8">
        <w:t>ákladní</w:t>
      </w:r>
      <w:r w:rsidR="00424A4B" w:rsidRPr="003D6BE8">
        <w:t>ho</w:t>
      </w:r>
      <w:r w:rsidR="00635F94" w:rsidRPr="003D6BE8">
        <w:t xml:space="preserve"> 3D model</w:t>
      </w:r>
      <w:r w:rsidR="00424A4B" w:rsidRPr="003D6BE8">
        <w:t>u</w:t>
      </w:r>
      <w:r w:rsidR="00635F94" w:rsidRPr="003D6BE8">
        <w:t xml:space="preserve"> rozhodujících</w:t>
      </w:r>
      <w:r w:rsidR="007F4600" w:rsidRPr="003D6BE8">
        <w:t xml:space="preserve"> stavebních objektů zasazený do </w:t>
      </w:r>
      <w:r w:rsidR="00635F94" w:rsidRPr="003D6BE8">
        <w:t xml:space="preserve">terénu </w:t>
      </w:r>
      <w:r w:rsidRPr="003D6BE8">
        <w:br/>
      </w:r>
      <w:r w:rsidR="00635F94" w:rsidRPr="003D6BE8">
        <w:t>pro pre</w:t>
      </w:r>
      <w:r w:rsidR="00A444F4" w:rsidRPr="003D6BE8">
        <w:t xml:space="preserve">zentaci </w:t>
      </w:r>
      <w:r w:rsidR="004B06A0" w:rsidRPr="003D6BE8">
        <w:t xml:space="preserve">záměru </w:t>
      </w:r>
      <w:r w:rsidR="00A444F4" w:rsidRPr="003D6BE8">
        <w:t xml:space="preserve">samosprávě </w:t>
      </w:r>
      <w:r w:rsidR="00A444F4" w:rsidRPr="001C6929">
        <w:t>a veřejnosti</w:t>
      </w:r>
      <w:r w:rsidRPr="001C6929">
        <w:t>;</w:t>
      </w:r>
    </w:p>
    <w:p w14:paraId="3F66F9BD" w14:textId="05D37988" w:rsidR="0002389B" w:rsidRDefault="0002389B" w:rsidP="0002389B">
      <w:pPr>
        <w:pStyle w:val="Odstavec1-1a"/>
      </w:pPr>
      <w:r w:rsidRPr="001C6929">
        <w:t xml:space="preserve">aktualizace dopravní technologie dle </w:t>
      </w:r>
      <w:r w:rsidR="007B5B7B" w:rsidRPr="001C6929">
        <w:t xml:space="preserve">čl. </w:t>
      </w:r>
      <w:r w:rsidRPr="001C6929">
        <w:t>4.</w:t>
      </w:r>
      <w:r w:rsidR="0076397E">
        <w:t>3</w:t>
      </w:r>
      <w:r w:rsidR="007B5B7B" w:rsidRPr="001C6929">
        <w:t xml:space="preserve"> těchto</w:t>
      </w:r>
      <w:r w:rsidR="007B5B7B">
        <w:t xml:space="preserve"> ZTP</w:t>
      </w:r>
      <w:r>
        <w:t>;</w:t>
      </w:r>
    </w:p>
    <w:p w14:paraId="01743BD5" w14:textId="4FEA4C0E" w:rsidR="00D9520D" w:rsidRPr="00AC7E09" w:rsidRDefault="000540F2" w:rsidP="0002389B">
      <w:pPr>
        <w:pStyle w:val="Odstavec1-1a"/>
        <w:rPr>
          <w:rStyle w:val="Text2-1Char"/>
        </w:rPr>
      </w:pPr>
      <w:r>
        <w:t xml:space="preserve">posouzení </w:t>
      </w:r>
      <w:r w:rsidRPr="008844F9">
        <w:rPr>
          <w:rStyle w:val="Text2-1Char"/>
          <w:rFonts w:ascii="Verdana" w:hAnsi="Verdana"/>
        </w:rPr>
        <w:t xml:space="preserve">RAMS pro Etapy </w:t>
      </w:r>
      <w:r>
        <w:rPr>
          <w:rStyle w:val="Text2-1Char"/>
          <w:rFonts w:ascii="Verdana" w:hAnsi="Verdana"/>
        </w:rPr>
        <w:t>4 až 6</w:t>
      </w:r>
      <w:r w:rsidR="003945A2">
        <w:rPr>
          <w:rStyle w:val="Text2-1Char"/>
          <w:rFonts w:ascii="Verdana" w:hAnsi="Verdana"/>
        </w:rPr>
        <w:t>;</w:t>
      </w:r>
    </w:p>
    <w:p w14:paraId="230519B9" w14:textId="7AF3B036" w:rsidR="008C6A8D" w:rsidRPr="008D2DB5" w:rsidRDefault="006009D4" w:rsidP="0002389B">
      <w:pPr>
        <w:pStyle w:val="Odstavec1-1a"/>
      </w:pPr>
      <w:r>
        <w:rPr>
          <w:color w:val="000000" w:themeColor="text1"/>
        </w:rPr>
        <w:t>zpracování kontrolního propočtu nákladů stavby</w:t>
      </w:r>
      <w:r w:rsidR="00AC7E09">
        <w:rPr>
          <w:color w:val="000000" w:themeColor="text1"/>
        </w:rPr>
        <w:t xml:space="preserve"> v podrobnosti Studie proveditelnosti</w:t>
      </w:r>
      <w:r w:rsidR="002807A4">
        <w:rPr>
          <w:color w:val="000000" w:themeColor="text1"/>
        </w:rPr>
        <w:t>;</w:t>
      </w:r>
    </w:p>
    <w:p w14:paraId="64259E1A" w14:textId="3754744E" w:rsidR="00661E6F" w:rsidRDefault="002807A4" w:rsidP="0066210C">
      <w:pPr>
        <w:pStyle w:val="Odstavec1-1a"/>
      </w:pPr>
      <w:r>
        <w:t>n</w:t>
      </w:r>
      <w:r w:rsidR="00661E6F">
        <w:t xml:space="preserve">ávrh </w:t>
      </w:r>
      <w:r w:rsidR="0066210C">
        <w:t xml:space="preserve">konceptu </w:t>
      </w:r>
      <w:r w:rsidR="0066210C" w:rsidRPr="00301B93">
        <w:t>Závěrečné hodnotící zprávy</w:t>
      </w:r>
      <w:r w:rsidR="0066210C" w:rsidRPr="00D04996">
        <w:t xml:space="preserve"> o implementaci procesu BIM, dle požadav</w:t>
      </w:r>
      <w:r w:rsidR="0066210C">
        <w:t>ků BIM Protokolu k připomínkám;</w:t>
      </w:r>
    </w:p>
    <w:p w14:paraId="50DEAF17" w14:textId="58BE3BA5" w:rsidR="00E16433" w:rsidRPr="001C6929" w:rsidRDefault="00E16433" w:rsidP="0002389B">
      <w:pPr>
        <w:pStyle w:val="Odstavec1-1a"/>
      </w:pPr>
      <w:r w:rsidRPr="001C6929">
        <w:t xml:space="preserve">koncept přehledného schématu trati dle </w:t>
      </w:r>
      <w:proofErr w:type="gramStart"/>
      <w:r w:rsidRPr="001C6929">
        <w:t>4.1.1</w:t>
      </w:r>
      <w:r w:rsidR="00D84143">
        <w:t>2</w:t>
      </w:r>
      <w:proofErr w:type="gramEnd"/>
      <w:r w:rsidRPr="001C6929">
        <w:t>.</w:t>
      </w:r>
    </w:p>
    <w:p w14:paraId="5C0B90E1" w14:textId="77EDD229" w:rsidR="006371EB" w:rsidRPr="00600FDF" w:rsidRDefault="006371EB" w:rsidP="006371EB">
      <w:pPr>
        <w:pStyle w:val="Odstavec1-1a"/>
        <w:rPr>
          <w:rStyle w:val="Text2-1Char"/>
        </w:rPr>
      </w:pPr>
      <w:r w:rsidRPr="00600FDF">
        <w:rPr>
          <w:rStyle w:val="Text2-1Char"/>
          <w:rFonts w:ascii="Verdana" w:hAnsi="Verdana"/>
        </w:rPr>
        <w:t xml:space="preserve">ZP dle 1.1.1 a), pro úsek </w:t>
      </w:r>
      <w:r w:rsidR="00291DB2">
        <w:rPr>
          <w:rStyle w:val="Text2-1Char"/>
          <w:rFonts w:ascii="Verdana" w:hAnsi="Verdana"/>
        </w:rPr>
        <w:t>Brodek u Přerova - Prosenice</w:t>
      </w:r>
      <w:r w:rsidRPr="00600FDF">
        <w:rPr>
          <w:rStyle w:val="Text2-1Char"/>
          <w:rFonts w:ascii="Verdana" w:hAnsi="Verdana"/>
        </w:rPr>
        <w:t>, pro účely</w:t>
      </w:r>
      <w:r w:rsidR="009A101E">
        <w:rPr>
          <w:rStyle w:val="Text2-1Char"/>
          <w:rFonts w:ascii="Verdana" w:hAnsi="Verdana"/>
        </w:rPr>
        <w:t xml:space="preserve"> Objednatele k předložení na CK;</w:t>
      </w:r>
      <w:bookmarkStart w:id="45" w:name="_GoBack"/>
      <w:bookmarkEnd w:id="45"/>
    </w:p>
    <w:p w14:paraId="28A31A48" w14:textId="3F91269E" w:rsidR="00F248BE" w:rsidRPr="00600FDF" w:rsidRDefault="00F248BE" w:rsidP="006371EB">
      <w:pPr>
        <w:pStyle w:val="Odstavec1-1a"/>
      </w:pPr>
      <w:r w:rsidRPr="00600FDF">
        <w:t>GIS portál – spuštění, průběžná správa portálu dle 4.1.4 (dotazy, aktualizace dat, apod.).</w:t>
      </w:r>
    </w:p>
    <w:p w14:paraId="260A9931" w14:textId="41AD77AA" w:rsidR="00CD4712" w:rsidRPr="003D6BE8" w:rsidRDefault="00CD4712" w:rsidP="00F03402">
      <w:pPr>
        <w:pStyle w:val="Textbezslovn"/>
        <w:spacing w:before="120"/>
        <w:rPr>
          <w:rFonts w:ascii="Verdana" w:hAnsi="Verdana"/>
        </w:rPr>
      </w:pPr>
      <w:r w:rsidRPr="003D6BE8">
        <w:rPr>
          <w:rFonts w:ascii="Verdana" w:hAnsi="Verdana"/>
        </w:rPr>
        <w:t xml:space="preserve">Fakturace </w:t>
      </w:r>
      <w:r w:rsidR="00D9520D">
        <w:rPr>
          <w:rFonts w:ascii="Verdana" w:hAnsi="Verdana"/>
        </w:rPr>
        <w:t>2</w:t>
      </w:r>
      <w:r w:rsidRPr="003D6BE8">
        <w:rPr>
          <w:rFonts w:ascii="Verdana" w:hAnsi="Verdana"/>
        </w:rPr>
        <w:t xml:space="preserve">0 % z ceny Díla. </w:t>
      </w:r>
    </w:p>
    <w:p w14:paraId="032F57F4" w14:textId="091572C6" w:rsidR="007F4600" w:rsidRPr="00607399" w:rsidRDefault="00270E9E" w:rsidP="00570416">
      <w:pPr>
        <w:pStyle w:val="Text2-1"/>
        <w:ind w:left="709" w:hanging="709"/>
      </w:pPr>
      <w:r w:rsidRPr="00607399">
        <w:rPr>
          <w:b/>
        </w:rPr>
        <w:t>3</w:t>
      </w:r>
      <w:r w:rsidR="002A0300" w:rsidRPr="00607399">
        <w:rPr>
          <w:b/>
        </w:rPr>
        <w:t>. dílčí etapa – d</w:t>
      </w:r>
      <w:r w:rsidR="00635F94" w:rsidRPr="00607399">
        <w:rPr>
          <w:b/>
        </w:rPr>
        <w:t>o 1</w:t>
      </w:r>
      <w:r w:rsidR="00B2239F">
        <w:rPr>
          <w:b/>
        </w:rPr>
        <w:t>0</w:t>
      </w:r>
      <w:r w:rsidR="00635F94" w:rsidRPr="00607399">
        <w:rPr>
          <w:b/>
        </w:rPr>
        <w:t xml:space="preserve"> měsíců od účinnosti SoD </w:t>
      </w:r>
      <w:r w:rsidR="0002389B" w:rsidRPr="009C2BEF">
        <w:rPr>
          <w:rFonts w:ascii="Verdana" w:hAnsi="Verdana"/>
        </w:rPr>
        <w:t>dojde k uskutečnění, resp. předání (k připomínkám Objednatele):</w:t>
      </w:r>
    </w:p>
    <w:p w14:paraId="73A0E8C3" w14:textId="5D94FC53" w:rsidR="00022253" w:rsidRPr="00022253" w:rsidRDefault="00022253" w:rsidP="003165B4">
      <w:pPr>
        <w:pStyle w:val="Odstavec1-1a"/>
        <w:numPr>
          <w:ilvl w:val="0"/>
          <w:numId w:val="16"/>
        </w:numPr>
      </w:pPr>
      <w:r w:rsidRPr="00022253">
        <w:t>konečných výstupů z průzkumů dle 5.4.1 b) a jejich vyhodnocení;</w:t>
      </w:r>
    </w:p>
    <w:p w14:paraId="27FC687B" w14:textId="65DE459A" w:rsidR="006A13E3" w:rsidRPr="00607399" w:rsidRDefault="00FA4434" w:rsidP="003165B4">
      <w:pPr>
        <w:pStyle w:val="Odstavec1-1a"/>
        <w:numPr>
          <w:ilvl w:val="0"/>
          <w:numId w:val="16"/>
        </w:numPr>
        <w:spacing w:before="120" w:after="120"/>
      </w:pPr>
      <w:r w:rsidRPr="00607399">
        <w:t>dokumentace EIA</w:t>
      </w:r>
      <w:r w:rsidR="00FD2DC0" w:rsidRPr="00607399">
        <w:t xml:space="preserve"> k projednání s Objednatelem</w:t>
      </w:r>
      <w:r w:rsidR="00DA1DA9" w:rsidRPr="00607399">
        <w:t>;</w:t>
      </w:r>
    </w:p>
    <w:p w14:paraId="55FD2788" w14:textId="6F865F87" w:rsidR="00FD2DC0" w:rsidRPr="00607399" w:rsidRDefault="00FD2DC0" w:rsidP="003165B4">
      <w:pPr>
        <w:pStyle w:val="Odstavec1-1a"/>
        <w:numPr>
          <w:ilvl w:val="0"/>
          <w:numId w:val="16"/>
        </w:numPr>
        <w:spacing w:before="120" w:after="120"/>
      </w:pPr>
      <w:r w:rsidRPr="00607399">
        <w:t>zapracování připomínek Objednatele a dokončení dokumentace EIA</w:t>
      </w:r>
      <w:r w:rsidR="00935B5E">
        <w:t xml:space="preserve"> včetně žádosti o </w:t>
      </w:r>
      <w:r w:rsidR="0005369D">
        <w:t>stanovisko EIA</w:t>
      </w:r>
      <w:r w:rsidRPr="00607399">
        <w:t>;</w:t>
      </w:r>
    </w:p>
    <w:p w14:paraId="49E49956" w14:textId="69E3DE91" w:rsidR="00FA4434" w:rsidRPr="00607399" w:rsidRDefault="00DA1DA9" w:rsidP="00F03402">
      <w:pPr>
        <w:pStyle w:val="Odstavec1-1a"/>
        <w:spacing w:before="120" w:after="120"/>
      </w:pPr>
      <w:r w:rsidRPr="00607399">
        <w:t>v</w:t>
      </w:r>
      <w:r w:rsidR="00424A4B" w:rsidRPr="00607399">
        <w:t xml:space="preserve">ýpočtu </w:t>
      </w:r>
      <w:r w:rsidR="00FA4434" w:rsidRPr="00607399">
        <w:t>celkových investičních nákladů stavby</w:t>
      </w:r>
      <w:r w:rsidR="00B0679D">
        <w:t>,</w:t>
      </w:r>
      <w:r w:rsidR="00FA4434" w:rsidRPr="00607399">
        <w:t xml:space="preserve"> resp. rozpočtu a </w:t>
      </w:r>
      <w:r w:rsidR="005B01B1" w:rsidRPr="00607399">
        <w:t xml:space="preserve">aktualizace </w:t>
      </w:r>
      <w:r w:rsidR="00FA4434" w:rsidRPr="00607399">
        <w:t>ekonomického hodnocení stavby</w:t>
      </w:r>
      <w:r w:rsidRPr="00607399">
        <w:t>;</w:t>
      </w:r>
    </w:p>
    <w:p w14:paraId="361D275D" w14:textId="78F32609" w:rsidR="00B2239F" w:rsidRDefault="00DA1DA9" w:rsidP="001C6929">
      <w:pPr>
        <w:pStyle w:val="Odstavec1-1a"/>
        <w:spacing w:before="120" w:after="120"/>
      </w:pPr>
      <w:r w:rsidRPr="00607399">
        <w:t>v</w:t>
      </w:r>
      <w:r w:rsidR="00FA4434" w:rsidRPr="00607399">
        <w:t xml:space="preserve">eškerých </w:t>
      </w:r>
      <w:r w:rsidR="007F4AD1" w:rsidRPr="00607399">
        <w:t>d</w:t>
      </w:r>
      <w:r w:rsidR="007F4600" w:rsidRPr="00607399">
        <w:t>alší</w:t>
      </w:r>
      <w:r w:rsidR="00FF47A9" w:rsidRPr="00607399">
        <w:t>ch</w:t>
      </w:r>
      <w:r w:rsidR="00FA4434" w:rsidRPr="00607399">
        <w:t xml:space="preserve"> relevantních</w:t>
      </w:r>
      <w:r w:rsidR="007F4600" w:rsidRPr="00607399">
        <w:t xml:space="preserve"> výstup</w:t>
      </w:r>
      <w:r w:rsidR="00FF47A9" w:rsidRPr="00607399">
        <w:t>ů k projednání s</w:t>
      </w:r>
      <w:r w:rsidR="00571FCC">
        <w:t> </w:t>
      </w:r>
      <w:r w:rsidR="00FF47A9" w:rsidRPr="00607399">
        <w:t>Objednatelem</w:t>
      </w:r>
      <w:r w:rsidR="00571FCC">
        <w:t>;</w:t>
      </w:r>
    </w:p>
    <w:p w14:paraId="23070F32" w14:textId="0ED1F6F9" w:rsidR="001C6929" w:rsidRPr="00607399" w:rsidRDefault="001C6929" w:rsidP="003165B4">
      <w:pPr>
        <w:pStyle w:val="Odstavec1-1a"/>
        <w:numPr>
          <w:ilvl w:val="0"/>
          <w:numId w:val="15"/>
        </w:numPr>
        <w:spacing w:before="120" w:after="120"/>
      </w:pPr>
      <w:r>
        <w:t xml:space="preserve"> GIS portál – aktualizace dat.</w:t>
      </w:r>
    </w:p>
    <w:p w14:paraId="15F50556" w14:textId="3699114E" w:rsidR="00022253" w:rsidRDefault="00277498" w:rsidP="00022253">
      <w:pPr>
        <w:pStyle w:val="Textbezslovn"/>
        <w:spacing w:before="120"/>
        <w:rPr>
          <w:rFonts w:ascii="Verdana" w:hAnsi="Verdana"/>
        </w:rPr>
      </w:pPr>
      <w:r w:rsidRPr="00607399">
        <w:rPr>
          <w:rFonts w:ascii="Verdana" w:hAnsi="Verdana"/>
        </w:rPr>
        <w:t xml:space="preserve">Fakturace </w:t>
      </w:r>
      <w:r w:rsidR="00291DB2">
        <w:rPr>
          <w:rFonts w:ascii="Verdana" w:hAnsi="Verdana"/>
        </w:rPr>
        <w:t>10</w:t>
      </w:r>
      <w:r w:rsidR="00B928E0" w:rsidRPr="00607399">
        <w:rPr>
          <w:rFonts w:ascii="Verdana" w:hAnsi="Verdana"/>
        </w:rPr>
        <w:t xml:space="preserve"> </w:t>
      </w:r>
      <w:r w:rsidR="00CD4712" w:rsidRPr="00607399">
        <w:rPr>
          <w:rFonts w:ascii="Verdana" w:hAnsi="Verdana"/>
        </w:rPr>
        <w:t xml:space="preserve">% z ceny Díla. </w:t>
      </w:r>
    </w:p>
    <w:p w14:paraId="1E7A0B69" w14:textId="4AB40106" w:rsidR="00326775" w:rsidRDefault="0002389B" w:rsidP="00F27367">
      <w:pPr>
        <w:pStyle w:val="Text2-1"/>
        <w:spacing w:before="240"/>
        <w:rPr>
          <w:rFonts w:ascii="Verdana" w:hAnsi="Verdana"/>
        </w:rPr>
      </w:pPr>
      <w:r w:rsidRPr="009C2BEF">
        <w:rPr>
          <w:rFonts w:ascii="Verdana" w:hAnsi="Verdana"/>
          <w:b/>
        </w:rPr>
        <w:t>4. dílčí etapa – do 1</w:t>
      </w:r>
      <w:r w:rsidR="00B2239F">
        <w:rPr>
          <w:rFonts w:ascii="Verdana" w:hAnsi="Verdana"/>
          <w:b/>
        </w:rPr>
        <w:t>3</w:t>
      </w:r>
      <w:r w:rsidRPr="009C2BEF">
        <w:rPr>
          <w:rFonts w:ascii="Verdana" w:hAnsi="Verdana"/>
          <w:b/>
        </w:rPr>
        <w:t xml:space="preserve"> měsíců od účinnosti SoD </w:t>
      </w:r>
      <w:r w:rsidRPr="009C2BEF">
        <w:rPr>
          <w:rFonts w:ascii="Verdana" w:hAnsi="Verdana"/>
        </w:rPr>
        <w:t xml:space="preserve">dojde </w:t>
      </w:r>
      <w:r w:rsidR="00772BED">
        <w:rPr>
          <w:rFonts w:ascii="Verdana" w:hAnsi="Verdana"/>
        </w:rPr>
        <w:t>k předání resp. uskutečnění:</w:t>
      </w:r>
      <w:r w:rsidRPr="009C2BEF">
        <w:rPr>
          <w:rFonts w:ascii="Verdana" w:hAnsi="Verdana"/>
        </w:rPr>
        <w:t xml:space="preserve"> </w:t>
      </w:r>
    </w:p>
    <w:p w14:paraId="1BAD4766" w14:textId="0D759145" w:rsidR="00B2239F" w:rsidRDefault="0002389B" w:rsidP="003165B4">
      <w:pPr>
        <w:pStyle w:val="Odstavec1-1a"/>
        <w:numPr>
          <w:ilvl w:val="0"/>
          <w:numId w:val="19"/>
        </w:numPr>
        <w:spacing w:before="120" w:after="120"/>
      </w:pPr>
      <w:r w:rsidRPr="00772BED">
        <w:t xml:space="preserve">Objednatelem odsouhlaseného Díla v rozsahu a podrobnosti dle čl. 1 těchto ZTP, a to zejména po projednání a vypořádání, resp. zapracování připomínek Objednatele, </w:t>
      </w:r>
      <w:r w:rsidRPr="00772BED">
        <w:br/>
        <w:t>a po projednání s vlastníky veřejné dopravní a technické infrastruktury, resp. po zapracování jejich požadavků</w:t>
      </w:r>
      <w:r w:rsidR="00571FCC">
        <w:t>;</w:t>
      </w:r>
    </w:p>
    <w:p w14:paraId="09ACB423" w14:textId="333E38CC" w:rsidR="00B2239F" w:rsidRPr="00772BED" w:rsidRDefault="00B2239F" w:rsidP="003165B4">
      <w:pPr>
        <w:pStyle w:val="Odstavec1-1a"/>
        <w:numPr>
          <w:ilvl w:val="0"/>
          <w:numId w:val="19"/>
        </w:numPr>
        <w:spacing w:before="120" w:after="120"/>
      </w:pPr>
      <w:r>
        <w:t>GIS portál –</w:t>
      </w:r>
      <w:r w:rsidR="00600FDF">
        <w:t xml:space="preserve"> </w:t>
      </w:r>
      <w:r>
        <w:t>aktualizace dat</w:t>
      </w:r>
      <w:r w:rsidR="00571FCC">
        <w:t>.</w:t>
      </w:r>
    </w:p>
    <w:p w14:paraId="34717D74" w14:textId="09759EEF" w:rsidR="0002389B" w:rsidRDefault="0002389B" w:rsidP="0002389B">
      <w:pPr>
        <w:pStyle w:val="Textbezslovn"/>
        <w:spacing w:before="240"/>
        <w:rPr>
          <w:rFonts w:ascii="Verdana" w:hAnsi="Verdana"/>
        </w:rPr>
      </w:pPr>
      <w:r w:rsidRPr="009C2BEF">
        <w:rPr>
          <w:rFonts w:ascii="Verdana" w:hAnsi="Verdana"/>
        </w:rPr>
        <w:t xml:space="preserve">Fakturace </w:t>
      </w:r>
      <w:r w:rsidR="00291DB2">
        <w:rPr>
          <w:rFonts w:ascii="Verdana" w:hAnsi="Verdana"/>
        </w:rPr>
        <w:t>10</w:t>
      </w:r>
      <w:r w:rsidR="00B928E0" w:rsidRPr="009C2BEF">
        <w:rPr>
          <w:rFonts w:ascii="Verdana" w:hAnsi="Verdana"/>
        </w:rPr>
        <w:t xml:space="preserve"> </w:t>
      </w:r>
      <w:r w:rsidRPr="009C2BEF">
        <w:rPr>
          <w:rFonts w:ascii="Verdana" w:hAnsi="Verdana"/>
        </w:rPr>
        <w:t>% z ceny Díla</w:t>
      </w:r>
      <w:r w:rsidR="00487071">
        <w:rPr>
          <w:rFonts w:ascii="Verdana" w:hAnsi="Verdana"/>
        </w:rPr>
        <w:t>.</w:t>
      </w:r>
    </w:p>
    <w:p w14:paraId="50A62A55" w14:textId="3D18B72A" w:rsidR="00F27367" w:rsidRPr="00A9042A" w:rsidRDefault="00F27367" w:rsidP="00F27367">
      <w:pPr>
        <w:pStyle w:val="Text2-1"/>
        <w:spacing w:before="240"/>
        <w:rPr>
          <w:rFonts w:ascii="Verdana" w:hAnsi="Verdana"/>
          <w:b/>
        </w:rPr>
      </w:pPr>
      <w:r>
        <w:rPr>
          <w:rFonts w:ascii="Verdana" w:hAnsi="Verdana"/>
          <w:b/>
        </w:rPr>
        <w:t>5. dílčí etapa – do 2</w:t>
      </w:r>
      <w:r w:rsidRPr="009C2BEF">
        <w:rPr>
          <w:rFonts w:ascii="Verdana" w:hAnsi="Verdana"/>
          <w:b/>
        </w:rPr>
        <w:t xml:space="preserve"> měsíců od </w:t>
      </w:r>
      <w:r>
        <w:rPr>
          <w:rFonts w:ascii="Verdana" w:hAnsi="Verdana"/>
          <w:b/>
        </w:rPr>
        <w:t xml:space="preserve">nabytí </w:t>
      </w:r>
      <w:r w:rsidRPr="009C2BEF">
        <w:rPr>
          <w:rFonts w:ascii="Verdana" w:hAnsi="Verdana"/>
          <w:b/>
        </w:rPr>
        <w:t xml:space="preserve">účinnosti </w:t>
      </w:r>
      <w:r w:rsidR="00A7061F">
        <w:rPr>
          <w:rFonts w:ascii="Verdana" w:hAnsi="Verdana"/>
          <w:b/>
        </w:rPr>
        <w:t xml:space="preserve">příslušné </w:t>
      </w:r>
      <w:r>
        <w:rPr>
          <w:rFonts w:ascii="Verdana" w:hAnsi="Verdana"/>
          <w:b/>
        </w:rPr>
        <w:t>aktualizace</w:t>
      </w:r>
      <w:r w:rsidR="004E720F">
        <w:rPr>
          <w:rFonts w:ascii="Verdana" w:hAnsi="Verdana"/>
          <w:b/>
        </w:rPr>
        <w:t xml:space="preserve"> </w:t>
      </w:r>
      <w:r w:rsidR="000E44E1" w:rsidRPr="000E44E1">
        <w:rPr>
          <w:rFonts w:ascii="Verdana" w:hAnsi="Verdana"/>
          <w:b/>
        </w:rPr>
        <w:t xml:space="preserve">Zásad územního rozvoje </w:t>
      </w:r>
      <w:r w:rsidR="00A7061F">
        <w:rPr>
          <w:rFonts w:ascii="Verdana" w:hAnsi="Verdana"/>
          <w:b/>
        </w:rPr>
        <w:t>Olomouckého</w:t>
      </w:r>
      <w:r w:rsidR="008C71DE">
        <w:rPr>
          <w:rFonts w:ascii="Verdana" w:hAnsi="Verdana"/>
          <w:b/>
        </w:rPr>
        <w:t xml:space="preserve"> kraje</w:t>
      </w:r>
      <w:r w:rsidR="00095A83">
        <w:rPr>
          <w:rFonts w:ascii="Verdana" w:hAnsi="Verdana"/>
          <w:b/>
        </w:rPr>
        <w:t xml:space="preserve">, nebo předchozí </w:t>
      </w:r>
      <w:r w:rsidR="000E44E1">
        <w:rPr>
          <w:rFonts w:ascii="Verdana" w:hAnsi="Verdana"/>
          <w:b/>
        </w:rPr>
        <w:t xml:space="preserve">dílčí </w:t>
      </w:r>
      <w:r w:rsidR="00095A83">
        <w:rPr>
          <w:rFonts w:ascii="Verdana" w:hAnsi="Verdana"/>
          <w:b/>
        </w:rPr>
        <w:t>etapy, podle toho</w:t>
      </w:r>
      <w:r w:rsidR="000E44E1">
        <w:rPr>
          <w:rFonts w:ascii="Verdana" w:hAnsi="Verdana"/>
          <w:b/>
        </w:rPr>
        <w:t>,</w:t>
      </w:r>
      <w:r w:rsidR="00095A83">
        <w:rPr>
          <w:rFonts w:ascii="Verdana" w:hAnsi="Verdana"/>
          <w:b/>
        </w:rPr>
        <w:t xml:space="preserve"> která skutečnost nastane později,</w:t>
      </w:r>
      <w:r>
        <w:rPr>
          <w:rFonts w:ascii="Verdana" w:hAnsi="Verdana"/>
          <w:b/>
        </w:rPr>
        <w:t xml:space="preserve"> </w:t>
      </w:r>
      <w:r w:rsidRPr="00A9042A">
        <w:rPr>
          <w:rFonts w:ascii="Verdana" w:hAnsi="Verdana"/>
        </w:rPr>
        <w:t>dojde k</w:t>
      </w:r>
      <w:r>
        <w:rPr>
          <w:rFonts w:ascii="Verdana" w:hAnsi="Verdana"/>
        </w:rPr>
        <w:t> </w:t>
      </w:r>
      <w:r w:rsidRPr="00A9042A">
        <w:rPr>
          <w:rFonts w:ascii="Verdana" w:hAnsi="Verdana"/>
        </w:rPr>
        <w:t>předání</w:t>
      </w:r>
      <w:r>
        <w:rPr>
          <w:rFonts w:ascii="Verdana" w:hAnsi="Verdana"/>
        </w:rPr>
        <w:t>,</w:t>
      </w:r>
      <w:r w:rsidRPr="00A9042A">
        <w:rPr>
          <w:rFonts w:ascii="Verdana" w:hAnsi="Verdana"/>
        </w:rPr>
        <w:t xml:space="preserve"> resp. uskutečnění:</w:t>
      </w:r>
    </w:p>
    <w:p w14:paraId="11B2E0BD" w14:textId="2A6777F5" w:rsidR="00F27367" w:rsidRPr="00E978C2" w:rsidRDefault="00F27367" w:rsidP="003165B4">
      <w:pPr>
        <w:pStyle w:val="Odstavec1-1a"/>
        <w:numPr>
          <w:ilvl w:val="0"/>
          <w:numId w:val="18"/>
        </w:numPr>
      </w:pPr>
      <w:r w:rsidRPr="00EF3AB1">
        <w:t>dokončení dokumentace EIA k předložení orgánu příslušnému k vydání závazného stanoviska EIA na základě výsledk</w:t>
      </w:r>
      <w:r w:rsidR="005F0BA2">
        <w:t>u</w:t>
      </w:r>
      <w:r w:rsidRPr="00EF3AB1">
        <w:t xml:space="preserve"> </w:t>
      </w:r>
      <w:r>
        <w:t xml:space="preserve">aktualizace </w:t>
      </w:r>
      <w:r w:rsidRPr="00EF3AB1">
        <w:t xml:space="preserve">ZÚR </w:t>
      </w:r>
      <w:r w:rsidR="005F0BA2">
        <w:t>Olomouckého</w:t>
      </w:r>
      <w:r w:rsidR="003B191B">
        <w:t xml:space="preserve"> kraje</w:t>
      </w:r>
      <w:r w:rsidR="00D84143">
        <w:t xml:space="preserve"> dle odst. 1.1.8</w:t>
      </w:r>
      <w:r w:rsidR="00304371">
        <w:t xml:space="preserve"> těchto ZTP</w:t>
      </w:r>
      <w:r>
        <w:t>.</w:t>
      </w:r>
    </w:p>
    <w:p w14:paraId="16646EAE" w14:textId="77777777" w:rsidR="00F27367" w:rsidRDefault="00F27367" w:rsidP="00F27367">
      <w:pPr>
        <w:pStyle w:val="Textbezslovn"/>
        <w:spacing w:before="240"/>
        <w:rPr>
          <w:rFonts w:ascii="Verdana" w:hAnsi="Verdana"/>
        </w:rPr>
      </w:pPr>
      <w:r>
        <w:rPr>
          <w:rFonts w:ascii="Verdana" w:hAnsi="Verdana"/>
        </w:rPr>
        <w:t>Fakturace 0</w:t>
      </w:r>
      <w:r w:rsidRPr="009C2BEF">
        <w:rPr>
          <w:rFonts w:ascii="Verdana" w:hAnsi="Verdana"/>
        </w:rPr>
        <w:t xml:space="preserve"> % z ceny Díla</w:t>
      </w:r>
      <w:r>
        <w:rPr>
          <w:rFonts w:ascii="Verdana" w:hAnsi="Verdana"/>
        </w:rPr>
        <w:t>.</w:t>
      </w:r>
    </w:p>
    <w:p w14:paraId="25F6CFA5" w14:textId="77777777" w:rsidR="00F27367" w:rsidRPr="00A9042A" w:rsidRDefault="00F27367" w:rsidP="00F27367">
      <w:pPr>
        <w:pStyle w:val="Text2-1"/>
        <w:ind w:left="709" w:hanging="709"/>
        <w:rPr>
          <w:b/>
        </w:rPr>
      </w:pPr>
      <w:r>
        <w:rPr>
          <w:b/>
        </w:rPr>
        <w:t>6</w:t>
      </w:r>
      <w:r w:rsidRPr="00EF3AB1">
        <w:rPr>
          <w:b/>
        </w:rPr>
        <w:t>. dílčí etapa</w:t>
      </w:r>
      <w:r w:rsidRPr="00EF3AB1">
        <w:t xml:space="preserve"> – </w:t>
      </w:r>
      <w:r>
        <w:rPr>
          <w:b/>
        </w:rPr>
        <w:t>s předpokladem do 5</w:t>
      </w:r>
      <w:r w:rsidRPr="00EF3AB1">
        <w:rPr>
          <w:b/>
        </w:rPr>
        <w:t xml:space="preserve"> měsíců od uskutečnění předchozí etapy</w:t>
      </w:r>
      <w:r w:rsidRPr="00EF3AB1">
        <w:t xml:space="preserve">, </w:t>
      </w:r>
      <w:r w:rsidRPr="00F35448">
        <w:t>dojde k získání pravomocného kladného závazného stanoviska EIA.</w:t>
      </w:r>
    </w:p>
    <w:p w14:paraId="0888BCE5" w14:textId="77777777" w:rsidR="00F27367" w:rsidRPr="00A9042A" w:rsidRDefault="00F27367" w:rsidP="00F27367">
      <w:pPr>
        <w:pStyle w:val="Textbezslovn"/>
        <w:spacing w:before="240"/>
        <w:rPr>
          <w:rFonts w:ascii="Verdana" w:hAnsi="Verdana"/>
        </w:rPr>
      </w:pPr>
      <w:r w:rsidRPr="00A9042A">
        <w:rPr>
          <w:rFonts w:ascii="Verdana" w:hAnsi="Verdana"/>
        </w:rPr>
        <w:lastRenderedPageBreak/>
        <w:t>Fakturace 0 % z ceny Díla.</w:t>
      </w:r>
    </w:p>
    <w:p w14:paraId="00C34967" w14:textId="77777777" w:rsidR="00F27367" w:rsidRPr="00EF3AB1" w:rsidRDefault="00F27367" w:rsidP="00F27367">
      <w:pPr>
        <w:pStyle w:val="Text2-1"/>
        <w:ind w:left="709" w:hanging="709"/>
      </w:pPr>
      <w:r>
        <w:rPr>
          <w:b/>
        </w:rPr>
        <w:t>7</w:t>
      </w:r>
      <w:r w:rsidRPr="00EF3AB1">
        <w:rPr>
          <w:b/>
        </w:rPr>
        <w:t>. dílčí etapa</w:t>
      </w:r>
      <w:r w:rsidRPr="00EF3AB1">
        <w:t xml:space="preserve"> –</w:t>
      </w:r>
      <w:r w:rsidRPr="00EF3AB1">
        <w:rPr>
          <w:b/>
        </w:rPr>
        <w:t xml:space="preserve"> do 3 měsíců od řádného termínu pro uskutečnění předchozí etapy </w:t>
      </w:r>
      <w:r w:rsidRPr="00EF3AB1">
        <w:t>dojde k předání, resp. uskutečnění:</w:t>
      </w:r>
    </w:p>
    <w:p w14:paraId="5FA402BE" w14:textId="549475ED" w:rsidR="00F27367" w:rsidRPr="00191643" w:rsidRDefault="00F27367" w:rsidP="003165B4">
      <w:pPr>
        <w:pStyle w:val="Odstavec1-1a"/>
        <w:numPr>
          <w:ilvl w:val="0"/>
          <w:numId w:val="22"/>
        </w:numPr>
        <w:spacing w:before="120" w:after="120"/>
      </w:pPr>
      <w:r w:rsidRPr="00EF3AB1">
        <w:t xml:space="preserve">dokončení </w:t>
      </w:r>
      <w:r w:rsidR="000606BA">
        <w:t>DÚR</w:t>
      </w:r>
      <w:r w:rsidRPr="00EF3AB1">
        <w:t xml:space="preserve"> </w:t>
      </w:r>
      <w:r w:rsidR="00661E6F">
        <w:t>v režimu BIM</w:t>
      </w:r>
      <w:r w:rsidR="00A7061F">
        <w:t xml:space="preserve"> vč. </w:t>
      </w:r>
      <w:r w:rsidRPr="00EF3AB1">
        <w:t xml:space="preserve">aktualizace dříve zpracovaných částí Díla na základě finální verze </w:t>
      </w:r>
      <w:r w:rsidR="000606BA">
        <w:t>DÚR</w:t>
      </w:r>
      <w:r w:rsidRPr="00EF3AB1">
        <w:t xml:space="preserve"> (zejména výpočtu celkových investičních nákladů stavby, resp. rozp</w:t>
      </w:r>
      <w:r w:rsidRPr="00191643">
        <w:t>očtu a aktualizace ekonomického hodnocení stavby a posouzení RAMS</w:t>
      </w:r>
      <w:r w:rsidR="00B928E0">
        <w:t xml:space="preserve"> </w:t>
      </w:r>
      <w:r w:rsidR="00B928E0" w:rsidRPr="00A7061F">
        <w:rPr>
          <w:rStyle w:val="Text2-1Char"/>
          <w:rFonts w:ascii="Verdana" w:hAnsi="Verdana"/>
        </w:rPr>
        <w:t>pro Etapu 1 až 6</w:t>
      </w:r>
      <w:r w:rsidRPr="00191643">
        <w:t>) a jejich projednání s Objednatelem;</w:t>
      </w:r>
    </w:p>
    <w:p w14:paraId="320A0EBD" w14:textId="6F2AA22B" w:rsidR="00F27367" w:rsidRDefault="00F27367" w:rsidP="003165B4">
      <w:pPr>
        <w:pStyle w:val="Odstavec1-1a"/>
        <w:numPr>
          <w:ilvl w:val="0"/>
          <w:numId w:val="15"/>
        </w:numPr>
        <w:spacing w:before="120" w:after="120"/>
      </w:pPr>
      <w:r w:rsidRPr="00191643">
        <w:t xml:space="preserve">projednání finální verze </w:t>
      </w:r>
      <w:r w:rsidR="000606BA">
        <w:t>DÚR</w:t>
      </w:r>
      <w:r w:rsidR="00CF145C">
        <w:t xml:space="preserve"> v režimu BIM</w:t>
      </w:r>
      <w:r w:rsidRPr="00191643">
        <w:t xml:space="preserve"> s Ob</w:t>
      </w:r>
      <w:r w:rsidR="00A7061F">
        <w:t>jednatelem</w:t>
      </w:r>
      <w:r w:rsidRPr="00191643">
        <w:t>;</w:t>
      </w:r>
    </w:p>
    <w:p w14:paraId="558AE8E8" w14:textId="7D687C25" w:rsidR="00CF145C" w:rsidRDefault="00A7061F" w:rsidP="003165B4">
      <w:pPr>
        <w:pStyle w:val="Odstavec1-1a"/>
        <w:numPr>
          <w:ilvl w:val="0"/>
          <w:numId w:val="15"/>
        </w:numPr>
        <w:spacing w:before="120" w:after="120"/>
      </w:pPr>
      <w:r>
        <w:t>p</w:t>
      </w:r>
      <w:r w:rsidR="00CF145C">
        <w:t xml:space="preserve">ředání </w:t>
      </w:r>
      <w:r w:rsidR="0066210C">
        <w:t xml:space="preserve">zpracované </w:t>
      </w:r>
      <w:r w:rsidR="0066210C" w:rsidRPr="00301B93">
        <w:t>Závěrečné hodnotící zprávy</w:t>
      </w:r>
      <w:r w:rsidR="0066210C" w:rsidRPr="00301B93" w:rsidDel="00301B93">
        <w:t xml:space="preserve"> </w:t>
      </w:r>
      <w:r w:rsidR="0066210C">
        <w:t>o implementaci procesu BIM dle požadavků BIM Protokolu k připomínkám;</w:t>
      </w:r>
    </w:p>
    <w:p w14:paraId="41B012AA" w14:textId="3D380461" w:rsidR="00095A83" w:rsidRDefault="00CF145C" w:rsidP="003165B4">
      <w:pPr>
        <w:pStyle w:val="Odstavec1-1a"/>
        <w:numPr>
          <w:ilvl w:val="0"/>
          <w:numId w:val="15"/>
        </w:numPr>
        <w:spacing w:before="120" w:after="120"/>
      </w:pPr>
      <w:r>
        <w:t xml:space="preserve">na základě Digitálního modelu stavby, zpracovávaného v režimu BIM předání </w:t>
      </w:r>
      <w:r w:rsidR="00F27367" w:rsidRPr="00FC141A">
        <w:t>3D modelu rozhodujících stavebních objektů zasazený do</w:t>
      </w:r>
      <w:r w:rsidR="00F27367">
        <w:t xml:space="preserve"> </w:t>
      </w:r>
      <w:r w:rsidR="00F27367" w:rsidRPr="00FC141A">
        <w:t>terénu pro prezentaci záměru samosprávě a veřejnosti</w:t>
      </w:r>
      <w:r w:rsidR="00A7061F">
        <w:t>.</w:t>
      </w:r>
    </w:p>
    <w:p w14:paraId="565DAD5D" w14:textId="7BFB6519" w:rsidR="00095A83" w:rsidRDefault="00095A83" w:rsidP="00095A83">
      <w:pPr>
        <w:pStyle w:val="Textbezslovn"/>
        <w:spacing w:before="240"/>
        <w:rPr>
          <w:rFonts w:ascii="Verdana" w:hAnsi="Verdana"/>
        </w:rPr>
      </w:pPr>
      <w:r w:rsidRPr="00095A83">
        <w:rPr>
          <w:rFonts w:ascii="Verdana" w:hAnsi="Verdana"/>
        </w:rPr>
        <w:t>Fakturace 15 % z ceny Díla.</w:t>
      </w:r>
    </w:p>
    <w:p w14:paraId="433C79DD" w14:textId="5E8807C3" w:rsidR="00772BED" w:rsidRDefault="00772BED" w:rsidP="00772BED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  <w:b/>
        </w:rPr>
        <w:t>8</w:t>
      </w:r>
      <w:r w:rsidRPr="003A6DE1">
        <w:rPr>
          <w:rFonts w:ascii="Verdana" w:hAnsi="Verdana"/>
          <w:b/>
        </w:rPr>
        <w:t>. dílčí etapa –</w:t>
      </w:r>
      <w:r>
        <w:rPr>
          <w:rFonts w:ascii="Verdana" w:hAnsi="Verdana"/>
          <w:b/>
        </w:rPr>
        <w:t xml:space="preserve"> </w:t>
      </w:r>
      <w:r w:rsidRPr="00E73A6C">
        <w:rPr>
          <w:b/>
        </w:rPr>
        <w:t xml:space="preserve">s předpokladem </w:t>
      </w:r>
      <w:r>
        <w:rPr>
          <w:b/>
        </w:rPr>
        <w:t>do 2 měsíců od uskutečnění předchozí etapy</w:t>
      </w:r>
      <w:r w:rsidRPr="0073348F">
        <w:rPr>
          <w:rFonts w:ascii="Verdana" w:hAnsi="Verdana"/>
        </w:rPr>
        <w:t xml:space="preserve"> </w:t>
      </w:r>
      <w:r>
        <w:rPr>
          <w:rFonts w:ascii="Verdana" w:hAnsi="Verdana"/>
        </w:rPr>
        <w:t>dojde</w:t>
      </w:r>
      <w:r w:rsidR="00140E51">
        <w:rPr>
          <w:rFonts w:ascii="Verdana" w:hAnsi="Verdana"/>
        </w:rPr>
        <w:t xml:space="preserve"> k předání</w:t>
      </w:r>
      <w:r>
        <w:rPr>
          <w:rFonts w:ascii="Verdana" w:hAnsi="Verdana"/>
        </w:rPr>
        <w:t>, resp. uskutečnění:</w:t>
      </w:r>
    </w:p>
    <w:p w14:paraId="021BEB54" w14:textId="21FD2316" w:rsidR="00772BED" w:rsidRDefault="00772BED" w:rsidP="003165B4">
      <w:pPr>
        <w:pStyle w:val="Odstavec1-1a"/>
        <w:numPr>
          <w:ilvl w:val="0"/>
          <w:numId w:val="20"/>
        </w:numPr>
        <w:spacing w:before="120" w:after="120"/>
      </w:pPr>
      <w:r w:rsidRPr="00E73A6C">
        <w:t>konečné odevzdání Díla v rozsahu a p</w:t>
      </w:r>
      <w:r>
        <w:t>odrobnosti dle čl. 1 těchto ZTP</w:t>
      </w:r>
      <w:r w:rsidR="00CF145C">
        <w:t xml:space="preserve"> a BIM protokolu</w:t>
      </w:r>
      <w:r>
        <w:t>;</w:t>
      </w:r>
    </w:p>
    <w:p w14:paraId="041FB968" w14:textId="58D3E7EE" w:rsidR="00772BED" w:rsidRPr="00E73A6C" w:rsidRDefault="002807A4" w:rsidP="003165B4">
      <w:pPr>
        <w:pStyle w:val="Odstavec1-1a"/>
        <w:numPr>
          <w:ilvl w:val="0"/>
          <w:numId w:val="20"/>
        </w:numPr>
        <w:spacing w:before="120" w:after="120"/>
      </w:pPr>
      <w:r>
        <w:t>p</w:t>
      </w:r>
      <w:r w:rsidR="00CF145C">
        <w:t xml:space="preserve">ředání </w:t>
      </w:r>
      <w:r w:rsidR="0066210C">
        <w:t xml:space="preserve">finální verze </w:t>
      </w:r>
      <w:r w:rsidR="0066210C" w:rsidRPr="00301B93">
        <w:t>Závěrečné hodnotící zprávy</w:t>
      </w:r>
      <w:r w:rsidR="0066210C" w:rsidRPr="00301B93" w:rsidDel="00301B93">
        <w:t xml:space="preserve"> </w:t>
      </w:r>
      <w:r w:rsidR="0066210C" w:rsidRPr="004E03DB">
        <w:t>o implementaci procesu BIM, dle požadavků BIM</w:t>
      </w:r>
      <w:r w:rsidR="0066210C">
        <w:t xml:space="preserve"> Protokolu;</w:t>
      </w:r>
    </w:p>
    <w:p w14:paraId="50186DA0" w14:textId="77777777" w:rsidR="00772BED" w:rsidRPr="00E73A6C" w:rsidRDefault="00772BED" w:rsidP="003165B4">
      <w:pPr>
        <w:pStyle w:val="Odstavec1-1a"/>
        <w:numPr>
          <w:ilvl w:val="0"/>
          <w:numId w:val="15"/>
        </w:numPr>
        <w:spacing w:before="120" w:after="120"/>
      </w:pPr>
      <w:r>
        <w:t>p</w:t>
      </w:r>
      <w:r w:rsidRPr="00E73A6C">
        <w:t>ředání protokolu o provedení Díla</w:t>
      </w:r>
      <w:r>
        <w:t>.</w:t>
      </w:r>
    </w:p>
    <w:p w14:paraId="766258AE" w14:textId="7836E503" w:rsidR="00772BED" w:rsidRPr="00095A83" w:rsidRDefault="00772BED" w:rsidP="00772BED">
      <w:pPr>
        <w:pStyle w:val="Textbezslovn"/>
        <w:spacing w:before="240"/>
        <w:rPr>
          <w:rFonts w:ascii="Verdana" w:hAnsi="Verdana"/>
        </w:rPr>
      </w:pPr>
      <w:r>
        <w:t>Fakturace 15</w:t>
      </w:r>
      <w:r w:rsidRPr="00F35448">
        <w:t xml:space="preserve"> % z ceny Díla.</w:t>
      </w:r>
    </w:p>
    <w:p w14:paraId="09E46211" w14:textId="61B7B1A1" w:rsidR="00022253" w:rsidRPr="00115B1E" w:rsidRDefault="00B1382E" w:rsidP="00772BED">
      <w:pPr>
        <w:pStyle w:val="Textbezslovn"/>
        <w:spacing w:before="240"/>
        <w:rPr>
          <w:rFonts w:ascii="Verdana" w:hAnsi="Verdana"/>
        </w:rPr>
      </w:pPr>
      <w:r w:rsidRPr="00A618EA">
        <w:rPr>
          <w:rFonts w:ascii="Verdana" w:hAnsi="Verdana"/>
        </w:rPr>
        <w:t xml:space="preserve">Má-li podle základního harmonogramu zpracování Díla v některé dílčí etapě odevzdáno dílčí plnění jako koncept, rozumí se konceptem plnění, které splňuje všechny požadavky kladené na příslušné dílčí plnění dokumentaci v SoD. Rozdíl mezi konceptem </w:t>
      </w:r>
      <w:r w:rsidRPr="00A618EA">
        <w:t>dílčího plnění</w:t>
      </w:r>
      <w:r w:rsidRPr="00A618EA">
        <w:rPr>
          <w:rFonts w:ascii="Verdana" w:hAnsi="Verdana"/>
        </w:rPr>
        <w:t xml:space="preserve"> a jeho konečnou podobou spočívá pouze v tom, že v konečné podobě dílčího plnění jsou zapracovány připomínky </w:t>
      </w:r>
      <w:r>
        <w:rPr>
          <w:rFonts w:ascii="Verdana" w:hAnsi="Verdana"/>
        </w:rPr>
        <w:t>O</w:t>
      </w:r>
      <w:r w:rsidRPr="00A618EA">
        <w:rPr>
          <w:rFonts w:ascii="Verdana" w:hAnsi="Verdana"/>
        </w:rPr>
        <w:t>bjednatele ke konceptu.</w:t>
      </w:r>
    </w:p>
    <w:p w14:paraId="70ECA5F0" w14:textId="2F65D80F" w:rsidR="00CA38AE" w:rsidRPr="00115B1E" w:rsidRDefault="00CA38AE" w:rsidP="002F7CE6">
      <w:pPr>
        <w:pStyle w:val="Nadpis2-2"/>
        <w:rPr>
          <w:rFonts w:ascii="Verdana" w:hAnsi="Verdana"/>
        </w:rPr>
      </w:pPr>
      <w:bookmarkStart w:id="46" w:name="_Toc133399011"/>
      <w:r w:rsidRPr="00115B1E">
        <w:rPr>
          <w:rFonts w:ascii="Verdana" w:hAnsi="Verdana"/>
        </w:rPr>
        <w:t xml:space="preserve">Pokyny pro odevzdání </w:t>
      </w:r>
      <w:r w:rsidR="003C2314" w:rsidRPr="00115B1E">
        <w:rPr>
          <w:rFonts w:ascii="Verdana" w:hAnsi="Verdana"/>
        </w:rPr>
        <w:t>Díla</w:t>
      </w:r>
      <w:bookmarkEnd w:id="44"/>
      <w:bookmarkEnd w:id="46"/>
    </w:p>
    <w:p w14:paraId="09FE8E30" w14:textId="77777777" w:rsidR="00CA09CF" w:rsidRPr="005D6C4F" w:rsidRDefault="00CA09CF" w:rsidP="00CA09CF">
      <w:pPr>
        <w:pStyle w:val="Text2-1"/>
        <w:ind w:left="709" w:hanging="709"/>
        <w:rPr>
          <w:rFonts w:ascii="Verdana" w:hAnsi="Verdana"/>
        </w:rPr>
      </w:pPr>
      <w:r w:rsidRPr="005D6C4F">
        <w:rPr>
          <w:rFonts w:ascii="Verdana" w:hAnsi="Verdana"/>
        </w:rPr>
        <w:t xml:space="preserve">Dle požadavku SoD bude provedeno </w:t>
      </w:r>
      <w:r w:rsidRPr="00523C9C">
        <w:rPr>
          <w:rFonts w:ascii="Verdana" w:hAnsi="Verdana"/>
        </w:rPr>
        <w:t xml:space="preserve">odevzdání v elektronické </w:t>
      </w:r>
      <w:r w:rsidRPr="005D6C4F">
        <w:rPr>
          <w:rFonts w:ascii="Verdana" w:hAnsi="Verdana"/>
        </w:rPr>
        <w:t>podobě v dílčích termínech (dle etapizace Díla) a v defi</w:t>
      </w:r>
      <w:r>
        <w:rPr>
          <w:rFonts w:ascii="Verdana" w:hAnsi="Verdana"/>
        </w:rPr>
        <w:t>nitivním termínu dokončení Díla</w:t>
      </w:r>
      <w:r>
        <w:t>.</w:t>
      </w:r>
    </w:p>
    <w:p w14:paraId="05A18A34" w14:textId="77777777" w:rsidR="00CA09CF" w:rsidRPr="00F93EBE" w:rsidRDefault="00CA09CF" w:rsidP="00CA09CF">
      <w:pPr>
        <w:pStyle w:val="Text2-1"/>
        <w:ind w:left="709" w:hanging="709"/>
        <w:rPr>
          <w:rFonts w:ascii="Verdana" w:hAnsi="Verdana"/>
        </w:rPr>
      </w:pPr>
      <w:r w:rsidRPr="00F93EBE">
        <w:rPr>
          <w:rFonts w:ascii="Verdana" w:hAnsi="Verdana"/>
        </w:rPr>
        <w:t>Struktura elektronického a listinného odevzdání je totožná, není-li pro části dokumentace blíže specifikováno. Elektronickým resp. digitálním odevzdáním se rozumí:</w:t>
      </w:r>
    </w:p>
    <w:p w14:paraId="213F9A4D" w14:textId="77777777" w:rsidR="00CA09CF" w:rsidRPr="00F93EBE" w:rsidRDefault="00CA09CF" w:rsidP="00CA09CF">
      <w:pPr>
        <w:pStyle w:val="Text2-2"/>
      </w:pPr>
      <w:r w:rsidRPr="00F93EBE">
        <w:rPr>
          <w:rFonts w:ascii="Verdana" w:hAnsi="Verdana"/>
        </w:rPr>
        <w:t>soubory v uzavřené (needitovatelné) formě (ve formátu souboru PDF), jejichž zobrazení je totožné s tištěnou resp. listinnou verzí dokumentace.</w:t>
      </w:r>
    </w:p>
    <w:p w14:paraId="200F324C" w14:textId="45CB098C" w:rsidR="00CA09CF" w:rsidRPr="00F93EBE" w:rsidRDefault="00CA09CF" w:rsidP="00CA09CF">
      <w:pPr>
        <w:pStyle w:val="Text2-2"/>
      </w:pPr>
      <w:r w:rsidRPr="00F93EBE">
        <w:rPr>
          <w:rFonts w:ascii="Verdana" w:hAnsi="Verdana"/>
        </w:rPr>
        <w:t>soubory v otevřené (editovatelné) formě (minimálně ve formátu souborů DOC, XLS, DWG, DGN; z nichž je možné bez dalších úprav obsahu zhotovit výtisk totožný s odevzdanou tištěnou resp. listinnou verzí), a to včetně souborů zpracovaných dle standardu BIM</w:t>
      </w:r>
      <w:r w:rsidR="00CF145C">
        <w:rPr>
          <w:rFonts w:ascii="Verdana" w:hAnsi="Verdana"/>
        </w:rPr>
        <w:t xml:space="preserve"> uvedených v přílohách BIM </w:t>
      </w:r>
      <w:r w:rsidR="00407C3C">
        <w:rPr>
          <w:rFonts w:ascii="Verdana" w:hAnsi="Verdana"/>
        </w:rPr>
        <w:t>p</w:t>
      </w:r>
      <w:r w:rsidR="00CF145C">
        <w:rPr>
          <w:rFonts w:ascii="Verdana" w:hAnsi="Verdana"/>
        </w:rPr>
        <w:t>rotokolu</w:t>
      </w:r>
      <w:r w:rsidR="00CF145C" w:rsidRPr="00F93EBE">
        <w:t>.</w:t>
      </w:r>
    </w:p>
    <w:p w14:paraId="3C096D03" w14:textId="6F8CD7FE" w:rsidR="00CA09CF" w:rsidRPr="00B944BA" w:rsidRDefault="00CA09CF" w:rsidP="00CA09CF">
      <w:pPr>
        <w:pStyle w:val="Text2-1"/>
        <w:ind w:left="709" w:hanging="709"/>
        <w:rPr>
          <w:rFonts w:ascii="Verdana" w:hAnsi="Verdana"/>
        </w:rPr>
      </w:pPr>
      <w:r w:rsidRPr="008436E6">
        <w:rPr>
          <w:b/>
        </w:rPr>
        <w:t xml:space="preserve">Definitivní odevzdání </w:t>
      </w:r>
      <w:r w:rsidR="00D9301F">
        <w:rPr>
          <w:b/>
        </w:rPr>
        <w:t>D</w:t>
      </w:r>
      <w:r w:rsidR="00D9301F" w:rsidRPr="008436E6">
        <w:rPr>
          <w:b/>
        </w:rPr>
        <w:t>íla</w:t>
      </w:r>
      <w:r w:rsidRPr="008436E6">
        <w:t xml:space="preserve">, bude provedeno v listinné podobě v počtu </w:t>
      </w:r>
      <w:r>
        <w:rPr>
          <w:b/>
        </w:rPr>
        <w:t>čtyř</w:t>
      </w:r>
      <w:r w:rsidRPr="008436E6">
        <w:t xml:space="preserve"> souprav, se zapracováním veškerých akceptovaných požadavků a připomínek Objednatele a dalších dotčených osob a veškerých požadavků v</w:t>
      </w:r>
      <w:r>
        <w:t>zešlých z projednání připomínek.</w:t>
      </w:r>
    </w:p>
    <w:p w14:paraId="54915F9C" w14:textId="77777777" w:rsidR="00CA09CF" w:rsidRPr="000F2CF2" w:rsidRDefault="00CA09CF" w:rsidP="00CA09CF">
      <w:pPr>
        <w:pStyle w:val="Text2-1"/>
        <w:ind w:left="709" w:hanging="709"/>
        <w:rPr>
          <w:rFonts w:ascii="Verdana" w:hAnsi="Verdana"/>
        </w:rPr>
      </w:pPr>
      <w:r w:rsidRPr="008436E6">
        <w:rPr>
          <w:b/>
        </w:rPr>
        <w:t>V elektronické podobě</w:t>
      </w:r>
      <w:r w:rsidRPr="008436E6">
        <w:t xml:space="preserve"> budou složky a soubory důsledně popsány, přičemž odevzdání bude obsahovat řazení o délce cesty max. 225 znaků vč. názvu a přípony cílového souboru. Názvy mohou obsahovat zkratky. Digitální odevzdání bude obsahovat mapu složek a souborů s výpisem nezk</w:t>
      </w:r>
      <w:r>
        <w:t>rácených názvů složek a souborů.</w:t>
      </w:r>
    </w:p>
    <w:p w14:paraId="680DBD36" w14:textId="77777777" w:rsidR="00CA09CF" w:rsidRPr="000F2CF2" w:rsidRDefault="00CA09CF" w:rsidP="00CA09CF">
      <w:pPr>
        <w:pStyle w:val="Text2-1"/>
        <w:ind w:left="709" w:hanging="709"/>
        <w:rPr>
          <w:rFonts w:ascii="Verdana" w:hAnsi="Verdana"/>
        </w:rPr>
      </w:pPr>
      <w:r w:rsidRPr="000F2CF2">
        <w:rPr>
          <w:rFonts w:ascii="Verdana" w:hAnsi="Verdana"/>
        </w:rPr>
        <w:t>Odevzdání musí být doloženo písemným dokladem prokazujícím předání dokumentace Zhotovitelem a převzetí Objednatelem s odsouhlasením požadovaného rozsahu činností, rozsahu plnění a splnění termínů dle So</w:t>
      </w:r>
      <w:r>
        <w:rPr>
          <w:rFonts w:ascii="Verdana" w:hAnsi="Verdana"/>
        </w:rPr>
        <w:t>D</w:t>
      </w:r>
      <w:r>
        <w:t>.</w:t>
      </w:r>
    </w:p>
    <w:p w14:paraId="72209CC7" w14:textId="77777777" w:rsidR="00CA09CF" w:rsidRPr="00924BF8" w:rsidRDefault="00CA09CF" w:rsidP="00CA09CF">
      <w:pPr>
        <w:pStyle w:val="Text2-1"/>
        <w:ind w:left="709" w:hanging="709"/>
        <w:rPr>
          <w:rFonts w:ascii="Verdana" w:hAnsi="Verdana"/>
        </w:rPr>
      </w:pPr>
      <w:r w:rsidRPr="003C7B11">
        <w:lastRenderedPageBreak/>
        <w:t xml:space="preserve">Čistopis definitivního odevzdání bude autorizován a </w:t>
      </w:r>
      <w:r>
        <w:t>číslován dle pokynů Objednatele.</w:t>
      </w:r>
    </w:p>
    <w:p w14:paraId="682B682A" w14:textId="77777777" w:rsidR="00CA09CF" w:rsidRPr="00E90374" w:rsidRDefault="00CA09CF" w:rsidP="00CA09CF">
      <w:pPr>
        <w:pStyle w:val="Text2-1"/>
        <w:ind w:left="709" w:hanging="709"/>
        <w:rPr>
          <w:rFonts w:ascii="Verdana" w:hAnsi="Verdana"/>
        </w:rPr>
      </w:pPr>
      <w:r w:rsidRPr="00E90374">
        <w:rPr>
          <w:rFonts w:ascii="Verdana" w:hAnsi="Verdana"/>
        </w:rPr>
        <w:t>Samostatně budou Objednateli pouze digitálně odevzdány soubory prostorových dat, které budou předány ve formátu „shapefile (SHP)“ a budou opatřeny metadaty. Zároveň musejí být v souladu se směrnicí č. 2007/2/EC INSPIRE o vybudování evropské infrastruktury prostorových informací a příslušnými nařízeními a technickými pokyny (Technical Guidelines) v platném znění, které se váží ke směrnici INSPIRE, především pak s:</w:t>
      </w:r>
    </w:p>
    <w:p w14:paraId="6448066C" w14:textId="77777777" w:rsidR="00CA09CF" w:rsidRPr="005D688E" w:rsidRDefault="00CA09CF" w:rsidP="00CA09CF">
      <w:pPr>
        <w:pStyle w:val="Text2-2"/>
      </w:pPr>
      <w:r w:rsidRPr="005D688E">
        <w:t>Nařízením Komise (ES) č. 1205/2008 ze dne 3. prosince 2008, kterým se provádí směrnice Evropského parlamentu a Rad</w:t>
      </w:r>
      <w:r>
        <w:t>y 2007/2/ES týkající se metadat;</w:t>
      </w:r>
    </w:p>
    <w:p w14:paraId="3A2B3E0B" w14:textId="77777777" w:rsidR="00CA09CF" w:rsidRPr="005D688E" w:rsidRDefault="00CA09CF" w:rsidP="00CA09CF">
      <w:pPr>
        <w:pStyle w:val="Text2-2"/>
      </w:pPr>
      <w:r w:rsidRPr="005D688E">
        <w:t>Nařízením Komise (EU) č. 1089/2010 ze dne 23. listopadu 2010, kterým se provádí směrnice Evropského parlamentu a Rady 2007/2/ES, pokud jde interoperabilitu sad prostorovýc</w:t>
      </w:r>
      <w:r>
        <w:t>h dat a služeb prostorových dat;</w:t>
      </w:r>
    </w:p>
    <w:p w14:paraId="09790889" w14:textId="33D26C64" w:rsidR="00224BC2" w:rsidRPr="00CA09CF" w:rsidRDefault="00CA09CF" w:rsidP="00CA09CF">
      <w:pPr>
        <w:pStyle w:val="Text2-2"/>
      </w:pPr>
      <w:r w:rsidRPr="005D688E">
        <w:t>Nařízením Komise (EU) č. 102/2011 ze dne 4. února 2011, kterým se mění nařízení (EU) č. 1089/2010, kterým se provádí směrnice Evropského parlamentu a Rady 2007/2/ES, pokud jde o interoperabilitu sad prostorovýc</w:t>
      </w:r>
      <w:r>
        <w:t>h dat a služeb prostorových dat.</w:t>
      </w:r>
    </w:p>
    <w:p w14:paraId="350986BB" w14:textId="77777777" w:rsidR="00280C98" w:rsidRPr="00115B1E" w:rsidRDefault="00280C98" w:rsidP="00343883">
      <w:pPr>
        <w:pStyle w:val="Nadpis2-1"/>
        <w:jc w:val="both"/>
        <w:rPr>
          <w:rFonts w:ascii="Verdana" w:hAnsi="Verdana"/>
        </w:rPr>
      </w:pPr>
      <w:bookmarkStart w:id="47" w:name="_Toc26966144"/>
      <w:bookmarkStart w:id="48" w:name="_Toc133399012"/>
      <w:r w:rsidRPr="00115B1E">
        <w:rPr>
          <w:rFonts w:ascii="Verdana" w:hAnsi="Verdana"/>
        </w:rPr>
        <w:t>SOUVISEJÍCÍ DOKUMENTY A PŘEDPISY</w:t>
      </w:r>
      <w:bookmarkEnd w:id="47"/>
      <w:bookmarkEnd w:id="48"/>
    </w:p>
    <w:p w14:paraId="1EF35148" w14:textId="4C616CC3" w:rsidR="00602BD9" w:rsidRPr="009C6795" w:rsidRDefault="00602BD9" w:rsidP="009C6795">
      <w:pPr>
        <w:pStyle w:val="Text2-1"/>
        <w:ind w:left="709" w:hanging="709"/>
      </w:pPr>
      <w:r w:rsidRPr="009C6795">
        <w:t>Požadavky Manuálu se týkají VRT na území České republiky urče</w:t>
      </w:r>
      <w:r w:rsidR="004F7564">
        <w:t xml:space="preserve">ných výhradně pro vlaky osobní </w:t>
      </w:r>
      <w:r w:rsidRPr="009C6795">
        <w:t xml:space="preserve">dopravy s maximálním zatížením 22,5 tun na nápravu (pro rychlost 200 &lt; V ≤ 230 km/h), resp. 18,0 tun na nápravu (pro rychlost V &gt; 230 km/h). </w:t>
      </w:r>
    </w:p>
    <w:p w14:paraId="263052C9" w14:textId="1BBFCCD0" w:rsidR="00602BD9" w:rsidRPr="009C6795" w:rsidRDefault="00602BD9" w:rsidP="009C6795">
      <w:pPr>
        <w:pStyle w:val="Text2-1"/>
        <w:ind w:left="709" w:hanging="709"/>
      </w:pPr>
      <w:r w:rsidRPr="009C6795">
        <w:t>U návrhových rychlostí menších než 200 km/h včetně (např. propojovací tratě) se jedná o konvenční tratě navrhované podle již nyní platných Č</w:t>
      </w:r>
      <w:r w:rsidR="00935B5E">
        <w:t>SN a předpisů Správy železnic s </w:t>
      </w:r>
      <w:r w:rsidRPr="009C6795">
        <w:t>přihlédnutím ke koncepci budoucího provozu a údržby ta</w:t>
      </w:r>
      <w:r w:rsidR="00935B5E">
        <w:t>kové trati (společné oplocení s </w:t>
      </w:r>
      <w:r w:rsidRPr="009C6795">
        <w:t>VRT, společná údržba s VRT apod.)</w:t>
      </w:r>
      <w:r w:rsidR="009370E3" w:rsidRPr="009C6795">
        <w:t xml:space="preserve"> se Manuál použije přiměřeně</w:t>
      </w:r>
      <w:r w:rsidRPr="009C6795">
        <w:t>.</w:t>
      </w:r>
    </w:p>
    <w:p w14:paraId="17F45C92" w14:textId="51CE692B" w:rsidR="001D3429" w:rsidRPr="00115B1E" w:rsidRDefault="001D3429" w:rsidP="00343883">
      <w:pPr>
        <w:pStyle w:val="Nadpis2-1"/>
        <w:jc w:val="both"/>
        <w:rPr>
          <w:rFonts w:ascii="Verdana" w:hAnsi="Verdana"/>
        </w:rPr>
      </w:pPr>
      <w:bookmarkStart w:id="49" w:name="_Toc3381184"/>
      <w:bookmarkStart w:id="50" w:name="_Toc9257585"/>
      <w:bookmarkStart w:id="51" w:name="_Toc26966145"/>
      <w:bookmarkStart w:id="52" w:name="_Toc133399013"/>
      <w:r w:rsidRPr="00115B1E">
        <w:rPr>
          <w:rFonts w:ascii="Verdana" w:hAnsi="Verdana"/>
        </w:rPr>
        <w:t>PŘÍLOHY</w:t>
      </w:r>
      <w:bookmarkEnd w:id="49"/>
      <w:bookmarkEnd w:id="50"/>
      <w:bookmarkEnd w:id="51"/>
      <w:r w:rsidR="0014196F" w:rsidRPr="00115B1E">
        <w:rPr>
          <w:rFonts w:ascii="Verdana" w:hAnsi="Verdana"/>
        </w:rPr>
        <w:t xml:space="preserve"> ZTP</w:t>
      </w:r>
      <w:bookmarkEnd w:id="52"/>
    </w:p>
    <w:bookmarkEnd w:id="4"/>
    <w:bookmarkEnd w:id="5"/>
    <w:bookmarkEnd w:id="6"/>
    <w:bookmarkEnd w:id="7"/>
    <w:p w14:paraId="6A19B040" w14:textId="0B5ECAEA" w:rsidR="00A958C8" w:rsidRDefault="00764FDB" w:rsidP="00A958C8">
      <w:pPr>
        <w:pStyle w:val="Text2-1"/>
        <w:ind w:left="709" w:hanging="709"/>
      </w:pPr>
      <w:r w:rsidRPr="00DC0C13">
        <w:t xml:space="preserve"> </w:t>
      </w:r>
      <w:r w:rsidR="00A958C8" w:rsidRPr="00DC0C13">
        <w:t xml:space="preserve">„Manuál pro projektování VRT ve stupni </w:t>
      </w:r>
      <w:r w:rsidR="00A958C8" w:rsidRPr="006D5870">
        <w:t>DÚR</w:t>
      </w:r>
      <w:r w:rsidR="00A958C8" w:rsidRPr="00DC0C13">
        <w:t>“, kapitoly Obsah a Úvod (vč. anglické verze) a Vzorový příčný řez, Správa železnic, státní organizace, verze z </w:t>
      </w:r>
      <w:r w:rsidR="00A958C8" w:rsidRPr="00A4227F">
        <w:t>1. 7. 2021</w:t>
      </w:r>
      <w:r w:rsidR="00A958C8" w:rsidRPr="00DC0C13">
        <w:t>.</w:t>
      </w:r>
    </w:p>
    <w:p w14:paraId="4E9B310C" w14:textId="7B9D328E" w:rsidR="0011378A" w:rsidRDefault="006A09EA" w:rsidP="00A958C8">
      <w:pPr>
        <w:pStyle w:val="Text2-1"/>
        <w:ind w:left="709" w:hanging="709"/>
      </w:pPr>
      <w:r>
        <w:t>„Situační výkres rozsahu stavby“, Správa železnic, 05/2023</w:t>
      </w:r>
    </w:p>
    <w:p w14:paraId="52FE6F3F" w14:textId="02851CBD" w:rsidR="00E94470" w:rsidRPr="007B291A" w:rsidRDefault="008E009A" w:rsidP="007B291A">
      <w:pPr>
        <w:pStyle w:val="Text2-1"/>
        <w:ind w:left="709" w:hanging="709"/>
      </w:pPr>
      <w:r>
        <w:t>„Rozsah záj</w:t>
      </w:r>
      <w:r w:rsidR="007B291A">
        <w:t>mového území“, Správa železnic</w:t>
      </w:r>
      <w:r w:rsidR="0042579A">
        <w:t>, 03/2023</w:t>
      </w:r>
    </w:p>
    <w:p w14:paraId="344BF2DD" w14:textId="77777777" w:rsidR="004F1FB3" w:rsidRDefault="004F1FB3" w:rsidP="00BC11F0">
      <w:pPr>
        <w:spacing w:after="0"/>
        <w:ind w:left="1418" w:hanging="1418"/>
        <w:rPr>
          <w:b/>
        </w:rPr>
      </w:pPr>
    </w:p>
    <w:p w14:paraId="05FEB781" w14:textId="77777777" w:rsidR="00E94470" w:rsidRDefault="00E94470" w:rsidP="00BC11F0">
      <w:pPr>
        <w:spacing w:after="0"/>
        <w:ind w:left="1418" w:hanging="1418"/>
        <w:rPr>
          <w:b/>
        </w:rPr>
      </w:pPr>
    </w:p>
    <w:p w14:paraId="4A78E0C5" w14:textId="77777777" w:rsidR="00240E16" w:rsidRDefault="00240E16" w:rsidP="00BC11F0">
      <w:pPr>
        <w:spacing w:after="0"/>
        <w:ind w:left="1418" w:hanging="1418"/>
        <w:rPr>
          <w:b/>
        </w:rPr>
      </w:pPr>
    </w:p>
    <w:p w14:paraId="6F4B18F6" w14:textId="639C37CC" w:rsidR="00BC11F0" w:rsidRDefault="00D65009" w:rsidP="00CD5F1A">
      <w:pPr>
        <w:spacing w:after="120"/>
        <w:ind w:left="1418" w:hanging="1418"/>
      </w:pPr>
      <w:r w:rsidRPr="00115B1E">
        <w:rPr>
          <w:b/>
        </w:rPr>
        <w:t>Zpracoval</w:t>
      </w:r>
      <w:r w:rsidR="00EE3443">
        <w:rPr>
          <w:b/>
        </w:rPr>
        <w:t>a</w:t>
      </w:r>
      <w:r w:rsidRPr="00115B1E">
        <w:rPr>
          <w:b/>
        </w:rPr>
        <w:t>:</w:t>
      </w:r>
    </w:p>
    <w:p w14:paraId="146285CE" w14:textId="7AC1E780" w:rsidR="00BC11F0" w:rsidRDefault="00143D84" w:rsidP="00BC11F0">
      <w:pPr>
        <w:spacing w:after="0"/>
        <w:ind w:left="1418" w:hanging="1418"/>
      </w:pPr>
      <w:r>
        <w:t>Stavební správa vysokorychlostních tratí (SS</w:t>
      </w:r>
      <w:r w:rsidR="007D3276">
        <w:t xml:space="preserve"> </w:t>
      </w:r>
      <w:r>
        <w:t>VRT)</w:t>
      </w:r>
    </w:p>
    <w:p w14:paraId="5C5987DA" w14:textId="22B3FB37" w:rsidR="00D65009" w:rsidRPr="00115B1E" w:rsidRDefault="00192F46" w:rsidP="00BC11F0">
      <w:pPr>
        <w:spacing w:after="0"/>
        <w:ind w:left="1418" w:hanging="1418"/>
      </w:pPr>
      <w:r>
        <w:t>S</w:t>
      </w:r>
      <w:r w:rsidR="00F83022" w:rsidRPr="00115B1E">
        <w:t>práva železnic, státní organizace</w:t>
      </w:r>
    </w:p>
    <w:sectPr w:rsidR="00D65009" w:rsidRPr="00115B1E" w:rsidSect="00E14D1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1049" w:right="1588" w:bottom="1276" w:left="1588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D098FC" w16cid:durableId="2811BE25"/>
  <w16cid:commentId w16cid:paraId="00ADE503" w16cid:durableId="2811BE65"/>
  <w16cid:commentId w16cid:paraId="14BD8094" w16cid:durableId="2811BF4E"/>
  <w16cid:commentId w16cid:paraId="314E1F35" w16cid:durableId="2811BF98"/>
  <w16cid:commentId w16cid:paraId="2B566C86" w16cid:durableId="2811BE26"/>
  <w16cid:commentId w16cid:paraId="522288E7" w16cid:durableId="2811BE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9D09B" w14:textId="77777777" w:rsidR="000A271C" w:rsidRDefault="000A271C" w:rsidP="00962258">
      <w:pPr>
        <w:spacing w:after="0" w:line="240" w:lineRule="auto"/>
      </w:pPr>
      <w:r>
        <w:separator/>
      </w:r>
    </w:p>
  </w:endnote>
  <w:endnote w:type="continuationSeparator" w:id="0">
    <w:p w14:paraId="2F45EDFB" w14:textId="77777777" w:rsidR="000A271C" w:rsidRDefault="000A271C" w:rsidP="00962258">
      <w:pPr>
        <w:spacing w:after="0" w:line="240" w:lineRule="auto"/>
      </w:pPr>
      <w:r>
        <w:continuationSeparator/>
      </w:r>
    </w:p>
  </w:endnote>
  <w:endnote w:type="continuationNotice" w:id="1">
    <w:p w14:paraId="09159D11" w14:textId="77777777" w:rsidR="000A271C" w:rsidRDefault="000A27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93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938"/>
    </w:tblGrid>
    <w:tr w:rsidR="000A271C" w:rsidRPr="00AA66E9" w14:paraId="0DC19210" w14:textId="77777777" w:rsidTr="001B5FB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35C52AB" w14:textId="4C39A6DC" w:rsidR="000A271C" w:rsidRPr="00B8518B" w:rsidRDefault="000A271C" w:rsidP="00306DE4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 w:rsidR="009A101E">
            <w:rPr>
              <w:rStyle w:val="slostrnky"/>
              <w:noProof/>
            </w:rPr>
            <w:t>14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9A101E">
            <w:rPr>
              <w:rStyle w:val="slostrnky"/>
              <w:noProof/>
            </w:rPr>
            <w:t>14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938" w:type="dxa"/>
          <w:vAlign w:val="bottom"/>
        </w:tcPr>
        <w:p w14:paraId="04E4A6CD" w14:textId="77777777" w:rsidR="000A271C" w:rsidRDefault="000A271C" w:rsidP="004E720F">
          <w:pPr>
            <w:pStyle w:val="Zpatvpravo"/>
            <w:jc w:val="left"/>
            <w:rPr>
              <w:b/>
              <w:szCs w:val="16"/>
            </w:rPr>
          </w:pPr>
          <w:r w:rsidRPr="00B151C7">
            <w:rPr>
              <w:b/>
              <w:szCs w:val="16"/>
            </w:rPr>
            <w:t>Příloha č. 3c Zvláštní technické podmínky</w:t>
          </w:r>
          <w:r>
            <w:rPr>
              <w:b/>
              <w:szCs w:val="16"/>
            </w:rPr>
            <w:t xml:space="preserve"> </w:t>
          </w:r>
        </w:p>
        <w:p w14:paraId="03CA94F8" w14:textId="32F844DF" w:rsidR="000A271C" w:rsidRPr="008C53BB" w:rsidRDefault="000A271C" w:rsidP="00096214">
          <w:pPr>
            <w:pStyle w:val="Zpatvpravo"/>
            <w:jc w:val="left"/>
            <w:rPr>
              <w:szCs w:val="16"/>
            </w:rPr>
          </w:pPr>
          <w:r>
            <w:t>„RS 1 VRT Brodek u Přerova - Prosenice</w:t>
          </w:r>
          <w:r w:rsidRPr="009F5F63">
            <w:t xml:space="preserve">“; </w:t>
          </w:r>
          <w:r w:rsidRPr="00904FC4">
            <w:t xml:space="preserve">Zpracování dokumentace pro </w:t>
          </w:r>
          <w:r>
            <w:t>územní rozhodnutí a dokumentace EIA (DÚR</w:t>
          </w:r>
          <w:r w:rsidRPr="00FF5F41">
            <w:t>+EIA)</w:t>
          </w:r>
        </w:p>
      </w:tc>
    </w:tr>
  </w:tbl>
  <w:p w14:paraId="560D2A7B" w14:textId="77777777" w:rsidR="000A271C" w:rsidRPr="00980288" w:rsidRDefault="000A271C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93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938"/>
    </w:tblGrid>
    <w:tr w:rsidR="000A271C" w:rsidRPr="00AA66E9" w14:paraId="5963C361" w14:textId="77777777" w:rsidTr="001B5FB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D72436D" w14:textId="5E3BD11E" w:rsidR="000A271C" w:rsidRPr="00B8518B" w:rsidRDefault="000A271C" w:rsidP="001465B5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 w:rsidR="009A101E">
            <w:rPr>
              <w:rStyle w:val="slostrnky"/>
              <w:noProof/>
            </w:rPr>
            <w:t>13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9A101E">
            <w:rPr>
              <w:rStyle w:val="slostrnky"/>
              <w:noProof/>
            </w:rPr>
            <w:t>14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938" w:type="dxa"/>
          <w:vAlign w:val="bottom"/>
        </w:tcPr>
        <w:p w14:paraId="4D1584DB" w14:textId="77777777" w:rsidR="000A271C" w:rsidRDefault="000A271C" w:rsidP="00B151C7">
          <w:pPr>
            <w:pStyle w:val="Zpatvpravo"/>
            <w:jc w:val="left"/>
            <w:rPr>
              <w:b/>
              <w:szCs w:val="16"/>
            </w:rPr>
          </w:pPr>
          <w:r w:rsidRPr="00B151C7">
            <w:rPr>
              <w:b/>
              <w:szCs w:val="16"/>
            </w:rPr>
            <w:t>Příloha č. 3c Zvláštní technické podmínky</w:t>
          </w:r>
          <w:r>
            <w:rPr>
              <w:b/>
              <w:szCs w:val="16"/>
            </w:rPr>
            <w:t xml:space="preserve"> </w:t>
          </w:r>
        </w:p>
        <w:p w14:paraId="50FB727B" w14:textId="548A93F3" w:rsidR="000A271C" w:rsidRPr="008C53BB" w:rsidRDefault="000A271C" w:rsidP="00BB4F8C">
          <w:pPr>
            <w:pStyle w:val="Zpatvpravo"/>
            <w:jc w:val="left"/>
            <w:rPr>
              <w:szCs w:val="16"/>
            </w:rPr>
          </w:pPr>
          <w:r>
            <w:t>„RS 1 VRT Brodek u Přerova - Prosenice</w:t>
          </w:r>
          <w:r w:rsidRPr="009F5F63">
            <w:t xml:space="preserve">“; </w:t>
          </w:r>
          <w:r w:rsidRPr="00904FC4">
            <w:t xml:space="preserve">Zpracování dokumentace pro </w:t>
          </w:r>
          <w:r>
            <w:t>územní rozhodnutí a dokumentace EIA (DÚR</w:t>
          </w:r>
          <w:r w:rsidRPr="00FF5F41">
            <w:t>+EIA)</w:t>
          </w:r>
        </w:p>
      </w:tc>
    </w:tr>
  </w:tbl>
  <w:p w14:paraId="1BC8C119" w14:textId="77777777" w:rsidR="000A271C" w:rsidRPr="00B8518B" w:rsidRDefault="000A271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1032" w14:textId="77777777" w:rsidR="000A271C" w:rsidRPr="00B8518B" w:rsidRDefault="000A271C" w:rsidP="00460660">
    <w:pPr>
      <w:pStyle w:val="Zpat"/>
      <w:rPr>
        <w:sz w:val="2"/>
        <w:szCs w:val="2"/>
      </w:rPr>
    </w:pPr>
  </w:p>
  <w:p w14:paraId="1507F08F" w14:textId="77777777" w:rsidR="000A271C" w:rsidRDefault="000A271C" w:rsidP="00054FC6">
    <w:pPr>
      <w:pStyle w:val="Zpat"/>
      <w:rPr>
        <w:rFonts w:cs="Calibri"/>
        <w:szCs w:val="12"/>
      </w:rPr>
    </w:pPr>
  </w:p>
  <w:p w14:paraId="6CA45FBC" w14:textId="77777777" w:rsidR="000A271C" w:rsidRPr="00460660" w:rsidRDefault="000A2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7AC89" w14:textId="77777777" w:rsidR="000A271C" w:rsidRDefault="000A271C" w:rsidP="00962258">
      <w:pPr>
        <w:spacing w:after="0" w:line="240" w:lineRule="auto"/>
      </w:pPr>
      <w:r>
        <w:separator/>
      </w:r>
    </w:p>
  </w:footnote>
  <w:footnote w:type="continuationSeparator" w:id="0">
    <w:p w14:paraId="6065D7A6" w14:textId="77777777" w:rsidR="000A271C" w:rsidRDefault="000A271C" w:rsidP="00962258">
      <w:pPr>
        <w:spacing w:after="0" w:line="240" w:lineRule="auto"/>
      </w:pPr>
      <w:r>
        <w:continuationSeparator/>
      </w:r>
    </w:p>
  </w:footnote>
  <w:footnote w:type="continuationNotice" w:id="1">
    <w:p w14:paraId="5C07E79C" w14:textId="77777777" w:rsidR="000A271C" w:rsidRDefault="000A27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DC32B" w14:textId="16E9249C" w:rsidR="000A271C" w:rsidRDefault="000A271C" w:rsidP="00722DAF">
    <w:pPr>
      <w:pStyle w:val="Zhlav"/>
      <w:tabs>
        <w:tab w:val="clear" w:pos="4536"/>
        <w:tab w:val="clear" w:pos="9072"/>
        <w:tab w:val="left" w:pos="102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A271C" w14:paraId="6DF3509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D6FB21" w14:textId="77777777" w:rsidR="000A271C" w:rsidRPr="00B8518B" w:rsidRDefault="000A2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6CFB6C" w14:textId="77777777" w:rsidR="000A271C" w:rsidRDefault="000A2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667A8" w14:textId="77777777" w:rsidR="000A271C" w:rsidRPr="00D6163D" w:rsidRDefault="000A271C" w:rsidP="00D6163D">
          <w:pPr>
            <w:pStyle w:val="Druhdokumentu"/>
          </w:pPr>
        </w:p>
      </w:tc>
    </w:tr>
  </w:tbl>
  <w:p w14:paraId="2A68031B" w14:textId="77777777" w:rsidR="000A271C" w:rsidRPr="00D6163D" w:rsidRDefault="000A271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A271C" w14:paraId="127E85F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72D72" w14:textId="77777777" w:rsidR="000A271C" w:rsidRPr="00B8518B" w:rsidRDefault="000A2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B762EE" w14:textId="372A78E4" w:rsidR="000A271C" w:rsidRDefault="000A271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F5B093E" w14:textId="77777777" w:rsidR="000A271C" w:rsidRPr="00D6163D" w:rsidRDefault="000A271C" w:rsidP="00FC6389">
          <w:pPr>
            <w:pStyle w:val="Druhdokumentu"/>
          </w:pPr>
        </w:p>
      </w:tc>
    </w:tr>
    <w:tr w:rsidR="000A271C" w14:paraId="0F5A6DC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E6F522" w14:textId="77777777" w:rsidR="000A271C" w:rsidRPr="00B8518B" w:rsidRDefault="000A2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56D200" w14:textId="56317BFD" w:rsidR="000A271C" w:rsidRDefault="000A271C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6672" behindDoc="0" locked="1" layoutInCell="1" allowOverlap="1" wp14:anchorId="436E8854" wp14:editId="2D126E9E">
                <wp:simplePos x="0" y="0"/>
                <wp:positionH relativeFrom="column">
                  <wp:posOffset>8890</wp:posOffset>
                </wp:positionH>
                <wp:positionV relativeFrom="page">
                  <wp:posOffset>-629920</wp:posOffset>
                </wp:positionV>
                <wp:extent cx="1717040" cy="636905"/>
                <wp:effectExtent l="0" t="0" r="0" b="0"/>
                <wp:wrapNone/>
                <wp:docPr id="248" name="Obrázek 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2C309C5" w14:textId="77777777" w:rsidR="000A271C" w:rsidRPr="00D6163D" w:rsidRDefault="000A271C" w:rsidP="00FC6389">
          <w:pPr>
            <w:pStyle w:val="Druhdokumentu"/>
          </w:pPr>
        </w:p>
      </w:tc>
    </w:tr>
  </w:tbl>
  <w:p w14:paraId="1B3279BD" w14:textId="77777777" w:rsidR="000A271C" w:rsidRPr="00D6163D" w:rsidRDefault="000A271C" w:rsidP="00FC6389">
    <w:pPr>
      <w:pStyle w:val="Zhlav"/>
      <w:rPr>
        <w:sz w:val="8"/>
        <w:szCs w:val="8"/>
      </w:rPr>
    </w:pPr>
  </w:p>
  <w:p w14:paraId="7A74F73D" w14:textId="77777777" w:rsidR="000A271C" w:rsidRPr="00460660" w:rsidRDefault="000A271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8FF6545E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733B57"/>
    <w:multiLevelType w:val="hybridMultilevel"/>
    <w:tmpl w:val="F888200C"/>
    <w:lvl w:ilvl="0" w:tplc="F4A2A5C2">
      <w:start w:val="1"/>
      <w:numFmt w:val="lowerLetter"/>
      <w:pStyle w:val="Styl4"/>
      <w:lvlText w:val="%1)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A34F17"/>
    <w:multiLevelType w:val="hybridMultilevel"/>
    <w:tmpl w:val="F670D4CE"/>
    <w:lvl w:ilvl="0" w:tplc="0405001B">
      <w:start w:val="1"/>
      <w:numFmt w:val="lowerRoman"/>
      <w:lvlText w:val="%1."/>
      <w:lvlJc w:val="right"/>
      <w:pPr>
        <w:ind w:left="174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A36265"/>
    <w:multiLevelType w:val="hybridMultilevel"/>
    <w:tmpl w:val="11449D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F340E"/>
    <w:multiLevelType w:val="hybridMultilevel"/>
    <w:tmpl w:val="9B9E6FF4"/>
    <w:lvl w:ilvl="0" w:tplc="04050001">
      <w:start w:val="1"/>
      <w:numFmt w:val="bullet"/>
      <w:lvlText w:val=""/>
      <w:lvlJc w:val="left"/>
      <w:pPr>
        <w:ind w:left="15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7" w15:restartNumberingAfterBreak="0">
    <w:nsid w:val="232D290A"/>
    <w:multiLevelType w:val="multilevel"/>
    <w:tmpl w:val="159C50D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1021"/>
        </w:tabs>
        <w:ind w:left="1021" w:hanging="737"/>
      </w:pPr>
      <w:rPr>
        <w:rFonts w:asciiTheme="majorHAnsi" w:hAnsiTheme="majorHAnsi" w:hint="default"/>
        <w:b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 w15:restartNumberingAfterBreak="0">
    <w:nsid w:val="2855014C"/>
    <w:multiLevelType w:val="hybridMultilevel"/>
    <w:tmpl w:val="E3CE14E2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9" w15:restartNumberingAfterBreak="0">
    <w:nsid w:val="292E7381"/>
    <w:multiLevelType w:val="hybridMultilevel"/>
    <w:tmpl w:val="E960A1E0"/>
    <w:lvl w:ilvl="0" w:tplc="04050001">
      <w:start w:val="1"/>
      <w:numFmt w:val="bullet"/>
      <w:lvlText w:val=""/>
      <w:lvlJc w:val="left"/>
      <w:pPr>
        <w:ind w:left="15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10" w15:restartNumberingAfterBreak="0">
    <w:nsid w:val="2A4844E1"/>
    <w:multiLevelType w:val="hybridMultilevel"/>
    <w:tmpl w:val="4324351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1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2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908"/>
        </w:tabs>
        <w:ind w:left="908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040FDD"/>
    <w:multiLevelType w:val="hybridMultilevel"/>
    <w:tmpl w:val="9C40B8BA"/>
    <w:lvl w:ilvl="0" w:tplc="04050001">
      <w:start w:val="1"/>
      <w:numFmt w:val="bullet"/>
      <w:lvlText w:val=""/>
      <w:lvlJc w:val="left"/>
      <w:pPr>
        <w:ind w:left="15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14" w15:restartNumberingAfterBreak="0">
    <w:nsid w:val="3E9A68D4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4AE6858"/>
    <w:multiLevelType w:val="multilevel"/>
    <w:tmpl w:val="E46A50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18"/>
  </w:num>
  <w:num w:numId="5">
    <w:abstractNumId w:val="12"/>
  </w:num>
  <w:num w:numId="6">
    <w:abstractNumId w:val="15"/>
  </w:num>
  <w:num w:numId="7">
    <w:abstractNumId w:val="16"/>
  </w:num>
  <w:num w:numId="8">
    <w:abstractNumId w:val="0"/>
  </w:num>
  <w:num w:numId="9">
    <w:abstractNumId w:val="17"/>
  </w:num>
  <w:num w:numId="10">
    <w:abstractNumId w:val="7"/>
  </w:num>
  <w:num w:numId="11">
    <w:abstractNumId w:val="3"/>
  </w:num>
  <w:num w:numId="12">
    <w:abstractNumId w:val="14"/>
  </w:num>
  <w:num w:numId="13">
    <w:abstractNumId w:val="2"/>
  </w:num>
  <w:num w:numId="14">
    <w:abstractNumId w:val="5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9"/>
  </w:num>
  <w:num w:numId="25">
    <w:abstractNumId w:val="13"/>
  </w:num>
  <w:num w:numId="26">
    <w:abstractNumId w:val="10"/>
  </w:num>
  <w:num w:numId="27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324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FC"/>
    <w:rsid w:val="000116CD"/>
    <w:rsid w:val="000122FD"/>
    <w:rsid w:val="000127B4"/>
    <w:rsid w:val="00012EC4"/>
    <w:rsid w:val="00017F3C"/>
    <w:rsid w:val="00022253"/>
    <w:rsid w:val="0002335A"/>
    <w:rsid w:val="0002389B"/>
    <w:rsid w:val="00024418"/>
    <w:rsid w:val="00025A98"/>
    <w:rsid w:val="00030AE2"/>
    <w:rsid w:val="000312D2"/>
    <w:rsid w:val="00031424"/>
    <w:rsid w:val="00037EA5"/>
    <w:rsid w:val="00041532"/>
    <w:rsid w:val="00041BF1"/>
    <w:rsid w:val="00041EC8"/>
    <w:rsid w:val="000427D8"/>
    <w:rsid w:val="0004491B"/>
    <w:rsid w:val="00044EC6"/>
    <w:rsid w:val="00045453"/>
    <w:rsid w:val="00047AD9"/>
    <w:rsid w:val="0005369D"/>
    <w:rsid w:val="000540F2"/>
    <w:rsid w:val="00054FC6"/>
    <w:rsid w:val="00060348"/>
    <w:rsid w:val="00060630"/>
    <w:rsid w:val="000606BA"/>
    <w:rsid w:val="00061EDB"/>
    <w:rsid w:val="00064580"/>
    <w:rsid w:val="0006465A"/>
    <w:rsid w:val="0006569A"/>
    <w:rsid w:val="0006588D"/>
    <w:rsid w:val="000669FC"/>
    <w:rsid w:val="00066B76"/>
    <w:rsid w:val="00067A5E"/>
    <w:rsid w:val="000719BB"/>
    <w:rsid w:val="00072A65"/>
    <w:rsid w:val="00072C1E"/>
    <w:rsid w:val="00076B14"/>
    <w:rsid w:val="00084C0A"/>
    <w:rsid w:val="00085040"/>
    <w:rsid w:val="000859C2"/>
    <w:rsid w:val="00085FCB"/>
    <w:rsid w:val="0008708A"/>
    <w:rsid w:val="00087434"/>
    <w:rsid w:val="00091213"/>
    <w:rsid w:val="000923CC"/>
    <w:rsid w:val="000925A7"/>
    <w:rsid w:val="00095A83"/>
    <w:rsid w:val="00096214"/>
    <w:rsid w:val="000969DB"/>
    <w:rsid w:val="000A271C"/>
    <w:rsid w:val="000B1548"/>
    <w:rsid w:val="000B1725"/>
    <w:rsid w:val="000B408F"/>
    <w:rsid w:val="000B4283"/>
    <w:rsid w:val="000B4EB8"/>
    <w:rsid w:val="000B749A"/>
    <w:rsid w:val="000C05C4"/>
    <w:rsid w:val="000C0AE2"/>
    <w:rsid w:val="000C1072"/>
    <w:rsid w:val="000C10B3"/>
    <w:rsid w:val="000C2417"/>
    <w:rsid w:val="000C3B9C"/>
    <w:rsid w:val="000C41F2"/>
    <w:rsid w:val="000C4456"/>
    <w:rsid w:val="000D22C4"/>
    <w:rsid w:val="000D27D1"/>
    <w:rsid w:val="000D2D39"/>
    <w:rsid w:val="000D4F40"/>
    <w:rsid w:val="000D71B5"/>
    <w:rsid w:val="000E0ABF"/>
    <w:rsid w:val="000E1A7F"/>
    <w:rsid w:val="000E28D1"/>
    <w:rsid w:val="000E29AC"/>
    <w:rsid w:val="000E44E1"/>
    <w:rsid w:val="000E7A2A"/>
    <w:rsid w:val="000F15F1"/>
    <w:rsid w:val="000F35A0"/>
    <w:rsid w:val="000F41A2"/>
    <w:rsid w:val="00101D75"/>
    <w:rsid w:val="00102CC3"/>
    <w:rsid w:val="00105D74"/>
    <w:rsid w:val="00112864"/>
    <w:rsid w:val="0011378A"/>
    <w:rsid w:val="00114472"/>
    <w:rsid w:val="00114988"/>
    <w:rsid w:val="00114DE9"/>
    <w:rsid w:val="00115069"/>
    <w:rsid w:val="001150F2"/>
    <w:rsid w:val="00115150"/>
    <w:rsid w:val="0011564D"/>
    <w:rsid w:val="00115B1E"/>
    <w:rsid w:val="00117B96"/>
    <w:rsid w:val="001213F5"/>
    <w:rsid w:val="001221AC"/>
    <w:rsid w:val="001235DD"/>
    <w:rsid w:val="00124B59"/>
    <w:rsid w:val="00124BAD"/>
    <w:rsid w:val="00125494"/>
    <w:rsid w:val="00127863"/>
    <w:rsid w:val="00130889"/>
    <w:rsid w:val="00130D37"/>
    <w:rsid w:val="00130F42"/>
    <w:rsid w:val="00132492"/>
    <w:rsid w:val="00132C86"/>
    <w:rsid w:val="0013374F"/>
    <w:rsid w:val="001344A5"/>
    <w:rsid w:val="0013676D"/>
    <w:rsid w:val="00136967"/>
    <w:rsid w:val="00136C20"/>
    <w:rsid w:val="00140E51"/>
    <w:rsid w:val="001412B6"/>
    <w:rsid w:val="0014196F"/>
    <w:rsid w:val="00143D84"/>
    <w:rsid w:val="001465B5"/>
    <w:rsid w:val="00146BCB"/>
    <w:rsid w:val="001472BF"/>
    <w:rsid w:val="0015027B"/>
    <w:rsid w:val="00151F7C"/>
    <w:rsid w:val="001542EA"/>
    <w:rsid w:val="00156561"/>
    <w:rsid w:val="00160EB8"/>
    <w:rsid w:val="0016210F"/>
    <w:rsid w:val="0016295E"/>
    <w:rsid w:val="00163B76"/>
    <w:rsid w:val="001644C7"/>
    <w:rsid w:val="001656A2"/>
    <w:rsid w:val="001663D9"/>
    <w:rsid w:val="00167179"/>
    <w:rsid w:val="001703E5"/>
    <w:rsid w:val="0017097B"/>
    <w:rsid w:val="00170EC5"/>
    <w:rsid w:val="00173060"/>
    <w:rsid w:val="001747C1"/>
    <w:rsid w:val="001752C5"/>
    <w:rsid w:val="0017679D"/>
    <w:rsid w:val="00176B73"/>
    <w:rsid w:val="00176CE9"/>
    <w:rsid w:val="0017740E"/>
    <w:rsid w:val="00177A15"/>
    <w:rsid w:val="00177D6B"/>
    <w:rsid w:val="00181168"/>
    <w:rsid w:val="00185140"/>
    <w:rsid w:val="00187B6D"/>
    <w:rsid w:val="00191975"/>
    <w:rsid w:val="00191CA0"/>
    <w:rsid w:val="00191F90"/>
    <w:rsid w:val="00192D09"/>
    <w:rsid w:val="00192F46"/>
    <w:rsid w:val="00193897"/>
    <w:rsid w:val="00193C68"/>
    <w:rsid w:val="00195299"/>
    <w:rsid w:val="00195615"/>
    <w:rsid w:val="00197CA5"/>
    <w:rsid w:val="001A0107"/>
    <w:rsid w:val="001A12FC"/>
    <w:rsid w:val="001A3903"/>
    <w:rsid w:val="001A3B3C"/>
    <w:rsid w:val="001A48CA"/>
    <w:rsid w:val="001A5841"/>
    <w:rsid w:val="001B4180"/>
    <w:rsid w:val="001B4BDD"/>
    <w:rsid w:val="001B4E74"/>
    <w:rsid w:val="001B5937"/>
    <w:rsid w:val="001B5FBF"/>
    <w:rsid w:val="001B6427"/>
    <w:rsid w:val="001B7668"/>
    <w:rsid w:val="001C12C3"/>
    <w:rsid w:val="001C1EBE"/>
    <w:rsid w:val="001C450E"/>
    <w:rsid w:val="001C537E"/>
    <w:rsid w:val="001C645F"/>
    <w:rsid w:val="001C6929"/>
    <w:rsid w:val="001D1347"/>
    <w:rsid w:val="001D2B2D"/>
    <w:rsid w:val="001D2CDE"/>
    <w:rsid w:val="001D3429"/>
    <w:rsid w:val="001D46EE"/>
    <w:rsid w:val="001E156A"/>
    <w:rsid w:val="001E4450"/>
    <w:rsid w:val="001E678E"/>
    <w:rsid w:val="001F0125"/>
    <w:rsid w:val="001F16F6"/>
    <w:rsid w:val="001F19F9"/>
    <w:rsid w:val="001F3D80"/>
    <w:rsid w:val="001F60EB"/>
    <w:rsid w:val="001F65C4"/>
    <w:rsid w:val="002038C9"/>
    <w:rsid w:val="00204AEA"/>
    <w:rsid w:val="002071BB"/>
    <w:rsid w:val="00207DF5"/>
    <w:rsid w:val="00211433"/>
    <w:rsid w:val="00211E86"/>
    <w:rsid w:val="00212E98"/>
    <w:rsid w:val="002136C3"/>
    <w:rsid w:val="002154FA"/>
    <w:rsid w:val="00216C8F"/>
    <w:rsid w:val="00217C52"/>
    <w:rsid w:val="002233C1"/>
    <w:rsid w:val="00223B68"/>
    <w:rsid w:val="00224A5A"/>
    <w:rsid w:val="00224BC2"/>
    <w:rsid w:val="002255AF"/>
    <w:rsid w:val="00227D57"/>
    <w:rsid w:val="0023064B"/>
    <w:rsid w:val="00232874"/>
    <w:rsid w:val="00234F2C"/>
    <w:rsid w:val="00235B47"/>
    <w:rsid w:val="00237164"/>
    <w:rsid w:val="00237313"/>
    <w:rsid w:val="00240046"/>
    <w:rsid w:val="00240500"/>
    <w:rsid w:val="00240689"/>
    <w:rsid w:val="00240AC7"/>
    <w:rsid w:val="00240B81"/>
    <w:rsid w:val="00240E16"/>
    <w:rsid w:val="00242131"/>
    <w:rsid w:val="00245CDB"/>
    <w:rsid w:val="00247D01"/>
    <w:rsid w:val="0025030F"/>
    <w:rsid w:val="00252A7A"/>
    <w:rsid w:val="00252C75"/>
    <w:rsid w:val="00254982"/>
    <w:rsid w:val="00256727"/>
    <w:rsid w:val="00261A5B"/>
    <w:rsid w:val="00261B6C"/>
    <w:rsid w:val="002627D5"/>
    <w:rsid w:val="00262E5B"/>
    <w:rsid w:val="00265D64"/>
    <w:rsid w:val="00270A06"/>
    <w:rsid w:val="00270E9E"/>
    <w:rsid w:val="00273A6A"/>
    <w:rsid w:val="00275933"/>
    <w:rsid w:val="0027613E"/>
    <w:rsid w:val="00276A80"/>
    <w:rsid w:val="00276AFE"/>
    <w:rsid w:val="00277498"/>
    <w:rsid w:val="002807A4"/>
    <w:rsid w:val="00280C98"/>
    <w:rsid w:val="00282F66"/>
    <w:rsid w:val="00283930"/>
    <w:rsid w:val="00283D14"/>
    <w:rsid w:val="0028548E"/>
    <w:rsid w:val="00285FC9"/>
    <w:rsid w:val="002878D5"/>
    <w:rsid w:val="00291742"/>
    <w:rsid w:val="00291DB2"/>
    <w:rsid w:val="00291F35"/>
    <w:rsid w:val="00293276"/>
    <w:rsid w:val="00293917"/>
    <w:rsid w:val="00295854"/>
    <w:rsid w:val="002A0300"/>
    <w:rsid w:val="002A3721"/>
    <w:rsid w:val="002A3B57"/>
    <w:rsid w:val="002A5C9C"/>
    <w:rsid w:val="002A7EFC"/>
    <w:rsid w:val="002B19DD"/>
    <w:rsid w:val="002B21FA"/>
    <w:rsid w:val="002B2993"/>
    <w:rsid w:val="002B5E25"/>
    <w:rsid w:val="002B66E3"/>
    <w:rsid w:val="002B6B58"/>
    <w:rsid w:val="002C31BF"/>
    <w:rsid w:val="002C3982"/>
    <w:rsid w:val="002C59B5"/>
    <w:rsid w:val="002D12CB"/>
    <w:rsid w:val="002D13AF"/>
    <w:rsid w:val="002D18E7"/>
    <w:rsid w:val="002D2102"/>
    <w:rsid w:val="002D2658"/>
    <w:rsid w:val="002D2D31"/>
    <w:rsid w:val="002D55DC"/>
    <w:rsid w:val="002D5C41"/>
    <w:rsid w:val="002D5FF1"/>
    <w:rsid w:val="002D6728"/>
    <w:rsid w:val="002D7C0A"/>
    <w:rsid w:val="002D7FD6"/>
    <w:rsid w:val="002E0CD7"/>
    <w:rsid w:val="002E0CFB"/>
    <w:rsid w:val="002E18EA"/>
    <w:rsid w:val="002E1DE3"/>
    <w:rsid w:val="002E227C"/>
    <w:rsid w:val="002E43DC"/>
    <w:rsid w:val="002E5C7B"/>
    <w:rsid w:val="002F03E1"/>
    <w:rsid w:val="002F0512"/>
    <w:rsid w:val="002F0C64"/>
    <w:rsid w:val="002F1811"/>
    <w:rsid w:val="002F4333"/>
    <w:rsid w:val="002F7CE6"/>
    <w:rsid w:val="00301674"/>
    <w:rsid w:val="003030C8"/>
    <w:rsid w:val="00304371"/>
    <w:rsid w:val="00304DAF"/>
    <w:rsid w:val="003062B8"/>
    <w:rsid w:val="00306DE4"/>
    <w:rsid w:val="00307207"/>
    <w:rsid w:val="0031016D"/>
    <w:rsid w:val="00312DCA"/>
    <w:rsid w:val="003130A4"/>
    <w:rsid w:val="003144E3"/>
    <w:rsid w:val="003165B4"/>
    <w:rsid w:val="003177D6"/>
    <w:rsid w:val="00317D08"/>
    <w:rsid w:val="00320203"/>
    <w:rsid w:val="00321C81"/>
    <w:rsid w:val="00321C90"/>
    <w:rsid w:val="00321CBA"/>
    <w:rsid w:val="003229ED"/>
    <w:rsid w:val="003254A3"/>
    <w:rsid w:val="00326775"/>
    <w:rsid w:val="00327C04"/>
    <w:rsid w:val="00327E1B"/>
    <w:rsid w:val="00327EEF"/>
    <w:rsid w:val="0033239F"/>
    <w:rsid w:val="00333511"/>
    <w:rsid w:val="00334918"/>
    <w:rsid w:val="003354CE"/>
    <w:rsid w:val="003356E1"/>
    <w:rsid w:val="003418A3"/>
    <w:rsid w:val="0034274B"/>
    <w:rsid w:val="00343883"/>
    <w:rsid w:val="00345362"/>
    <w:rsid w:val="0034719F"/>
    <w:rsid w:val="00350A35"/>
    <w:rsid w:val="003549DC"/>
    <w:rsid w:val="003571D8"/>
    <w:rsid w:val="00357BC6"/>
    <w:rsid w:val="00360F67"/>
    <w:rsid w:val="00361422"/>
    <w:rsid w:val="003626D4"/>
    <w:rsid w:val="00362979"/>
    <w:rsid w:val="0036401D"/>
    <w:rsid w:val="0036556D"/>
    <w:rsid w:val="00366279"/>
    <w:rsid w:val="003669DC"/>
    <w:rsid w:val="00367814"/>
    <w:rsid w:val="00372CFB"/>
    <w:rsid w:val="00374258"/>
    <w:rsid w:val="0037545D"/>
    <w:rsid w:val="00377910"/>
    <w:rsid w:val="00382760"/>
    <w:rsid w:val="00382862"/>
    <w:rsid w:val="00386FF1"/>
    <w:rsid w:val="00392CB6"/>
    <w:rsid w:val="00392EB6"/>
    <w:rsid w:val="00393579"/>
    <w:rsid w:val="003945A2"/>
    <w:rsid w:val="003947AE"/>
    <w:rsid w:val="003956C6"/>
    <w:rsid w:val="00395A70"/>
    <w:rsid w:val="00395EFC"/>
    <w:rsid w:val="00397027"/>
    <w:rsid w:val="003A4D56"/>
    <w:rsid w:val="003A5D78"/>
    <w:rsid w:val="003B0F8E"/>
    <w:rsid w:val="003B191B"/>
    <w:rsid w:val="003B3FA8"/>
    <w:rsid w:val="003B51F2"/>
    <w:rsid w:val="003B61C5"/>
    <w:rsid w:val="003C09F8"/>
    <w:rsid w:val="003C1A60"/>
    <w:rsid w:val="003C2314"/>
    <w:rsid w:val="003C257C"/>
    <w:rsid w:val="003C3288"/>
    <w:rsid w:val="003C33F2"/>
    <w:rsid w:val="003C3935"/>
    <w:rsid w:val="003C3D9C"/>
    <w:rsid w:val="003C6679"/>
    <w:rsid w:val="003D5B89"/>
    <w:rsid w:val="003D6BE8"/>
    <w:rsid w:val="003D756E"/>
    <w:rsid w:val="003E1FFD"/>
    <w:rsid w:val="003E411F"/>
    <w:rsid w:val="003E420D"/>
    <w:rsid w:val="003E4C13"/>
    <w:rsid w:val="003E4D69"/>
    <w:rsid w:val="003F56C6"/>
    <w:rsid w:val="0040098E"/>
    <w:rsid w:val="00400E42"/>
    <w:rsid w:val="004033AA"/>
    <w:rsid w:val="004078F3"/>
    <w:rsid w:val="00407C3C"/>
    <w:rsid w:val="00410FF7"/>
    <w:rsid w:val="00411660"/>
    <w:rsid w:val="004125C7"/>
    <w:rsid w:val="004136BE"/>
    <w:rsid w:val="00424A4B"/>
    <w:rsid w:val="0042579A"/>
    <w:rsid w:val="004268BB"/>
    <w:rsid w:val="0042747A"/>
    <w:rsid w:val="00427794"/>
    <w:rsid w:val="004318E6"/>
    <w:rsid w:val="00434AC9"/>
    <w:rsid w:val="00435508"/>
    <w:rsid w:val="004419D8"/>
    <w:rsid w:val="00442034"/>
    <w:rsid w:val="00446238"/>
    <w:rsid w:val="00446D0D"/>
    <w:rsid w:val="00450F07"/>
    <w:rsid w:val="004513CE"/>
    <w:rsid w:val="00453CD3"/>
    <w:rsid w:val="00453D51"/>
    <w:rsid w:val="00455957"/>
    <w:rsid w:val="0045691E"/>
    <w:rsid w:val="00456BB8"/>
    <w:rsid w:val="00460660"/>
    <w:rsid w:val="0046073E"/>
    <w:rsid w:val="00461208"/>
    <w:rsid w:val="0046293B"/>
    <w:rsid w:val="0046304F"/>
    <w:rsid w:val="00463BD5"/>
    <w:rsid w:val="00463CE5"/>
    <w:rsid w:val="00464BA9"/>
    <w:rsid w:val="00464BF7"/>
    <w:rsid w:val="004667AC"/>
    <w:rsid w:val="00472ED6"/>
    <w:rsid w:val="00474279"/>
    <w:rsid w:val="00475B13"/>
    <w:rsid w:val="00477AEC"/>
    <w:rsid w:val="00482A58"/>
    <w:rsid w:val="00483969"/>
    <w:rsid w:val="004842C0"/>
    <w:rsid w:val="00485C26"/>
    <w:rsid w:val="00486107"/>
    <w:rsid w:val="00487071"/>
    <w:rsid w:val="00487C54"/>
    <w:rsid w:val="00487CFD"/>
    <w:rsid w:val="004906AC"/>
    <w:rsid w:val="00491001"/>
    <w:rsid w:val="00491827"/>
    <w:rsid w:val="00495F15"/>
    <w:rsid w:val="00496A17"/>
    <w:rsid w:val="00496DD8"/>
    <w:rsid w:val="0049710E"/>
    <w:rsid w:val="004A06B6"/>
    <w:rsid w:val="004A161C"/>
    <w:rsid w:val="004A2B96"/>
    <w:rsid w:val="004A50C0"/>
    <w:rsid w:val="004B06A0"/>
    <w:rsid w:val="004B67D9"/>
    <w:rsid w:val="004B6B46"/>
    <w:rsid w:val="004B78AB"/>
    <w:rsid w:val="004C1714"/>
    <w:rsid w:val="004C2CC4"/>
    <w:rsid w:val="004C3DED"/>
    <w:rsid w:val="004C4399"/>
    <w:rsid w:val="004C60E8"/>
    <w:rsid w:val="004C614A"/>
    <w:rsid w:val="004C691A"/>
    <w:rsid w:val="004C714B"/>
    <w:rsid w:val="004C787C"/>
    <w:rsid w:val="004D04A3"/>
    <w:rsid w:val="004D10EF"/>
    <w:rsid w:val="004D6E57"/>
    <w:rsid w:val="004E4459"/>
    <w:rsid w:val="004E480A"/>
    <w:rsid w:val="004E6D87"/>
    <w:rsid w:val="004E720F"/>
    <w:rsid w:val="004E7A1F"/>
    <w:rsid w:val="004F1575"/>
    <w:rsid w:val="004F1FB3"/>
    <w:rsid w:val="004F343F"/>
    <w:rsid w:val="004F4B9B"/>
    <w:rsid w:val="004F7564"/>
    <w:rsid w:val="00502947"/>
    <w:rsid w:val="00503A14"/>
    <w:rsid w:val="00503D83"/>
    <w:rsid w:val="00505551"/>
    <w:rsid w:val="00505D7E"/>
    <w:rsid w:val="00506327"/>
    <w:rsid w:val="0050666E"/>
    <w:rsid w:val="005066EE"/>
    <w:rsid w:val="00506700"/>
    <w:rsid w:val="005073B5"/>
    <w:rsid w:val="00507732"/>
    <w:rsid w:val="005077DC"/>
    <w:rsid w:val="00511AB9"/>
    <w:rsid w:val="00512076"/>
    <w:rsid w:val="005138A8"/>
    <w:rsid w:val="00513FAC"/>
    <w:rsid w:val="005141CB"/>
    <w:rsid w:val="0051443E"/>
    <w:rsid w:val="00514F9C"/>
    <w:rsid w:val="005172F1"/>
    <w:rsid w:val="00517947"/>
    <w:rsid w:val="00517E2C"/>
    <w:rsid w:val="00520C4B"/>
    <w:rsid w:val="00520DA1"/>
    <w:rsid w:val="0052166B"/>
    <w:rsid w:val="00522CEE"/>
    <w:rsid w:val="00523825"/>
    <w:rsid w:val="00523BB5"/>
    <w:rsid w:val="00523EA7"/>
    <w:rsid w:val="0052754E"/>
    <w:rsid w:val="00527705"/>
    <w:rsid w:val="0053035B"/>
    <w:rsid w:val="00531CB9"/>
    <w:rsid w:val="00532499"/>
    <w:rsid w:val="00534C38"/>
    <w:rsid w:val="0053552B"/>
    <w:rsid w:val="00535BD8"/>
    <w:rsid w:val="005365CE"/>
    <w:rsid w:val="0054016C"/>
    <w:rsid w:val="005406EB"/>
    <w:rsid w:val="00542B56"/>
    <w:rsid w:val="005435BE"/>
    <w:rsid w:val="005438D5"/>
    <w:rsid w:val="00545398"/>
    <w:rsid w:val="0055017A"/>
    <w:rsid w:val="00551E2F"/>
    <w:rsid w:val="00552D98"/>
    <w:rsid w:val="00553375"/>
    <w:rsid w:val="0055487B"/>
    <w:rsid w:val="00555884"/>
    <w:rsid w:val="00557532"/>
    <w:rsid w:val="00563A0A"/>
    <w:rsid w:val="005650E3"/>
    <w:rsid w:val="00567AB7"/>
    <w:rsid w:val="00570416"/>
    <w:rsid w:val="00571FCC"/>
    <w:rsid w:val="005736B7"/>
    <w:rsid w:val="00575E5A"/>
    <w:rsid w:val="00580245"/>
    <w:rsid w:val="00581830"/>
    <w:rsid w:val="00582FFC"/>
    <w:rsid w:val="00583A70"/>
    <w:rsid w:val="00584F76"/>
    <w:rsid w:val="0058563B"/>
    <w:rsid w:val="005859BD"/>
    <w:rsid w:val="00586CA1"/>
    <w:rsid w:val="0058742A"/>
    <w:rsid w:val="00592046"/>
    <w:rsid w:val="0059736B"/>
    <w:rsid w:val="005A1F44"/>
    <w:rsid w:val="005A2D88"/>
    <w:rsid w:val="005A4A49"/>
    <w:rsid w:val="005A630A"/>
    <w:rsid w:val="005A6D63"/>
    <w:rsid w:val="005B01B1"/>
    <w:rsid w:val="005B08DF"/>
    <w:rsid w:val="005B0BEE"/>
    <w:rsid w:val="005B0D01"/>
    <w:rsid w:val="005B347B"/>
    <w:rsid w:val="005C3A2B"/>
    <w:rsid w:val="005C3EB0"/>
    <w:rsid w:val="005C6366"/>
    <w:rsid w:val="005C72CA"/>
    <w:rsid w:val="005C7F97"/>
    <w:rsid w:val="005D123E"/>
    <w:rsid w:val="005D2B43"/>
    <w:rsid w:val="005D3C39"/>
    <w:rsid w:val="005E0462"/>
    <w:rsid w:val="005E0473"/>
    <w:rsid w:val="005E24DA"/>
    <w:rsid w:val="005E2D8C"/>
    <w:rsid w:val="005E48B7"/>
    <w:rsid w:val="005E59A6"/>
    <w:rsid w:val="005E5C11"/>
    <w:rsid w:val="005F02B7"/>
    <w:rsid w:val="005F0BA2"/>
    <w:rsid w:val="005F21F5"/>
    <w:rsid w:val="005F4391"/>
    <w:rsid w:val="005F5380"/>
    <w:rsid w:val="006009D4"/>
    <w:rsid w:val="00600FDF"/>
    <w:rsid w:val="00601A8C"/>
    <w:rsid w:val="00601FC9"/>
    <w:rsid w:val="00602BD9"/>
    <w:rsid w:val="00605012"/>
    <w:rsid w:val="00607399"/>
    <w:rsid w:val="00607813"/>
    <w:rsid w:val="0061068E"/>
    <w:rsid w:val="006115D3"/>
    <w:rsid w:val="00612567"/>
    <w:rsid w:val="00615109"/>
    <w:rsid w:val="0062129B"/>
    <w:rsid w:val="00623A67"/>
    <w:rsid w:val="00623FA9"/>
    <w:rsid w:val="00625D5E"/>
    <w:rsid w:val="00634460"/>
    <w:rsid w:val="00635BEF"/>
    <w:rsid w:val="00635F94"/>
    <w:rsid w:val="006371EB"/>
    <w:rsid w:val="006418F4"/>
    <w:rsid w:val="00641924"/>
    <w:rsid w:val="00641A9F"/>
    <w:rsid w:val="006452B9"/>
    <w:rsid w:val="00652A2A"/>
    <w:rsid w:val="00655277"/>
    <w:rsid w:val="00655976"/>
    <w:rsid w:val="0065610E"/>
    <w:rsid w:val="00656541"/>
    <w:rsid w:val="00660AD3"/>
    <w:rsid w:val="00661146"/>
    <w:rsid w:val="00661B8F"/>
    <w:rsid w:val="00661E6F"/>
    <w:rsid w:val="0066210C"/>
    <w:rsid w:val="006653E5"/>
    <w:rsid w:val="00667AB8"/>
    <w:rsid w:val="0067054B"/>
    <w:rsid w:val="0067131A"/>
    <w:rsid w:val="00671E96"/>
    <w:rsid w:val="006720C5"/>
    <w:rsid w:val="00673B1D"/>
    <w:rsid w:val="00673CBD"/>
    <w:rsid w:val="006741FE"/>
    <w:rsid w:val="00674761"/>
    <w:rsid w:val="00676B56"/>
    <w:rsid w:val="006776B6"/>
    <w:rsid w:val="0068286A"/>
    <w:rsid w:val="00683B70"/>
    <w:rsid w:val="00684B11"/>
    <w:rsid w:val="0069136C"/>
    <w:rsid w:val="00691A97"/>
    <w:rsid w:val="00692B60"/>
    <w:rsid w:val="00693150"/>
    <w:rsid w:val="00693478"/>
    <w:rsid w:val="00694327"/>
    <w:rsid w:val="00694346"/>
    <w:rsid w:val="00696CD0"/>
    <w:rsid w:val="0069776F"/>
    <w:rsid w:val="00697771"/>
    <w:rsid w:val="006A019B"/>
    <w:rsid w:val="006A09EA"/>
    <w:rsid w:val="006A13E3"/>
    <w:rsid w:val="006A3901"/>
    <w:rsid w:val="006A5006"/>
    <w:rsid w:val="006A5570"/>
    <w:rsid w:val="006A649A"/>
    <w:rsid w:val="006A689C"/>
    <w:rsid w:val="006B0598"/>
    <w:rsid w:val="006B2318"/>
    <w:rsid w:val="006B34B4"/>
    <w:rsid w:val="006B3D79"/>
    <w:rsid w:val="006B6FE4"/>
    <w:rsid w:val="006C0037"/>
    <w:rsid w:val="006C16E1"/>
    <w:rsid w:val="006C1C0B"/>
    <w:rsid w:val="006C2343"/>
    <w:rsid w:val="006C31D3"/>
    <w:rsid w:val="006C442A"/>
    <w:rsid w:val="006C6E9C"/>
    <w:rsid w:val="006C7036"/>
    <w:rsid w:val="006D3941"/>
    <w:rsid w:val="006D5271"/>
    <w:rsid w:val="006D5870"/>
    <w:rsid w:val="006D66DD"/>
    <w:rsid w:val="006E0578"/>
    <w:rsid w:val="006E314D"/>
    <w:rsid w:val="006E6A14"/>
    <w:rsid w:val="006E6B4F"/>
    <w:rsid w:val="006E7A11"/>
    <w:rsid w:val="006F7B04"/>
    <w:rsid w:val="006F7BDB"/>
    <w:rsid w:val="00703681"/>
    <w:rsid w:val="00707921"/>
    <w:rsid w:val="0071015C"/>
    <w:rsid w:val="00710723"/>
    <w:rsid w:val="00710BFD"/>
    <w:rsid w:val="00711811"/>
    <w:rsid w:val="00715504"/>
    <w:rsid w:val="00720802"/>
    <w:rsid w:val="007209BF"/>
    <w:rsid w:val="00722DAF"/>
    <w:rsid w:val="00723ED1"/>
    <w:rsid w:val="0072400E"/>
    <w:rsid w:val="0072571C"/>
    <w:rsid w:val="00725DD4"/>
    <w:rsid w:val="0072658F"/>
    <w:rsid w:val="00730451"/>
    <w:rsid w:val="00732385"/>
    <w:rsid w:val="00732940"/>
    <w:rsid w:val="00733AD8"/>
    <w:rsid w:val="0073747D"/>
    <w:rsid w:val="00740AF5"/>
    <w:rsid w:val="00742F59"/>
    <w:rsid w:val="00743525"/>
    <w:rsid w:val="00745555"/>
    <w:rsid w:val="007458C8"/>
    <w:rsid w:val="00745F94"/>
    <w:rsid w:val="00751949"/>
    <w:rsid w:val="007521B0"/>
    <w:rsid w:val="00753AF3"/>
    <w:rsid w:val="007540EE"/>
    <w:rsid w:val="007541A2"/>
    <w:rsid w:val="0075488D"/>
    <w:rsid w:val="00755818"/>
    <w:rsid w:val="00755FE4"/>
    <w:rsid w:val="00757CF6"/>
    <w:rsid w:val="00761574"/>
    <w:rsid w:val="00761A4D"/>
    <w:rsid w:val="0076286B"/>
    <w:rsid w:val="00762DB3"/>
    <w:rsid w:val="0076397E"/>
    <w:rsid w:val="00764FDB"/>
    <w:rsid w:val="00766811"/>
    <w:rsid w:val="00766846"/>
    <w:rsid w:val="0076790E"/>
    <w:rsid w:val="00767A7C"/>
    <w:rsid w:val="00772BED"/>
    <w:rsid w:val="00773B5C"/>
    <w:rsid w:val="00774F50"/>
    <w:rsid w:val="0077673A"/>
    <w:rsid w:val="00781D28"/>
    <w:rsid w:val="007846E1"/>
    <w:rsid w:val="007847D6"/>
    <w:rsid w:val="00786549"/>
    <w:rsid w:val="00786C55"/>
    <w:rsid w:val="007870A3"/>
    <w:rsid w:val="007913CB"/>
    <w:rsid w:val="0079164C"/>
    <w:rsid w:val="0079427F"/>
    <w:rsid w:val="007957C8"/>
    <w:rsid w:val="00795BA5"/>
    <w:rsid w:val="007A205F"/>
    <w:rsid w:val="007A3392"/>
    <w:rsid w:val="007A39A7"/>
    <w:rsid w:val="007A3FA3"/>
    <w:rsid w:val="007A4E6E"/>
    <w:rsid w:val="007A5172"/>
    <w:rsid w:val="007A598D"/>
    <w:rsid w:val="007A67A0"/>
    <w:rsid w:val="007B1D58"/>
    <w:rsid w:val="007B291A"/>
    <w:rsid w:val="007B382B"/>
    <w:rsid w:val="007B526F"/>
    <w:rsid w:val="007B570C"/>
    <w:rsid w:val="007B5B7B"/>
    <w:rsid w:val="007B5EF7"/>
    <w:rsid w:val="007C14C2"/>
    <w:rsid w:val="007C1EB2"/>
    <w:rsid w:val="007C66C1"/>
    <w:rsid w:val="007C7ECB"/>
    <w:rsid w:val="007D2123"/>
    <w:rsid w:val="007D2C6C"/>
    <w:rsid w:val="007D2DED"/>
    <w:rsid w:val="007D3276"/>
    <w:rsid w:val="007D3611"/>
    <w:rsid w:val="007D5652"/>
    <w:rsid w:val="007D59E5"/>
    <w:rsid w:val="007D7E6D"/>
    <w:rsid w:val="007E4A6E"/>
    <w:rsid w:val="007E5141"/>
    <w:rsid w:val="007E6932"/>
    <w:rsid w:val="007E6EBF"/>
    <w:rsid w:val="007E7CB7"/>
    <w:rsid w:val="007F17F3"/>
    <w:rsid w:val="007F2234"/>
    <w:rsid w:val="007F4600"/>
    <w:rsid w:val="007F4AD1"/>
    <w:rsid w:val="007F537E"/>
    <w:rsid w:val="007F540E"/>
    <w:rsid w:val="007F56A7"/>
    <w:rsid w:val="007F6186"/>
    <w:rsid w:val="007F6F35"/>
    <w:rsid w:val="00800515"/>
    <w:rsid w:val="00800851"/>
    <w:rsid w:val="0080122C"/>
    <w:rsid w:val="0080171C"/>
    <w:rsid w:val="008029D2"/>
    <w:rsid w:val="00803970"/>
    <w:rsid w:val="00807DD0"/>
    <w:rsid w:val="00810D72"/>
    <w:rsid w:val="00810E5C"/>
    <w:rsid w:val="008127DC"/>
    <w:rsid w:val="00813D12"/>
    <w:rsid w:val="0081583A"/>
    <w:rsid w:val="0081671D"/>
    <w:rsid w:val="00816930"/>
    <w:rsid w:val="00817770"/>
    <w:rsid w:val="0082017E"/>
    <w:rsid w:val="00820852"/>
    <w:rsid w:val="008214F2"/>
    <w:rsid w:val="00821D01"/>
    <w:rsid w:val="0082301E"/>
    <w:rsid w:val="00823A25"/>
    <w:rsid w:val="00824A5D"/>
    <w:rsid w:val="008254FE"/>
    <w:rsid w:val="00826A85"/>
    <w:rsid w:val="00826B7B"/>
    <w:rsid w:val="00831443"/>
    <w:rsid w:val="0083197D"/>
    <w:rsid w:val="00832E7D"/>
    <w:rsid w:val="0083330B"/>
    <w:rsid w:val="00834146"/>
    <w:rsid w:val="00836645"/>
    <w:rsid w:val="00836935"/>
    <w:rsid w:val="008400EB"/>
    <w:rsid w:val="008408C3"/>
    <w:rsid w:val="00841D60"/>
    <w:rsid w:val="00846789"/>
    <w:rsid w:val="00846A51"/>
    <w:rsid w:val="0085240E"/>
    <w:rsid w:val="00860CE7"/>
    <w:rsid w:val="00863347"/>
    <w:rsid w:val="00864FB2"/>
    <w:rsid w:val="00865BF3"/>
    <w:rsid w:val="00865F12"/>
    <w:rsid w:val="00867643"/>
    <w:rsid w:val="008677C3"/>
    <w:rsid w:val="00867F19"/>
    <w:rsid w:val="00873272"/>
    <w:rsid w:val="00875459"/>
    <w:rsid w:val="008759B9"/>
    <w:rsid w:val="00877061"/>
    <w:rsid w:val="008844F9"/>
    <w:rsid w:val="00885A62"/>
    <w:rsid w:val="0088605E"/>
    <w:rsid w:val="00887F36"/>
    <w:rsid w:val="00890A4F"/>
    <w:rsid w:val="008918AD"/>
    <w:rsid w:val="00892232"/>
    <w:rsid w:val="00893BD5"/>
    <w:rsid w:val="00893E2A"/>
    <w:rsid w:val="00895B93"/>
    <w:rsid w:val="008965B5"/>
    <w:rsid w:val="008978A7"/>
    <w:rsid w:val="008A2F37"/>
    <w:rsid w:val="008A3568"/>
    <w:rsid w:val="008A37B4"/>
    <w:rsid w:val="008A7F28"/>
    <w:rsid w:val="008B1BCB"/>
    <w:rsid w:val="008B1BF5"/>
    <w:rsid w:val="008B2D62"/>
    <w:rsid w:val="008C0D14"/>
    <w:rsid w:val="008C13AF"/>
    <w:rsid w:val="008C24A8"/>
    <w:rsid w:val="008C35E5"/>
    <w:rsid w:val="008C41F8"/>
    <w:rsid w:val="008C50F3"/>
    <w:rsid w:val="008C51A4"/>
    <w:rsid w:val="008C53BB"/>
    <w:rsid w:val="008C6A8D"/>
    <w:rsid w:val="008C71DE"/>
    <w:rsid w:val="008C7AC6"/>
    <w:rsid w:val="008C7ECA"/>
    <w:rsid w:val="008C7EFE"/>
    <w:rsid w:val="008D03B9"/>
    <w:rsid w:val="008D2DB5"/>
    <w:rsid w:val="008D30C7"/>
    <w:rsid w:val="008D3B85"/>
    <w:rsid w:val="008D48B9"/>
    <w:rsid w:val="008D49D9"/>
    <w:rsid w:val="008D518D"/>
    <w:rsid w:val="008D7EBF"/>
    <w:rsid w:val="008E009A"/>
    <w:rsid w:val="008E34D4"/>
    <w:rsid w:val="008E41FD"/>
    <w:rsid w:val="008E4EF6"/>
    <w:rsid w:val="008E516E"/>
    <w:rsid w:val="008E7BE4"/>
    <w:rsid w:val="008F0145"/>
    <w:rsid w:val="008F102E"/>
    <w:rsid w:val="008F18D6"/>
    <w:rsid w:val="008F25FE"/>
    <w:rsid w:val="008F2C9B"/>
    <w:rsid w:val="008F2E7A"/>
    <w:rsid w:val="008F390A"/>
    <w:rsid w:val="008F3EA3"/>
    <w:rsid w:val="008F42DA"/>
    <w:rsid w:val="008F4D2C"/>
    <w:rsid w:val="008F4E6C"/>
    <w:rsid w:val="008F6946"/>
    <w:rsid w:val="008F797B"/>
    <w:rsid w:val="00901CDC"/>
    <w:rsid w:val="009020D4"/>
    <w:rsid w:val="009025FC"/>
    <w:rsid w:val="009032C0"/>
    <w:rsid w:val="00904780"/>
    <w:rsid w:val="00904FC4"/>
    <w:rsid w:val="009053BE"/>
    <w:rsid w:val="0090635B"/>
    <w:rsid w:val="00913F94"/>
    <w:rsid w:val="00914F81"/>
    <w:rsid w:val="0091551D"/>
    <w:rsid w:val="0091703B"/>
    <w:rsid w:val="00917C71"/>
    <w:rsid w:val="00922385"/>
    <w:rsid w:val="009223DF"/>
    <w:rsid w:val="00923406"/>
    <w:rsid w:val="00927248"/>
    <w:rsid w:val="00930C21"/>
    <w:rsid w:val="00934D19"/>
    <w:rsid w:val="00935B5E"/>
    <w:rsid w:val="00936091"/>
    <w:rsid w:val="009365AF"/>
    <w:rsid w:val="00936957"/>
    <w:rsid w:val="009370E3"/>
    <w:rsid w:val="00940271"/>
    <w:rsid w:val="00940CF6"/>
    <w:rsid w:val="00940D8A"/>
    <w:rsid w:val="00941320"/>
    <w:rsid w:val="00941667"/>
    <w:rsid w:val="0094216B"/>
    <w:rsid w:val="009427FA"/>
    <w:rsid w:val="009437F1"/>
    <w:rsid w:val="00943D26"/>
    <w:rsid w:val="0094418E"/>
    <w:rsid w:val="00944907"/>
    <w:rsid w:val="009462C7"/>
    <w:rsid w:val="009471E3"/>
    <w:rsid w:val="009501E6"/>
    <w:rsid w:val="00950842"/>
    <w:rsid w:val="00950944"/>
    <w:rsid w:val="00950BF1"/>
    <w:rsid w:val="009519E4"/>
    <w:rsid w:val="00952451"/>
    <w:rsid w:val="009532A2"/>
    <w:rsid w:val="009538CB"/>
    <w:rsid w:val="00953C9D"/>
    <w:rsid w:val="00954DF1"/>
    <w:rsid w:val="009607F2"/>
    <w:rsid w:val="0096128C"/>
    <w:rsid w:val="00962258"/>
    <w:rsid w:val="00962FCC"/>
    <w:rsid w:val="00966688"/>
    <w:rsid w:val="00967822"/>
    <w:rsid w:val="009678B7"/>
    <w:rsid w:val="0097239D"/>
    <w:rsid w:val="00976E80"/>
    <w:rsid w:val="009772BA"/>
    <w:rsid w:val="0097773B"/>
    <w:rsid w:val="00980288"/>
    <w:rsid w:val="00981568"/>
    <w:rsid w:val="00985033"/>
    <w:rsid w:val="00985AD2"/>
    <w:rsid w:val="00986B9A"/>
    <w:rsid w:val="0099022D"/>
    <w:rsid w:val="00990817"/>
    <w:rsid w:val="00991496"/>
    <w:rsid w:val="0099230D"/>
    <w:rsid w:val="00992D9C"/>
    <w:rsid w:val="00993938"/>
    <w:rsid w:val="00996CB8"/>
    <w:rsid w:val="009A101E"/>
    <w:rsid w:val="009A404E"/>
    <w:rsid w:val="009A4B6F"/>
    <w:rsid w:val="009A6126"/>
    <w:rsid w:val="009A6DCF"/>
    <w:rsid w:val="009B0E64"/>
    <w:rsid w:val="009B2E97"/>
    <w:rsid w:val="009B4609"/>
    <w:rsid w:val="009B5146"/>
    <w:rsid w:val="009C2BEF"/>
    <w:rsid w:val="009C418E"/>
    <w:rsid w:val="009C442C"/>
    <w:rsid w:val="009C47B0"/>
    <w:rsid w:val="009C6795"/>
    <w:rsid w:val="009C6BA2"/>
    <w:rsid w:val="009C7A06"/>
    <w:rsid w:val="009D0B44"/>
    <w:rsid w:val="009D2829"/>
    <w:rsid w:val="009D2FC5"/>
    <w:rsid w:val="009D466A"/>
    <w:rsid w:val="009D56CD"/>
    <w:rsid w:val="009E07F4"/>
    <w:rsid w:val="009E1CC4"/>
    <w:rsid w:val="009E4609"/>
    <w:rsid w:val="009E6FA0"/>
    <w:rsid w:val="009E6FFA"/>
    <w:rsid w:val="009E7E5C"/>
    <w:rsid w:val="009F125F"/>
    <w:rsid w:val="009F2CD0"/>
    <w:rsid w:val="009F309B"/>
    <w:rsid w:val="009F392E"/>
    <w:rsid w:val="009F53C5"/>
    <w:rsid w:val="009F5F63"/>
    <w:rsid w:val="009F74BA"/>
    <w:rsid w:val="009F7D9B"/>
    <w:rsid w:val="00A008CE"/>
    <w:rsid w:val="00A04D7F"/>
    <w:rsid w:val="00A051C2"/>
    <w:rsid w:val="00A0520B"/>
    <w:rsid w:val="00A0708C"/>
    <w:rsid w:val="00A0740E"/>
    <w:rsid w:val="00A12D07"/>
    <w:rsid w:val="00A149F3"/>
    <w:rsid w:val="00A14A80"/>
    <w:rsid w:val="00A17313"/>
    <w:rsid w:val="00A179C4"/>
    <w:rsid w:val="00A2098E"/>
    <w:rsid w:val="00A219A9"/>
    <w:rsid w:val="00A219E8"/>
    <w:rsid w:val="00A24B64"/>
    <w:rsid w:val="00A319B4"/>
    <w:rsid w:val="00A33AD9"/>
    <w:rsid w:val="00A346D0"/>
    <w:rsid w:val="00A350B5"/>
    <w:rsid w:val="00A361EB"/>
    <w:rsid w:val="00A37D92"/>
    <w:rsid w:val="00A4050F"/>
    <w:rsid w:val="00A407B1"/>
    <w:rsid w:val="00A41612"/>
    <w:rsid w:val="00A4201E"/>
    <w:rsid w:val="00A4227F"/>
    <w:rsid w:val="00A4311A"/>
    <w:rsid w:val="00A444F4"/>
    <w:rsid w:val="00A454C0"/>
    <w:rsid w:val="00A505D8"/>
    <w:rsid w:val="00A50641"/>
    <w:rsid w:val="00A516FE"/>
    <w:rsid w:val="00A530BF"/>
    <w:rsid w:val="00A57595"/>
    <w:rsid w:val="00A57A71"/>
    <w:rsid w:val="00A6177B"/>
    <w:rsid w:val="00A62E74"/>
    <w:rsid w:val="00A62F73"/>
    <w:rsid w:val="00A660FF"/>
    <w:rsid w:val="00A66136"/>
    <w:rsid w:val="00A67000"/>
    <w:rsid w:val="00A7061F"/>
    <w:rsid w:val="00A70EE9"/>
    <w:rsid w:val="00A71189"/>
    <w:rsid w:val="00A72CC9"/>
    <w:rsid w:val="00A7364A"/>
    <w:rsid w:val="00A73CDD"/>
    <w:rsid w:val="00A74DCC"/>
    <w:rsid w:val="00A74DD7"/>
    <w:rsid w:val="00A753ED"/>
    <w:rsid w:val="00A77512"/>
    <w:rsid w:val="00A833B6"/>
    <w:rsid w:val="00A85759"/>
    <w:rsid w:val="00A867DC"/>
    <w:rsid w:val="00A86F0E"/>
    <w:rsid w:val="00A87EE0"/>
    <w:rsid w:val="00A903BD"/>
    <w:rsid w:val="00A9062C"/>
    <w:rsid w:val="00A92B67"/>
    <w:rsid w:val="00A93C3D"/>
    <w:rsid w:val="00A94C2F"/>
    <w:rsid w:val="00A95790"/>
    <w:rsid w:val="00A958C8"/>
    <w:rsid w:val="00A96688"/>
    <w:rsid w:val="00A969D5"/>
    <w:rsid w:val="00A96F09"/>
    <w:rsid w:val="00AA10B0"/>
    <w:rsid w:val="00AA4670"/>
    <w:rsid w:val="00AA4CBB"/>
    <w:rsid w:val="00AA65FA"/>
    <w:rsid w:val="00AA66E9"/>
    <w:rsid w:val="00AA6869"/>
    <w:rsid w:val="00AA7351"/>
    <w:rsid w:val="00AB1435"/>
    <w:rsid w:val="00AB175F"/>
    <w:rsid w:val="00AB6EBC"/>
    <w:rsid w:val="00AB7856"/>
    <w:rsid w:val="00AC153F"/>
    <w:rsid w:val="00AC1C9F"/>
    <w:rsid w:val="00AC312C"/>
    <w:rsid w:val="00AC411F"/>
    <w:rsid w:val="00AC479B"/>
    <w:rsid w:val="00AC64A6"/>
    <w:rsid w:val="00AC7789"/>
    <w:rsid w:val="00AC7E09"/>
    <w:rsid w:val="00AD056F"/>
    <w:rsid w:val="00AD05E5"/>
    <w:rsid w:val="00AD0C7B"/>
    <w:rsid w:val="00AD0FD9"/>
    <w:rsid w:val="00AD22EF"/>
    <w:rsid w:val="00AD2491"/>
    <w:rsid w:val="00AD2FCD"/>
    <w:rsid w:val="00AD38D0"/>
    <w:rsid w:val="00AD509F"/>
    <w:rsid w:val="00AD575F"/>
    <w:rsid w:val="00AD5F1A"/>
    <w:rsid w:val="00AD6731"/>
    <w:rsid w:val="00AD674B"/>
    <w:rsid w:val="00AE1159"/>
    <w:rsid w:val="00AE160B"/>
    <w:rsid w:val="00AE2623"/>
    <w:rsid w:val="00AE596A"/>
    <w:rsid w:val="00AE6225"/>
    <w:rsid w:val="00AE64A6"/>
    <w:rsid w:val="00AE6CA9"/>
    <w:rsid w:val="00AF26D6"/>
    <w:rsid w:val="00AF2BFC"/>
    <w:rsid w:val="00AF4784"/>
    <w:rsid w:val="00AF5163"/>
    <w:rsid w:val="00AF7909"/>
    <w:rsid w:val="00B008D5"/>
    <w:rsid w:val="00B00CFD"/>
    <w:rsid w:val="00B02F73"/>
    <w:rsid w:val="00B04B2A"/>
    <w:rsid w:val="00B0619F"/>
    <w:rsid w:val="00B0679D"/>
    <w:rsid w:val="00B071F5"/>
    <w:rsid w:val="00B101FD"/>
    <w:rsid w:val="00B10E77"/>
    <w:rsid w:val="00B1382E"/>
    <w:rsid w:val="00B13A26"/>
    <w:rsid w:val="00B1401C"/>
    <w:rsid w:val="00B151C7"/>
    <w:rsid w:val="00B15D0D"/>
    <w:rsid w:val="00B15FAA"/>
    <w:rsid w:val="00B2019E"/>
    <w:rsid w:val="00B2101D"/>
    <w:rsid w:val="00B22106"/>
    <w:rsid w:val="00B222F5"/>
    <w:rsid w:val="00B2239F"/>
    <w:rsid w:val="00B233DB"/>
    <w:rsid w:val="00B26723"/>
    <w:rsid w:val="00B26DD8"/>
    <w:rsid w:val="00B26E0C"/>
    <w:rsid w:val="00B30894"/>
    <w:rsid w:val="00B32693"/>
    <w:rsid w:val="00B33101"/>
    <w:rsid w:val="00B3345D"/>
    <w:rsid w:val="00B36AF2"/>
    <w:rsid w:val="00B41A9A"/>
    <w:rsid w:val="00B41B68"/>
    <w:rsid w:val="00B432D3"/>
    <w:rsid w:val="00B439A8"/>
    <w:rsid w:val="00B44967"/>
    <w:rsid w:val="00B44A61"/>
    <w:rsid w:val="00B44CCA"/>
    <w:rsid w:val="00B50AB2"/>
    <w:rsid w:val="00B51525"/>
    <w:rsid w:val="00B5431A"/>
    <w:rsid w:val="00B5712C"/>
    <w:rsid w:val="00B6015F"/>
    <w:rsid w:val="00B6173D"/>
    <w:rsid w:val="00B617CD"/>
    <w:rsid w:val="00B651F9"/>
    <w:rsid w:val="00B66541"/>
    <w:rsid w:val="00B720C6"/>
    <w:rsid w:val="00B722EC"/>
    <w:rsid w:val="00B73D9C"/>
    <w:rsid w:val="00B75304"/>
    <w:rsid w:val="00B75EE1"/>
    <w:rsid w:val="00B77481"/>
    <w:rsid w:val="00B77710"/>
    <w:rsid w:val="00B825C0"/>
    <w:rsid w:val="00B8518B"/>
    <w:rsid w:val="00B86203"/>
    <w:rsid w:val="00B87570"/>
    <w:rsid w:val="00B91B0A"/>
    <w:rsid w:val="00B928E0"/>
    <w:rsid w:val="00B958EA"/>
    <w:rsid w:val="00B95C79"/>
    <w:rsid w:val="00B96B0F"/>
    <w:rsid w:val="00B9782C"/>
    <w:rsid w:val="00B97BDE"/>
    <w:rsid w:val="00B97CC3"/>
    <w:rsid w:val="00BA02E1"/>
    <w:rsid w:val="00BA1FD4"/>
    <w:rsid w:val="00BA27BB"/>
    <w:rsid w:val="00BA6359"/>
    <w:rsid w:val="00BA68FD"/>
    <w:rsid w:val="00BB1AA8"/>
    <w:rsid w:val="00BB2D38"/>
    <w:rsid w:val="00BB4805"/>
    <w:rsid w:val="00BB4825"/>
    <w:rsid w:val="00BB4F8C"/>
    <w:rsid w:val="00BB7C3D"/>
    <w:rsid w:val="00BB7FCE"/>
    <w:rsid w:val="00BC06C4"/>
    <w:rsid w:val="00BC11F0"/>
    <w:rsid w:val="00BC3E44"/>
    <w:rsid w:val="00BC5BBD"/>
    <w:rsid w:val="00BC626A"/>
    <w:rsid w:val="00BC7368"/>
    <w:rsid w:val="00BD21CD"/>
    <w:rsid w:val="00BD60C1"/>
    <w:rsid w:val="00BD696C"/>
    <w:rsid w:val="00BD710A"/>
    <w:rsid w:val="00BD7E91"/>
    <w:rsid w:val="00BD7F0D"/>
    <w:rsid w:val="00BE03A7"/>
    <w:rsid w:val="00BE0894"/>
    <w:rsid w:val="00BE2A6E"/>
    <w:rsid w:val="00BE31D4"/>
    <w:rsid w:val="00BE38FC"/>
    <w:rsid w:val="00BE6A4D"/>
    <w:rsid w:val="00BE6AC5"/>
    <w:rsid w:val="00BE7D85"/>
    <w:rsid w:val="00BF0FC2"/>
    <w:rsid w:val="00BF1FFC"/>
    <w:rsid w:val="00BF395C"/>
    <w:rsid w:val="00BF7D34"/>
    <w:rsid w:val="00BF7DFD"/>
    <w:rsid w:val="00C00859"/>
    <w:rsid w:val="00C027BE"/>
    <w:rsid w:val="00C02D0A"/>
    <w:rsid w:val="00C02E8D"/>
    <w:rsid w:val="00C03328"/>
    <w:rsid w:val="00C03A6E"/>
    <w:rsid w:val="00C0418A"/>
    <w:rsid w:val="00C07743"/>
    <w:rsid w:val="00C114F1"/>
    <w:rsid w:val="00C13860"/>
    <w:rsid w:val="00C14CB7"/>
    <w:rsid w:val="00C174C9"/>
    <w:rsid w:val="00C17ADB"/>
    <w:rsid w:val="00C20988"/>
    <w:rsid w:val="00C2108C"/>
    <w:rsid w:val="00C226C0"/>
    <w:rsid w:val="00C244CF"/>
    <w:rsid w:val="00C24A6A"/>
    <w:rsid w:val="00C24CB2"/>
    <w:rsid w:val="00C253A1"/>
    <w:rsid w:val="00C271CC"/>
    <w:rsid w:val="00C27D2B"/>
    <w:rsid w:val="00C30A96"/>
    <w:rsid w:val="00C319A1"/>
    <w:rsid w:val="00C31FEB"/>
    <w:rsid w:val="00C374CF"/>
    <w:rsid w:val="00C410D0"/>
    <w:rsid w:val="00C42DF7"/>
    <w:rsid w:val="00C42FE6"/>
    <w:rsid w:val="00C44227"/>
    <w:rsid w:val="00C44F6A"/>
    <w:rsid w:val="00C453D6"/>
    <w:rsid w:val="00C45E8A"/>
    <w:rsid w:val="00C502F7"/>
    <w:rsid w:val="00C50EBA"/>
    <w:rsid w:val="00C537D3"/>
    <w:rsid w:val="00C54222"/>
    <w:rsid w:val="00C61051"/>
    <w:rsid w:val="00C6198E"/>
    <w:rsid w:val="00C61A6F"/>
    <w:rsid w:val="00C637AD"/>
    <w:rsid w:val="00C65060"/>
    <w:rsid w:val="00C66A81"/>
    <w:rsid w:val="00C674D4"/>
    <w:rsid w:val="00C708EA"/>
    <w:rsid w:val="00C71821"/>
    <w:rsid w:val="00C74150"/>
    <w:rsid w:val="00C7423A"/>
    <w:rsid w:val="00C778A5"/>
    <w:rsid w:val="00C832F0"/>
    <w:rsid w:val="00C85AD4"/>
    <w:rsid w:val="00C904F9"/>
    <w:rsid w:val="00C90836"/>
    <w:rsid w:val="00C90EDB"/>
    <w:rsid w:val="00C91739"/>
    <w:rsid w:val="00C946C8"/>
    <w:rsid w:val="00C95162"/>
    <w:rsid w:val="00C96597"/>
    <w:rsid w:val="00CA09CF"/>
    <w:rsid w:val="00CA2196"/>
    <w:rsid w:val="00CA38AE"/>
    <w:rsid w:val="00CA54D9"/>
    <w:rsid w:val="00CA63A2"/>
    <w:rsid w:val="00CA7628"/>
    <w:rsid w:val="00CB0EFF"/>
    <w:rsid w:val="00CB1915"/>
    <w:rsid w:val="00CB4B0B"/>
    <w:rsid w:val="00CB522F"/>
    <w:rsid w:val="00CB5DA4"/>
    <w:rsid w:val="00CB6A37"/>
    <w:rsid w:val="00CB7684"/>
    <w:rsid w:val="00CC0659"/>
    <w:rsid w:val="00CC0F67"/>
    <w:rsid w:val="00CC14A6"/>
    <w:rsid w:val="00CC7C8F"/>
    <w:rsid w:val="00CC7F11"/>
    <w:rsid w:val="00CD1FC4"/>
    <w:rsid w:val="00CD254A"/>
    <w:rsid w:val="00CD4712"/>
    <w:rsid w:val="00CD5625"/>
    <w:rsid w:val="00CD5677"/>
    <w:rsid w:val="00CD5F1A"/>
    <w:rsid w:val="00CE2C25"/>
    <w:rsid w:val="00CE41A9"/>
    <w:rsid w:val="00CF0B40"/>
    <w:rsid w:val="00CF145C"/>
    <w:rsid w:val="00CF7745"/>
    <w:rsid w:val="00CF7B1B"/>
    <w:rsid w:val="00D00193"/>
    <w:rsid w:val="00D00718"/>
    <w:rsid w:val="00D00D62"/>
    <w:rsid w:val="00D02A20"/>
    <w:rsid w:val="00D034A0"/>
    <w:rsid w:val="00D0380D"/>
    <w:rsid w:val="00D0529F"/>
    <w:rsid w:val="00D07147"/>
    <w:rsid w:val="00D0732C"/>
    <w:rsid w:val="00D115FD"/>
    <w:rsid w:val="00D13002"/>
    <w:rsid w:val="00D2014A"/>
    <w:rsid w:val="00D2089B"/>
    <w:rsid w:val="00D21061"/>
    <w:rsid w:val="00D2136E"/>
    <w:rsid w:val="00D217CA"/>
    <w:rsid w:val="00D2360C"/>
    <w:rsid w:val="00D318AC"/>
    <w:rsid w:val="00D322B7"/>
    <w:rsid w:val="00D34F7A"/>
    <w:rsid w:val="00D36DC8"/>
    <w:rsid w:val="00D36F37"/>
    <w:rsid w:val="00D377A4"/>
    <w:rsid w:val="00D40A31"/>
    <w:rsid w:val="00D40E16"/>
    <w:rsid w:val="00D4108E"/>
    <w:rsid w:val="00D42F72"/>
    <w:rsid w:val="00D50C87"/>
    <w:rsid w:val="00D51B7B"/>
    <w:rsid w:val="00D51E58"/>
    <w:rsid w:val="00D52FA0"/>
    <w:rsid w:val="00D52FA8"/>
    <w:rsid w:val="00D5349C"/>
    <w:rsid w:val="00D548D3"/>
    <w:rsid w:val="00D567DE"/>
    <w:rsid w:val="00D57641"/>
    <w:rsid w:val="00D60B12"/>
    <w:rsid w:val="00D6163D"/>
    <w:rsid w:val="00D649F1"/>
    <w:rsid w:val="00D65009"/>
    <w:rsid w:val="00D65868"/>
    <w:rsid w:val="00D715C1"/>
    <w:rsid w:val="00D74392"/>
    <w:rsid w:val="00D8092D"/>
    <w:rsid w:val="00D80EB8"/>
    <w:rsid w:val="00D82664"/>
    <w:rsid w:val="00D831A3"/>
    <w:rsid w:val="00D83829"/>
    <w:rsid w:val="00D84143"/>
    <w:rsid w:val="00D844DB"/>
    <w:rsid w:val="00D85C90"/>
    <w:rsid w:val="00D86150"/>
    <w:rsid w:val="00D86274"/>
    <w:rsid w:val="00D864D4"/>
    <w:rsid w:val="00D87308"/>
    <w:rsid w:val="00D87E87"/>
    <w:rsid w:val="00D90C8B"/>
    <w:rsid w:val="00D92505"/>
    <w:rsid w:val="00D92E64"/>
    <w:rsid w:val="00D9301F"/>
    <w:rsid w:val="00D9520D"/>
    <w:rsid w:val="00D95F51"/>
    <w:rsid w:val="00D96569"/>
    <w:rsid w:val="00D971D2"/>
    <w:rsid w:val="00D97BE3"/>
    <w:rsid w:val="00D97EAA"/>
    <w:rsid w:val="00DA1DA9"/>
    <w:rsid w:val="00DA27EA"/>
    <w:rsid w:val="00DA3711"/>
    <w:rsid w:val="00DA692B"/>
    <w:rsid w:val="00DB003E"/>
    <w:rsid w:val="00DB38FD"/>
    <w:rsid w:val="00DB4919"/>
    <w:rsid w:val="00DB646B"/>
    <w:rsid w:val="00DB7D3E"/>
    <w:rsid w:val="00DC2E1F"/>
    <w:rsid w:val="00DC38BB"/>
    <w:rsid w:val="00DC70FA"/>
    <w:rsid w:val="00DD07D9"/>
    <w:rsid w:val="00DD1820"/>
    <w:rsid w:val="00DD299D"/>
    <w:rsid w:val="00DD46F3"/>
    <w:rsid w:val="00DD5D7A"/>
    <w:rsid w:val="00DE0B18"/>
    <w:rsid w:val="00DE1137"/>
    <w:rsid w:val="00DE396B"/>
    <w:rsid w:val="00DE3BF0"/>
    <w:rsid w:val="00DE51A5"/>
    <w:rsid w:val="00DE56F2"/>
    <w:rsid w:val="00DF0E8E"/>
    <w:rsid w:val="00DF116D"/>
    <w:rsid w:val="00DF120F"/>
    <w:rsid w:val="00DF1220"/>
    <w:rsid w:val="00DF1549"/>
    <w:rsid w:val="00DF4DDD"/>
    <w:rsid w:val="00DF7D3E"/>
    <w:rsid w:val="00E014A7"/>
    <w:rsid w:val="00E0180F"/>
    <w:rsid w:val="00E02DBB"/>
    <w:rsid w:val="00E04A7B"/>
    <w:rsid w:val="00E05AB2"/>
    <w:rsid w:val="00E1153F"/>
    <w:rsid w:val="00E1210C"/>
    <w:rsid w:val="00E12B0C"/>
    <w:rsid w:val="00E14D13"/>
    <w:rsid w:val="00E16433"/>
    <w:rsid w:val="00E16FF7"/>
    <w:rsid w:val="00E1732F"/>
    <w:rsid w:val="00E20C75"/>
    <w:rsid w:val="00E219CB"/>
    <w:rsid w:val="00E21BA0"/>
    <w:rsid w:val="00E23F23"/>
    <w:rsid w:val="00E26267"/>
    <w:rsid w:val="00E26D68"/>
    <w:rsid w:val="00E315F1"/>
    <w:rsid w:val="00E346B2"/>
    <w:rsid w:val="00E346ED"/>
    <w:rsid w:val="00E352E5"/>
    <w:rsid w:val="00E35E6A"/>
    <w:rsid w:val="00E42C81"/>
    <w:rsid w:val="00E44045"/>
    <w:rsid w:val="00E4437A"/>
    <w:rsid w:val="00E45125"/>
    <w:rsid w:val="00E46ABA"/>
    <w:rsid w:val="00E475B4"/>
    <w:rsid w:val="00E508EC"/>
    <w:rsid w:val="00E53915"/>
    <w:rsid w:val="00E54F4B"/>
    <w:rsid w:val="00E55FEB"/>
    <w:rsid w:val="00E56D85"/>
    <w:rsid w:val="00E607B8"/>
    <w:rsid w:val="00E608E0"/>
    <w:rsid w:val="00E618C4"/>
    <w:rsid w:val="00E62431"/>
    <w:rsid w:val="00E6353E"/>
    <w:rsid w:val="00E63C0A"/>
    <w:rsid w:val="00E63FD0"/>
    <w:rsid w:val="00E64C09"/>
    <w:rsid w:val="00E65706"/>
    <w:rsid w:val="00E6691F"/>
    <w:rsid w:val="00E70B31"/>
    <w:rsid w:val="00E7218A"/>
    <w:rsid w:val="00E725BB"/>
    <w:rsid w:val="00E7495C"/>
    <w:rsid w:val="00E76085"/>
    <w:rsid w:val="00E76567"/>
    <w:rsid w:val="00E80AAE"/>
    <w:rsid w:val="00E81B23"/>
    <w:rsid w:val="00E8204A"/>
    <w:rsid w:val="00E82A53"/>
    <w:rsid w:val="00E82DA7"/>
    <w:rsid w:val="00E841CC"/>
    <w:rsid w:val="00E8437F"/>
    <w:rsid w:val="00E848AF"/>
    <w:rsid w:val="00E84C3A"/>
    <w:rsid w:val="00E85FC8"/>
    <w:rsid w:val="00E878EE"/>
    <w:rsid w:val="00E913CB"/>
    <w:rsid w:val="00E929AD"/>
    <w:rsid w:val="00E93706"/>
    <w:rsid w:val="00E93A37"/>
    <w:rsid w:val="00E94470"/>
    <w:rsid w:val="00E96A1D"/>
    <w:rsid w:val="00E972AA"/>
    <w:rsid w:val="00EA6EC7"/>
    <w:rsid w:val="00EA715D"/>
    <w:rsid w:val="00EA71D5"/>
    <w:rsid w:val="00EB104F"/>
    <w:rsid w:val="00EB1496"/>
    <w:rsid w:val="00EB44F8"/>
    <w:rsid w:val="00EB4548"/>
    <w:rsid w:val="00EB46E5"/>
    <w:rsid w:val="00EB61F7"/>
    <w:rsid w:val="00EB645D"/>
    <w:rsid w:val="00EB6DC9"/>
    <w:rsid w:val="00EC1167"/>
    <w:rsid w:val="00EC2048"/>
    <w:rsid w:val="00EC48F6"/>
    <w:rsid w:val="00EC574D"/>
    <w:rsid w:val="00EC64DF"/>
    <w:rsid w:val="00EC654A"/>
    <w:rsid w:val="00EC6AA8"/>
    <w:rsid w:val="00ED0703"/>
    <w:rsid w:val="00ED0ABB"/>
    <w:rsid w:val="00ED14BD"/>
    <w:rsid w:val="00ED1C4B"/>
    <w:rsid w:val="00ED3998"/>
    <w:rsid w:val="00ED42F2"/>
    <w:rsid w:val="00ED6E12"/>
    <w:rsid w:val="00ED7DCC"/>
    <w:rsid w:val="00ED7F26"/>
    <w:rsid w:val="00EE0FB1"/>
    <w:rsid w:val="00EE3443"/>
    <w:rsid w:val="00EE7F08"/>
    <w:rsid w:val="00EF01D1"/>
    <w:rsid w:val="00EF1373"/>
    <w:rsid w:val="00EF43F6"/>
    <w:rsid w:val="00EF4724"/>
    <w:rsid w:val="00EF4D45"/>
    <w:rsid w:val="00EF6BC7"/>
    <w:rsid w:val="00F002C3"/>
    <w:rsid w:val="00F016C7"/>
    <w:rsid w:val="00F01FF8"/>
    <w:rsid w:val="00F02AA0"/>
    <w:rsid w:val="00F03402"/>
    <w:rsid w:val="00F03C7F"/>
    <w:rsid w:val="00F040D1"/>
    <w:rsid w:val="00F04DCB"/>
    <w:rsid w:val="00F07A20"/>
    <w:rsid w:val="00F11C92"/>
    <w:rsid w:val="00F12DEC"/>
    <w:rsid w:val="00F14D20"/>
    <w:rsid w:val="00F155A4"/>
    <w:rsid w:val="00F16CA6"/>
    <w:rsid w:val="00F1715C"/>
    <w:rsid w:val="00F17515"/>
    <w:rsid w:val="00F2186F"/>
    <w:rsid w:val="00F22FA3"/>
    <w:rsid w:val="00F24347"/>
    <w:rsid w:val="00F248BE"/>
    <w:rsid w:val="00F25C83"/>
    <w:rsid w:val="00F27367"/>
    <w:rsid w:val="00F30657"/>
    <w:rsid w:val="00F310F8"/>
    <w:rsid w:val="00F31230"/>
    <w:rsid w:val="00F33182"/>
    <w:rsid w:val="00F33E3F"/>
    <w:rsid w:val="00F33FEE"/>
    <w:rsid w:val="00F35939"/>
    <w:rsid w:val="00F4199A"/>
    <w:rsid w:val="00F42F02"/>
    <w:rsid w:val="00F4331A"/>
    <w:rsid w:val="00F44108"/>
    <w:rsid w:val="00F44DCC"/>
    <w:rsid w:val="00F45607"/>
    <w:rsid w:val="00F470B3"/>
    <w:rsid w:val="00F4722B"/>
    <w:rsid w:val="00F51A87"/>
    <w:rsid w:val="00F52599"/>
    <w:rsid w:val="00F54432"/>
    <w:rsid w:val="00F549DB"/>
    <w:rsid w:val="00F54FDC"/>
    <w:rsid w:val="00F62EF8"/>
    <w:rsid w:val="00F63152"/>
    <w:rsid w:val="00F6393A"/>
    <w:rsid w:val="00F659EB"/>
    <w:rsid w:val="00F705D1"/>
    <w:rsid w:val="00F70795"/>
    <w:rsid w:val="00F72091"/>
    <w:rsid w:val="00F73771"/>
    <w:rsid w:val="00F75110"/>
    <w:rsid w:val="00F76B06"/>
    <w:rsid w:val="00F81373"/>
    <w:rsid w:val="00F8196C"/>
    <w:rsid w:val="00F81CCB"/>
    <w:rsid w:val="00F82126"/>
    <w:rsid w:val="00F83022"/>
    <w:rsid w:val="00F84791"/>
    <w:rsid w:val="00F86BA6"/>
    <w:rsid w:val="00F87159"/>
    <w:rsid w:val="00F8788B"/>
    <w:rsid w:val="00F90E89"/>
    <w:rsid w:val="00F91426"/>
    <w:rsid w:val="00F9338F"/>
    <w:rsid w:val="00F950BB"/>
    <w:rsid w:val="00F95CC5"/>
    <w:rsid w:val="00FA287A"/>
    <w:rsid w:val="00FA3F4A"/>
    <w:rsid w:val="00FA4434"/>
    <w:rsid w:val="00FA49EA"/>
    <w:rsid w:val="00FB3A89"/>
    <w:rsid w:val="00FB446E"/>
    <w:rsid w:val="00FB49FF"/>
    <w:rsid w:val="00FB5DE8"/>
    <w:rsid w:val="00FB6009"/>
    <w:rsid w:val="00FB60D2"/>
    <w:rsid w:val="00FB6342"/>
    <w:rsid w:val="00FB6D10"/>
    <w:rsid w:val="00FB7B8B"/>
    <w:rsid w:val="00FC0633"/>
    <w:rsid w:val="00FC11CD"/>
    <w:rsid w:val="00FC3C98"/>
    <w:rsid w:val="00FC4A91"/>
    <w:rsid w:val="00FC6389"/>
    <w:rsid w:val="00FC664A"/>
    <w:rsid w:val="00FC7B0A"/>
    <w:rsid w:val="00FD092B"/>
    <w:rsid w:val="00FD0D45"/>
    <w:rsid w:val="00FD1840"/>
    <w:rsid w:val="00FD2170"/>
    <w:rsid w:val="00FD2348"/>
    <w:rsid w:val="00FD2532"/>
    <w:rsid w:val="00FD2DC0"/>
    <w:rsid w:val="00FD546B"/>
    <w:rsid w:val="00FE50E6"/>
    <w:rsid w:val="00FE5F22"/>
    <w:rsid w:val="00FE641C"/>
    <w:rsid w:val="00FE6AEC"/>
    <w:rsid w:val="00FE6F84"/>
    <w:rsid w:val="00FF2CCF"/>
    <w:rsid w:val="00FF47A9"/>
    <w:rsid w:val="00FF5F41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/>
    <o:shapelayout v:ext="edit">
      <o:idmap v:ext="edit" data="1"/>
    </o:shapelayout>
  </w:shapeDefaults>
  <w:decimalSymbol w:val=","/>
  <w:listSeparator w:val=";"/>
  <w14:docId w14:val="3EB29AC9"/>
  <w15:docId w15:val="{3D3160ED-B56F-44C1-872A-A4143B95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93276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93276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tabs>
        <w:tab w:val="clear" w:pos="1021"/>
        <w:tab w:val="num" w:pos="737"/>
      </w:tabs>
      <w:ind w:left="737"/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7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Styl4">
    <w:name w:val="Styl4"/>
    <w:basedOn w:val="Nadpis2-1"/>
    <w:link w:val="Styl4Char"/>
    <w:qFormat/>
    <w:rsid w:val="008F42DA"/>
    <w:pPr>
      <w:numPr>
        <w:numId w:val="13"/>
      </w:numPr>
    </w:pPr>
    <w:rPr>
      <w:b w:val="0"/>
      <w:caps w:val="0"/>
      <w:sz w:val="18"/>
    </w:rPr>
  </w:style>
  <w:style w:type="character" w:customStyle="1" w:styleId="Styl4Char">
    <w:name w:val="Styl4 Char"/>
    <w:basedOn w:val="Nadpis2-1Char"/>
    <w:link w:val="Styl4"/>
    <w:rsid w:val="008F42DA"/>
    <w:rPr>
      <w:rFonts w:asciiTheme="majorHAnsi" w:hAnsiTheme="majorHAnsi"/>
      <w:b w:val="0"/>
      <w:caps w:val="0"/>
      <w:sz w:val="22"/>
    </w:rPr>
  </w:style>
  <w:style w:type="paragraph" w:customStyle="1" w:styleId="Seznamzkratek">
    <w:name w:val="Seznam zkratek"/>
    <w:basedOn w:val="Normln"/>
    <w:uiPriority w:val="18"/>
    <w:qFormat/>
    <w:rsid w:val="00424A4B"/>
    <w:pPr>
      <w:spacing w:before="60" w:after="60" w:line="240" w:lineRule="auto"/>
    </w:pPr>
    <w:rPr>
      <w:rFonts w:eastAsia="MS Mincho"/>
      <w:sz w:val="16"/>
    </w:rPr>
  </w:style>
  <w:style w:type="paragraph" w:customStyle="1" w:styleId="Default">
    <w:name w:val="Default"/>
    <w:rsid w:val="007957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5">
    <w:name w:val="Styl5"/>
    <w:link w:val="Styl5Char"/>
    <w:qFormat/>
    <w:rsid w:val="007957C8"/>
  </w:style>
  <w:style w:type="character" w:customStyle="1" w:styleId="Styl5Char">
    <w:name w:val="Styl5 Char"/>
    <w:basedOn w:val="Standardnpsmoodstavce"/>
    <w:link w:val="Styl5"/>
    <w:rsid w:val="007957C8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9032C0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F5F41"/>
    <w:rPr>
      <w:color w:val="605E5C"/>
      <w:shd w:val="clear" w:color="auto" w:fill="E1DFDD"/>
    </w:rPr>
  </w:style>
  <w:style w:type="character" w:customStyle="1" w:styleId="fontstyle01">
    <w:name w:val="fontstyle01"/>
    <w:basedOn w:val="Standardnpsmoodstavce"/>
    <w:rsid w:val="00AC153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Odstavec1-4a">
    <w:name w:val="_Odstavec_1-4_(a)"/>
    <w:basedOn w:val="Odstavec1-1a"/>
    <w:qFormat/>
    <w:rsid w:val="00A24B64"/>
    <w:pPr>
      <w:numPr>
        <w:numId w:val="0"/>
      </w:numPr>
      <w:tabs>
        <w:tab w:val="num" w:pos="360"/>
      </w:tabs>
      <w:ind w:left="2041" w:hanging="340"/>
    </w:pPr>
    <w:rPr>
      <w:rFonts w:ascii="Verdana" w:eastAsiaTheme="minorHAnsi" w:hAnsi="Verdana"/>
    </w:rPr>
  </w:style>
  <w:style w:type="paragraph" w:customStyle="1" w:styleId="Odstavec1-4i">
    <w:name w:val="_Odstavec_1-4_i)"/>
    <w:basedOn w:val="Odstavec1-1a"/>
    <w:qFormat/>
    <w:rsid w:val="00A24B64"/>
    <w:pPr>
      <w:numPr>
        <w:numId w:val="0"/>
      </w:numPr>
      <w:tabs>
        <w:tab w:val="num" w:pos="360"/>
      </w:tabs>
      <w:ind w:left="2381" w:hanging="340"/>
    </w:pPr>
    <w:rPr>
      <w:rFonts w:ascii="Verdana" w:eastAsiaTheme="minorHAnsi" w:hAnsi="Verdana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671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4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sprava-webu-a-logomanua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h1fbpMrd5I8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atashare.spravazeleznic.cz/index.php/s/8I36LSIwhdc5lo9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sfdi.cz" TargetMode="External"/><Relationship Id="rId23" Type="http://schemas.openxmlformats.org/officeDocument/2006/relationships/glossaryDocument" Target="glossary/document.xml"/><Relationship Id="rId28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fdi.cz/soubory/obrazky-clanky/metodiky/2019_5_metodika_mereni.pdf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0C02566B43B43AAB6614D28EFADD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984A6-164D-40D0-841F-824FF7763AC2}"/>
      </w:docPartPr>
      <w:docPartBody>
        <w:p w:rsidR="007D708D" w:rsidRDefault="00CF7E29">
          <w:pPr>
            <w:pStyle w:val="50C02566B43B43AAB6614D28EFADD4A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29"/>
    <w:rsid w:val="000043A0"/>
    <w:rsid w:val="00021039"/>
    <w:rsid w:val="00023422"/>
    <w:rsid w:val="00024221"/>
    <w:rsid w:val="000311AE"/>
    <w:rsid w:val="00070DE6"/>
    <w:rsid w:val="000A51FF"/>
    <w:rsid w:val="000A56F7"/>
    <w:rsid w:val="000D27F8"/>
    <w:rsid w:val="000E548B"/>
    <w:rsid w:val="000F04DB"/>
    <w:rsid w:val="00103719"/>
    <w:rsid w:val="00112981"/>
    <w:rsid w:val="00122F08"/>
    <w:rsid w:val="001436C5"/>
    <w:rsid w:val="00144245"/>
    <w:rsid w:val="001D10C4"/>
    <w:rsid w:val="001F3419"/>
    <w:rsid w:val="00201398"/>
    <w:rsid w:val="0021727C"/>
    <w:rsid w:val="00217FB3"/>
    <w:rsid w:val="00223179"/>
    <w:rsid w:val="00260CD5"/>
    <w:rsid w:val="00274A8C"/>
    <w:rsid w:val="00277CA9"/>
    <w:rsid w:val="002A3EAC"/>
    <w:rsid w:val="002B2BB3"/>
    <w:rsid w:val="002C01C0"/>
    <w:rsid w:val="002C204A"/>
    <w:rsid w:val="002C29B7"/>
    <w:rsid w:val="002D6A4D"/>
    <w:rsid w:val="002E4225"/>
    <w:rsid w:val="002F60F4"/>
    <w:rsid w:val="003100DD"/>
    <w:rsid w:val="00321045"/>
    <w:rsid w:val="00323D0C"/>
    <w:rsid w:val="0033285A"/>
    <w:rsid w:val="003663A8"/>
    <w:rsid w:val="00386418"/>
    <w:rsid w:val="003A2A4C"/>
    <w:rsid w:val="003B1DDE"/>
    <w:rsid w:val="003B4F5F"/>
    <w:rsid w:val="003D0CA4"/>
    <w:rsid w:val="003D66B8"/>
    <w:rsid w:val="004036E8"/>
    <w:rsid w:val="00451F49"/>
    <w:rsid w:val="00465D64"/>
    <w:rsid w:val="00470495"/>
    <w:rsid w:val="004932EF"/>
    <w:rsid w:val="004A67F6"/>
    <w:rsid w:val="0050050A"/>
    <w:rsid w:val="00507E02"/>
    <w:rsid w:val="005339BE"/>
    <w:rsid w:val="005501BD"/>
    <w:rsid w:val="00555452"/>
    <w:rsid w:val="0059539D"/>
    <w:rsid w:val="005A6537"/>
    <w:rsid w:val="005F532C"/>
    <w:rsid w:val="005F7F2F"/>
    <w:rsid w:val="00652DA2"/>
    <w:rsid w:val="00660B86"/>
    <w:rsid w:val="00670805"/>
    <w:rsid w:val="00695AFF"/>
    <w:rsid w:val="00696AB7"/>
    <w:rsid w:val="006B269D"/>
    <w:rsid w:val="006B7CE6"/>
    <w:rsid w:val="006D4A70"/>
    <w:rsid w:val="006E0B21"/>
    <w:rsid w:val="006F4318"/>
    <w:rsid w:val="00702382"/>
    <w:rsid w:val="00741136"/>
    <w:rsid w:val="007417D3"/>
    <w:rsid w:val="00757CF8"/>
    <w:rsid w:val="00772343"/>
    <w:rsid w:val="00775AED"/>
    <w:rsid w:val="00776684"/>
    <w:rsid w:val="007D708D"/>
    <w:rsid w:val="00801EF7"/>
    <w:rsid w:val="00820BCD"/>
    <w:rsid w:val="008271CB"/>
    <w:rsid w:val="008923D3"/>
    <w:rsid w:val="008A5672"/>
    <w:rsid w:val="008A7955"/>
    <w:rsid w:val="008C0E8B"/>
    <w:rsid w:val="008C5223"/>
    <w:rsid w:val="009444BD"/>
    <w:rsid w:val="00945BAA"/>
    <w:rsid w:val="00970A8C"/>
    <w:rsid w:val="0098278C"/>
    <w:rsid w:val="009B109F"/>
    <w:rsid w:val="009C2AC5"/>
    <w:rsid w:val="009C712C"/>
    <w:rsid w:val="009D6C41"/>
    <w:rsid w:val="009D6F8C"/>
    <w:rsid w:val="009F2508"/>
    <w:rsid w:val="009F2B14"/>
    <w:rsid w:val="009F7036"/>
    <w:rsid w:val="00A034C0"/>
    <w:rsid w:val="00A10A9C"/>
    <w:rsid w:val="00A46589"/>
    <w:rsid w:val="00A57622"/>
    <w:rsid w:val="00A64B8D"/>
    <w:rsid w:val="00A675DE"/>
    <w:rsid w:val="00A7208F"/>
    <w:rsid w:val="00A7488A"/>
    <w:rsid w:val="00A9332F"/>
    <w:rsid w:val="00AB11A7"/>
    <w:rsid w:val="00B048B4"/>
    <w:rsid w:val="00B04FB8"/>
    <w:rsid w:val="00B07520"/>
    <w:rsid w:val="00B5420F"/>
    <w:rsid w:val="00BD6DF0"/>
    <w:rsid w:val="00BF3A1D"/>
    <w:rsid w:val="00C36D51"/>
    <w:rsid w:val="00C62A3E"/>
    <w:rsid w:val="00C63B97"/>
    <w:rsid w:val="00C718C9"/>
    <w:rsid w:val="00C76346"/>
    <w:rsid w:val="00CF7E29"/>
    <w:rsid w:val="00D004B0"/>
    <w:rsid w:val="00D40A3C"/>
    <w:rsid w:val="00D66444"/>
    <w:rsid w:val="00D77685"/>
    <w:rsid w:val="00DA050D"/>
    <w:rsid w:val="00DC3DB6"/>
    <w:rsid w:val="00DC4F3E"/>
    <w:rsid w:val="00DF7E8F"/>
    <w:rsid w:val="00E0257F"/>
    <w:rsid w:val="00E07518"/>
    <w:rsid w:val="00E1265D"/>
    <w:rsid w:val="00E166BA"/>
    <w:rsid w:val="00E20D4F"/>
    <w:rsid w:val="00E265FE"/>
    <w:rsid w:val="00E2715A"/>
    <w:rsid w:val="00E35C39"/>
    <w:rsid w:val="00E5646E"/>
    <w:rsid w:val="00E8017C"/>
    <w:rsid w:val="00E92B1F"/>
    <w:rsid w:val="00EE3A07"/>
    <w:rsid w:val="00F407CD"/>
    <w:rsid w:val="00F9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11AE"/>
    <w:rPr>
      <w:color w:val="808080"/>
    </w:rPr>
  </w:style>
  <w:style w:type="paragraph" w:customStyle="1" w:styleId="50C02566B43B43AAB6614D28EFADD4A0">
    <w:name w:val="50C02566B43B43AAB6614D28EFADD4A0"/>
  </w:style>
  <w:style w:type="paragraph" w:customStyle="1" w:styleId="3D65627E6B1642EEBE4C3EFB33288DF6">
    <w:name w:val="3D65627E6B1642EEBE4C3EFB33288DF6"/>
    <w:rsid w:val="000311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C9BBDFB426C6418429D386F6920295" ma:contentTypeVersion="14" ma:contentTypeDescription="Vytvoří nový dokument" ma:contentTypeScope="" ma:versionID="4923bec15c1005a572a66940a128174e">
  <xsd:schema xmlns:xsd="http://www.w3.org/2001/XMLSchema" xmlns:xs="http://www.w3.org/2001/XMLSchema" xmlns:p="http://schemas.microsoft.com/office/2006/metadata/properties" xmlns:ns3="ca217a44-39de-4edc-a2b8-3d3dcbb7730b" xmlns:ns4="d1bc6afb-3f24-4ba4-86e3-0c1a2cb68398" targetNamespace="http://schemas.microsoft.com/office/2006/metadata/properties" ma:root="true" ma:fieldsID="e31a55e6fe39b91247a8213a8aee5ef9" ns3:_="" ns4:_="">
    <xsd:import namespace="ca217a44-39de-4edc-a2b8-3d3dcbb7730b"/>
    <xsd:import namespace="d1bc6afb-3f24-4ba4-86e3-0c1a2cb683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17a44-39de-4edc-a2b8-3d3dcbb77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bc6afb-3f24-4ba4-86e3-0c1a2cb6839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ca217a44-39de-4edc-a2b8-3d3dcbb7730b"/>
    <ds:schemaRef ds:uri="http://schemas.microsoft.com/office/2006/metadata/properties"/>
    <ds:schemaRef ds:uri="http://purl.org/dc/elements/1.1/"/>
    <ds:schemaRef ds:uri="d1bc6afb-3f24-4ba4-86e3-0c1a2cb6839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2D8DD06-87D2-45DD-9C3C-4FC7D24D2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17a44-39de-4edc-a2b8-3d3dcbb7730b"/>
    <ds:schemaRef ds:uri="d1bc6afb-3f24-4ba4-86e3-0c1a2cb683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D74427-5FBB-4E08-865B-B2E296723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14</Pages>
  <Words>5760</Words>
  <Characters>33988</Characters>
  <Application>Microsoft Office Word</Application>
  <DocSecurity>0</DocSecurity>
  <Lines>283</Lines>
  <Paragraphs>79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Hruška Pavel, Ing.</dc:creator>
  <cp:keywords/>
  <dc:description/>
  <cp:lastModifiedBy>Švanda Tomáš, Ing.</cp:lastModifiedBy>
  <cp:revision>89</cp:revision>
  <cp:lastPrinted>2023-01-19T07:56:00Z</cp:lastPrinted>
  <dcterms:created xsi:type="dcterms:W3CDTF">2023-05-11T14:44:00Z</dcterms:created>
  <dcterms:modified xsi:type="dcterms:W3CDTF">2023-06-01T14:04:00Z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0x010100CCC9BBDFB426C6418429D386F6920295</vt:lpwstr>
  </property>
  <property fmtid="{D5CDD505-2E9C-101B-9397-08002B2CF9AE}" pid="3" name="_DocHome">
    <vt:i4>-926282793</vt:i4>
  </property>
</Properties>
</file>