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673BF" w:rsidRPr="006673BF">
        <w:rPr>
          <w:b/>
          <w:sz w:val="18"/>
          <w:szCs w:val="18"/>
        </w:rPr>
        <w:t xml:space="preserve">Zajištění servisních </w:t>
      </w:r>
      <w:bookmarkStart w:id="1" w:name="_GoBack"/>
      <w:bookmarkEnd w:id="1"/>
      <w:r w:rsidR="006673BF" w:rsidRPr="000A796A">
        <w:rPr>
          <w:b/>
          <w:sz w:val="18"/>
          <w:szCs w:val="18"/>
        </w:rPr>
        <w:t>služeb v administrativní budově OŘ Ostrava - ul. Muglinovská 1038/5, Ostrava</w:t>
      </w:r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A796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 w:rsidRPr="000A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A796A" w:rsidRPr="000A796A">
        <w:rPr>
          <w:sz w:val="18"/>
          <w:szCs w:val="18"/>
        </w:rPr>
        <w:t>20595</w:t>
      </w:r>
      <w:r w:rsidR="007C60C8" w:rsidRPr="000A796A">
        <w:rPr>
          <w:sz w:val="18"/>
          <w:szCs w:val="18"/>
        </w:rPr>
        <w:t>/2023</w:t>
      </w:r>
      <w:r w:rsidR="000C0783" w:rsidRPr="000A796A">
        <w:rPr>
          <w:sz w:val="18"/>
          <w:szCs w:val="18"/>
        </w:rPr>
        <w:t>-SŽ</w:t>
      </w:r>
      <w:r w:rsidR="000C0783" w:rsidRPr="000C0783">
        <w:rPr>
          <w:sz w:val="18"/>
          <w:szCs w:val="18"/>
        </w:rPr>
        <w:t>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A796A"/>
    <w:rsid w:val="000C0783"/>
    <w:rsid w:val="00127826"/>
    <w:rsid w:val="003727EC"/>
    <w:rsid w:val="0049443A"/>
    <w:rsid w:val="005333BD"/>
    <w:rsid w:val="006673BF"/>
    <w:rsid w:val="006D68EF"/>
    <w:rsid w:val="007C60C8"/>
    <w:rsid w:val="008709EE"/>
    <w:rsid w:val="009C647F"/>
    <w:rsid w:val="00A51739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91C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13</cp:revision>
  <dcterms:created xsi:type="dcterms:W3CDTF">2022-04-19T09:55:00Z</dcterms:created>
  <dcterms:modified xsi:type="dcterms:W3CDTF">2023-05-17T08:34:00Z</dcterms:modified>
</cp:coreProperties>
</file>