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381480">
        <w:rPr>
          <w:sz w:val="18"/>
          <w:szCs w:val="18"/>
        </w:rPr>
        <w:t>Kořenov ON - oprava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381480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48746F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48746F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3</cp:revision>
  <dcterms:created xsi:type="dcterms:W3CDTF">2022-09-06T11:02:00Z</dcterms:created>
  <dcterms:modified xsi:type="dcterms:W3CDTF">2023-01-25T08:59:00Z</dcterms:modified>
</cp:coreProperties>
</file>