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CFF7C" w14:textId="263484C8" w:rsidR="00410486" w:rsidRPr="007014DE" w:rsidRDefault="00410486" w:rsidP="00410486">
      <w:pPr>
        <w:spacing w:before="120" w:after="120" w:line="264" w:lineRule="auto"/>
        <w:rPr>
          <w:rFonts w:ascii="Verdana" w:eastAsia="Verdana" w:hAnsi="Verdana" w:cs="Calibri"/>
          <w:b/>
          <w:bCs/>
          <w:sz w:val="18"/>
          <w:szCs w:val="18"/>
        </w:rPr>
      </w:pPr>
      <w:r w:rsidRPr="007014DE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7014DE" w:rsidRPr="007014DE">
        <w:rPr>
          <w:rFonts w:ascii="Verdana" w:eastAsia="Verdana" w:hAnsi="Verdana" w:cs="Calibri"/>
          <w:b/>
          <w:bCs/>
          <w:sz w:val="18"/>
          <w:szCs w:val="18"/>
        </w:rPr>
        <w:t>11</w:t>
      </w:r>
      <w:r w:rsidRPr="007014DE">
        <w:rPr>
          <w:rFonts w:ascii="Verdana" w:eastAsia="Verdana" w:hAnsi="Verdana" w:cs="Calibri"/>
          <w:b/>
          <w:bCs/>
          <w:sz w:val="18"/>
          <w:szCs w:val="18"/>
        </w:rPr>
        <w:t xml:space="preserve"> Zadávací dokumentace </w:t>
      </w:r>
      <w:proofErr w:type="gramStart"/>
      <w:r w:rsidR="00A20049" w:rsidRPr="00A20049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A20049" w:rsidRPr="00A20049">
        <w:rPr>
          <w:rFonts w:ascii="Verdana" w:eastAsia="Verdana" w:hAnsi="Verdana" w:cs="Calibri"/>
          <w:b/>
          <w:bCs/>
          <w:sz w:val="18"/>
          <w:szCs w:val="18"/>
        </w:rPr>
        <w:t xml:space="preserve"> 7947/2022-SŽ-GŘ-O8</w:t>
      </w:r>
      <w:bookmarkStart w:id="0" w:name="_GoBack"/>
      <w:bookmarkEnd w:id="0"/>
    </w:p>
    <w:p w14:paraId="76921B40" w14:textId="77777777" w:rsidR="00410486" w:rsidRDefault="00410486" w:rsidP="00410486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  <w:r w:rsidRPr="00410486">
        <w:rPr>
          <w:rFonts w:ascii="Verdana" w:eastAsia="Verdana" w:hAnsi="Verdana" w:cs="Calibri"/>
          <w:b/>
          <w:color w:val="FF5200" w:themeColor="accent2"/>
          <w:sz w:val="36"/>
          <w:szCs w:val="36"/>
        </w:rPr>
        <w:t>Vzor Dohody o mlčenlivosti</w:t>
      </w:r>
    </w:p>
    <w:p w14:paraId="5E2C52F8" w14:textId="77777777" w:rsidR="00410486" w:rsidRPr="00410486" w:rsidRDefault="00410486" w:rsidP="00410486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</w:p>
    <w:p w14:paraId="6577E383" w14:textId="77777777" w:rsidR="00410486" w:rsidRPr="00A851C9" w:rsidRDefault="00410486" w:rsidP="00410486">
      <w:pPr>
        <w:spacing w:before="120" w:after="120" w:line="264" w:lineRule="auto"/>
        <w:jc w:val="center"/>
        <w:rPr>
          <w:rFonts w:ascii="Verdana" w:eastAsia="Verdana" w:hAnsi="Verdana" w:cs="Calibri"/>
          <w:b/>
          <w:sz w:val="18"/>
          <w:szCs w:val="18"/>
        </w:rPr>
      </w:pPr>
      <w:r w:rsidRPr="00A851C9">
        <w:rPr>
          <w:rFonts w:ascii="Verdana" w:eastAsia="Verdana" w:hAnsi="Verdana" w:cs="Calibri"/>
          <w:b/>
          <w:sz w:val="18"/>
          <w:szCs w:val="18"/>
        </w:rPr>
        <w:t>DOHODA O MLČENLIVOSTI</w:t>
      </w:r>
    </w:p>
    <w:p w14:paraId="435FF640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</w:p>
    <w:p w14:paraId="5376D109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Smluvní strany:</w:t>
      </w:r>
    </w:p>
    <w:p w14:paraId="103E33AB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b/>
          <w:sz w:val="18"/>
          <w:szCs w:val="18"/>
          <w:lang w:eastAsia="cs-CZ"/>
        </w:rPr>
      </w:pPr>
      <w:r w:rsidRPr="00A851C9">
        <w:rPr>
          <w:rFonts w:ascii="Verdana" w:eastAsia="Times New Roman" w:hAnsi="Verdana"/>
          <w:b/>
          <w:sz w:val="18"/>
          <w:szCs w:val="18"/>
          <w:lang w:eastAsia="cs-CZ"/>
        </w:rPr>
        <w:t>Správa železnic, státní organizace</w:t>
      </w:r>
    </w:p>
    <w:p w14:paraId="3D50E217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se sídlem: Dlážděná 1003/7, 110 00 Praha 1,</w:t>
      </w:r>
    </w:p>
    <w:p w14:paraId="62FE6452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IČO: 709 94 234, </w:t>
      </w:r>
    </w:p>
    <w:p w14:paraId="1D35B892" w14:textId="16A89B49" w:rsidR="007014DE" w:rsidRDefault="001D17E0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Z</w:t>
      </w:r>
      <w:r w:rsidR="00410486" w:rsidRPr="00A851C9">
        <w:rPr>
          <w:rFonts w:ascii="Verdana" w:eastAsia="Times New Roman" w:hAnsi="Verdana"/>
          <w:sz w:val="18"/>
          <w:szCs w:val="18"/>
        </w:rPr>
        <w:t>astoupená</w:t>
      </w:r>
      <w:r>
        <w:rPr>
          <w:rFonts w:ascii="Verdana" w:eastAsia="Times New Roman" w:hAnsi="Verdana"/>
          <w:sz w:val="18"/>
          <w:szCs w:val="18"/>
        </w:rPr>
        <w:t>: Bc. Jiřím Svobodou, MBA, generálním ředitelem</w:t>
      </w:r>
      <w:r w:rsidR="009F7205">
        <w:rPr>
          <w:rFonts w:ascii="Verdana" w:eastAsia="Times New Roman" w:hAnsi="Verdana"/>
          <w:sz w:val="18"/>
          <w:szCs w:val="18"/>
        </w:rPr>
        <w:t xml:space="preserve"> </w:t>
      </w:r>
      <w:r w:rsidR="009F7205">
        <w:rPr>
          <w:rFonts w:ascii="Verdana" w:eastAsia="Times New Roman" w:hAnsi="Verdana"/>
          <w:sz w:val="18"/>
          <w:szCs w:val="18"/>
        </w:rPr>
        <w:tab/>
      </w:r>
    </w:p>
    <w:p w14:paraId="55735CDD" w14:textId="0D4B4F81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(„</w:t>
      </w:r>
      <w:r w:rsidRPr="00A851C9">
        <w:rPr>
          <w:rFonts w:ascii="Verdana" w:eastAsia="Times New Roman" w:hAnsi="Verdana"/>
          <w:b/>
          <w:sz w:val="18"/>
          <w:szCs w:val="18"/>
        </w:rPr>
        <w:t>Zadavatel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14:paraId="45BE7582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a</w:t>
      </w:r>
    </w:p>
    <w:p w14:paraId="36AED34B" w14:textId="3B3A0D06" w:rsidR="00410486" w:rsidRPr="00A851C9" w:rsidRDefault="00410486" w:rsidP="00410486">
      <w:pPr>
        <w:spacing w:line="280" w:lineRule="exact"/>
        <w:rPr>
          <w:rFonts w:ascii="Verdana" w:eastAsia="Times New Roman" w:hAnsi="Verdana"/>
          <w:b/>
          <w:sz w:val="18"/>
          <w:szCs w:val="18"/>
          <w:lang w:eastAsia="cs-CZ"/>
        </w:rPr>
      </w:pPr>
      <w:r w:rsidRPr="001D17E0">
        <w:rPr>
          <w:rFonts w:ascii="Verdana" w:eastAsia="Times New Roman" w:hAnsi="Verdana"/>
          <w:b/>
          <w:sz w:val="18"/>
          <w:szCs w:val="18"/>
          <w:highlight w:val="green"/>
          <w:lang w:eastAsia="cs-CZ"/>
        </w:rPr>
        <w:t xml:space="preserve">[OBCHODNÍ </w:t>
      </w:r>
      <w:r w:rsidR="009F7205" w:rsidRPr="001D17E0">
        <w:rPr>
          <w:rFonts w:ascii="Verdana" w:eastAsia="Times New Roman" w:hAnsi="Verdana"/>
          <w:b/>
          <w:sz w:val="18"/>
          <w:szCs w:val="18"/>
          <w:highlight w:val="green"/>
          <w:lang w:eastAsia="cs-CZ"/>
        </w:rPr>
        <w:t>FIRMA – DOPLNÍ</w:t>
      </w:r>
      <w:r w:rsidRPr="001D17E0">
        <w:rPr>
          <w:rFonts w:ascii="Verdana" w:eastAsia="Times New Roman" w:hAnsi="Verdana"/>
          <w:b/>
          <w:sz w:val="18"/>
          <w:szCs w:val="18"/>
          <w:highlight w:val="green"/>
          <w:lang w:eastAsia="cs-CZ"/>
        </w:rPr>
        <w:t xml:space="preserve"> DODAVATEL]</w:t>
      </w:r>
    </w:p>
    <w:p w14:paraId="6BECC0A1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se sídlem: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</w:p>
    <w:p w14:paraId="74A6DF44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IČO: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, DIČ: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</w:p>
    <w:p w14:paraId="40D01A6E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společnost zapsaná v obchodním rejstříku vedeném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 soudem v 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</w:p>
    <w:p w14:paraId="0A92C901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oddíl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, vložka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</w:p>
    <w:p w14:paraId="3C35D313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 xml:space="preserve">zastoupená: </w:t>
      </w:r>
      <w:r w:rsidRPr="001D17E0">
        <w:rPr>
          <w:rFonts w:ascii="Verdana" w:eastAsia="Times New Roman" w:hAnsi="Verdana"/>
          <w:sz w:val="18"/>
          <w:szCs w:val="18"/>
          <w:highlight w:val="green"/>
          <w:lang w:eastAsia="cs-CZ"/>
        </w:rPr>
        <w:t>[DOPLNÍ DODAVATEL]</w:t>
      </w:r>
      <w:r w:rsidRPr="00A851C9">
        <w:rPr>
          <w:rFonts w:ascii="Verdana" w:eastAsia="Times New Roman" w:hAnsi="Verdana"/>
          <w:sz w:val="18"/>
          <w:szCs w:val="18"/>
        </w:rPr>
        <w:t xml:space="preserve"> </w:t>
      </w:r>
    </w:p>
    <w:p w14:paraId="77EF6414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(„</w:t>
      </w:r>
      <w:r w:rsidRPr="00A851C9">
        <w:rPr>
          <w:rFonts w:ascii="Verdana" w:eastAsia="Times New Roman" w:hAnsi="Verdana"/>
          <w:b/>
          <w:sz w:val="18"/>
          <w:szCs w:val="18"/>
        </w:rPr>
        <w:t>Dodavatel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14:paraId="35DF4DD9" w14:textId="77777777" w:rsidR="00410486" w:rsidRPr="00A851C9" w:rsidRDefault="00410486" w:rsidP="00410486">
      <w:pPr>
        <w:spacing w:line="280" w:lineRule="exact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(společně také jako „</w:t>
      </w:r>
      <w:r w:rsidRPr="00A851C9">
        <w:rPr>
          <w:rFonts w:ascii="Verdana" w:eastAsia="Times New Roman" w:hAnsi="Verdana"/>
          <w:b/>
          <w:sz w:val="18"/>
          <w:szCs w:val="18"/>
        </w:rPr>
        <w:t>Strany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14:paraId="52BA5DF7" w14:textId="77777777" w:rsidR="00410486" w:rsidRPr="00A851C9" w:rsidRDefault="00410486" w:rsidP="00410486">
      <w:pPr>
        <w:spacing w:line="280" w:lineRule="exact"/>
        <w:jc w:val="center"/>
        <w:rPr>
          <w:rFonts w:ascii="Verdana" w:eastAsia="Times New Roman" w:hAnsi="Verdana"/>
          <w:sz w:val="18"/>
          <w:szCs w:val="18"/>
        </w:rPr>
      </w:pPr>
    </w:p>
    <w:p w14:paraId="52B3A84B" w14:textId="15D19973" w:rsidR="00410486" w:rsidRPr="00A851C9" w:rsidRDefault="00410486" w:rsidP="00410486">
      <w:pPr>
        <w:spacing w:line="280" w:lineRule="exact"/>
        <w:jc w:val="center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uzavřely tuto dohodu v souladu s ustanovením § 1746 odst. 2 zákona č. 89/2012 Sb., občanského zákoníku, ve znění pozdějších předpisů („</w:t>
      </w:r>
      <w:r w:rsidRPr="00A851C9">
        <w:rPr>
          <w:rFonts w:ascii="Verdana" w:eastAsia="Times New Roman" w:hAnsi="Verdana"/>
          <w:b/>
          <w:sz w:val="18"/>
          <w:szCs w:val="18"/>
        </w:rPr>
        <w:t>Občanský zákoník</w:t>
      </w:r>
      <w:r w:rsidRPr="00A851C9">
        <w:rPr>
          <w:rFonts w:ascii="Verdana" w:eastAsia="Times New Roman" w:hAnsi="Verdana"/>
          <w:sz w:val="18"/>
          <w:szCs w:val="18"/>
        </w:rPr>
        <w:t>“)</w:t>
      </w:r>
    </w:p>
    <w:p w14:paraId="514C1DBC" w14:textId="77777777" w:rsidR="00410486" w:rsidRPr="00A851C9" w:rsidRDefault="00410486" w:rsidP="00410486">
      <w:pPr>
        <w:spacing w:line="280" w:lineRule="exact"/>
        <w:jc w:val="center"/>
        <w:rPr>
          <w:rFonts w:ascii="Verdana" w:eastAsia="Times New Roman" w:hAnsi="Verdana"/>
          <w:sz w:val="18"/>
          <w:szCs w:val="18"/>
        </w:rPr>
      </w:pPr>
      <w:r w:rsidRPr="00A851C9">
        <w:rPr>
          <w:rFonts w:ascii="Verdana" w:eastAsia="Times New Roman" w:hAnsi="Verdana"/>
          <w:sz w:val="18"/>
          <w:szCs w:val="18"/>
        </w:rPr>
        <w:t>(„</w:t>
      </w:r>
      <w:r w:rsidRPr="00A851C9">
        <w:rPr>
          <w:rFonts w:ascii="Verdana" w:eastAsia="Times New Roman" w:hAnsi="Verdana"/>
          <w:b/>
          <w:sz w:val="18"/>
          <w:szCs w:val="18"/>
        </w:rPr>
        <w:t>Dohoda</w:t>
      </w:r>
      <w:r w:rsidRPr="00A851C9">
        <w:rPr>
          <w:rFonts w:ascii="Verdana" w:eastAsia="Times New Roman" w:hAnsi="Verdana"/>
          <w:sz w:val="18"/>
          <w:szCs w:val="18"/>
        </w:rPr>
        <w:t>“).</w:t>
      </w:r>
    </w:p>
    <w:p w14:paraId="701DA2FD" w14:textId="77777777" w:rsidR="00410486" w:rsidRPr="00A851C9" w:rsidRDefault="00410486" w:rsidP="00410486">
      <w:pPr>
        <w:pStyle w:val="RLProhlensmluvnchstran"/>
        <w:rPr>
          <w:rFonts w:ascii="Verdana" w:eastAsia="Times New Roman" w:hAnsi="Verdana"/>
          <w:szCs w:val="18"/>
        </w:rPr>
      </w:pPr>
      <w:r w:rsidRPr="00A851C9">
        <w:rPr>
          <w:rFonts w:ascii="Verdana" w:eastAsia="Times New Roman" w:hAnsi="Verdana"/>
          <w:b w:val="0"/>
          <w:szCs w:val="18"/>
          <w:lang w:eastAsia="cs-CZ"/>
        </w:rPr>
        <w:br w:type="page"/>
      </w:r>
      <w:r w:rsidRPr="00A851C9">
        <w:rPr>
          <w:rFonts w:ascii="Verdana" w:hAnsi="Verdana"/>
          <w:szCs w:val="18"/>
        </w:rPr>
        <w:lastRenderedPageBreak/>
        <w:t>Strany, vědomy si svých závazků v této Dohodě obsažených a s úmyslem být touto Dohodou vázány, dohodly se na následujícím znění Dohody:</w:t>
      </w:r>
    </w:p>
    <w:p w14:paraId="3C02C11E" w14:textId="77777777"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ÚVODNÍ USTANOVENÍ</w:t>
      </w:r>
    </w:p>
    <w:p w14:paraId="50B76374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Zadavatel prohlašuje, že splňuje veškeré podmínky a požadavky v této Dohodě stanovené a je oprávněn tuto Dohodu uzavřít a řádně plnit závazky v ní obsažené.</w:t>
      </w:r>
    </w:p>
    <w:p w14:paraId="266F44E4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Dodavatel prohlašuje, že:</w:t>
      </w:r>
    </w:p>
    <w:p w14:paraId="15B299F3" w14:textId="77777777" w:rsidR="00410486" w:rsidRPr="00A851C9" w:rsidRDefault="00410486" w:rsidP="00410486">
      <w:pPr>
        <w:pStyle w:val="RLTextlnkuslovan"/>
        <w:numPr>
          <w:ilvl w:val="2"/>
          <w:numId w:val="34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je právnickou osobou řádně založenou a existující podle </w:t>
      </w:r>
      <w:r w:rsidRPr="001D17E0">
        <w:rPr>
          <w:rFonts w:ascii="Verdana" w:hAnsi="Verdana"/>
          <w:szCs w:val="18"/>
          <w:highlight w:val="green"/>
        </w:rPr>
        <w:t>[DOPLNÍ DODAVATEL]</w:t>
      </w:r>
      <w:r w:rsidRPr="00A851C9">
        <w:rPr>
          <w:rFonts w:ascii="Verdana" w:hAnsi="Verdana"/>
          <w:szCs w:val="18"/>
        </w:rPr>
        <w:t xml:space="preserve"> právního řádu, a</w:t>
      </w:r>
    </w:p>
    <w:p w14:paraId="7FC8BED0" w14:textId="77777777" w:rsidR="00410486" w:rsidRPr="00A851C9" w:rsidRDefault="00410486" w:rsidP="00410486">
      <w:pPr>
        <w:pStyle w:val="RLTextlnkuslovan"/>
        <w:numPr>
          <w:ilvl w:val="2"/>
          <w:numId w:val="34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splňuje veškeré podmínky a požadavky v této Dohodě stanovené a je oprávněn tuto Dohodu uzavřít a řádně plnit závazky v ní obsažené.</w:t>
      </w:r>
    </w:p>
    <w:p w14:paraId="534D32F6" w14:textId="77777777"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bookmarkStart w:id="1" w:name="_Ref306009990"/>
      <w:r w:rsidRPr="00A851C9">
        <w:rPr>
          <w:rFonts w:ascii="Verdana" w:hAnsi="Verdana"/>
          <w:szCs w:val="18"/>
        </w:rPr>
        <w:t>ÚČEL DOHODY</w:t>
      </w:r>
      <w:bookmarkEnd w:id="1"/>
    </w:p>
    <w:p w14:paraId="53A8FBE1" w14:textId="339970C0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2" w:name="_Ref303256455"/>
      <w:bookmarkStart w:id="3" w:name="_Ref303252683"/>
      <w:bookmarkStart w:id="4" w:name="_Ref303258566"/>
      <w:r w:rsidRPr="00A851C9">
        <w:rPr>
          <w:rFonts w:ascii="Verdana" w:hAnsi="Verdana"/>
          <w:szCs w:val="18"/>
        </w:rPr>
        <w:t>Zadavatel zahájil odesláním oznámení o zahájení zadávacího řízení k uveřejnění zadávací řízení formou jednacího řízení s uveřejněním podle § 60 a § 161 zákona č. 134/2016 Sb., o zadávání veřejných zakázek, ve znění pozdějších předpisů („</w:t>
      </w:r>
      <w:r w:rsidRPr="00A851C9">
        <w:rPr>
          <w:rFonts w:ascii="Verdana" w:hAnsi="Verdana"/>
          <w:b/>
          <w:szCs w:val="18"/>
        </w:rPr>
        <w:t>ZZVZ</w:t>
      </w:r>
      <w:r w:rsidRPr="00A851C9">
        <w:rPr>
          <w:rFonts w:ascii="Verdana" w:hAnsi="Verdana"/>
          <w:szCs w:val="18"/>
        </w:rPr>
        <w:t>“) na nadlimitní sektorovou veřejnou zakázku s názvem „</w:t>
      </w:r>
      <w:r w:rsidR="007014DE" w:rsidRPr="007014DE">
        <w:rPr>
          <w:rFonts w:ascii="Verdana" w:hAnsi="Verdana"/>
          <w:b/>
          <w:szCs w:val="18"/>
        </w:rPr>
        <w:t>Vznik a rozvoj digitálních technických map železnic (DTMŽ) – dodávka SW řešení a celková datová konsolidace</w:t>
      </w:r>
      <w:r w:rsidRPr="00A851C9">
        <w:rPr>
          <w:rFonts w:ascii="Verdana" w:hAnsi="Verdana"/>
          <w:szCs w:val="18"/>
        </w:rPr>
        <w:t>“ („</w:t>
      </w:r>
      <w:r w:rsidRPr="00A851C9">
        <w:rPr>
          <w:rFonts w:ascii="Verdana" w:hAnsi="Verdana"/>
          <w:b/>
          <w:szCs w:val="18"/>
        </w:rPr>
        <w:t>Veřejná zakázka</w:t>
      </w:r>
      <w:r w:rsidRPr="00A851C9">
        <w:rPr>
          <w:rFonts w:ascii="Verdana" w:hAnsi="Verdana"/>
          <w:szCs w:val="18"/>
        </w:rPr>
        <w:t>“).</w:t>
      </w:r>
      <w:bookmarkEnd w:id="2"/>
      <w:r w:rsidRPr="00A851C9">
        <w:rPr>
          <w:rFonts w:ascii="Verdana" w:hAnsi="Verdana"/>
          <w:szCs w:val="18"/>
        </w:rPr>
        <w:t xml:space="preserve"> </w:t>
      </w:r>
      <w:bookmarkEnd w:id="3"/>
      <w:r w:rsidRPr="00A851C9">
        <w:rPr>
          <w:rFonts w:ascii="Verdana" w:hAnsi="Verdana"/>
          <w:szCs w:val="18"/>
        </w:rPr>
        <w:t>Dodavatel s úmyslem účastnit se Veřejné zakázky požaduje vydání těch částí zadávací dokumentace k Veřejné zakázce, které obsahují informace, jež Zadavatel považuje za důvěrné a vyžaduje jejich ochranu („</w:t>
      </w:r>
      <w:r w:rsidRPr="00A851C9">
        <w:rPr>
          <w:rFonts w:ascii="Verdana" w:hAnsi="Verdana"/>
          <w:b/>
          <w:szCs w:val="18"/>
        </w:rPr>
        <w:t>Důvěrné</w:t>
      </w:r>
      <w:r w:rsidRPr="00A851C9">
        <w:rPr>
          <w:rFonts w:ascii="Verdana" w:hAnsi="Verdana"/>
          <w:szCs w:val="18"/>
        </w:rPr>
        <w:t xml:space="preserve"> </w:t>
      </w:r>
      <w:r w:rsidRPr="00A851C9">
        <w:rPr>
          <w:rFonts w:ascii="Verdana" w:hAnsi="Verdana"/>
          <w:b/>
          <w:szCs w:val="18"/>
        </w:rPr>
        <w:t>informace</w:t>
      </w:r>
      <w:r w:rsidRPr="00A851C9">
        <w:rPr>
          <w:rFonts w:ascii="Verdana" w:hAnsi="Verdana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14D3D1E4" w14:textId="77777777"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PŘEDMĚT DOHODY</w:t>
      </w:r>
    </w:p>
    <w:p w14:paraId="1D27C191" w14:textId="77777777"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bookmarkStart w:id="5" w:name="_Ref303277281"/>
      <w:r w:rsidRPr="00A851C9">
        <w:rPr>
          <w:rFonts w:ascii="Verdana" w:hAnsi="Verdana"/>
          <w:szCs w:val="18"/>
        </w:rPr>
        <w:t>Předmětem této Dohody je závazek Dodavatele, že Důvěrné informace dle této Dohody použije pouze způsobem a k účelu v této Dohodě stanoveným</w:t>
      </w:r>
      <w:bookmarkEnd w:id="5"/>
      <w:r w:rsidRPr="00A851C9">
        <w:rPr>
          <w:rFonts w:ascii="Verdana" w:hAnsi="Verdana"/>
          <w:szCs w:val="18"/>
        </w:rPr>
        <w:t>.</w:t>
      </w:r>
    </w:p>
    <w:p w14:paraId="193991D3" w14:textId="77777777"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>Nedohodnou-li se Strany jinak, Dodavatel není oprávněn nakládat s Důvěrnými informacemi, pokud tato Dohoda není účinná alespoň v části specifikované v </w:t>
      </w:r>
      <w:proofErr w:type="gramStart"/>
      <w:r w:rsidRPr="00A851C9">
        <w:rPr>
          <w:rFonts w:ascii="Verdana" w:hAnsi="Verdana"/>
          <w:szCs w:val="18"/>
        </w:rPr>
        <w:t>čl. 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_Ref306010659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9.1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 Dohody</w:t>
      </w:r>
      <w:proofErr w:type="gramEnd"/>
      <w:r w:rsidRPr="00A851C9">
        <w:rPr>
          <w:rFonts w:ascii="Verdana" w:hAnsi="Verdana"/>
          <w:szCs w:val="18"/>
        </w:rPr>
        <w:t>.</w:t>
      </w:r>
    </w:p>
    <w:p w14:paraId="509BFD54" w14:textId="77777777"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DŮVĚRNÉ INFORMACE</w:t>
      </w:r>
    </w:p>
    <w:p w14:paraId="0B5269C4" w14:textId="057E493A" w:rsidR="00410486" w:rsidRPr="00A851C9" w:rsidRDefault="00410486" w:rsidP="00410486">
      <w:pPr>
        <w:pStyle w:val="RLTextlnkuslovan"/>
        <w:rPr>
          <w:rFonts w:ascii="Verdana" w:hAnsi="Verdana"/>
          <w:b/>
          <w:szCs w:val="18"/>
        </w:rPr>
      </w:pPr>
      <w:bookmarkStart w:id="6" w:name="_Ref303255108"/>
      <w:bookmarkStart w:id="7" w:name="_Ref303277874"/>
      <w:r w:rsidRPr="00A851C9">
        <w:rPr>
          <w:rFonts w:ascii="Verdana" w:hAnsi="Verdana"/>
          <w:szCs w:val="18"/>
        </w:rPr>
        <w:t>Nedohodnou-li se Dodavatel a Zadavatel jinak, jsou za Důvěrné informace, jejichž použití podléhá této Dohodě, považovány veškeré dokumenty, data a informace, které Zadavatel v rámci Veřejné zakázky s ohledem na čl. 7.</w:t>
      </w:r>
      <w:r w:rsidR="009F7205">
        <w:rPr>
          <w:rFonts w:ascii="Verdana" w:hAnsi="Verdana"/>
          <w:szCs w:val="18"/>
        </w:rPr>
        <w:t>3</w:t>
      </w:r>
      <w:r w:rsidRPr="00A851C9">
        <w:rPr>
          <w:rFonts w:ascii="Verdana" w:hAnsi="Verdana"/>
          <w:szCs w:val="18"/>
        </w:rPr>
        <w:t> zadávací dokumentace poskytl adresně Dodavateli po uzavření této Dohody prostřednictvím interní komunikace v rámci elektronického nástroje, případně jiným vhodným způsobem zaručujícím autenticitu elektronické komunikace (např. prostřednictvím datové schránky).</w:t>
      </w:r>
      <w:r w:rsidRPr="00A851C9">
        <w:rPr>
          <w:rFonts w:ascii="Verdana" w:hAnsi="Verdana"/>
          <w:b/>
          <w:szCs w:val="18"/>
        </w:rPr>
        <w:t xml:space="preserve"> </w:t>
      </w:r>
    </w:p>
    <w:p w14:paraId="73B04D68" w14:textId="77777777"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bookmarkStart w:id="8" w:name="_Ref306010265"/>
      <w:bookmarkEnd w:id="6"/>
      <w:bookmarkEnd w:id="7"/>
      <w:r w:rsidRPr="00A851C9">
        <w:rPr>
          <w:rFonts w:ascii="Verdana" w:hAnsi="Verdana"/>
          <w:szCs w:val="18"/>
        </w:rPr>
        <w:lastRenderedPageBreak/>
        <w:t>UŽITÍ DŮVĚRNÝCH INFORMACÍ</w:t>
      </w:r>
      <w:bookmarkEnd w:id="8"/>
    </w:p>
    <w:p w14:paraId="4D967A61" w14:textId="77777777"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bookmarkStart w:id="9" w:name="_Ref303318317"/>
      <w:bookmarkStart w:id="10" w:name="_Ref303255062"/>
      <w:r w:rsidRPr="00A851C9">
        <w:rPr>
          <w:rFonts w:ascii="Verdana" w:hAnsi="Verdana"/>
          <w:szCs w:val="18"/>
        </w:rPr>
        <w:t xml:space="preserve">Veškeré Důvěrné informace zůstávají výhradním vlastnictvím Zadavatele a Dodavatel je oprávněn je užít jen pro účely své účasti v zadávacím řízení na zadání Veřejné zakázky a v případě, že bude nabídka Dodavatele Zadavatelem vybrána jako nejvýhodnější, rovněž pro účely plnění smlouvy na realizaci Veřejné zakázky. </w:t>
      </w:r>
      <w:bookmarkStart w:id="11" w:name="_Ref289870410"/>
      <w:bookmarkStart w:id="12" w:name="_Ref303318007"/>
      <w:bookmarkEnd w:id="9"/>
    </w:p>
    <w:p w14:paraId="20E1AEC9" w14:textId="77777777"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 xml:space="preserve">Dodavatel se zavazuje zachovat důvěrnost Důvěrných informací a nezpřístupnit je žádné třetí osobě.  </w:t>
      </w:r>
    </w:p>
    <w:p w14:paraId="0CFB1CCE" w14:textId="77777777"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 xml:space="preserve">Svým zaměstnancům a orgánům je Dodavatel oprávněn Důvěrné informace zpřístupnit jen v rozsahu, v jakém je pro příslušnou osobu nezbytně nutné, aby se s Důvěrnými informacemi seznámila pro účely účasti Dodavatele v zadávacím řízení na zadání Veřejné zakázky, případně pro účely realizace smlouvy na plnění Veřejné zakázky. Tyto osoby musí být poučeny o důvěrném charakteru předávaných informací a zavázány k mlčenlivosti. </w:t>
      </w:r>
    </w:p>
    <w:p w14:paraId="188CBEC4" w14:textId="77777777" w:rsidR="00410486" w:rsidRPr="00A851C9" w:rsidRDefault="00410486" w:rsidP="00410486">
      <w:pPr>
        <w:pStyle w:val="RLTextlnkuslovan"/>
        <w:rPr>
          <w:rFonts w:ascii="Verdana" w:hAnsi="Verdana"/>
          <w:caps/>
          <w:szCs w:val="18"/>
        </w:rPr>
      </w:pPr>
      <w:r w:rsidRPr="00A851C9">
        <w:rPr>
          <w:rFonts w:ascii="Verdana" w:hAnsi="Verdana"/>
          <w:szCs w:val="18"/>
        </w:rPr>
        <w:t xml:space="preserve">Dodavatel je oprávněn zpřístupnit Důvěrné informace jiným třetím osobám </w:t>
      </w:r>
      <w:bookmarkEnd w:id="11"/>
      <w:r w:rsidRPr="00A851C9">
        <w:rPr>
          <w:rFonts w:ascii="Verdana" w:hAnsi="Verdana"/>
          <w:szCs w:val="18"/>
        </w:rPr>
        <w:t xml:space="preserve">jen s předchozím písemným souhlasem Zadavatele anebo při splnění podmínek uvedených v článku </w:t>
      </w:r>
      <w:bookmarkEnd w:id="10"/>
      <w:bookmarkEnd w:id="12"/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_Ref306006405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. Dohody.  </w:t>
      </w:r>
    </w:p>
    <w:p w14:paraId="6A7F13F5" w14:textId="77777777" w:rsidR="00410486" w:rsidRPr="00A851C9" w:rsidRDefault="00410486" w:rsidP="00410486">
      <w:pPr>
        <w:pStyle w:val="RLlneksmlouvy"/>
        <w:rPr>
          <w:rFonts w:ascii="Verdana" w:hAnsi="Verdana"/>
          <w:szCs w:val="18"/>
        </w:rPr>
      </w:pPr>
      <w:bookmarkStart w:id="13" w:name="_Ref306006405"/>
      <w:r w:rsidRPr="00A851C9">
        <w:rPr>
          <w:rFonts w:ascii="Verdana" w:hAnsi="Verdana"/>
          <w:szCs w:val="18"/>
        </w:rPr>
        <w:t>PODDODAVATELÉ</w:t>
      </w:r>
      <w:bookmarkEnd w:id="13"/>
    </w:p>
    <w:p w14:paraId="282D8508" w14:textId="77777777" w:rsidR="00410486" w:rsidRPr="00A851C9" w:rsidRDefault="00410486" w:rsidP="00410486">
      <w:pPr>
        <w:pStyle w:val="RLTextlnkuslovan"/>
        <w:numPr>
          <w:ilvl w:val="1"/>
          <w:numId w:val="35"/>
        </w:numPr>
        <w:rPr>
          <w:rFonts w:ascii="Verdana" w:hAnsi="Verdana"/>
          <w:szCs w:val="18"/>
        </w:rPr>
      </w:pPr>
      <w:bookmarkStart w:id="14" w:name="_Ref306006456"/>
      <w:bookmarkStart w:id="15" w:name="_Ref303259180"/>
      <w:bookmarkStart w:id="16" w:name="_Ref303258280"/>
      <w:r w:rsidRPr="00A851C9">
        <w:rPr>
          <w:rFonts w:ascii="Verdana" w:hAnsi="Verdana"/>
          <w:szCs w:val="18"/>
        </w:rPr>
        <w:t>Pokud Dodavatel zvažuje spolupracovat při přípravě nabídky na realizaci Veřejně zakázky a/nebo při eventuálním plnění Veřejné zakázky Dodavatelem se třetími osobami, zavazuje se sdílet s těmito osobami („</w:t>
      </w:r>
      <w:r w:rsidRPr="00A851C9">
        <w:rPr>
          <w:rFonts w:ascii="Verdana" w:hAnsi="Verdana"/>
          <w:b/>
          <w:szCs w:val="18"/>
        </w:rPr>
        <w:t>Poddodavatelé</w:t>
      </w:r>
      <w:r w:rsidRPr="00A851C9">
        <w:rPr>
          <w:rFonts w:ascii="Verdana" w:hAnsi="Verdana"/>
          <w:szCs w:val="18"/>
        </w:rPr>
        <w:t xml:space="preserve">“) Důvěrné informace jen v souladu s tímto článkem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_Ref306006405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>.</w:t>
      </w:r>
      <w:bookmarkEnd w:id="14"/>
    </w:p>
    <w:p w14:paraId="75555460" w14:textId="77777777" w:rsidR="00410486" w:rsidRPr="00A851C9" w:rsidRDefault="00410486" w:rsidP="00410486">
      <w:pPr>
        <w:pStyle w:val="RLTextlnkuslovan"/>
        <w:numPr>
          <w:ilvl w:val="1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Za Poddodavatele se považuje jakákoliv třetí osoba spolupracující s Dodavatelem dle </w:t>
      </w:r>
      <w:proofErr w:type="gramStart"/>
      <w:r w:rsidRPr="00A851C9">
        <w:rPr>
          <w:rFonts w:ascii="Verdana" w:hAnsi="Verdana"/>
          <w:szCs w:val="18"/>
        </w:rPr>
        <w:t>čl. 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_Ref306006456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6.1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 Dohody</w:t>
      </w:r>
      <w:proofErr w:type="gramEnd"/>
      <w:r w:rsidRPr="00A851C9">
        <w:rPr>
          <w:rFonts w:ascii="Verdana" w:hAnsi="Verdana"/>
          <w:szCs w:val="18"/>
        </w:rPr>
        <w:t xml:space="preserve"> bez ohledu na to, zda: </w:t>
      </w:r>
    </w:p>
    <w:p w14:paraId="6592EA39" w14:textId="77777777"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spolupráce probíhá v rámci konsorcia Dodavatele a takovéto třetí osoby, jehož členové odpovídají Zadavateli společně a nerozdílně, nebo </w:t>
      </w:r>
    </w:p>
    <w:p w14:paraId="50307694" w14:textId="77777777"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spolupráce je založena na poddodavatelském vztahu takovéto třetí osoby vůči Dodavateli, nebo</w:t>
      </w:r>
    </w:p>
    <w:p w14:paraId="6E41FEDA" w14:textId="77777777"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spolupráce je založena na poddodavatelském vztahu Dodavatele vůči takovéto třetí osobě, nebo</w:t>
      </w:r>
    </w:p>
    <w:p w14:paraId="74DAF165" w14:textId="77777777"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Dodavatel a třetí osoba zvolili eventuální jinou formu spolupráce.</w:t>
      </w:r>
    </w:p>
    <w:p w14:paraId="0E6BA7CE" w14:textId="77777777" w:rsidR="00410486" w:rsidRPr="00A851C9" w:rsidRDefault="00410486" w:rsidP="00410486">
      <w:pPr>
        <w:pStyle w:val="RLTextlnkuslovan"/>
        <w:numPr>
          <w:ilvl w:val="1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Sdílení Důvěrných informací je možné jen za předpokladu, že: </w:t>
      </w:r>
    </w:p>
    <w:p w14:paraId="531143E8" w14:textId="77777777"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bookmarkStart w:id="17" w:name="_Ref306010191"/>
      <w:r w:rsidRPr="00A851C9">
        <w:rPr>
          <w:rFonts w:ascii="Verdana" w:hAnsi="Verdana"/>
          <w:szCs w:val="18"/>
        </w:rPr>
        <w:t>Poddodavatel uzavřel se Zadavatelem vlastním jménem a na vlastní účet dohodu s v podstatě stejným obsahem, jako je obsah této Dohody; tento předpoklad se považuje za splněný, pokud budou Zadavateli doručeny dvě vyhotovení takovéto dohody o ochraně Důvěrných informací podepsaná osobou oprávněnou zavazovat Poddodavatele;</w:t>
      </w:r>
      <w:bookmarkEnd w:id="17"/>
      <w:r w:rsidRPr="00A851C9">
        <w:rPr>
          <w:rFonts w:ascii="Verdana" w:hAnsi="Verdana"/>
          <w:szCs w:val="18"/>
        </w:rPr>
        <w:t xml:space="preserve"> </w:t>
      </w:r>
      <w:r w:rsidRPr="00A851C9">
        <w:rPr>
          <w:rFonts w:ascii="Verdana" w:hAnsi="Verdana"/>
          <w:b/>
          <w:szCs w:val="18"/>
        </w:rPr>
        <w:t>nebo</w:t>
      </w:r>
    </w:p>
    <w:p w14:paraId="5866EC5A" w14:textId="77777777" w:rsidR="00410486" w:rsidRPr="00A851C9" w:rsidRDefault="00410486" w:rsidP="00410486">
      <w:pPr>
        <w:pStyle w:val="RLTextlnkuslovan"/>
        <w:numPr>
          <w:ilvl w:val="2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Dodavatel uzavřel s poddodavatelem dohodu o ochraně informací, na základě které budou Důvěrné informace poskytnuté Dodavateli a sdílené s Poddodavatelem podléhat ochraně i ze strany Poddodavatele za stejných podmínek, jako jsou stanoveny touto Dohodou; tento předpoklad se považuje za splněný, pokud bude </w:t>
      </w:r>
      <w:r w:rsidRPr="00A851C9">
        <w:rPr>
          <w:rFonts w:ascii="Verdana" w:hAnsi="Verdana"/>
          <w:szCs w:val="18"/>
        </w:rPr>
        <w:lastRenderedPageBreak/>
        <w:t>Zadavateli doručeno jedno vyhotovení takovéto dohody o ochraně informací podepsané osobami zastupujícími Poddodavatele a Dodavatele.</w:t>
      </w:r>
      <w:bookmarkEnd w:id="15"/>
      <w:bookmarkEnd w:id="16"/>
      <w:r w:rsidRPr="00A851C9">
        <w:rPr>
          <w:rFonts w:ascii="Verdana" w:hAnsi="Verdana"/>
          <w:szCs w:val="18"/>
        </w:rPr>
        <w:t xml:space="preserve"> </w:t>
      </w:r>
    </w:p>
    <w:p w14:paraId="7F862710" w14:textId="77777777" w:rsidR="00410486" w:rsidRPr="00A851C9" w:rsidRDefault="00410486" w:rsidP="00410486">
      <w:pPr>
        <w:pStyle w:val="RLlneksmlouvy"/>
        <w:numPr>
          <w:ilvl w:val="0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SPLNĚNÍ ÚČELU DOHODY</w:t>
      </w:r>
    </w:p>
    <w:p w14:paraId="58958001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18" w:name="_Ref303278277"/>
      <w:r w:rsidRPr="00A851C9">
        <w:rPr>
          <w:rFonts w:ascii="Verdana" w:hAnsi="Verdana"/>
          <w:szCs w:val="18"/>
        </w:rPr>
        <w:t xml:space="preserve">Dodavatel se zavazuje, že po splnění účelu této Dohody dle článku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_Ref306009990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2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 anebo na písemnou výzvu Zadavatele vrátí všechny přijaté Důvěrné informace Zadavateli, a jakékoliv kopie, které v souvislosti s plněním předmětu a účelu této Dohody pořídil, bezodkladně zničí.</w:t>
      </w:r>
      <w:bookmarkEnd w:id="18"/>
      <w:r w:rsidRPr="00A851C9">
        <w:rPr>
          <w:rFonts w:ascii="Verdana" w:hAnsi="Verdana"/>
          <w:szCs w:val="18"/>
        </w:rPr>
        <w:t xml:space="preserve">  </w:t>
      </w:r>
    </w:p>
    <w:p w14:paraId="7A5C957B" w14:textId="77777777" w:rsidR="00410486" w:rsidRPr="00A851C9" w:rsidRDefault="00410486" w:rsidP="00410486">
      <w:pPr>
        <w:pStyle w:val="RLlneksmlouvy"/>
        <w:numPr>
          <w:ilvl w:val="0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PORUŠENÍ POVINNOSTÍ</w:t>
      </w:r>
    </w:p>
    <w:p w14:paraId="4CDF77D5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Dodavatel odpovídá za porušení povinností pro nakládání s Důvěrnými informacemi dle článku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_Ref306010265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5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. této Dohody, které způsobil jeho Poddodavatel, jako by toto porušení způsobil sám Dodavatel. V případě, že i Poddodavatel uzavřel se Zadavatelem dohodu dle </w:t>
      </w:r>
      <w:proofErr w:type="gramStart"/>
      <w:r w:rsidRPr="00A851C9">
        <w:rPr>
          <w:rFonts w:ascii="Verdana" w:hAnsi="Verdana"/>
          <w:szCs w:val="18"/>
        </w:rPr>
        <w:t>čl. 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_Ref306010191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6.3.1</w:t>
      </w:r>
      <w:proofErr w:type="gramEnd"/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 xml:space="preserve">, odpovídají za porušení Dohody Dodavatel i Poddodavatel společně a nerozdílně. </w:t>
      </w:r>
    </w:p>
    <w:p w14:paraId="340512CD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19" w:name="_Ref303256265"/>
      <w:r w:rsidRPr="00A851C9">
        <w:rPr>
          <w:rFonts w:ascii="Verdana" w:hAnsi="Verdana"/>
          <w:szCs w:val="18"/>
        </w:rPr>
        <w:t xml:space="preserve">Poruší-li Dodavatel jakoukoliv povinnost dle článku </w:t>
      </w:r>
      <w:r w:rsidRPr="00A851C9">
        <w:rPr>
          <w:rFonts w:ascii="Verdana" w:hAnsi="Verdana"/>
          <w:szCs w:val="18"/>
        </w:rPr>
        <w:fldChar w:fldCharType="begin"/>
      </w:r>
      <w:r w:rsidRPr="00A851C9">
        <w:rPr>
          <w:rFonts w:ascii="Verdana" w:hAnsi="Verdana"/>
          <w:szCs w:val="18"/>
        </w:rPr>
        <w:instrText xml:space="preserve"> REF _Ref306010265 \r \h  \* MERGEFORMAT </w:instrText>
      </w:r>
      <w:r w:rsidRPr="00A851C9">
        <w:rPr>
          <w:rFonts w:ascii="Verdana" w:hAnsi="Verdana"/>
          <w:szCs w:val="18"/>
        </w:rPr>
      </w:r>
      <w:r w:rsidRPr="00A851C9">
        <w:rPr>
          <w:rFonts w:ascii="Verdana" w:hAnsi="Verdana"/>
          <w:szCs w:val="18"/>
        </w:rPr>
        <w:fldChar w:fldCharType="separate"/>
      </w:r>
      <w:r w:rsidRPr="00A851C9">
        <w:rPr>
          <w:rFonts w:ascii="Verdana" w:hAnsi="Verdana"/>
          <w:szCs w:val="18"/>
        </w:rPr>
        <w:t>5</w:t>
      </w:r>
      <w:r w:rsidRPr="00A851C9">
        <w:rPr>
          <w:rFonts w:ascii="Verdana" w:hAnsi="Verdana"/>
          <w:szCs w:val="18"/>
        </w:rPr>
        <w:fldChar w:fldCharType="end"/>
      </w:r>
      <w:r w:rsidRPr="00A851C9">
        <w:rPr>
          <w:rFonts w:ascii="Verdana" w:hAnsi="Verdana"/>
          <w:szCs w:val="18"/>
        </w:rPr>
        <w:t>. této Dohody, vznikne Zadavateli právo požadovat zaplacení smluvní pokuty Dodavatelem ve výši 500.000,- Kč (slovy: pět set tisíc korun českých) za každé porušení takové povinnosti.</w:t>
      </w:r>
      <w:bookmarkEnd w:id="19"/>
      <w:r w:rsidRPr="00A851C9">
        <w:rPr>
          <w:rFonts w:ascii="Verdana" w:hAnsi="Verdana"/>
          <w:szCs w:val="18"/>
        </w:rPr>
        <w:t xml:space="preserve"> </w:t>
      </w:r>
    </w:p>
    <w:p w14:paraId="41AF15F1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  <w:lang w:eastAsia="cs-CZ"/>
        </w:rPr>
      </w:pPr>
      <w:r w:rsidRPr="00A851C9">
        <w:rPr>
          <w:rFonts w:ascii="Verdana" w:hAnsi="Verdana"/>
          <w:szCs w:val="18"/>
        </w:rPr>
        <w:t>Povinnost Dodavatele zaplatit smluvní pokutu dle této Dohody se nedotýká nároku Zadavatele na náhradu škody způsobené porušením povinností, která ke vzniku nároku na smluvní pokutu vedla, a to v plné výši.</w:t>
      </w:r>
    </w:p>
    <w:p w14:paraId="74E9A5B9" w14:textId="77777777" w:rsidR="00410486" w:rsidRPr="00A851C9" w:rsidRDefault="00410486" w:rsidP="00410486">
      <w:pPr>
        <w:pStyle w:val="RLlneksmlouvy"/>
        <w:numPr>
          <w:ilvl w:val="0"/>
          <w:numId w:val="35"/>
        </w:numPr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ZÁVĚREČNÁ USTANOVENÍ</w:t>
      </w:r>
    </w:p>
    <w:p w14:paraId="4287AEFB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bookmarkStart w:id="20" w:name="_Ref306010659"/>
      <w:r w:rsidRPr="00A851C9">
        <w:rPr>
          <w:rFonts w:ascii="Verdana" w:hAnsi="Verdana"/>
          <w:szCs w:val="18"/>
        </w:rPr>
        <w:t>Povinnost chránit Důvěrné informace zavazuje Dodavatele bez ohledu na případný zánik účinnosti této Dohody po dobu osmi (8) let od uzavření této Dohody.</w:t>
      </w:r>
      <w:bookmarkEnd w:id="20"/>
      <w:r w:rsidRPr="00A851C9">
        <w:rPr>
          <w:rFonts w:ascii="Verdana" w:hAnsi="Verdana"/>
          <w:szCs w:val="18"/>
        </w:rPr>
        <w:t xml:space="preserve"> Ustanovení o odpovědnosti a smluvních pokutách budou považována za účinná i pro případy porušení povinnosti dle předchozí věty.</w:t>
      </w:r>
    </w:p>
    <w:p w14:paraId="6A50A7ED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>Tuto Dohodu je možné měnit pouze písemnou dohodou Stran ve formě číslovaných dodatků této Dohody, podepsaných za každou Stranu osobou nebo osobami oprávněnými zastupovat tuto Stranu.</w:t>
      </w:r>
    </w:p>
    <w:p w14:paraId="334719A6" w14:textId="77777777" w:rsidR="00410486" w:rsidRPr="00A851C9" w:rsidRDefault="00410486" w:rsidP="00410486">
      <w:pPr>
        <w:pStyle w:val="RLTextlnkuslovan"/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Veškerá práva a povinnosti vyplývající z této Dohody přecházejí, pokud to povaha těchto práv a povinností nevylučuje, na právní nástupce Stran. </w:t>
      </w:r>
    </w:p>
    <w:p w14:paraId="49AFB405" w14:textId="77777777" w:rsidR="00410486" w:rsidRDefault="00D72C7B" w:rsidP="00410486">
      <w:pPr>
        <w:pStyle w:val="RLTextlnkuslovan"/>
        <w:rPr>
          <w:rFonts w:ascii="Verdana" w:hAnsi="Verdana"/>
          <w:szCs w:val="18"/>
        </w:rPr>
      </w:pPr>
      <w:r w:rsidRPr="00D72C7B">
        <w:rPr>
          <w:rFonts w:ascii="Verdana" w:hAnsi="Verdana"/>
          <w:szCs w:val="18"/>
        </w:rPr>
        <w:t xml:space="preserve">Tato Dohoda je vyhotovena v elektronické podobě, přičemž obě </w:t>
      </w:r>
      <w:r>
        <w:rPr>
          <w:rFonts w:ascii="Verdana" w:hAnsi="Verdana"/>
          <w:szCs w:val="18"/>
        </w:rPr>
        <w:t>S</w:t>
      </w:r>
      <w:r w:rsidRPr="00D72C7B">
        <w:rPr>
          <w:rFonts w:ascii="Verdana" w:hAnsi="Verdana"/>
          <w:szCs w:val="18"/>
        </w:rPr>
        <w:t>trany obdrží její elektronický originál opatřený elektronickými podpisy. V případě, že tato Dohoda z jakéhokoli důvodu nebude vyhotovena v elektronické podobě, bude t</w:t>
      </w:r>
      <w:r w:rsidR="00410486" w:rsidRPr="00A851C9">
        <w:rPr>
          <w:rFonts w:ascii="Verdana" w:hAnsi="Verdana"/>
          <w:szCs w:val="18"/>
        </w:rPr>
        <w:t>ato Dohoda uzavřena ve dvou (2) stejnopisech, z nichž každá Strana obdrží po jednom (1) vyhotovení.</w:t>
      </w:r>
    </w:p>
    <w:p w14:paraId="6F0FB42A" w14:textId="77777777" w:rsidR="00410486" w:rsidRPr="00A851C9" w:rsidRDefault="00410486" w:rsidP="00410486">
      <w:pPr>
        <w:pStyle w:val="RLTextlnkuslovan"/>
        <w:numPr>
          <w:ilvl w:val="0"/>
          <w:numId w:val="0"/>
        </w:numPr>
        <w:tabs>
          <w:tab w:val="left" w:pos="708"/>
        </w:tabs>
        <w:rPr>
          <w:rFonts w:ascii="Verdana" w:hAnsi="Verdana"/>
          <w:szCs w:val="18"/>
        </w:rPr>
      </w:pPr>
      <w:r w:rsidRPr="00A851C9">
        <w:rPr>
          <w:rFonts w:ascii="Verdana" w:hAnsi="Verdana"/>
          <w:szCs w:val="18"/>
        </w:rPr>
        <w:t xml:space="preserve">Strany prohlašují, že si tuto Dohodu přečetly, že s jejím obsahem souhlasí a na důkaz toho k ní připojují svoje podpisy.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4"/>
        <w:gridCol w:w="4448"/>
      </w:tblGrid>
      <w:tr w:rsidR="00410486" w:rsidRPr="00A851C9" w14:paraId="76E7F2EE" w14:textId="77777777" w:rsidTr="00410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487FAAE4" w14:textId="77777777" w:rsidR="00410486" w:rsidRPr="00A851C9" w:rsidRDefault="00410486" w:rsidP="00CD08EC">
            <w:pPr>
              <w:pStyle w:val="RLdajeosmluvnstran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A851C9">
              <w:rPr>
                <w:rFonts w:ascii="Verdana" w:hAnsi="Verdana"/>
                <w:b/>
                <w:sz w:val="18"/>
                <w:szCs w:val="18"/>
              </w:rPr>
              <w:t>Zadavatel</w:t>
            </w:r>
          </w:p>
        </w:tc>
        <w:tc>
          <w:tcPr>
            <w:tcW w:w="44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4CBBB93" w14:textId="77777777" w:rsidR="00410486" w:rsidRPr="00A851C9" w:rsidRDefault="00410486" w:rsidP="00CD08EC">
            <w:pPr>
              <w:pStyle w:val="RLdajeosmluvnstran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szCs w:val="18"/>
              </w:rPr>
            </w:pPr>
            <w:r w:rsidRPr="00A851C9">
              <w:rPr>
                <w:rFonts w:ascii="Verdana" w:hAnsi="Verdana"/>
                <w:b/>
                <w:sz w:val="18"/>
                <w:szCs w:val="18"/>
              </w:rPr>
              <w:t>Dodavatel</w:t>
            </w:r>
          </w:p>
        </w:tc>
      </w:tr>
    </w:tbl>
    <w:p w14:paraId="3B5F9051" w14:textId="77777777" w:rsidR="00410486" w:rsidRDefault="00410486" w:rsidP="00410486">
      <w:pPr>
        <w:pStyle w:val="RLdajeosmluvnstran"/>
        <w:jc w:val="left"/>
        <w:rPr>
          <w:rFonts w:ascii="Verdana" w:hAnsi="Verdana"/>
          <w:b/>
          <w:sz w:val="18"/>
          <w:szCs w:val="18"/>
        </w:rPr>
      </w:pPr>
    </w:p>
    <w:p w14:paraId="5C305701" w14:textId="77777777" w:rsidR="00410486" w:rsidRDefault="00410486" w:rsidP="00410486">
      <w:pPr>
        <w:pStyle w:val="RLdajeosmluvnstran"/>
        <w:jc w:val="left"/>
        <w:rPr>
          <w:rFonts w:ascii="Verdana" w:hAnsi="Verdana"/>
          <w:b/>
          <w:sz w:val="18"/>
          <w:szCs w:val="18"/>
        </w:rPr>
      </w:pPr>
    </w:p>
    <w:p w14:paraId="4586AA90" w14:textId="77777777" w:rsidR="00410486" w:rsidRDefault="00410486" w:rsidP="00410486">
      <w:pPr>
        <w:pStyle w:val="RLdajeosmluvnstran"/>
        <w:jc w:val="lef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_____________________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_____________________</w:t>
      </w:r>
    </w:p>
    <w:p w14:paraId="5A4A310D" w14:textId="1295725A" w:rsidR="001D17E0" w:rsidRDefault="001D17E0" w:rsidP="0082134B">
      <w:pPr>
        <w:spacing w:line="280" w:lineRule="exact"/>
        <w:rPr>
          <w:rFonts w:ascii="Verdana" w:hAnsi="Verdana"/>
          <w:b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Bc. Jiří Svoboda, MBA</w:t>
      </w:r>
      <w:r>
        <w:rPr>
          <w:rFonts w:ascii="Verdana" w:eastAsia="Times New Roman" w:hAnsi="Verdana"/>
          <w:sz w:val="18"/>
          <w:szCs w:val="18"/>
        </w:rPr>
        <w:tab/>
      </w:r>
      <w:r w:rsidR="0082134B" w:rsidRPr="001D17E0">
        <w:rPr>
          <w:rFonts w:ascii="Verdana" w:eastAsia="Times New Roman" w:hAnsi="Verdana"/>
          <w:sz w:val="18"/>
          <w:szCs w:val="18"/>
        </w:rPr>
        <w:t xml:space="preserve"> </w:t>
      </w:r>
      <w:r w:rsidR="0082134B" w:rsidRPr="001D17E0">
        <w:rPr>
          <w:rFonts w:ascii="Verdana" w:eastAsia="Times New Roman" w:hAnsi="Verdana"/>
          <w:sz w:val="18"/>
          <w:szCs w:val="18"/>
        </w:rPr>
        <w:tab/>
      </w:r>
      <w:r w:rsidR="0082134B" w:rsidRPr="001D17E0">
        <w:rPr>
          <w:rFonts w:ascii="Verdana" w:eastAsia="Times New Roman" w:hAnsi="Verdana"/>
          <w:sz w:val="18"/>
          <w:szCs w:val="18"/>
        </w:rPr>
        <w:tab/>
      </w:r>
      <w:r w:rsidR="00410486" w:rsidRPr="001D17E0">
        <w:rPr>
          <w:rFonts w:ascii="Verdana" w:hAnsi="Verdana"/>
          <w:b/>
          <w:sz w:val="18"/>
          <w:szCs w:val="18"/>
          <w:highlight w:val="green"/>
        </w:rPr>
        <w:tab/>
      </w:r>
      <w:r w:rsidR="00410486" w:rsidRPr="001D17E0">
        <w:rPr>
          <w:rFonts w:ascii="Verdana" w:hAnsi="Verdana"/>
          <w:sz w:val="18"/>
          <w:szCs w:val="18"/>
          <w:highlight w:val="green"/>
          <w:lang w:eastAsia="cs-CZ"/>
        </w:rPr>
        <w:t>[</w:t>
      </w:r>
      <w:r w:rsidR="00410486" w:rsidRPr="001D17E0">
        <w:rPr>
          <w:rFonts w:ascii="Verdana" w:hAnsi="Verdana"/>
          <w:sz w:val="18"/>
          <w:szCs w:val="18"/>
          <w:highlight w:val="green"/>
        </w:rPr>
        <w:t>DOPLNÍ DODAVATEL</w:t>
      </w:r>
      <w:r w:rsidR="00410486" w:rsidRPr="001D17E0">
        <w:rPr>
          <w:rFonts w:ascii="Verdana" w:hAnsi="Verdana"/>
          <w:sz w:val="18"/>
          <w:szCs w:val="18"/>
          <w:highlight w:val="green"/>
          <w:lang w:eastAsia="cs-CZ"/>
        </w:rPr>
        <w:t>]</w:t>
      </w:r>
    </w:p>
    <w:p w14:paraId="0A509395" w14:textId="2E5FD826" w:rsidR="00410486" w:rsidRPr="001D17E0" w:rsidRDefault="001D17E0" w:rsidP="001D17E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Generální ředitel</w:t>
      </w:r>
    </w:p>
    <w:sectPr w:rsidR="00410486" w:rsidRPr="001D17E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C97A1" w14:textId="77777777" w:rsidR="00F029E2" w:rsidRDefault="00F029E2" w:rsidP="00962258">
      <w:pPr>
        <w:spacing w:after="0" w:line="240" w:lineRule="auto"/>
      </w:pPr>
      <w:r>
        <w:separator/>
      </w:r>
    </w:p>
  </w:endnote>
  <w:endnote w:type="continuationSeparator" w:id="0">
    <w:p w14:paraId="2A2AA31D" w14:textId="77777777" w:rsidR="00F029E2" w:rsidRDefault="00F029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AE57B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52DD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004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004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8C497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EAB16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A449C1" w14:textId="77777777" w:rsidR="00F1715C" w:rsidRDefault="00F1715C" w:rsidP="00D831A3">
          <w:pPr>
            <w:pStyle w:val="Zpat"/>
          </w:pPr>
        </w:p>
      </w:tc>
    </w:tr>
  </w:tbl>
  <w:p w14:paraId="1966EE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489FC13" wp14:editId="1C985A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C9904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D640B8" wp14:editId="057D8B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531B3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1A54C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0C1C5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00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004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A83F2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98C67B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7353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56029F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537AED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43A74F2" w14:textId="77777777" w:rsidR="00F1715C" w:rsidRDefault="00F1715C" w:rsidP="00460660">
          <w:pPr>
            <w:pStyle w:val="Zpat"/>
          </w:pPr>
        </w:p>
      </w:tc>
    </w:tr>
  </w:tbl>
  <w:p w14:paraId="1D7EE7C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3B88931" wp14:editId="097402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34355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818F77" wp14:editId="7F6990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AE1F70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88E78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A0A10" w14:textId="77777777" w:rsidR="00F029E2" w:rsidRDefault="00F029E2" w:rsidP="00962258">
      <w:pPr>
        <w:spacing w:after="0" w:line="240" w:lineRule="auto"/>
      </w:pPr>
      <w:r>
        <w:separator/>
      </w:r>
    </w:p>
  </w:footnote>
  <w:footnote w:type="continuationSeparator" w:id="0">
    <w:p w14:paraId="3080B59A" w14:textId="77777777" w:rsidR="00F029E2" w:rsidRDefault="00F029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E0186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2A1F3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0ADB3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89CF3D" w14:textId="77777777" w:rsidR="00F1715C" w:rsidRPr="00D6163D" w:rsidRDefault="00F1715C" w:rsidP="00D6163D">
          <w:pPr>
            <w:pStyle w:val="Druhdokumentu"/>
          </w:pPr>
        </w:p>
      </w:tc>
    </w:tr>
  </w:tbl>
  <w:p w14:paraId="0215C9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4A34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EC94D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16B0A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82F6FE" w14:textId="77777777" w:rsidR="00F1715C" w:rsidRPr="00D6163D" w:rsidRDefault="00F1715C" w:rsidP="00FC6389">
          <w:pPr>
            <w:pStyle w:val="Druhdokumentu"/>
          </w:pPr>
        </w:p>
      </w:tc>
    </w:tr>
    <w:tr w:rsidR="009F392E" w14:paraId="4CCB93B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5C6745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A61A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1315661" w14:textId="77777777" w:rsidR="009F392E" w:rsidRPr="00D6163D" w:rsidRDefault="009F392E" w:rsidP="00FC6389">
          <w:pPr>
            <w:pStyle w:val="Druhdokumentu"/>
          </w:pPr>
        </w:p>
      </w:tc>
    </w:tr>
  </w:tbl>
  <w:p w14:paraId="38EFA4F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C5D208A" wp14:editId="5BB617B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98290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62C6FCD"/>
    <w:multiLevelType w:val="multilevel"/>
    <w:tmpl w:val="0972A8F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Verdana" w:hAnsi="Verdana" w:cs="Times New Roman" w:hint="default"/>
        <w:b w:val="0"/>
        <w:bCs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Verdana" w:hAnsi="Verdana" w:cs="Times New Roman" w:hint="default"/>
          <w:sz w:val="20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48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7E0"/>
    <w:rsid w:val="00207DF5"/>
    <w:rsid w:val="00280E07"/>
    <w:rsid w:val="002C31BF"/>
    <w:rsid w:val="002D08B1"/>
    <w:rsid w:val="002E0CD7"/>
    <w:rsid w:val="00341DCF"/>
    <w:rsid w:val="00357BC6"/>
    <w:rsid w:val="00371469"/>
    <w:rsid w:val="003921C3"/>
    <w:rsid w:val="003956C6"/>
    <w:rsid w:val="0041048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14DE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34B"/>
    <w:rsid w:val="008659F3"/>
    <w:rsid w:val="00886D4B"/>
    <w:rsid w:val="00895406"/>
    <w:rsid w:val="008A3568"/>
    <w:rsid w:val="008D03B9"/>
    <w:rsid w:val="008F18D6"/>
    <w:rsid w:val="0090206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205"/>
    <w:rsid w:val="00A20049"/>
    <w:rsid w:val="00A6177B"/>
    <w:rsid w:val="00A66136"/>
    <w:rsid w:val="00AA4CBB"/>
    <w:rsid w:val="00AA65FA"/>
    <w:rsid w:val="00AA7351"/>
    <w:rsid w:val="00AD056F"/>
    <w:rsid w:val="00AD6731"/>
    <w:rsid w:val="00AE0D05"/>
    <w:rsid w:val="00AE1D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2C7B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9E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2F0"/>
    <w:rsid w:val="00F86BA6"/>
    <w:rsid w:val="00F930B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D5E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048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410486"/>
    <w:rPr>
      <w:rFonts w:ascii="Calibri" w:hAnsi="Calibri" w:cs="Calibri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410486"/>
    <w:pPr>
      <w:numPr>
        <w:ilvl w:val="1"/>
        <w:numId w:val="34"/>
      </w:numPr>
      <w:spacing w:after="120" w:line="280" w:lineRule="exact"/>
      <w:jc w:val="both"/>
    </w:pPr>
    <w:rPr>
      <w:rFonts w:ascii="Calibri" w:hAnsi="Calibri" w:cs="Calibri"/>
      <w:sz w:val="18"/>
      <w:szCs w:val="24"/>
    </w:rPr>
  </w:style>
  <w:style w:type="character" w:customStyle="1" w:styleId="RLlneksmlouvyCharChar">
    <w:name w:val="RL Článek smlouvy Char Char"/>
    <w:link w:val="RLlneksmlouvy"/>
    <w:locked/>
    <w:rsid w:val="00410486"/>
    <w:rPr>
      <w:rFonts w:ascii="Calibri" w:hAnsi="Calibri" w:cs="Calibr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410486"/>
    <w:pPr>
      <w:keepNext/>
      <w:numPr>
        <w:numId w:val="34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sz w:val="18"/>
      <w:szCs w:val="24"/>
    </w:rPr>
  </w:style>
  <w:style w:type="paragraph" w:customStyle="1" w:styleId="RLdajeosmluvnstran">
    <w:name w:val="RL Údaje o smluvní straně"/>
    <w:basedOn w:val="Normln"/>
    <w:rsid w:val="00410486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410486"/>
    <w:rPr>
      <w:rFonts w:ascii="Calibri" w:hAnsi="Calibri" w:cs="Calibri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410486"/>
    <w:pPr>
      <w:spacing w:after="120" w:line="280" w:lineRule="exact"/>
      <w:jc w:val="center"/>
    </w:pPr>
    <w:rPr>
      <w:rFonts w:ascii="Calibri" w:hAnsi="Calibri" w:cs="Calibri"/>
      <w:b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0486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410486"/>
    <w:rPr>
      <w:rFonts w:ascii="Calibri" w:hAnsi="Calibri" w:cs="Calibri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410486"/>
    <w:pPr>
      <w:numPr>
        <w:ilvl w:val="1"/>
        <w:numId w:val="34"/>
      </w:numPr>
      <w:spacing w:after="120" w:line="280" w:lineRule="exact"/>
      <w:jc w:val="both"/>
    </w:pPr>
    <w:rPr>
      <w:rFonts w:ascii="Calibri" w:hAnsi="Calibri" w:cs="Calibri"/>
      <w:sz w:val="18"/>
      <w:szCs w:val="24"/>
    </w:rPr>
  </w:style>
  <w:style w:type="character" w:customStyle="1" w:styleId="RLlneksmlouvyCharChar">
    <w:name w:val="RL Článek smlouvy Char Char"/>
    <w:link w:val="RLlneksmlouvy"/>
    <w:locked/>
    <w:rsid w:val="00410486"/>
    <w:rPr>
      <w:rFonts w:ascii="Calibri" w:hAnsi="Calibri" w:cs="Calibr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410486"/>
    <w:pPr>
      <w:keepNext/>
      <w:numPr>
        <w:numId w:val="34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sz w:val="18"/>
      <w:szCs w:val="24"/>
    </w:rPr>
  </w:style>
  <w:style w:type="paragraph" w:customStyle="1" w:styleId="RLdajeosmluvnstran">
    <w:name w:val="RL Údaje o smluvní straně"/>
    <w:basedOn w:val="Normln"/>
    <w:rsid w:val="00410486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410486"/>
    <w:rPr>
      <w:rFonts w:ascii="Calibri" w:hAnsi="Calibri" w:cs="Calibri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410486"/>
    <w:pPr>
      <w:spacing w:after="120" w:line="280" w:lineRule="exact"/>
      <w:jc w:val="center"/>
    </w:pPr>
    <w:rPr>
      <w:rFonts w:ascii="Calibri" w:hAnsi="Calibri" w:cs="Calibri"/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3C2EFE-D9E1-4C78-B2B3-AFB4C1D7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5</Pages>
  <Words>1204</Words>
  <Characters>7104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7</cp:revision>
  <cp:lastPrinted>2017-11-28T17:18:00Z</cp:lastPrinted>
  <dcterms:created xsi:type="dcterms:W3CDTF">2021-10-18T12:29:00Z</dcterms:created>
  <dcterms:modified xsi:type="dcterms:W3CDTF">2022-01-26T08:48:00Z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