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F6AA4" w14:textId="54588A71" w:rsidR="00B21E73" w:rsidRPr="00A66890" w:rsidRDefault="00B21E73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Příloha č. </w:t>
      </w:r>
      <w:r w:rsidR="00381258">
        <w:rPr>
          <w:rFonts w:ascii="Verdana" w:eastAsia="Verdana" w:hAnsi="Verdana" w:cs="Calibri"/>
          <w:b/>
          <w:bCs/>
          <w:sz w:val="18"/>
          <w:szCs w:val="18"/>
        </w:rPr>
        <w:t>10</w:t>
      </w:r>
      <w:r w:rsidRPr="00A66890">
        <w:rPr>
          <w:rFonts w:ascii="Verdana" w:eastAsia="Verdana" w:hAnsi="Verdana" w:cs="Calibri"/>
          <w:b/>
          <w:bCs/>
          <w:sz w:val="18"/>
          <w:szCs w:val="18"/>
        </w:rPr>
        <w:t xml:space="preserve"> Zadávací dokumentace </w:t>
      </w:r>
      <w:proofErr w:type="gramStart"/>
      <w:r w:rsidR="007F49BE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7F49BE" w:rsidRPr="007F49BE">
        <w:rPr>
          <w:rFonts w:ascii="Verdana" w:eastAsia="Verdana" w:hAnsi="Verdana" w:cs="Calibri"/>
          <w:b/>
          <w:bCs/>
          <w:sz w:val="18"/>
          <w:szCs w:val="18"/>
        </w:rPr>
        <w:t xml:space="preserve"> 7947/2022-SŽ-GŘ-O8</w:t>
      </w:r>
    </w:p>
    <w:p w14:paraId="607B0718" w14:textId="1F3212B8" w:rsidR="00B21E73" w:rsidRPr="00B21E73" w:rsidRDefault="00381258" w:rsidP="00B21E73">
      <w:pPr>
        <w:spacing w:before="120" w:after="120" w:line="264" w:lineRule="auto"/>
        <w:jc w:val="both"/>
        <w:rPr>
          <w:rFonts w:ascii="Verdana" w:eastAsia="Verdana" w:hAnsi="Verdana" w:cs="Calibri"/>
          <w:b/>
          <w:sz w:val="36"/>
          <w:szCs w:val="36"/>
        </w:rPr>
      </w:pPr>
      <w:r w:rsidRPr="00381258">
        <w:rPr>
          <w:rFonts w:ascii="Verdana" w:eastAsia="Verdana" w:hAnsi="Verdana" w:cs="Calibri"/>
          <w:b/>
          <w:color w:val="FF5200" w:themeColor="accent2"/>
          <w:sz w:val="36"/>
          <w:szCs w:val="36"/>
        </w:rPr>
        <w:t>Tabulka pro hodnocení členů realizačního týmu</w:t>
      </w:r>
    </w:p>
    <w:p w14:paraId="17AEF89F" w14:textId="2F0C99EF" w:rsidR="00381258" w:rsidRPr="00584CB6" w:rsidRDefault="00381258" w:rsidP="00B21E73">
      <w:pPr>
        <w:spacing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bookmarkStart w:id="0" w:name="_GoBack"/>
      <w:bookmarkEnd w:id="0"/>
    </w:p>
    <w:p w14:paraId="7CBBA39D" w14:textId="41326BB9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>obchodní firma [</w:t>
      </w:r>
      <w:r w:rsidRPr="00681520">
        <w:rPr>
          <w:rFonts w:asciiTheme="majorHAnsi" w:eastAsia="Verdana" w:hAnsiTheme="majorHAnsi" w:cs="Calibri"/>
          <w:b/>
          <w:sz w:val="18"/>
          <w:szCs w:val="18"/>
          <w:highlight w:val="green"/>
        </w:rPr>
        <w:t>DOPLNÍ DODAVATEL</w:t>
      </w:r>
      <w:r w:rsidRPr="00B90AA3">
        <w:rPr>
          <w:rFonts w:asciiTheme="majorHAnsi" w:eastAsia="Verdana" w:hAnsiTheme="majorHAnsi" w:cs="Calibri"/>
          <w:sz w:val="18"/>
          <w:szCs w:val="18"/>
        </w:rPr>
        <w:t>]</w:t>
      </w:r>
    </w:p>
    <w:p w14:paraId="4580C668" w14:textId="77777777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>se sídlem 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eastAsia="Verdana" w:hAnsiTheme="majorHAnsi" w:cs="Calibri"/>
          <w:sz w:val="18"/>
          <w:szCs w:val="18"/>
        </w:rPr>
        <w:t>]</w:t>
      </w:r>
    </w:p>
    <w:p w14:paraId="78484DBB" w14:textId="77777777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>IČO: 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eastAsia="Verdana" w:hAnsiTheme="majorHAnsi" w:cs="Calibri"/>
          <w:sz w:val="18"/>
          <w:szCs w:val="18"/>
        </w:rPr>
        <w:t>]</w:t>
      </w:r>
    </w:p>
    <w:p w14:paraId="08DB09DB" w14:textId="77777777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>společnost zapsaná v obchodním rejstříku vedeném 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eastAsia="Verdana" w:hAnsiTheme="majorHAnsi" w:cs="Calibri"/>
          <w:sz w:val="18"/>
          <w:szCs w:val="18"/>
        </w:rPr>
        <w:t>],</w:t>
      </w:r>
    </w:p>
    <w:p w14:paraId="5615C10B" w14:textId="77777777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>spisová značka 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DODAVATEL]</w:t>
      </w:r>
    </w:p>
    <w:p w14:paraId="1B9B9C77" w14:textId="77777777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 xml:space="preserve">zastoupená 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[DOPLNÍ DODAVATEL</w:t>
      </w:r>
      <w:r w:rsidRPr="00B90AA3">
        <w:rPr>
          <w:rFonts w:asciiTheme="majorHAnsi" w:eastAsia="Verdana" w:hAnsiTheme="majorHAnsi" w:cs="Calibri"/>
          <w:sz w:val="18"/>
          <w:szCs w:val="18"/>
        </w:rPr>
        <w:t>]</w:t>
      </w:r>
    </w:p>
    <w:p w14:paraId="3BCE3010" w14:textId="30096EE5" w:rsidR="00584CB6" w:rsidRPr="00B90AA3" w:rsidRDefault="00584CB6" w:rsidP="00584CB6">
      <w:pPr>
        <w:spacing w:before="120" w:after="120" w:line="264" w:lineRule="auto"/>
        <w:jc w:val="both"/>
        <w:rPr>
          <w:rFonts w:asciiTheme="majorHAnsi" w:eastAsia="Verdana" w:hAnsiTheme="majorHAnsi" w:cs="Calibri"/>
          <w:sz w:val="18"/>
          <w:szCs w:val="18"/>
        </w:rPr>
      </w:pPr>
      <w:r w:rsidRPr="00B90AA3">
        <w:rPr>
          <w:rFonts w:asciiTheme="majorHAnsi" w:eastAsia="Verdana" w:hAnsiTheme="majorHAnsi" w:cs="Calibri"/>
          <w:sz w:val="18"/>
          <w:szCs w:val="18"/>
        </w:rPr>
        <w:t>(dále jen „</w:t>
      </w:r>
      <w:r w:rsidR="00B90AA3" w:rsidRPr="00B90AA3">
        <w:rPr>
          <w:rFonts w:asciiTheme="majorHAnsi" w:eastAsia="Verdana" w:hAnsiTheme="majorHAnsi" w:cs="Calibri"/>
          <w:b/>
          <w:bCs/>
          <w:sz w:val="18"/>
          <w:szCs w:val="18"/>
        </w:rPr>
        <w:t>d</w:t>
      </w:r>
      <w:r w:rsidRPr="00B90AA3">
        <w:rPr>
          <w:rFonts w:asciiTheme="majorHAnsi" w:eastAsia="Verdana" w:hAnsiTheme="majorHAnsi" w:cs="Calibri"/>
          <w:b/>
          <w:bCs/>
          <w:sz w:val="18"/>
          <w:szCs w:val="18"/>
        </w:rPr>
        <w:t>odavatel</w:t>
      </w:r>
      <w:r w:rsidRPr="00B90AA3">
        <w:rPr>
          <w:rFonts w:asciiTheme="majorHAnsi" w:eastAsia="Verdana" w:hAnsiTheme="majorHAnsi" w:cs="Calibri"/>
          <w:sz w:val="18"/>
          <w:szCs w:val="18"/>
        </w:rPr>
        <w:t>“)</w:t>
      </w:r>
    </w:p>
    <w:p w14:paraId="58998221" w14:textId="4445B8A6" w:rsidR="00381258" w:rsidRPr="00B90AA3" w:rsidRDefault="00381258" w:rsidP="00381258">
      <w:pPr>
        <w:pStyle w:val="Section"/>
        <w:widowControl/>
        <w:spacing w:before="120" w:after="120" w:line="276" w:lineRule="auto"/>
        <w:jc w:val="both"/>
        <w:rPr>
          <w:rFonts w:asciiTheme="majorHAnsi" w:hAnsiTheme="majorHAnsi"/>
          <w:b w:val="0"/>
          <w:sz w:val="18"/>
          <w:szCs w:val="18"/>
        </w:rPr>
      </w:pPr>
      <w:r w:rsidRPr="00B90AA3">
        <w:rPr>
          <w:rFonts w:asciiTheme="majorHAnsi" w:hAnsiTheme="majorHAnsi"/>
          <w:b w:val="0"/>
          <w:sz w:val="18"/>
          <w:szCs w:val="18"/>
        </w:rPr>
        <w:t>jakožto účastník v zadávacím řízení na veřejnou zakázku „</w:t>
      </w:r>
      <w:r w:rsidR="00584CB6" w:rsidRPr="00B90AA3">
        <w:rPr>
          <w:rFonts w:asciiTheme="majorHAnsi" w:hAnsiTheme="majorHAnsi"/>
          <w:b w:val="0"/>
          <w:sz w:val="18"/>
          <w:szCs w:val="18"/>
        </w:rPr>
        <w:t>Vznik a rozvoj digitálních technických map železnic (DTMŽ) – dodávka SW řešení a celková datová konsolidace</w:t>
      </w:r>
      <w:r w:rsidRPr="00B90AA3">
        <w:rPr>
          <w:rFonts w:asciiTheme="majorHAnsi" w:hAnsiTheme="majorHAnsi"/>
          <w:b w:val="0"/>
          <w:sz w:val="18"/>
          <w:szCs w:val="18"/>
        </w:rPr>
        <w:t xml:space="preserve">“ uvádí níže uvedené informace rozhodné pro účely hodnocení nabídek. </w:t>
      </w:r>
    </w:p>
    <w:p w14:paraId="73EE450E" w14:textId="4BB350D7" w:rsidR="00584CB6" w:rsidRPr="00B90AA3" w:rsidRDefault="00584CB6" w:rsidP="005D39F0">
      <w:pPr>
        <w:pStyle w:val="Odstavecseseznamem"/>
        <w:numPr>
          <w:ilvl w:val="0"/>
          <w:numId w:val="41"/>
        </w:num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>Hlavní inženýr projekt</w:t>
      </w:r>
      <w:r w:rsidR="00B90AA3">
        <w:rPr>
          <w:rFonts w:asciiTheme="majorHAnsi" w:hAnsiTheme="majorHAnsi"/>
          <w:b/>
          <w:sz w:val="18"/>
          <w:szCs w:val="18"/>
        </w:rPr>
        <w:t>u</w:t>
      </w:r>
      <w:r w:rsidRPr="00B90AA3">
        <w:rPr>
          <w:rFonts w:asciiTheme="majorHAnsi" w:hAnsiTheme="majorHAnsi"/>
          <w:b/>
          <w:sz w:val="18"/>
          <w:szCs w:val="18"/>
        </w:rPr>
        <w:t xml:space="preserve">  </w:t>
      </w:r>
    </w:p>
    <w:p w14:paraId="544434CC" w14:textId="408452CC" w:rsidR="00381258" w:rsidRPr="00B90AA3" w:rsidRDefault="00381258" w:rsidP="00381258">
      <w:p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Jméno: </w:t>
      </w:r>
      <w:r w:rsidRPr="00B90AA3">
        <w:rPr>
          <w:rFonts w:asciiTheme="majorHAnsi" w:hAnsiTheme="majorHAnsi"/>
          <w:sz w:val="18"/>
          <w:szCs w:val="18"/>
        </w:rPr>
        <w:t>[</w:t>
      </w:r>
      <w:r w:rsidR="00584CB6"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  <w:r w:rsidRPr="00B90AA3">
        <w:rPr>
          <w:rFonts w:asciiTheme="majorHAnsi" w:hAnsiTheme="majorHAnsi"/>
          <w:b/>
          <w:sz w:val="18"/>
          <w:szCs w:val="18"/>
        </w:rPr>
        <w:tab/>
        <w:t xml:space="preserve">Příjmení: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="00584CB6"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3CA18540" w14:textId="465B6396" w:rsidR="00381258" w:rsidRPr="00B90AA3" w:rsidRDefault="005D39F0" w:rsidP="00584CB6">
      <w:pPr>
        <w:pStyle w:val="Nadpis1"/>
        <w:numPr>
          <w:ilvl w:val="0"/>
          <w:numId w:val="38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rFonts w:cs="Arial"/>
          <w:color w:val="auto"/>
          <w:sz w:val="18"/>
          <w:szCs w:val="18"/>
        </w:rPr>
      </w:pPr>
      <w:r w:rsidRPr="00B90AA3">
        <w:rPr>
          <w:color w:val="auto"/>
          <w:sz w:val="18"/>
          <w:szCs w:val="18"/>
        </w:rPr>
        <w:t>Praxe</w:t>
      </w:r>
      <w:r w:rsidR="00381258" w:rsidRPr="00B90AA3">
        <w:rPr>
          <w:color w:val="auto"/>
          <w:sz w:val="18"/>
          <w:szCs w:val="18"/>
        </w:rPr>
        <w:t xml:space="preserve"> na </w:t>
      </w:r>
      <w:r w:rsidRPr="00B90AA3">
        <w:rPr>
          <w:color w:val="auto"/>
          <w:sz w:val="18"/>
          <w:szCs w:val="18"/>
        </w:rPr>
        <w:t xml:space="preserve">hodnocené pozici </w:t>
      </w:r>
      <w:r w:rsidRPr="00B90AA3">
        <w:rPr>
          <w:rFonts w:cs="Arial"/>
          <w:color w:val="auto"/>
          <w:sz w:val="18"/>
          <w:szCs w:val="18"/>
        </w:rPr>
        <w:t>dle požadavku v bodu 13.5.6. zadávací dokumentace</w:t>
      </w:r>
    </w:p>
    <w:p w14:paraId="674AFCC7" w14:textId="3617C212" w:rsidR="005D39F0" w:rsidRPr="00B90AA3" w:rsidRDefault="005D39F0" w:rsidP="005D39F0">
      <w:pPr>
        <w:rPr>
          <w:rFonts w:asciiTheme="majorHAnsi" w:hAnsiTheme="majorHAnsi" w:cs="Arial"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Počet dokončených let praxe nad rámec kvalifikace celkem: 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50395FDA" w14:textId="5353F5F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každý rok praxe nad rámec kvalifikace.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2825"/>
      </w:tblGrid>
      <w:tr w:rsidR="00B90AA3" w:rsidRPr="00B90AA3" w14:paraId="78C4FC71" w14:textId="77777777" w:rsidTr="005D39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B7979" w14:textId="676FE77A" w:rsidR="00B90AA3" w:rsidRPr="00B90AA3" w:rsidRDefault="00B90AA3" w:rsidP="00B90AA3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FEBC6" w14:textId="3C1A7D15" w:rsidR="00B90AA3" w:rsidRPr="00681520" w:rsidRDefault="00B90AA3" w:rsidP="00B90AA3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90AA3" w:rsidRPr="00B90AA3" w14:paraId="0E845EBF" w14:textId="77777777" w:rsidTr="00584C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33C869BE" w14:textId="2DB1DFEF" w:rsidR="00B90AA3" w:rsidRPr="00B90AA3" w:rsidRDefault="00B90AA3" w:rsidP="00B90AA3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25" w:type="dxa"/>
            <w:shd w:val="clear" w:color="auto" w:fill="FFFFFF" w:themeFill="background1"/>
          </w:tcPr>
          <w:p w14:paraId="2A8D6C66" w14:textId="50558FA7" w:rsidR="00B90AA3" w:rsidRPr="00681520" w:rsidRDefault="00B90AA3" w:rsidP="00B90AA3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90AA3" w:rsidRPr="00B90AA3" w14:paraId="750C5DAA" w14:textId="77777777" w:rsidTr="00584C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07338920" w14:textId="1BE8934A" w:rsidR="00B90AA3" w:rsidRPr="00B90AA3" w:rsidRDefault="00B90AA3" w:rsidP="00B90AA3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25" w:type="dxa"/>
            <w:shd w:val="clear" w:color="auto" w:fill="FFFFFF" w:themeFill="background1"/>
          </w:tcPr>
          <w:p w14:paraId="5F204BE4" w14:textId="446751F4" w:rsidR="00B90AA3" w:rsidRPr="00681520" w:rsidRDefault="00B90AA3" w:rsidP="00B90AA3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90AA3" w:rsidRPr="00B90AA3" w14:paraId="76ACBC3E" w14:textId="77777777" w:rsidTr="00584C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6723BEA" w14:textId="4ABFCFD6" w:rsidR="00B90AA3" w:rsidRPr="00B90AA3" w:rsidRDefault="00B90AA3" w:rsidP="00B90AA3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25" w:type="dxa"/>
            <w:shd w:val="clear" w:color="auto" w:fill="FFFFFF" w:themeFill="background1"/>
          </w:tcPr>
          <w:p w14:paraId="17717546" w14:textId="3B95288C" w:rsidR="00B90AA3" w:rsidRPr="00681520" w:rsidRDefault="00B90AA3" w:rsidP="00B90AA3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B90AA3" w:rsidRPr="00B90AA3" w14:paraId="5BE5311D" w14:textId="77777777" w:rsidTr="00584C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BBE911B" w14:textId="64415A99" w:rsidR="00B90AA3" w:rsidRPr="00B90AA3" w:rsidRDefault="00B90AA3" w:rsidP="00B90AA3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25" w:type="dxa"/>
            <w:shd w:val="clear" w:color="auto" w:fill="FFFFFF" w:themeFill="background1"/>
          </w:tcPr>
          <w:p w14:paraId="38D198F1" w14:textId="3A3D9452" w:rsidR="00B90AA3" w:rsidRPr="00681520" w:rsidRDefault="00B90AA3" w:rsidP="00B90AA3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D783864" w14:textId="599DBCC0" w:rsidR="00381258" w:rsidRPr="00B90AA3" w:rsidRDefault="00381258" w:rsidP="00381258">
      <w:pPr>
        <w:pStyle w:val="Nadpis1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sz w:val="18"/>
          <w:szCs w:val="18"/>
        </w:rPr>
      </w:pPr>
      <w:r w:rsidRPr="00B90AA3">
        <w:rPr>
          <w:rFonts w:cs="Arial"/>
          <w:color w:val="auto"/>
          <w:sz w:val="18"/>
          <w:szCs w:val="18"/>
        </w:rPr>
        <w:t>Zkušenost na</w:t>
      </w:r>
      <w:r w:rsidR="005D39F0" w:rsidRPr="00B90AA3">
        <w:rPr>
          <w:rFonts w:cs="Arial"/>
          <w:color w:val="auto"/>
          <w:sz w:val="18"/>
          <w:szCs w:val="18"/>
        </w:rPr>
        <w:t xml:space="preserve">d rámec kvalifikace dle požadavku v bodu 13.5.6. zadávací dokumentace </w:t>
      </w:r>
    </w:p>
    <w:p w14:paraId="54278390" w14:textId="7C5C845A" w:rsidR="005D39F0" w:rsidRPr="00B90AA3" w:rsidRDefault="005D39F0" w:rsidP="00381258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b/>
          <w:bCs/>
          <w:sz w:val="18"/>
          <w:szCs w:val="18"/>
        </w:rPr>
        <w:t xml:space="preserve">Počet zkušeností (referenčních zakázek) </w:t>
      </w:r>
      <w:r w:rsidR="000F0306">
        <w:rPr>
          <w:rFonts w:asciiTheme="majorHAnsi" w:hAnsiTheme="majorHAnsi"/>
          <w:b/>
          <w:bCs/>
          <w:sz w:val="18"/>
          <w:szCs w:val="18"/>
        </w:rPr>
        <w:t xml:space="preserve">nad </w:t>
      </w:r>
      <w:r w:rsidRPr="00B90AA3">
        <w:rPr>
          <w:rFonts w:asciiTheme="majorHAnsi" w:hAnsiTheme="majorHAnsi"/>
          <w:b/>
          <w:bCs/>
          <w:sz w:val="18"/>
          <w:szCs w:val="18"/>
        </w:rPr>
        <w:t>rámec kvalifikace celkem</w:t>
      </w:r>
      <w:r w:rsidRPr="00B90AA3">
        <w:rPr>
          <w:rFonts w:asciiTheme="majorHAnsi" w:hAnsiTheme="majorHAnsi"/>
          <w:sz w:val="18"/>
          <w:szCs w:val="18"/>
        </w:rPr>
        <w:t>: 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681520">
        <w:rPr>
          <w:rFonts w:asciiTheme="majorHAnsi" w:hAnsiTheme="majorHAnsi"/>
          <w:sz w:val="18"/>
          <w:szCs w:val="18"/>
          <w:highlight w:val="green"/>
        </w:rPr>
        <w:t>]</w:t>
      </w:r>
    </w:p>
    <w:p w14:paraId="78181570" w14:textId="0AEF024F" w:rsidR="00381258" w:rsidRPr="00B90AA3" w:rsidRDefault="00381258" w:rsidP="00381258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lastRenderedPageBreak/>
        <w:t xml:space="preserve">Níže uvedenou tabulku vyplní dodavatel pro každou referenci s účastí </w:t>
      </w:r>
      <w:r w:rsidR="005D39F0" w:rsidRPr="00B90AA3">
        <w:rPr>
          <w:rFonts w:asciiTheme="majorHAnsi" w:hAnsiTheme="majorHAnsi"/>
          <w:sz w:val="18"/>
          <w:szCs w:val="18"/>
        </w:rPr>
        <w:t>člena týmu</w:t>
      </w:r>
      <w:r w:rsidRPr="00B90AA3">
        <w:rPr>
          <w:rFonts w:asciiTheme="majorHAnsi" w:hAnsiTheme="majorHAnsi"/>
          <w:sz w:val="18"/>
          <w:szCs w:val="18"/>
        </w:rPr>
        <w:t xml:space="preserve"> nad rámec kvalifikace (tj. je-li zkušeností nad rámec kvalifikace více, dodavatel nakopíruje níže uvedenou tabulku podle počtu zkušeností a pro každou zkušenost vyplní samostatnou tabulku).</w:t>
      </w:r>
    </w:p>
    <w:tbl>
      <w:tblPr>
        <w:tblStyle w:val="Mkatabulky"/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3059"/>
      </w:tblGrid>
      <w:tr w:rsidR="005D39F0" w:rsidRPr="00B90AA3" w14:paraId="64C09478" w14:textId="77777777" w:rsidTr="005D39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3548C70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Název zakázky</w:t>
            </w:r>
          </w:p>
        </w:tc>
        <w:tc>
          <w:tcPr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D9C6AF9" w14:textId="77777777" w:rsidR="005D39F0" w:rsidRPr="00681520" w:rsidRDefault="005D39F0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4E64589B" w14:textId="77777777" w:rsidTr="005D3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4B0C9A68" w14:textId="3DC5A299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předmětu plnění zakázky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3D8C6751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3E56EA8D" w14:textId="77777777" w:rsidTr="005D3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AA80567" w14:textId="1758A211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Objednatel zakázky (obch. firma/název a sídlo a kontaktní osoba objednatele – jméno, tel., email)</w:t>
            </w:r>
          </w:p>
        </w:tc>
        <w:tc>
          <w:tcPr>
            <w:tcW w:w="3059" w:type="dxa"/>
            <w:shd w:val="clear" w:color="auto" w:fill="FFFFFF" w:themeFill="background1"/>
          </w:tcPr>
          <w:p w14:paraId="1AE42B1E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47BB969B" w14:textId="77777777" w:rsidTr="005D3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2770F618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Termín dokončení zakázky, resp. té části plnění zakázky, které obsahově odpovídá zadavatelem stanovené minimální pro účely hodnocení v případě zakázky na více činností</w:t>
            </w:r>
          </w:p>
        </w:tc>
        <w:tc>
          <w:tcPr>
            <w:tcW w:w="3059" w:type="dxa"/>
            <w:shd w:val="clear" w:color="auto" w:fill="FFFFFF" w:themeFill="background1"/>
          </w:tcPr>
          <w:p w14:paraId="339DCC83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1E87AE86" w14:textId="77777777" w:rsidTr="005D39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028D8A0F" w14:textId="2EF18248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pracovních činností vykonávaných členem realizačního týmu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0AF61B73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3CDCA1E1" w14:textId="305321A0" w:rsidR="005D39F0" w:rsidRPr="00B90AA3" w:rsidRDefault="005D39F0" w:rsidP="00381258">
      <w:pPr>
        <w:jc w:val="both"/>
        <w:rPr>
          <w:rFonts w:asciiTheme="majorHAnsi" w:hAnsiTheme="majorHAnsi"/>
          <w:sz w:val="18"/>
          <w:szCs w:val="18"/>
        </w:rPr>
      </w:pPr>
    </w:p>
    <w:p w14:paraId="5D2A950D" w14:textId="40C830AF" w:rsidR="005D39F0" w:rsidRPr="00B90AA3" w:rsidRDefault="004F5668" w:rsidP="005D39F0">
      <w:pPr>
        <w:pStyle w:val="Odstavecseseznamem"/>
        <w:numPr>
          <w:ilvl w:val="0"/>
          <w:numId w:val="41"/>
        </w:num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>Projektový manažer informačních systémů</w:t>
      </w:r>
    </w:p>
    <w:p w14:paraId="45A4ED0A" w14:textId="77777777" w:rsidR="005D39F0" w:rsidRPr="00B90AA3" w:rsidRDefault="005D39F0" w:rsidP="005D39F0">
      <w:p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Jméno: </w:t>
      </w:r>
      <w:r w:rsidRPr="00B90AA3">
        <w:rPr>
          <w:rFonts w:asciiTheme="majorHAnsi" w:hAnsiTheme="majorHAnsi"/>
          <w:sz w:val="18"/>
          <w:szCs w:val="18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  <w:r w:rsidRPr="00B90AA3">
        <w:rPr>
          <w:rFonts w:asciiTheme="majorHAnsi" w:hAnsiTheme="majorHAnsi"/>
          <w:b/>
          <w:sz w:val="18"/>
          <w:szCs w:val="18"/>
        </w:rPr>
        <w:tab/>
        <w:t xml:space="preserve">Příjmení: </w:t>
      </w:r>
      <w:r w:rsidRPr="00B90AA3">
        <w:rPr>
          <w:rFonts w:asciiTheme="majorHAnsi" w:hAnsiTheme="majorHAnsi"/>
          <w:sz w:val="18"/>
          <w:szCs w:val="18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546164DF" w14:textId="77777777" w:rsidR="005D39F0" w:rsidRPr="00B90AA3" w:rsidRDefault="005D39F0" w:rsidP="004F5668">
      <w:pPr>
        <w:pStyle w:val="Nadpis1"/>
        <w:numPr>
          <w:ilvl w:val="0"/>
          <w:numId w:val="42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426"/>
        <w:jc w:val="both"/>
        <w:rPr>
          <w:rFonts w:cs="Arial"/>
          <w:color w:val="auto"/>
          <w:sz w:val="18"/>
          <w:szCs w:val="18"/>
        </w:rPr>
      </w:pPr>
      <w:r w:rsidRPr="00B90AA3">
        <w:rPr>
          <w:color w:val="auto"/>
          <w:sz w:val="18"/>
          <w:szCs w:val="18"/>
        </w:rPr>
        <w:t xml:space="preserve">Praxe na hodnocené pozici </w:t>
      </w:r>
      <w:r w:rsidRPr="00B90AA3">
        <w:rPr>
          <w:rFonts w:cs="Arial"/>
          <w:color w:val="auto"/>
          <w:sz w:val="18"/>
          <w:szCs w:val="18"/>
        </w:rPr>
        <w:t>dle požadavku v bodu 13.5.6. zadávací dokumentace</w:t>
      </w:r>
    </w:p>
    <w:p w14:paraId="37679900" w14:textId="77777777" w:rsidR="005D39F0" w:rsidRPr="00B90AA3" w:rsidRDefault="005D39F0" w:rsidP="005D39F0">
      <w:pPr>
        <w:rPr>
          <w:rFonts w:asciiTheme="majorHAnsi" w:hAnsiTheme="majorHAnsi" w:cs="Arial"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Počet dokončených let praxe nad rámec kvalifikace celkem: 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334F7DB6" w14:textId="77777777" w:rsidR="009C608B" w:rsidRPr="00B90AA3" w:rsidRDefault="009C608B" w:rsidP="009C608B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každý rok praxe nad rámec kvalifikace.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2825"/>
      </w:tblGrid>
      <w:tr w:rsidR="009C608B" w:rsidRPr="00B90AA3" w14:paraId="4D06868C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68344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67A82" w14:textId="77777777" w:rsidR="009C608B" w:rsidRPr="00681520" w:rsidRDefault="009C608B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7176CEE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0E6480FA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25" w:type="dxa"/>
            <w:shd w:val="clear" w:color="auto" w:fill="FFFFFF" w:themeFill="background1"/>
          </w:tcPr>
          <w:p w14:paraId="40B4C1AD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47E145D1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5ED6C6E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25" w:type="dxa"/>
            <w:shd w:val="clear" w:color="auto" w:fill="FFFFFF" w:themeFill="background1"/>
          </w:tcPr>
          <w:p w14:paraId="3065AE6D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4057813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284041F0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25" w:type="dxa"/>
            <w:shd w:val="clear" w:color="auto" w:fill="FFFFFF" w:themeFill="background1"/>
          </w:tcPr>
          <w:p w14:paraId="442E53F4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623C2F00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805296B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25" w:type="dxa"/>
            <w:shd w:val="clear" w:color="auto" w:fill="FFFFFF" w:themeFill="background1"/>
          </w:tcPr>
          <w:p w14:paraId="7912D32C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6E5CE405" w14:textId="7CA488ED" w:rsidR="009C608B" w:rsidRDefault="009C608B" w:rsidP="005D39F0">
      <w:pPr>
        <w:jc w:val="both"/>
        <w:rPr>
          <w:rFonts w:asciiTheme="majorHAnsi" w:hAnsiTheme="majorHAnsi"/>
          <w:sz w:val="18"/>
          <w:szCs w:val="18"/>
        </w:rPr>
      </w:pPr>
    </w:p>
    <w:p w14:paraId="4966984F" w14:textId="77777777" w:rsidR="005D39F0" w:rsidRPr="00B90AA3" w:rsidRDefault="005D39F0" w:rsidP="004F5668">
      <w:pPr>
        <w:pStyle w:val="Nadpis1"/>
        <w:numPr>
          <w:ilvl w:val="0"/>
          <w:numId w:val="4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sz w:val="18"/>
          <w:szCs w:val="18"/>
        </w:rPr>
      </w:pPr>
      <w:r w:rsidRPr="00B90AA3">
        <w:rPr>
          <w:rFonts w:cs="Arial"/>
          <w:color w:val="auto"/>
          <w:sz w:val="18"/>
          <w:szCs w:val="18"/>
        </w:rPr>
        <w:t xml:space="preserve">Zkušenost nad rámec kvalifikace dle požadavku v bodu 13.5.6. zadávací dokumentace </w:t>
      </w:r>
    </w:p>
    <w:p w14:paraId="7FEDE4DD" w14:textId="1DE9A3F1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b/>
          <w:bCs/>
          <w:sz w:val="18"/>
          <w:szCs w:val="18"/>
        </w:rPr>
        <w:t xml:space="preserve">Počet zkušeností (referenčních zakázek) </w:t>
      </w:r>
      <w:r w:rsidR="000F0306">
        <w:rPr>
          <w:rFonts w:asciiTheme="majorHAnsi" w:hAnsiTheme="majorHAnsi"/>
          <w:b/>
          <w:bCs/>
          <w:sz w:val="18"/>
          <w:szCs w:val="18"/>
        </w:rPr>
        <w:t xml:space="preserve">nad </w:t>
      </w:r>
      <w:r w:rsidRPr="00B90AA3">
        <w:rPr>
          <w:rFonts w:asciiTheme="majorHAnsi" w:hAnsiTheme="majorHAnsi"/>
          <w:b/>
          <w:bCs/>
          <w:sz w:val="18"/>
          <w:szCs w:val="18"/>
        </w:rPr>
        <w:t>rámec kvalifikace celkem</w:t>
      </w:r>
      <w:r w:rsidRPr="00B90AA3">
        <w:rPr>
          <w:rFonts w:asciiTheme="majorHAnsi" w:hAnsiTheme="majorHAnsi"/>
          <w:sz w:val="18"/>
          <w:szCs w:val="18"/>
        </w:rPr>
        <w:t>: 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6471EE24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každou referenci s účastí člena týmu nad rámec kvalifikace (tj. je-li zkušeností nad rámec kvalifikace více, dodavatel nakopíruje níže uvedenou tabulku podle počtu zkušeností a pro každou zkušenost vyplní samostatnou tabulku).</w:t>
      </w:r>
    </w:p>
    <w:tbl>
      <w:tblPr>
        <w:tblStyle w:val="Mkatabulky"/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3059"/>
      </w:tblGrid>
      <w:tr w:rsidR="005D39F0" w:rsidRPr="00B90AA3" w14:paraId="39DBDE2D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01C9BEA9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lastRenderedPageBreak/>
              <w:t>Název zakázky</w:t>
            </w:r>
          </w:p>
        </w:tc>
        <w:tc>
          <w:tcPr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3A41C3B" w14:textId="77777777" w:rsidR="005D39F0" w:rsidRPr="00681520" w:rsidRDefault="005D39F0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4B0DFCD5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42E72D8E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předmětu plnění zakázky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39CB65D2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4B0DC249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2A96585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Objednatel zakázky (obch. firma/název a sídlo a kontaktní osoba objednatele – jméno, tel., email)</w:t>
            </w:r>
          </w:p>
        </w:tc>
        <w:tc>
          <w:tcPr>
            <w:tcW w:w="3059" w:type="dxa"/>
            <w:shd w:val="clear" w:color="auto" w:fill="FFFFFF" w:themeFill="background1"/>
          </w:tcPr>
          <w:p w14:paraId="67A89FF7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6F5E69B2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9E35883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Termín dokončení zakázky, resp. té části plnění zakázky, které obsahově odpovídá zadavatelem stanovené minimální pro účely hodnocení v případě zakázky na více činností</w:t>
            </w:r>
          </w:p>
        </w:tc>
        <w:tc>
          <w:tcPr>
            <w:tcW w:w="3059" w:type="dxa"/>
            <w:shd w:val="clear" w:color="auto" w:fill="FFFFFF" w:themeFill="background1"/>
          </w:tcPr>
          <w:p w14:paraId="51C78C4E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30F4FBE2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1409B7F2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pracovních činností vykonávaných členem realizačního týmu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53E27024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416FC8AB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</w:p>
    <w:p w14:paraId="78723178" w14:textId="371CC260" w:rsidR="005D39F0" w:rsidRPr="00B90AA3" w:rsidRDefault="004F5668" w:rsidP="005D39F0">
      <w:pPr>
        <w:pStyle w:val="Odstavecseseznamem"/>
        <w:numPr>
          <w:ilvl w:val="0"/>
          <w:numId w:val="41"/>
        </w:num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>Projektový manažer datové konsolidace a harmonizace</w:t>
      </w:r>
    </w:p>
    <w:p w14:paraId="4FE0B145" w14:textId="77777777" w:rsidR="005D39F0" w:rsidRPr="00B90AA3" w:rsidRDefault="005D39F0" w:rsidP="005D39F0">
      <w:p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Jméno: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681520">
        <w:rPr>
          <w:rFonts w:asciiTheme="majorHAnsi" w:hAnsiTheme="majorHAnsi"/>
          <w:sz w:val="18"/>
          <w:szCs w:val="18"/>
          <w:highlight w:val="green"/>
        </w:rPr>
        <w:t>]</w:t>
      </w:r>
      <w:r w:rsidRPr="00B90AA3">
        <w:rPr>
          <w:rFonts w:asciiTheme="majorHAnsi" w:hAnsiTheme="majorHAnsi"/>
          <w:b/>
          <w:sz w:val="18"/>
          <w:szCs w:val="18"/>
        </w:rPr>
        <w:tab/>
        <w:t xml:space="preserve">Příjmení: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681520">
        <w:rPr>
          <w:rFonts w:asciiTheme="majorHAnsi" w:hAnsiTheme="majorHAnsi"/>
          <w:sz w:val="18"/>
          <w:szCs w:val="18"/>
          <w:highlight w:val="green"/>
        </w:rPr>
        <w:t>]</w:t>
      </w:r>
    </w:p>
    <w:p w14:paraId="0B69CF40" w14:textId="77777777" w:rsidR="005D39F0" w:rsidRPr="00B90AA3" w:rsidRDefault="005D39F0" w:rsidP="004F5668">
      <w:pPr>
        <w:pStyle w:val="Nadpis1"/>
        <w:numPr>
          <w:ilvl w:val="0"/>
          <w:numId w:val="43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426"/>
        <w:jc w:val="both"/>
        <w:rPr>
          <w:rFonts w:cs="Arial"/>
          <w:color w:val="auto"/>
          <w:sz w:val="18"/>
          <w:szCs w:val="18"/>
        </w:rPr>
      </w:pPr>
      <w:r w:rsidRPr="00B90AA3">
        <w:rPr>
          <w:color w:val="auto"/>
          <w:sz w:val="18"/>
          <w:szCs w:val="18"/>
        </w:rPr>
        <w:t xml:space="preserve">Praxe na hodnocené pozici </w:t>
      </w:r>
      <w:r w:rsidRPr="00B90AA3">
        <w:rPr>
          <w:rFonts w:cs="Arial"/>
          <w:color w:val="auto"/>
          <w:sz w:val="18"/>
          <w:szCs w:val="18"/>
        </w:rPr>
        <w:t>dle požadavku v bodu 13.5.6. zadávací dokumentace</w:t>
      </w:r>
    </w:p>
    <w:p w14:paraId="754091CE" w14:textId="77777777" w:rsidR="005D39F0" w:rsidRPr="00B90AA3" w:rsidRDefault="005D39F0" w:rsidP="005D39F0">
      <w:pPr>
        <w:rPr>
          <w:rFonts w:asciiTheme="majorHAnsi" w:hAnsiTheme="majorHAnsi" w:cs="Arial"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Počet dokončených let praxe nad rámec kvalifikace celkem: 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556C5134" w14:textId="77777777" w:rsidR="009C608B" w:rsidRPr="00B90AA3" w:rsidRDefault="009C608B" w:rsidP="009C608B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každý rok praxe nad rámec kvalifikace.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2825"/>
      </w:tblGrid>
      <w:tr w:rsidR="009C608B" w:rsidRPr="00B90AA3" w14:paraId="0226FF89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418B3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45893" w14:textId="77777777" w:rsidR="009C608B" w:rsidRPr="00681520" w:rsidRDefault="009C608B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22A2EC3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2D25CF43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25" w:type="dxa"/>
            <w:shd w:val="clear" w:color="auto" w:fill="FFFFFF" w:themeFill="background1"/>
          </w:tcPr>
          <w:p w14:paraId="1E8D026E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6B12E24A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F4C9A93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25" w:type="dxa"/>
            <w:shd w:val="clear" w:color="auto" w:fill="FFFFFF" w:themeFill="background1"/>
          </w:tcPr>
          <w:p w14:paraId="18D2D3C5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3C9699E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4E8013CA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25" w:type="dxa"/>
            <w:shd w:val="clear" w:color="auto" w:fill="FFFFFF" w:themeFill="background1"/>
          </w:tcPr>
          <w:p w14:paraId="2283FD3C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0CD95DF5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89AE1BF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25" w:type="dxa"/>
            <w:shd w:val="clear" w:color="auto" w:fill="FFFFFF" w:themeFill="background1"/>
          </w:tcPr>
          <w:p w14:paraId="68D34A61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7B32210C" w14:textId="77777777" w:rsidR="009C608B" w:rsidRDefault="009C608B" w:rsidP="005D39F0">
      <w:pPr>
        <w:jc w:val="both"/>
        <w:rPr>
          <w:rFonts w:asciiTheme="majorHAnsi" w:hAnsiTheme="majorHAnsi"/>
          <w:sz w:val="18"/>
          <w:szCs w:val="18"/>
        </w:rPr>
      </w:pPr>
    </w:p>
    <w:p w14:paraId="79CFC085" w14:textId="77777777" w:rsidR="005D39F0" w:rsidRPr="00B90AA3" w:rsidRDefault="005D39F0" w:rsidP="004F5668">
      <w:pPr>
        <w:pStyle w:val="Nadpis1"/>
        <w:numPr>
          <w:ilvl w:val="0"/>
          <w:numId w:val="4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sz w:val="18"/>
          <w:szCs w:val="18"/>
        </w:rPr>
      </w:pPr>
      <w:r w:rsidRPr="00B90AA3">
        <w:rPr>
          <w:rFonts w:cs="Arial"/>
          <w:color w:val="auto"/>
          <w:sz w:val="18"/>
          <w:szCs w:val="18"/>
        </w:rPr>
        <w:t xml:space="preserve">Zkušenost nad rámec kvalifikace dle požadavku v bodu 13.5.6. zadávací dokumentace </w:t>
      </w:r>
    </w:p>
    <w:p w14:paraId="321998DE" w14:textId="274303FB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b/>
          <w:bCs/>
          <w:sz w:val="18"/>
          <w:szCs w:val="18"/>
        </w:rPr>
        <w:t xml:space="preserve">Počet zkušeností (referenčních zakázek) </w:t>
      </w:r>
      <w:r w:rsidR="000F0306">
        <w:rPr>
          <w:rFonts w:asciiTheme="majorHAnsi" w:hAnsiTheme="majorHAnsi"/>
          <w:b/>
          <w:bCs/>
          <w:sz w:val="18"/>
          <w:szCs w:val="18"/>
        </w:rPr>
        <w:t xml:space="preserve">nad </w:t>
      </w:r>
      <w:r w:rsidRPr="00B90AA3">
        <w:rPr>
          <w:rFonts w:asciiTheme="majorHAnsi" w:hAnsiTheme="majorHAnsi"/>
          <w:b/>
          <w:bCs/>
          <w:sz w:val="18"/>
          <w:szCs w:val="18"/>
        </w:rPr>
        <w:t>rámec kvalifikace celkem</w:t>
      </w:r>
      <w:r w:rsidRPr="00B90AA3">
        <w:rPr>
          <w:rFonts w:asciiTheme="majorHAnsi" w:hAnsiTheme="majorHAnsi"/>
          <w:sz w:val="18"/>
          <w:szCs w:val="18"/>
        </w:rPr>
        <w:t xml:space="preserve">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681520">
        <w:rPr>
          <w:rFonts w:asciiTheme="majorHAnsi" w:hAnsiTheme="majorHAnsi"/>
          <w:sz w:val="18"/>
          <w:szCs w:val="18"/>
          <w:highlight w:val="green"/>
        </w:rPr>
        <w:t>]</w:t>
      </w:r>
    </w:p>
    <w:p w14:paraId="1B0A3B84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každou referenci s účastí člena týmu nad rámec kvalifikace (tj. je-li zkušeností nad rámec kvalifikace více, dodavatel nakopíruje níže uvedenou tabulku podle počtu zkušeností a pro každou zkušenost vyplní samostatnou tabulku).</w:t>
      </w:r>
    </w:p>
    <w:tbl>
      <w:tblPr>
        <w:tblStyle w:val="Mkatabulky"/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3059"/>
      </w:tblGrid>
      <w:tr w:rsidR="005D39F0" w:rsidRPr="00B90AA3" w14:paraId="72A8CB1E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7299F9A3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Název zakázky</w:t>
            </w:r>
          </w:p>
        </w:tc>
        <w:tc>
          <w:tcPr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80AD562" w14:textId="77777777" w:rsidR="005D39F0" w:rsidRPr="00681520" w:rsidRDefault="005D39F0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2F2A230D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08538C8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předmětu plnění zakázky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21E0264D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7DA0FCB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E8F83B5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lastRenderedPageBreak/>
              <w:t>Objednatel zakázky (obch. firma/název a sídlo a kontaktní osoba objednatele – jméno, tel., email)</w:t>
            </w:r>
          </w:p>
        </w:tc>
        <w:tc>
          <w:tcPr>
            <w:tcW w:w="3059" w:type="dxa"/>
            <w:shd w:val="clear" w:color="auto" w:fill="FFFFFF" w:themeFill="background1"/>
          </w:tcPr>
          <w:p w14:paraId="62BCBCB9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7988C6D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240BEDD2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Termín dokončení zakázky, resp. té části plnění zakázky, které obsahově odpovídá zadavatelem stanovené minimální pro účely hodnocení v případě zakázky na více činností</w:t>
            </w:r>
          </w:p>
        </w:tc>
        <w:tc>
          <w:tcPr>
            <w:tcW w:w="3059" w:type="dxa"/>
            <w:shd w:val="clear" w:color="auto" w:fill="FFFFFF" w:themeFill="background1"/>
          </w:tcPr>
          <w:p w14:paraId="78AF5625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64E92FF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0F42358D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pracovních činností vykonávaných členem realizačního týmu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7A0D2248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60E23B32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</w:p>
    <w:p w14:paraId="6205E1E7" w14:textId="2B43DBD9" w:rsidR="005D39F0" w:rsidRPr="00B90AA3" w:rsidRDefault="004F5668" w:rsidP="005D39F0">
      <w:pPr>
        <w:pStyle w:val="Odstavecseseznamem"/>
        <w:numPr>
          <w:ilvl w:val="0"/>
          <w:numId w:val="41"/>
        </w:num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Hlavní architekt informačních systému  </w:t>
      </w:r>
    </w:p>
    <w:p w14:paraId="16B8349C" w14:textId="77777777" w:rsidR="005D39F0" w:rsidRPr="00B90AA3" w:rsidRDefault="005D39F0" w:rsidP="005D39F0">
      <w:p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Jméno: </w:t>
      </w:r>
      <w:r w:rsidRPr="00B90AA3">
        <w:rPr>
          <w:rFonts w:asciiTheme="majorHAnsi" w:hAnsiTheme="majorHAnsi"/>
          <w:sz w:val="18"/>
          <w:szCs w:val="18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  <w:r w:rsidRPr="00B90AA3">
        <w:rPr>
          <w:rFonts w:asciiTheme="majorHAnsi" w:hAnsiTheme="majorHAnsi"/>
          <w:b/>
          <w:sz w:val="18"/>
          <w:szCs w:val="18"/>
        </w:rPr>
        <w:tab/>
        <w:t xml:space="preserve">Příjmení: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759A5F69" w14:textId="77777777" w:rsidR="005D39F0" w:rsidRPr="00B90AA3" w:rsidRDefault="005D39F0" w:rsidP="004F5668">
      <w:pPr>
        <w:pStyle w:val="Nadpis1"/>
        <w:numPr>
          <w:ilvl w:val="0"/>
          <w:numId w:val="44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426"/>
        <w:jc w:val="both"/>
        <w:rPr>
          <w:rFonts w:cs="Arial"/>
          <w:color w:val="auto"/>
          <w:sz w:val="18"/>
          <w:szCs w:val="18"/>
        </w:rPr>
      </w:pPr>
      <w:r w:rsidRPr="00B90AA3">
        <w:rPr>
          <w:color w:val="auto"/>
          <w:sz w:val="18"/>
          <w:szCs w:val="18"/>
        </w:rPr>
        <w:t xml:space="preserve">Praxe na hodnocené pozici </w:t>
      </w:r>
      <w:r w:rsidRPr="00B90AA3">
        <w:rPr>
          <w:rFonts w:cs="Arial"/>
          <w:color w:val="auto"/>
          <w:sz w:val="18"/>
          <w:szCs w:val="18"/>
        </w:rPr>
        <w:t>dle požadavku v bodu 13.5.6. zadávací dokumentace</w:t>
      </w:r>
    </w:p>
    <w:p w14:paraId="3E4B32FC" w14:textId="77777777" w:rsidR="005D39F0" w:rsidRPr="00B90AA3" w:rsidRDefault="005D39F0" w:rsidP="005D39F0">
      <w:pPr>
        <w:rPr>
          <w:rFonts w:asciiTheme="majorHAnsi" w:hAnsiTheme="majorHAnsi" w:cs="Arial"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Počet dokončených let praxe nad rámec kvalifikace celkem: 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510640BA" w14:textId="77777777" w:rsidR="009C608B" w:rsidRPr="00B90AA3" w:rsidRDefault="009C608B" w:rsidP="009C608B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každý rok praxe nad rámec kvalifikace.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2825"/>
      </w:tblGrid>
      <w:tr w:rsidR="009C608B" w:rsidRPr="00B90AA3" w14:paraId="7BF1667A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EE0FF6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BE5" w14:textId="77777777" w:rsidR="009C608B" w:rsidRPr="00681520" w:rsidRDefault="009C608B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7D314A7E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6F54F8E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25" w:type="dxa"/>
            <w:shd w:val="clear" w:color="auto" w:fill="FFFFFF" w:themeFill="background1"/>
          </w:tcPr>
          <w:p w14:paraId="3BF9E775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2EC4969D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703BF8E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25" w:type="dxa"/>
            <w:shd w:val="clear" w:color="auto" w:fill="FFFFFF" w:themeFill="background1"/>
          </w:tcPr>
          <w:p w14:paraId="15D88720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7E1E8FF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46D2E385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25" w:type="dxa"/>
            <w:shd w:val="clear" w:color="auto" w:fill="FFFFFF" w:themeFill="background1"/>
          </w:tcPr>
          <w:p w14:paraId="236F4108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2F4ABE6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586028B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25" w:type="dxa"/>
            <w:shd w:val="clear" w:color="auto" w:fill="FFFFFF" w:themeFill="background1"/>
          </w:tcPr>
          <w:p w14:paraId="311C8C9A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166E4E26" w14:textId="77777777" w:rsidR="005D39F0" w:rsidRPr="00B90AA3" w:rsidRDefault="005D39F0" w:rsidP="004F5668">
      <w:pPr>
        <w:pStyle w:val="Nadpis1"/>
        <w:numPr>
          <w:ilvl w:val="0"/>
          <w:numId w:val="4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sz w:val="18"/>
          <w:szCs w:val="18"/>
        </w:rPr>
      </w:pPr>
      <w:r w:rsidRPr="00B90AA3">
        <w:rPr>
          <w:rFonts w:cs="Arial"/>
          <w:color w:val="auto"/>
          <w:sz w:val="18"/>
          <w:szCs w:val="18"/>
        </w:rPr>
        <w:t xml:space="preserve">Zkušenost nad rámec kvalifikace dle požadavku v bodu 13.5.6. zadávací dokumentace </w:t>
      </w:r>
    </w:p>
    <w:p w14:paraId="20B8C938" w14:textId="50FC8D33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b/>
          <w:bCs/>
          <w:sz w:val="18"/>
          <w:szCs w:val="18"/>
        </w:rPr>
        <w:t xml:space="preserve">Počet zkušeností (referenčních zakázek) </w:t>
      </w:r>
      <w:r w:rsidR="000F0306">
        <w:rPr>
          <w:rFonts w:asciiTheme="majorHAnsi" w:hAnsiTheme="majorHAnsi"/>
          <w:b/>
          <w:bCs/>
          <w:sz w:val="18"/>
          <w:szCs w:val="18"/>
        </w:rPr>
        <w:t xml:space="preserve">nad </w:t>
      </w:r>
      <w:r w:rsidRPr="00B90AA3">
        <w:rPr>
          <w:rFonts w:asciiTheme="majorHAnsi" w:hAnsiTheme="majorHAnsi"/>
          <w:b/>
          <w:bCs/>
          <w:sz w:val="18"/>
          <w:szCs w:val="18"/>
        </w:rPr>
        <w:t>rámec kvalifikace celkem</w:t>
      </w:r>
      <w:r w:rsidRPr="00B90AA3">
        <w:rPr>
          <w:rFonts w:asciiTheme="majorHAnsi" w:hAnsiTheme="majorHAnsi"/>
          <w:sz w:val="18"/>
          <w:szCs w:val="18"/>
        </w:rPr>
        <w:t xml:space="preserve">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6C0C32C5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každou referenci s účastí člena týmu nad rámec kvalifikace (tj. je-li zkušeností nad rámec kvalifikace více, dodavatel nakopíruje níže uvedenou tabulku podle počtu zkušeností a pro každou zkušenost vyplní samostatnou tabulku).</w:t>
      </w:r>
    </w:p>
    <w:tbl>
      <w:tblPr>
        <w:tblStyle w:val="Mkatabulky"/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3059"/>
      </w:tblGrid>
      <w:tr w:rsidR="005D39F0" w:rsidRPr="00B90AA3" w14:paraId="485E86FC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B04B012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Název zakázky</w:t>
            </w:r>
          </w:p>
        </w:tc>
        <w:tc>
          <w:tcPr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DE369CB" w14:textId="77777777" w:rsidR="005D39F0" w:rsidRPr="00681520" w:rsidRDefault="005D39F0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23741150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D6D3D4C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předmětu plnění zakázky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12D57EF4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2AB0F1A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36C8E628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Objednatel zakázky (obch. firma/název a sídlo a kontaktní osoba objednatele – jméno, tel., email)</w:t>
            </w:r>
          </w:p>
        </w:tc>
        <w:tc>
          <w:tcPr>
            <w:tcW w:w="3059" w:type="dxa"/>
            <w:shd w:val="clear" w:color="auto" w:fill="FFFFFF" w:themeFill="background1"/>
          </w:tcPr>
          <w:p w14:paraId="543259EE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3BBE7401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133669D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 xml:space="preserve">Termín dokončení zakázky, resp. té části plnění zakázky, které obsahově odpovídá zadavatelem stanovené minimální pro </w:t>
            </w: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lastRenderedPageBreak/>
              <w:t>účely hodnocení v případě zakázky na více činností</w:t>
            </w:r>
          </w:p>
        </w:tc>
        <w:tc>
          <w:tcPr>
            <w:tcW w:w="3059" w:type="dxa"/>
            <w:shd w:val="clear" w:color="auto" w:fill="FFFFFF" w:themeFill="background1"/>
          </w:tcPr>
          <w:p w14:paraId="0BF471CD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lastRenderedPageBreak/>
              <w:t>[DOPLNÍ DODAVATEL]</w:t>
            </w:r>
          </w:p>
        </w:tc>
      </w:tr>
      <w:tr w:rsidR="005D39F0" w:rsidRPr="00B90AA3" w14:paraId="09FFC2F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14751C7D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lastRenderedPageBreak/>
              <w:t>Popis pracovních činností vykonávaných členem realizačního týmu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6BD29DE1" w14:textId="77777777" w:rsidR="005D39F0" w:rsidRPr="00B90AA3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33E74BE2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</w:p>
    <w:p w14:paraId="4B56E1E3" w14:textId="54A4480F" w:rsidR="005D39F0" w:rsidRPr="00B90AA3" w:rsidRDefault="004F5668" w:rsidP="005D39F0">
      <w:pPr>
        <w:pStyle w:val="Odstavecseseznamem"/>
        <w:numPr>
          <w:ilvl w:val="0"/>
          <w:numId w:val="41"/>
        </w:num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Vedoucí digitalizace TI  </w:t>
      </w:r>
    </w:p>
    <w:p w14:paraId="5F249190" w14:textId="77777777" w:rsidR="005D39F0" w:rsidRPr="00B90AA3" w:rsidRDefault="005D39F0" w:rsidP="005D39F0">
      <w:p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Jméno: </w:t>
      </w:r>
      <w:r w:rsidRPr="00B90AA3">
        <w:rPr>
          <w:rFonts w:asciiTheme="majorHAnsi" w:hAnsiTheme="majorHAnsi"/>
          <w:sz w:val="18"/>
          <w:szCs w:val="18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  <w:r w:rsidRPr="00B90AA3">
        <w:rPr>
          <w:rFonts w:asciiTheme="majorHAnsi" w:hAnsiTheme="majorHAnsi"/>
          <w:b/>
          <w:sz w:val="18"/>
          <w:szCs w:val="18"/>
        </w:rPr>
        <w:tab/>
        <w:t xml:space="preserve">Příjmení: </w:t>
      </w:r>
      <w:r w:rsidRPr="00B90AA3">
        <w:rPr>
          <w:rFonts w:asciiTheme="majorHAnsi" w:hAnsiTheme="majorHAnsi"/>
          <w:sz w:val="18"/>
          <w:szCs w:val="18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75AB4D54" w14:textId="77777777" w:rsidR="005D39F0" w:rsidRPr="00B90AA3" w:rsidRDefault="005D39F0" w:rsidP="004F5668">
      <w:pPr>
        <w:pStyle w:val="Nadpis1"/>
        <w:numPr>
          <w:ilvl w:val="0"/>
          <w:numId w:val="45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426"/>
        <w:jc w:val="both"/>
        <w:rPr>
          <w:rFonts w:cs="Arial"/>
          <w:color w:val="auto"/>
          <w:sz w:val="18"/>
          <w:szCs w:val="18"/>
        </w:rPr>
      </w:pPr>
      <w:r w:rsidRPr="00B90AA3">
        <w:rPr>
          <w:color w:val="auto"/>
          <w:sz w:val="18"/>
          <w:szCs w:val="18"/>
        </w:rPr>
        <w:t xml:space="preserve">Praxe na hodnocené pozici </w:t>
      </w:r>
      <w:r w:rsidRPr="00B90AA3">
        <w:rPr>
          <w:rFonts w:cs="Arial"/>
          <w:color w:val="auto"/>
          <w:sz w:val="18"/>
          <w:szCs w:val="18"/>
        </w:rPr>
        <w:t>dle požadavku v bodu 13.5.6. zadávací dokumentace</w:t>
      </w:r>
    </w:p>
    <w:p w14:paraId="47C279C4" w14:textId="77777777" w:rsidR="005D39F0" w:rsidRPr="00B90AA3" w:rsidRDefault="005D39F0" w:rsidP="005D39F0">
      <w:pPr>
        <w:rPr>
          <w:rFonts w:asciiTheme="majorHAnsi" w:hAnsiTheme="majorHAnsi" w:cs="Arial"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Počet dokončených let praxe nad rámec kvalifikace celkem: 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[DOPLNÍ DODAVATEL]</w:t>
      </w:r>
    </w:p>
    <w:p w14:paraId="6FA264E2" w14:textId="77777777" w:rsidR="009C608B" w:rsidRPr="00B90AA3" w:rsidRDefault="009C608B" w:rsidP="009C608B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každý rok praxe nad rámec kvalifikace.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2825"/>
      </w:tblGrid>
      <w:tr w:rsidR="009C608B" w:rsidRPr="00B90AA3" w14:paraId="10850C03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53261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A8BE2" w14:textId="77777777" w:rsidR="009C608B" w:rsidRPr="00681520" w:rsidRDefault="009C608B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6E87121F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B2A7753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25" w:type="dxa"/>
            <w:shd w:val="clear" w:color="auto" w:fill="FFFFFF" w:themeFill="background1"/>
          </w:tcPr>
          <w:p w14:paraId="073099C0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1F41DD05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4ECF1204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25" w:type="dxa"/>
            <w:shd w:val="clear" w:color="auto" w:fill="FFFFFF" w:themeFill="background1"/>
          </w:tcPr>
          <w:p w14:paraId="78F30CE0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38BA167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3CC8D52B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25" w:type="dxa"/>
            <w:shd w:val="clear" w:color="auto" w:fill="FFFFFF" w:themeFill="background1"/>
          </w:tcPr>
          <w:p w14:paraId="7FA6AFFA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66588944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5FC8475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25" w:type="dxa"/>
            <w:shd w:val="clear" w:color="auto" w:fill="FFFFFF" w:themeFill="background1"/>
          </w:tcPr>
          <w:p w14:paraId="5372634E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7040CA14" w14:textId="77777777" w:rsidR="005D39F0" w:rsidRPr="00B90AA3" w:rsidRDefault="005D39F0" w:rsidP="004F5668">
      <w:pPr>
        <w:pStyle w:val="Nadpis1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sz w:val="18"/>
          <w:szCs w:val="18"/>
        </w:rPr>
      </w:pPr>
      <w:r w:rsidRPr="00B90AA3">
        <w:rPr>
          <w:rFonts w:cs="Arial"/>
          <w:color w:val="auto"/>
          <w:sz w:val="18"/>
          <w:szCs w:val="18"/>
        </w:rPr>
        <w:t xml:space="preserve">Zkušenost nad rámec kvalifikace dle požadavku v bodu 13.5.6. zadávací dokumentace </w:t>
      </w:r>
    </w:p>
    <w:p w14:paraId="00955D47" w14:textId="03C1AF4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b/>
          <w:bCs/>
          <w:sz w:val="18"/>
          <w:szCs w:val="18"/>
        </w:rPr>
        <w:t xml:space="preserve">Počet zkušeností (referenčních zakázek) </w:t>
      </w:r>
      <w:r w:rsidR="000F0306">
        <w:rPr>
          <w:rFonts w:asciiTheme="majorHAnsi" w:hAnsiTheme="majorHAnsi"/>
          <w:b/>
          <w:bCs/>
          <w:sz w:val="18"/>
          <w:szCs w:val="18"/>
        </w:rPr>
        <w:t xml:space="preserve">nad </w:t>
      </w:r>
      <w:r w:rsidRPr="00B90AA3">
        <w:rPr>
          <w:rFonts w:asciiTheme="majorHAnsi" w:hAnsiTheme="majorHAnsi"/>
          <w:b/>
          <w:bCs/>
          <w:sz w:val="18"/>
          <w:szCs w:val="18"/>
        </w:rPr>
        <w:t>rámec kvalifikace celkem</w:t>
      </w:r>
      <w:r w:rsidRPr="00B90AA3">
        <w:rPr>
          <w:rFonts w:asciiTheme="majorHAnsi" w:hAnsiTheme="majorHAnsi"/>
          <w:sz w:val="18"/>
          <w:szCs w:val="18"/>
        </w:rPr>
        <w:t xml:space="preserve">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681520">
        <w:rPr>
          <w:rFonts w:asciiTheme="majorHAnsi" w:hAnsiTheme="majorHAnsi"/>
          <w:sz w:val="18"/>
          <w:szCs w:val="18"/>
          <w:highlight w:val="green"/>
        </w:rPr>
        <w:t>]</w:t>
      </w:r>
    </w:p>
    <w:p w14:paraId="7D281194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každou referenci s účastí člena týmu nad rámec kvalifikace (tj. je-li zkušeností nad rámec kvalifikace více, dodavatel nakopíruje níže uvedenou tabulku podle počtu zkušeností a pro každou zkušenost vyplní samostatnou tabulku).</w:t>
      </w:r>
    </w:p>
    <w:tbl>
      <w:tblPr>
        <w:tblStyle w:val="Mkatabulky"/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3059"/>
      </w:tblGrid>
      <w:tr w:rsidR="005D39F0" w:rsidRPr="00B90AA3" w14:paraId="71580949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05376217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Název zakázky</w:t>
            </w:r>
          </w:p>
        </w:tc>
        <w:tc>
          <w:tcPr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8BACD05" w14:textId="77777777" w:rsidR="005D39F0" w:rsidRPr="00681520" w:rsidRDefault="005D39F0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7FB08F6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96938DE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předmětu plnění zakázky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34B78686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4B5F3E96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337A629F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Objednatel zakázky (obch. firma/název a sídlo a kontaktní osoba objednatele – jméno, tel., email)</w:t>
            </w:r>
          </w:p>
        </w:tc>
        <w:tc>
          <w:tcPr>
            <w:tcW w:w="3059" w:type="dxa"/>
            <w:shd w:val="clear" w:color="auto" w:fill="FFFFFF" w:themeFill="background1"/>
          </w:tcPr>
          <w:p w14:paraId="79263F81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3055B15B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1FF0CAC0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Termín dokončení zakázky, resp. té části plnění zakázky, které obsahově odpovídá zadavatelem stanovené minimální pro účely hodnocení v případě zakázky na více činností</w:t>
            </w:r>
          </w:p>
        </w:tc>
        <w:tc>
          <w:tcPr>
            <w:tcW w:w="3059" w:type="dxa"/>
            <w:shd w:val="clear" w:color="auto" w:fill="FFFFFF" w:themeFill="background1"/>
          </w:tcPr>
          <w:p w14:paraId="739EDB73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65A28F0C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281BD28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pracovních činností vykonávaných členem realizačního týmu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2642A437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28569AA0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</w:p>
    <w:p w14:paraId="1D76A8BF" w14:textId="04AF184D" w:rsidR="005D39F0" w:rsidRPr="00B90AA3" w:rsidRDefault="004F5668" w:rsidP="005D39F0">
      <w:pPr>
        <w:pStyle w:val="Odstavecseseznamem"/>
        <w:numPr>
          <w:ilvl w:val="0"/>
          <w:numId w:val="41"/>
        </w:num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lastRenderedPageBreak/>
        <w:t>Hlavní analytik informačních systémů</w:t>
      </w:r>
    </w:p>
    <w:p w14:paraId="6C3458D6" w14:textId="77777777" w:rsidR="005D39F0" w:rsidRPr="00B90AA3" w:rsidRDefault="005D39F0" w:rsidP="005D39F0">
      <w:pPr>
        <w:rPr>
          <w:rFonts w:asciiTheme="majorHAnsi" w:hAnsiTheme="majorHAnsi"/>
          <w:b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Jméno: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  <w:r w:rsidRPr="00B90AA3">
        <w:rPr>
          <w:rFonts w:asciiTheme="majorHAnsi" w:hAnsiTheme="majorHAnsi"/>
          <w:b/>
          <w:sz w:val="18"/>
          <w:szCs w:val="18"/>
        </w:rPr>
        <w:tab/>
        <w:t xml:space="preserve">Příjmení: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B90AA3">
        <w:rPr>
          <w:rFonts w:asciiTheme="majorHAnsi" w:hAnsiTheme="majorHAnsi"/>
          <w:sz w:val="18"/>
          <w:szCs w:val="18"/>
        </w:rPr>
        <w:t>]</w:t>
      </w:r>
    </w:p>
    <w:p w14:paraId="6C7AE26B" w14:textId="77777777" w:rsidR="005D39F0" w:rsidRPr="00B90AA3" w:rsidRDefault="005D39F0" w:rsidP="004F5668">
      <w:pPr>
        <w:pStyle w:val="Nadpis1"/>
        <w:numPr>
          <w:ilvl w:val="0"/>
          <w:numId w:val="46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426"/>
        <w:jc w:val="both"/>
        <w:rPr>
          <w:rFonts w:cs="Arial"/>
          <w:color w:val="auto"/>
          <w:sz w:val="18"/>
          <w:szCs w:val="18"/>
        </w:rPr>
      </w:pPr>
      <w:r w:rsidRPr="00B90AA3">
        <w:rPr>
          <w:color w:val="auto"/>
          <w:sz w:val="18"/>
          <w:szCs w:val="18"/>
        </w:rPr>
        <w:t xml:space="preserve">Praxe na hodnocené pozici </w:t>
      </w:r>
      <w:r w:rsidRPr="00B90AA3">
        <w:rPr>
          <w:rFonts w:cs="Arial"/>
          <w:color w:val="auto"/>
          <w:sz w:val="18"/>
          <w:szCs w:val="18"/>
        </w:rPr>
        <w:t>dle požadavku v bodu 13.5.6. zadávací dokumentace</w:t>
      </w:r>
    </w:p>
    <w:p w14:paraId="414D1450" w14:textId="77777777" w:rsidR="005D39F0" w:rsidRPr="00B90AA3" w:rsidRDefault="005D39F0" w:rsidP="005D39F0">
      <w:pPr>
        <w:rPr>
          <w:rFonts w:asciiTheme="majorHAnsi" w:hAnsiTheme="majorHAnsi" w:cs="Arial"/>
          <w:sz w:val="18"/>
          <w:szCs w:val="18"/>
        </w:rPr>
      </w:pPr>
      <w:r w:rsidRPr="00B90AA3">
        <w:rPr>
          <w:rFonts w:asciiTheme="majorHAnsi" w:hAnsiTheme="majorHAnsi"/>
          <w:b/>
          <w:sz w:val="18"/>
          <w:szCs w:val="18"/>
        </w:rPr>
        <w:t xml:space="preserve">Počet dokončených let praxe nad rámec kvalifikace celkem: </w:t>
      </w:r>
      <w:r w:rsidRPr="00B90AA3">
        <w:rPr>
          <w:rFonts w:asciiTheme="majorHAnsi" w:eastAsia="Verdana" w:hAnsiTheme="majorHAnsi" w:cs="Calibri"/>
          <w:sz w:val="18"/>
          <w:szCs w:val="18"/>
          <w:highlight w:val="yellow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DODAVATEL]</w:t>
      </w:r>
    </w:p>
    <w:p w14:paraId="0BCD742A" w14:textId="77777777" w:rsidR="009C608B" w:rsidRPr="00B90AA3" w:rsidRDefault="009C608B" w:rsidP="009C608B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každý rok praxe nad rámec kvalifikace.</w:t>
      </w:r>
    </w:p>
    <w:tbl>
      <w:tblPr>
        <w:tblStyle w:val="Mkatabulky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2825"/>
      </w:tblGrid>
      <w:tr w:rsidR="009C608B" w:rsidRPr="00B90AA3" w14:paraId="7A45A0C4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E2EDF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Označení/název projektu</w:t>
            </w:r>
          </w:p>
        </w:tc>
        <w:tc>
          <w:tcPr>
            <w:tcW w:w="2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90305" w14:textId="77777777" w:rsidR="009C608B" w:rsidRPr="00681520" w:rsidRDefault="009C608B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6AD843A2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C358A1E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Popis pracovních činností/náplň praxe v rámci realizace projektu</w:t>
            </w:r>
          </w:p>
        </w:tc>
        <w:tc>
          <w:tcPr>
            <w:tcW w:w="2825" w:type="dxa"/>
            <w:shd w:val="clear" w:color="auto" w:fill="FFFFFF" w:themeFill="background1"/>
          </w:tcPr>
          <w:p w14:paraId="0D00981D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03873685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05A7996A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Délka praxe – doba zapojení na projektu od (měsíc/rok) - do (měsíc/rok) včetně</w:t>
            </w:r>
          </w:p>
        </w:tc>
        <w:tc>
          <w:tcPr>
            <w:tcW w:w="2825" w:type="dxa"/>
            <w:shd w:val="clear" w:color="auto" w:fill="FFFFFF" w:themeFill="background1"/>
          </w:tcPr>
          <w:p w14:paraId="09B518DB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2AFC3349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75433F31" w14:textId="77777777" w:rsidR="009C608B" w:rsidRPr="00B90AA3" w:rsidRDefault="009C608B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Místo výkonu praxe</w:t>
            </w:r>
          </w:p>
        </w:tc>
        <w:tc>
          <w:tcPr>
            <w:tcW w:w="2825" w:type="dxa"/>
            <w:shd w:val="clear" w:color="auto" w:fill="FFFFFF" w:themeFill="background1"/>
          </w:tcPr>
          <w:p w14:paraId="2FDC2174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9C608B" w:rsidRPr="00B90AA3" w14:paraId="79D7A11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284850B0" w14:textId="77777777" w:rsidR="009C608B" w:rsidRPr="00B90AA3" w:rsidRDefault="009C608B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660A74">
              <w:rPr>
                <w:rFonts w:ascii="Verdana" w:eastAsia="Verdana" w:hAnsi="Verdana" w:cs="Calibri"/>
                <w:sz w:val="18"/>
              </w:rPr>
              <w:t>Zaměstnavatel (obch. firma/název a sídlo) / OSVČ</w:t>
            </w:r>
            <w:r w:rsidRPr="00660A74">
              <w:rPr>
                <w:rFonts w:ascii="Verdana" w:eastAsia="Verdana" w:hAnsi="Verdana" w:cs="Calibri"/>
                <w:sz w:val="18"/>
              </w:rPr>
              <w:tab/>
            </w:r>
          </w:p>
        </w:tc>
        <w:tc>
          <w:tcPr>
            <w:tcW w:w="2825" w:type="dxa"/>
            <w:shd w:val="clear" w:color="auto" w:fill="FFFFFF" w:themeFill="background1"/>
          </w:tcPr>
          <w:p w14:paraId="794C2941" w14:textId="77777777" w:rsidR="009C608B" w:rsidRPr="00681520" w:rsidRDefault="009C608B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3F940D07" w14:textId="77777777" w:rsidR="005D39F0" w:rsidRPr="00B90AA3" w:rsidRDefault="005D39F0" w:rsidP="004F5668">
      <w:pPr>
        <w:pStyle w:val="Nadpis1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 w:val="0"/>
        <w:spacing w:before="240" w:after="240" w:line="240" w:lineRule="auto"/>
        <w:ind w:left="284" w:hanging="284"/>
        <w:jc w:val="both"/>
        <w:rPr>
          <w:sz w:val="18"/>
          <w:szCs w:val="18"/>
        </w:rPr>
      </w:pPr>
      <w:r w:rsidRPr="00B90AA3">
        <w:rPr>
          <w:rFonts w:cs="Arial"/>
          <w:color w:val="auto"/>
          <w:sz w:val="18"/>
          <w:szCs w:val="18"/>
        </w:rPr>
        <w:t xml:space="preserve">Zkušenost nad rámec kvalifikace dle požadavku v bodu 13.5.6. zadávací dokumentace </w:t>
      </w:r>
    </w:p>
    <w:p w14:paraId="2DC49917" w14:textId="386DF0CA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b/>
          <w:bCs/>
          <w:sz w:val="18"/>
          <w:szCs w:val="18"/>
        </w:rPr>
        <w:t xml:space="preserve">Počet zkušeností (referenčních zakázek) </w:t>
      </w:r>
      <w:r w:rsidR="000F0306">
        <w:rPr>
          <w:rFonts w:asciiTheme="majorHAnsi" w:hAnsiTheme="majorHAnsi"/>
          <w:b/>
          <w:bCs/>
          <w:sz w:val="18"/>
          <w:szCs w:val="18"/>
        </w:rPr>
        <w:t xml:space="preserve">nad </w:t>
      </w:r>
      <w:r w:rsidRPr="00B90AA3">
        <w:rPr>
          <w:rFonts w:asciiTheme="majorHAnsi" w:hAnsiTheme="majorHAnsi"/>
          <w:b/>
          <w:bCs/>
          <w:sz w:val="18"/>
          <w:szCs w:val="18"/>
        </w:rPr>
        <w:t>rámec kvalifikace celkem</w:t>
      </w:r>
      <w:r w:rsidRPr="00B90AA3">
        <w:rPr>
          <w:rFonts w:asciiTheme="majorHAnsi" w:hAnsiTheme="majorHAnsi"/>
          <w:sz w:val="18"/>
          <w:szCs w:val="18"/>
        </w:rPr>
        <w:t xml:space="preserve">: </w:t>
      </w:r>
      <w:r w:rsidRPr="00681520">
        <w:rPr>
          <w:rFonts w:asciiTheme="majorHAnsi" w:hAnsiTheme="majorHAnsi"/>
          <w:sz w:val="18"/>
          <w:szCs w:val="18"/>
          <w:highlight w:val="green"/>
        </w:rPr>
        <w:t>[</w:t>
      </w:r>
      <w:r w:rsidRPr="00681520">
        <w:rPr>
          <w:rFonts w:asciiTheme="majorHAnsi" w:eastAsia="Verdana" w:hAnsiTheme="majorHAnsi" w:cs="Calibri"/>
          <w:sz w:val="18"/>
          <w:szCs w:val="18"/>
          <w:highlight w:val="green"/>
        </w:rPr>
        <w:t>DOPLNÍ DODAVATEL</w:t>
      </w:r>
      <w:r w:rsidRPr="00681520">
        <w:rPr>
          <w:rFonts w:asciiTheme="majorHAnsi" w:hAnsiTheme="majorHAnsi"/>
          <w:sz w:val="18"/>
          <w:szCs w:val="18"/>
          <w:highlight w:val="green"/>
        </w:rPr>
        <w:t>]</w:t>
      </w:r>
    </w:p>
    <w:p w14:paraId="6A31CF22" w14:textId="77777777" w:rsidR="005D39F0" w:rsidRPr="00B90AA3" w:rsidRDefault="005D39F0" w:rsidP="005D39F0">
      <w:pPr>
        <w:jc w:val="both"/>
        <w:rPr>
          <w:rFonts w:asciiTheme="majorHAnsi" w:hAnsiTheme="majorHAnsi"/>
          <w:sz w:val="18"/>
          <w:szCs w:val="18"/>
        </w:rPr>
      </w:pPr>
      <w:r w:rsidRPr="00B90AA3">
        <w:rPr>
          <w:rFonts w:asciiTheme="majorHAnsi" w:hAnsiTheme="majorHAnsi"/>
          <w:sz w:val="18"/>
          <w:szCs w:val="18"/>
        </w:rPr>
        <w:t>Níže uvedenou tabulku vyplní dodavatel pro každou referenci s účastí člena týmu nad rámec kvalifikace (tj. je-li zkušeností nad rámec kvalifikace více, dodavatel nakopíruje níže uvedenou tabulku podle počtu zkušeností a pro každou zkušenost vyplní samostatnou tabulku).</w:t>
      </w:r>
    </w:p>
    <w:tbl>
      <w:tblPr>
        <w:tblStyle w:val="Mkatabulky"/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872"/>
        <w:gridCol w:w="3059"/>
      </w:tblGrid>
      <w:tr w:rsidR="005D39F0" w:rsidRPr="00B90AA3" w14:paraId="3A7430B6" w14:textId="77777777" w:rsidTr="00A204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3E44C02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Název zakázky</w:t>
            </w:r>
          </w:p>
        </w:tc>
        <w:tc>
          <w:tcPr>
            <w:tcW w:w="30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844977C" w14:textId="77777777" w:rsidR="005D39F0" w:rsidRPr="00681520" w:rsidRDefault="005D39F0" w:rsidP="00A204EC">
            <w:pPr>
              <w:spacing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0A1BC0E8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167D8698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předmětu plnění zakázky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68A12BD7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18E97B85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5C44A0A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Objednatel zakázky (obch. firma/název a sídlo a kontaktní osoba objednatele – jméno, tel., email)</w:t>
            </w:r>
          </w:p>
        </w:tc>
        <w:tc>
          <w:tcPr>
            <w:tcW w:w="3059" w:type="dxa"/>
            <w:shd w:val="clear" w:color="auto" w:fill="FFFFFF" w:themeFill="background1"/>
          </w:tcPr>
          <w:p w14:paraId="36593F98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5649D0C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503453DD" w14:textId="77777777" w:rsidR="005D39F0" w:rsidRPr="00B90AA3" w:rsidRDefault="005D39F0" w:rsidP="00A204EC">
            <w:pPr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Termín dokončení zakázky, resp. té části plnění zakázky, které obsahově odpovídá zadavatelem stanovené minimální pro účely hodnocení v případě zakázky na více činností</w:t>
            </w:r>
          </w:p>
        </w:tc>
        <w:tc>
          <w:tcPr>
            <w:tcW w:w="3059" w:type="dxa"/>
            <w:shd w:val="clear" w:color="auto" w:fill="FFFFFF" w:themeFill="background1"/>
          </w:tcPr>
          <w:p w14:paraId="0282281F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  <w:tr w:rsidR="005D39F0" w:rsidRPr="00B90AA3" w14:paraId="19ED0467" w14:textId="77777777" w:rsidTr="00A204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2" w:type="dxa"/>
            <w:shd w:val="clear" w:color="auto" w:fill="FFFFFF" w:themeFill="background1"/>
          </w:tcPr>
          <w:p w14:paraId="68DB3FE1" w14:textId="77777777" w:rsidR="005D39F0" w:rsidRPr="00B90AA3" w:rsidRDefault="005D39F0" w:rsidP="00A204EC">
            <w:pPr>
              <w:spacing w:line="264" w:lineRule="auto"/>
              <w:jc w:val="both"/>
              <w:rPr>
                <w:rFonts w:asciiTheme="majorHAnsi" w:eastAsia="Verdana" w:hAnsiTheme="majorHAnsi" w:cs="Calibri"/>
                <w:sz w:val="18"/>
                <w:szCs w:val="18"/>
              </w:rPr>
            </w:pPr>
            <w:r w:rsidRPr="00B90AA3">
              <w:rPr>
                <w:rFonts w:asciiTheme="majorHAnsi" w:eastAsia="Verdana" w:hAnsiTheme="majorHAnsi" w:cs="Calibri"/>
                <w:sz w:val="18"/>
                <w:szCs w:val="18"/>
              </w:rPr>
              <w:t>Popis pracovních činností vykonávaných členem realizačního týmu – v detailu potřebném pro ověření splnění požadavků</w:t>
            </w:r>
          </w:p>
        </w:tc>
        <w:tc>
          <w:tcPr>
            <w:tcW w:w="3059" w:type="dxa"/>
            <w:shd w:val="clear" w:color="auto" w:fill="FFFFFF" w:themeFill="background1"/>
          </w:tcPr>
          <w:p w14:paraId="3E2E868F" w14:textId="77777777" w:rsidR="005D39F0" w:rsidRPr="00681520" w:rsidRDefault="005D39F0" w:rsidP="00A204EC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</w:pPr>
            <w:r w:rsidRPr="00681520">
              <w:rPr>
                <w:rFonts w:asciiTheme="majorHAnsi" w:eastAsia="Verdana" w:hAnsiTheme="majorHAnsi" w:cs="Calibr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34CE9ED6" w14:textId="270920E2" w:rsidR="005D39F0" w:rsidRDefault="005D39F0" w:rsidP="005D39F0">
      <w:pPr>
        <w:jc w:val="both"/>
        <w:rPr>
          <w:rFonts w:asciiTheme="majorHAnsi" w:hAnsiTheme="majorHAnsi"/>
          <w:sz w:val="18"/>
          <w:szCs w:val="18"/>
        </w:rPr>
      </w:pPr>
    </w:p>
    <w:p w14:paraId="2BA21B4C" w14:textId="77777777" w:rsidR="00E91BB7" w:rsidRPr="00B85A4E" w:rsidRDefault="00E91BB7" w:rsidP="00E91BB7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 xml:space="preserve">Za </w:t>
      </w:r>
      <w:r>
        <w:rPr>
          <w:rFonts w:ascii="Verdana" w:eastAsia="Verdana" w:hAnsi="Verdana" w:cs="Calibri"/>
          <w:sz w:val="18"/>
          <w:szCs w:val="18"/>
        </w:rPr>
        <w:t>d</w:t>
      </w:r>
      <w:r w:rsidRPr="00B85A4E">
        <w:rPr>
          <w:rFonts w:ascii="Verdana" w:eastAsia="Verdana" w:hAnsi="Verdana" w:cs="Calibri"/>
          <w:sz w:val="18"/>
          <w:szCs w:val="18"/>
        </w:rPr>
        <w:t>odavatele:</w:t>
      </w:r>
    </w:p>
    <w:p w14:paraId="04FDEC88" w14:textId="77777777" w:rsidR="00E91BB7" w:rsidRPr="00B85A4E" w:rsidRDefault="00E91BB7" w:rsidP="00E91BB7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1C67E08B" w14:textId="77777777" w:rsidR="00E91BB7" w:rsidRPr="00B85A4E" w:rsidRDefault="00E91BB7" w:rsidP="00E91BB7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581E04BE" w14:textId="77777777" w:rsidR="00E91BB7" w:rsidRPr="00B85A4E" w:rsidRDefault="00E91BB7" w:rsidP="00E91BB7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_______________________________</w:t>
      </w:r>
    </w:p>
    <w:p w14:paraId="12A8DB79" w14:textId="77777777" w:rsidR="00E91BB7" w:rsidRPr="00B85A4E" w:rsidRDefault="00E91BB7" w:rsidP="00E91BB7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t>Jméno: [</w:t>
      </w:r>
      <w:r w:rsidRPr="00681520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72F85A64" w14:textId="77777777" w:rsidR="00E91BB7" w:rsidRPr="00B85A4E" w:rsidRDefault="00E91BB7" w:rsidP="00E91BB7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B85A4E">
        <w:rPr>
          <w:rFonts w:ascii="Verdana" w:eastAsia="Verdana" w:hAnsi="Verdana" w:cs="Calibri"/>
          <w:sz w:val="18"/>
          <w:szCs w:val="18"/>
        </w:rPr>
        <w:lastRenderedPageBreak/>
        <w:t>Funkce: [</w:t>
      </w:r>
      <w:r w:rsidRPr="00681520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243F4E0D" w14:textId="77777777" w:rsidR="00E91BB7" w:rsidRPr="00B90AA3" w:rsidRDefault="00E91BB7" w:rsidP="005D39F0">
      <w:pPr>
        <w:jc w:val="both"/>
        <w:rPr>
          <w:rFonts w:asciiTheme="majorHAnsi" w:hAnsiTheme="majorHAnsi"/>
          <w:sz w:val="18"/>
          <w:szCs w:val="18"/>
        </w:rPr>
      </w:pPr>
    </w:p>
    <w:sectPr w:rsidR="00E91BB7" w:rsidRPr="00B90AA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EADB1" w14:textId="77777777" w:rsidR="00192762" w:rsidRDefault="00192762" w:rsidP="00962258">
      <w:pPr>
        <w:spacing w:after="0" w:line="240" w:lineRule="auto"/>
      </w:pPr>
      <w:r>
        <w:separator/>
      </w:r>
    </w:p>
  </w:endnote>
  <w:endnote w:type="continuationSeparator" w:id="0">
    <w:p w14:paraId="51E87FDE" w14:textId="77777777" w:rsidR="00192762" w:rsidRDefault="001927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10BA4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019E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49B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49B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34CCA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9CCBE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4772ED" w14:textId="77777777" w:rsidR="00F1715C" w:rsidRDefault="00F1715C" w:rsidP="00D831A3">
          <w:pPr>
            <w:pStyle w:val="Zpat"/>
          </w:pPr>
        </w:p>
      </w:tc>
    </w:tr>
  </w:tbl>
  <w:p w14:paraId="26C7EB6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C04F312" wp14:editId="64EDFA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B17B5F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B53E39" wp14:editId="7C20BF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4F42D5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3E6C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4434F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49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49B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B00EF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3A04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BC170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6CC9A1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40853B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043DB3D" w14:textId="77777777" w:rsidR="00F1715C" w:rsidRDefault="00F1715C" w:rsidP="00460660">
          <w:pPr>
            <w:pStyle w:val="Zpat"/>
          </w:pPr>
        </w:p>
      </w:tc>
    </w:tr>
  </w:tbl>
  <w:p w14:paraId="63D499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A68C04" wp14:editId="05567A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147026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1A47780" wp14:editId="7D89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B9E55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E1CFEF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6230D" w14:textId="77777777" w:rsidR="00192762" w:rsidRDefault="00192762" w:rsidP="00962258">
      <w:pPr>
        <w:spacing w:after="0" w:line="240" w:lineRule="auto"/>
      </w:pPr>
      <w:r>
        <w:separator/>
      </w:r>
    </w:p>
  </w:footnote>
  <w:footnote w:type="continuationSeparator" w:id="0">
    <w:p w14:paraId="2413243F" w14:textId="77777777" w:rsidR="00192762" w:rsidRDefault="001927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05F1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86C61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E35B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46D92A" w14:textId="77777777" w:rsidR="00F1715C" w:rsidRPr="00D6163D" w:rsidRDefault="00F1715C" w:rsidP="00D6163D">
          <w:pPr>
            <w:pStyle w:val="Druhdokumentu"/>
          </w:pPr>
        </w:p>
      </w:tc>
    </w:tr>
  </w:tbl>
  <w:p w14:paraId="190DD1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DBD2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439E6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1FFC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25BD4B" w14:textId="77777777" w:rsidR="00F1715C" w:rsidRPr="00D6163D" w:rsidRDefault="00F1715C" w:rsidP="00FC6389">
          <w:pPr>
            <w:pStyle w:val="Druhdokumentu"/>
          </w:pPr>
        </w:p>
      </w:tc>
    </w:tr>
    <w:tr w:rsidR="009F392E" w14:paraId="63B8D7C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251D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BF35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B3EDDB" w14:textId="77777777" w:rsidR="009F392E" w:rsidRPr="00D6163D" w:rsidRDefault="009F392E" w:rsidP="00FC6389">
          <w:pPr>
            <w:pStyle w:val="Druhdokumentu"/>
          </w:pPr>
        </w:p>
      </w:tc>
    </w:tr>
  </w:tbl>
  <w:p w14:paraId="453BCD6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63B8A3" wp14:editId="7FAF0D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2F06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B2778A6"/>
    <w:multiLevelType w:val="hybridMultilevel"/>
    <w:tmpl w:val="F06E6BA6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EA4F54"/>
    <w:multiLevelType w:val="hybridMultilevel"/>
    <w:tmpl w:val="857C49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B4012"/>
    <w:multiLevelType w:val="hybridMultilevel"/>
    <w:tmpl w:val="E67CA2FE"/>
    <w:lvl w:ilvl="0" w:tplc="8670FFF4">
      <w:start w:val="1"/>
      <w:numFmt w:val="upperLetter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30F1038"/>
    <w:multiLevelType w:val="hybridMultilevel"/>
    <w:tmpl w:val="E496EF20"/>
    <w:lvl w:ilvl="0" w:tplc="D1D6ABE8">
      <w:start w:val="1"/>
      <w:numFmt w:val="upperLetter"/>
      <w:lvlText w:val="%1."/>
      <w:lvlJc w:val="left"/>
      <w:pPr>
        <w:ind w:left="46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D6C2700"/>
    <w:multiLevelType w:val="hybridMultilevel"/>
    <w:tmpl w:val="E67CA2FE"/>
    <w:lvl w:ilvl="0" w:tplc="8670FFF4">
      <w:start w:val="1"/>
      <w:numFmt w:val="upperLetter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FC54B9"/>
    <w:multiLevelType w:val="hybridMultilevel"/>
    <w:tmpl w:val="E67CA2FE"/>
    <w:lvl w:ilvl="0" w:tplc="8670FFF4">
      <w:start w:val="1"/>
      <w:numFmt w:val="upperLetter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36590"/>
    <w:multiLevelType w:val="hybridMultilevel"/>
    <w:tmpl w:val="E67CA2FE"/>
    <w:lvl w:ilvl="0" w:tplc="8670FFF4">
      <w:start w:val="1"/>
      <w:numFmt w:val="upperLetter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AFF3E39"/>
    <w:multiLevelType w:val="hybridMultilevel"/>
    <w:tmpl w:val="E67CA2FE"/>
    <w:lvl w:ilvl="0" w:tplc="8670FFF4">
      <w:start w:val="1"/>
      <w:numFmt w:val="upperLetter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583C86"/>
    <w:multiLevelType w:val="hybridMultilevel"/>
    <w:tmpl w:val="E67CA2FE"/>
    <w:lvl w:ilvl="0" w:tplc="8670FFF4">
      <w:start w:val="1"/>
      <w:numFmt w:val="upperLetter"/>
      <w:lvlText w:val="%1."/>
      <w:lvlJc w:val="left"/>
      <w:pPr>
        <w:ind w:left="461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F14FAB"/>
    <w:multiLevelType w:val="hybridMultilevel"/>
    <w:tmpl w:val="9F20F99E"/>
    <w:lvl w:ilvl="0" w:tplc="63064A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5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3"/>
  </w:num>
  <w:num w:numId="38">
    <w:abstractNumId w:val="6"/>
  </w:num>
  <w:num w:numId="39">
    <w:abstractNumId w:val="2"/>
  </w:num>
  <w:num w:numId="40">
    <w:abstractNumId w:val="8"/>
  </w:num>
  <w:num w:numId="41">
    <w:abstractNumId w:val="18"/>
  </w:num>
  <w:num w:numId="42">
    <w:abstractNumId w:val="16"/>
  </w:num>
  <w:num w:numId="43">
    <w:abstractNumId w:val="17"/>
  </w:num>
  <w:num w:numId="44">
    <w:abstractNumId w:val="13"/>
  </w:num>
  <w:num w:numId="45">
    <w:abstractNumId w:val="11"/>
  </w:num>
  <w:num w:numId="46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E73"/>
    <w:rsid w:val="00072C1E"/>
    <w:rsid w:val="00084443"/>
    <w:rsid w:val="000E23A7"/>
    <w:rsid w:val="000F0306"/>
    <w:rsid w:val="0010693F"/>
    <w:rsid w:val="00114472"/>
    <w:rsid w:val="00133239"/>
    <w:rsid w:val="00137D05"/>
    <w:rsid w:val="001550BC"/>
    <w:rsid w:val="001605B9"/>
    <w:rsid w:val="00170EC5"/>
    <w:rsid w:val="001747C1"/>
    <w:rsid w:val="00184743"/>
    <w:rsid w:val="00192762"/>
    <w:rsid w:val="00207DF5"/>
    <w:rsid w:val="00280E07"/>
    <w:rsid w:val="002C31BF"/>
    <w:rsid w:val="002D08B1"/>
    <w:rsid w:val="002E0CD7"/>
    <w:rsid w:val="00341DCF"/>
    <w:rsid w:val="00357BC6"/>
    <w:rsid w:val="00381258"/>
    <w:rsid w:val="003956C6"/>
    <w:rsid w:val="00441430"/>
    <w:rsid w:val="004460B2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5668"/>
    <w:rsid w:val="004F69EA"/>
    <w:rsid w:val="00511AB9"/>
    <w:rsid w:val="00523EA7"/>
    <w:rsid w:val="00553375"/>
    <w:rsid w:val="00557C28"/>
    <w:rsid w:val="005736B7"/>
    <w:rsid w:val="00575E5A"/>
    <w:rsid w:val="00584CB6"/>
    <w:rsid w:val="005D39F0"/>
    <w:rsid w:val="005F1404"/>
    <w:rsid w:val="0060227E"/>
    <w:rsid w:val="0061068E"/>
    <w:rsid w:val="00660AD3"/>
    <w:rsid w:val="00677B7F"/>
    <w:rsid w:val="0068152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D10"/>
    <w:rsid w:val="007B570C"/>
    <w:rsid w:val="007C589B"/>
    <w:rsid w:val="007E4A6E"/>
    <w:rsid w:val="007F0336"/>
    <w:rsid w:val="007F49B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608B"/>
    <w:rsid w:val="009E07F4"/>
    <w:rsid w:val="009F392E"/>
    <w:rsid w:val="00A1377B"/>
    <w:rsid w:val="00A6177B"/>
    <w:rsid w:val="00A66136"/>
    <w:rsid w:val="00A66890"/>
    <w:rsid w:val="00AA4CBB"/>
    <w:rsid w:val="00AA65FA"/>
    <w:rsid w:val="00AA7351"/>
    <w:rsid w:val="00AD056F"/>
    <w:rsid w:val="00AD6731"/>
    <w:rsid w:val="00AE0D05"/>
    <w:rsid w:val="00B15D0D"/>
    <w:rsid w:val="00B21E73"/>
    <w:rsid w:val="00B75EE1"/>
    <w:rsid w:val="00B77481"/>
    <w:rsid w:val="00B8518B"/>
    <w:rsid w:val="00B86083"/>
    <w:rsid w:val="00B90AA3"/>
    <w:rsid w:val="00BD7E91"/>
    <w:rsid w:val="00C02D0A"/>
    <w:rsid w:val="00C03A6E"/>
    <w:rsid w:val="00C44F6A"/>
    <w:rsid w:val="00C47AE3"/>
    <w:rsid w:val="00CD1FC4"/>
    <w:rsid w:val="00D21061"/>
    <w:rsid w:val="00D21F29"/>
    <w:rsid w:val="00D4108E"/>
    <w:rsid w:val="00D6163D"/>
    <w:rsid w:val="00D73D46"/>
    <w:rsid w:val="00D831A3"/>
    <w:rsid w:val="00DC75F3"/>
    <w:rsid w:val="00DD46F3"/>
    <w:rsid w:val="00DE56F2"/>
    <w:rsid w:val="00DF116D"/>
    <w:rsid w:val="00E10C41"/>
    <w:rsid w:val="00E36C4A"/>
    <w:rsid w:val="00E91BB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E85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Bullet Number,A-Odrážky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  <w:style w:type="paragraph" w:styleId="Textkomente">
    <w:name w:val="annotation text"/>
    <w:aliases w:val="RL Text komentáře"/>
    <w:basedOn w:val="Normln"/>
    <w:link w:val="TextkomenteChar1"/>
    <w:uiPriority w:val="99"/>
    <w:unhideWhenUsed/>
    <w:rsid w:val="0038125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uiPriority w:val="99"/>
    <w:semiHidden/>
    <w:rsid w:val="00381258"/>
    <w:rPr>
      <w:sz w:val="20"/>
      <w:szCs w:val="20"/>
    </w:rPr>
  </w:style>
  <w:style w:type="character" w:customStyle="1" w:styleId="TextkomenteChar1">
    <w:name w:val="Text komentáře Char1"/>
    <w:aliases w:val="RL Text komentáře Char"/>
    <w:basedOn w:val="Standardnpsmoodstavce"/>
    <w:link w:val="Textkomente"/>
    <w:uiPriority w:val="99"/>
    <w:locked/>
    <w:rsid w:val="00381258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381258"/>
    <w:rPr>
      <w:sz w:val="22"/>
      <w:szCs w:val="22"/>
    </w:rPr>
  </w:style>
  <w:style w:type="paragraph" w:customStyle="1" w:styleId="Section">
    <w:name w:val="Section"/>
    <w:basedOn w:val="Normln"/>
    <w:rsid w:val="00381258"/>
    <w:pPr>
      <w:widowControl w:val="0"/>
      <w:spacing w:after="0" w:line="360" w:lineRule="exact"/>
      <w:jc w:val="center"/>
    </w:pPr>
    <w:rPr>
      <w:rFonts w:ascii="Arial" w:eastAsiaTheme="minorEastAsia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E73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aliases w:val="Bullet Number,A-Odrážky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stavec1-1a">
    <w:name w:val="_Odstavec_1-1_a)"/>
    <w:basedOn w:val="Normln"/>
    <w:qFormat/>
    <w:rsid w:val="00B21E73"/>
    <w:pPr>
      <w:numPr>
        <w:numId w:val="34"/>
      </w:numPr>
      <w:tabs>
        <w:tab w:val="clear" w:pos="1077"/>
        <w:tab w:val="num" w:pos="360"/>
      </w:tabs>
      <w:spacing w:after="120" w:line="264" w:lineRule="auto"/>
      <w:ind w:left="0" w:firstLine="0"/>
      <w:jc w:val="both"/>
    </w:pPr>
    <w:rPr>
      <w:sz w:val="18"/>
      <w:szCs w:val="18"/>
    </w:rPr>
  </w:style>
  <w:style w:type="paragraph" w:customStyle="1" w:styleId="Odstavec1-2i">
    <w:name w:val="_Odstavec_1-2_(i)"/>
    <w:basedOn w:val="Normln"/>
    <w:qFormat/>
    <w:rsid w:val="00B21E73"/>
    <w:pPr>
      <w:numPr>
        <w:ilvl w:val="1"/>
        <w:numId w:val="34"/>
      </w:numPr>
      <w:tabs>
        <w:tab w:val="clear" w:pos="1531"/>
        <w:tab w:val="num" w:pos="360"/>
      </w:tabs>
      <w:spacing w:after="60" w:line="264" w:lineRule="auto"/>
      <w:ind w:left="0" w:firstLine="0"/>
      <w:jc w:val="both"/>
    </w:pPr>
    <w:rPr>
      <w:sz w:val="18"/>
      <w:szCs w:val="18"/>
    </w:rPr>
  </w:style>
  <w:style w:type="paragraph" w:customStyle="1" w:styleId="Odstavec1-31">
    <w:name w:val="_Odstavec_1-3_1)"/>
    <w:qFormat/>
    <w:rsid w:val="00B21E73"/>
    <w:pPr>
      <w:numPr>
        <w:ilvl w:val="2"/>
        <w:numId w:val="34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styleId="Znakapoznpodarou">
    <w:name w:val="footnote reference"/>
    <w:basedOn w:val="Standardnpsmoodstavce"/>
    <w:uiPriority w:val="99"/>
    <w:unhideWhenUsed/>
    <w:rsid w:val="00B21E73"/>
    <w:rPr>
      <w:vertAlign w:val="superscript"/>
    </w:rPr>
  </w:style>
  <w:style w:type="paragraph" w:styleId="Textkomente">
    <w:name w:val="annotation text"/>
    <w:aliases w:val="RL Text komentáře"/>
    <w:basedOn w:val="Normln"/>
    <w:link w:val="TextkomenteChar1"/>
    <w:uiPriority w:val="99"/>
    <w:unhideWhenUsed/>
    <w:rsid w:val="0038125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uiPriority w:val="99"/>
    <w:semiHidden/>
    <w:rsid w:val="00381258"/>
    <w:rPr>
      <w:sz w:val="20"/>
      <w:szCs w:val="20"/>
    </w:rPr>
  </w:style>
  <w:style w:type="character" w:customStyle="1" w:styleId="TextkomenteChar1">
    <w:name w:val="Text komentáře Char1"/>
    <w:aliases w:val="RL Text komentáře Char"/>
    <w:basedOn w:val="Standardnpsmoodstavce"/>
    <w:link w:val="Textkomente"/>
    <w:uiPriority w:val="99"/>
    <w:locked/>
    <w:rsid w:val="00381258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381258"/>
    <w:rPr>
      <w:sz w:val="22"/>
      <w:szCs w:val="22"/>
    </w:rPr>
  </w:style>
  <w:style w:type="paragraph" w:customStyle="1" w:styleId="Section">
    <w:name w:val="Section"/>
    <w:basedOn w:val="Normln"/>
    <w:rsid w:val="00381258"/>
    <w:pPr>
      <w:widowControl w:val="0"/>
      <w:spacing w:after="0" w:line="360" w:lineRule="exact"/>
      <w:jc w:val="center"/>
    </w:pPr>
    <w:rPr>
      <w:rFonts w:ascii="Arial" w:eastAsiaTheme="minorEastAsia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0DE26F-598F-46A4-BAA1-70595A4B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35</TotalTime>
  <Pages>7</Pages>
  <Words>1564</Words>
  <Characters>9233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2017-11-28T17:18:00Z</cp:lastPrinted>
  <dcterms:created xsi:type="dcterms:W3CDTF">2021-10-18T11:53:00Z</dcterms:created>
  <dcterms:modified xsi:type="dcterms:W3CDTF">2022-01-26T10:31:00Z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