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24167" w14:textId="77777777" w:rsidR="004C5AF4" w:rsidRDefault="001364FA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 w:rsidRPr="00767DF2">
        <w:rPr>
          <w:rFonts w:asciiTheme="majorHAnsi" w:eastAsia="Times New Roman" w:hAnsiTheme="majorHAnsi" w:cs="Times New Roman"/>
          <w:lang w:eastAsia="cs-CZ"/>
        </w:rPr>
        <w:t>Příloha č. 1</w:t>
      </w:r>
      <w:r w:rsidR="004C5AF4" w:rsidRPr="00767DF2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39C3C07E" w14:textId="456F23EA" w:rsidR="00866676" w:rsidRDefault="00866676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866676">
        <w:rPr>
          <w:rFonts w:asciiTheme="majorHAnsi" w:eastAsia="Times New Roman" w:hAnsiTheme="majorHAnsi" w:cs="Times New Roman"/>
          <w:b/>
          <w:u w:val="single"/>
          <w:lang w:eastAsia="cs-CZ"/>
        </w:rPr>
        <w:t>Specifikace plnění</w:t>
      </w:r>
    </w:p>
    <w:p w14:paraId="21F930CE" w14:textId="3A354045" w:rsidR="00845A6A" w:rsidRDefault="00845A6A" w:rsidP="00845A6A">
      <w:r>
        <w:t>Předmětem služeb je zajištění podpory provozu včetně případné údržby webu</w:t>
      </w:r>
      <w:r>
        <w:br/>
        <w:t xml:space="preserve">Správy železnic (dále jen SŽ), který je provozován na portálové platformě </w:t>
      </w:r>
      <w:proofErr w:type="spellStart"/>
      <w:r>
        <w:t>Liferay</w:t>
      </w:r>
      <w:proofErr w:type="spellEnd"/>
      <w:r>
        <w:t>.</w:t>
      </w:r>
    </w:p>
    <w:p w14:paraId="6FD22586" w14:textId="77777777" w:rsidR="00845A6A" w:rsidRDefault="00845A6A" w:rsidP="00845A6A">
      <w:r>
        <w:t>Předmět služeb je blíže specifikován v bližší specifikaci předmětu plnění, která je přílohou č. 1 této smlouvy.</w:t>
      </w:r>
    </w:p>
    <w:p w14:paraId="6BF68BF3" w14:textId="77777777" w:rsidR="00845A6A" w:rsidRDefault="00845A6A" w:rsidP="00845A6A">
      <w:r>
        <w:t xml:space="preserve">Příloha č. 1 Smlouvy o poskytování služeb </w:t>
      </w:r>
      <w:r>
        <w:br/>
        <w:t>Předmětem podpory a provozní údržby je:</w:t>
      </w:r>
    </w:p>
    <w:p w14:paraId="6C63D64C" w14:textId="77777777" w:rsidR="00845A6A" w:rsidRDefault="00845A6A" w:rsidP="00845A6A">
      <w:r>
        <w:t>Úpravy k udržení úlohy v provozu při změnách:</w:t>
      </w:r>
    </w:p>
    <w:p w14:paraId="4D21068A" w14:textId="77777777" w:rsidR="00845A6A" w:rsidRDefault="00845A6A" w:rsidP="00845A6A">
      <w:pPr>
        <w:pStyle w:val="Odstavecseseznamem"/>
        <w:numPr>
          <w:ilvl w:val="0"/>
          <w:numId w:val="35"/>
        </w:numPr>
        <w:spacing w:after="200" w:line="276" w:lineRule="auto"/>
      </w:pPr>
      <w:r>
        <w:t>Legislativy, včetně interních předpisů SŽ;</w:t>
      </w:r>
    </w:p>
    <w:p w14:paraId="0704A963" w14:textId="77777777" w:rsidR="00845A6A" w:rsidRDefault="00845A6A" w:rsidP="00845A6A">
      <w:pPr>
        <w:pStyle w:val="Odstavecseseznamem"/>
        <w:numPr>
          <w:ilvl w:val="0"/>
          <w:numId w:val="35"/>
        </w:numPr>
        <w:spacing w:after="200" w:line="276" w:lineRule="auto"/>
      </w:pPr>
      <w:r>
        <w:t>Organizační struktury SŽ;</w:t>
      </w:r>
    </w:p>
    <w:p w14:paraId="58E2F8DB" w14:textId="77777777" w:rsidR="00845A6A" w:rsidRDefault="00845A6A" w:rsidP="00845A6A">
      <w:pPr>
        <w:pStyle w:val="Odstavecseseznamem"/>
        <w:numPr>
          <w:ilvl w:val="0"/>
          <w:numId w:val="35"/>
        </w:numPr>
        <w:spacing w:after="200" w:line="276" w:lineRule="auto"/>
      </w:pPr>
      <w:r>
        <w:t xml:space="preserve">Portálu </w:t>
      </w:r>
      <w:proofErr w:type="spellStart"/>
      <w:r>
        <w:t>Liferay</w:t>
      </w:r>
      <w:proofErr w:type="spellEnd"/>
      <w:r>
        <w:t xml:space="preserve"> a jeho úloh (a návazných činností v rámci podpory a provozní údržby webu </w:t>
      </w:r>
      <w:proofErr w:type="spellStart"/>
      <w:r>
        <w:t>Liferay</w:t>
      </w:r>
      <w:proofErr w:type="spellEnd"/>
      <w:r>
        <w:t>)</w:t>
      </w:r>
    </w:p>
    <w:p w14:paraId="1671C4C0" w14:textId="77777777" w:rsidR="00845A6A" w:rsidRDefault="00845A6A" w:rsidP="00845A6A">
      <w:r>
        <w:t>Implementace změn číselníků a dopadů na web</w:t>
      </w:r>
    </w:p>
    <w:p w14:paraId="2595AF67" w14:textId="77777777" w:rsidR="00845A6A" w:rsidRDefault="00845A6A" w:rsidP="00845A6A">
      <w:pPr>
        <w:pStyle w:val="Odstavecseseznamem"/>
        <w:numPr>
          <w:ilvl w:val="0"/>
          <w:numId w:val="36"/>
        </w:numPr>
        <w:spacing w:after="200" w:line="276" w:lineRule="auto"/>
      </w:pPr>
      <w:r>
        <w:t>Číselníky SR70</w:t>
      </w:r>
    </w:p>
    <w:p w14:paraId="7A76B7FD" w14:textId="77777777" w:rsidR="00845A6A" w:rsidRDefault="00845A6A" w:rsidP="00845A6A">
      <w:pPr>
        <w:pStyle w:val="Odstavecseseznamem"/>
        <w:numPr>
          <w:ilvl w:val="0"/>
          <w:numId w:val="36"/>
        </w:numPr>
        <w:spacing w:after="200" w:line="276" w:lineRule="auto"/>
      </w:pPr>
      <w:r>
        <w:t>Zajištění aktualizace číselníků bezbariérovosti a jejich případná analýza</w:t>
      </w:r>
    </w:p>
    <w:p w14:paraId="377D603E" w14:textId="77777777" w:rsidR="00845A6A" w:rsidRDefault="00845A6A" w:rsidP="00845A6A">
      <w:pPr>
        <w:pStyle w:val="Odstavecseseznamem"/>
        <w:numPr>
          <w:ilvl w:val="0"/>
          <w:numId w:val="36"/>
        </w:numPr>
        <w:spacing w:after="200" w:line="276" w:lineRule="auto"/>
      </w:pPr>
      <w:r>
        <w:t>Zajištění aktualizace číselníků přístupnosti a jejich případná analýza</w:t>
      </w:r>
    </w:p>
    <w:p w14:paraId="5FE203C3" w14:textId="77777777" w:rsidR="00845A6A" w:rsidRDefault="00845A6A" w:rsidP="00845A6A">
      <w:pPr>
        <w:pStyle w:val="Odstavecseseznamem"/>
        <w:numPr>
          <w:ilvl w:val="0"/>
          <w:numId w:val="36"/>
        </w:numPr>
        <w:spacing w:after="200" w:line="276" w:lineRule="auto"/>
      </w:pPr>
      <w:r>
        <w:t>Aktualizace dat ve služba Spotify</w:t>
      </w:r>
    </w:p>
    <w:p w14:paraId="7CB7367D" w14:textId="77777777" w:rsidR="00845A6A" w:rsidRDefault="00845A6A" w:rsidP="00845A6A">
      <w:pPr>
        <w:pStyle w:val="Odstavecseseznamem"/>
        <w:numPr>
          <w:ilvl w:val="0"/>
          <w:numId w:val="36"/>
        </w:numPr>
        <w:spacing w:after="200" w:line="276" w:lineRule="auto"/>
      </w:pPr>
      <w:r>
        <w:t>Aktualizace prezentační vrstvy vyhledávače spojení „Najdi spoj“</w:t>
      </w:r>
    </w:p>
    <w:p w14:paraId="1BB253C5" w14:textId="77777777" w:rsidR="00845A6A" w:rsidRDefault="00845A6A" w:rsidP="00845A6A">
      <w:pPr>
        <w:pStyle w:val="Odstavecseseznamem"/>
      </w:pPr>
    </w:p>
    <w:p w14:paraId="234477DF" w14:textId="77777777" w:rsidR="00845A6A" w:rsidRDefault="00845A6A" w:rsidP="00845A6A">
      <w:r>
        <w:t>Aktualizace kmenových dat;</w:t>
      </w:r>
      <w:r>
        <w:br/>
        <w:t>Změna uživatelských oprávnění;</w:t>
      </w:r>
      <w:r>
        <w:br/>
        <w:t>Podpora zavádění nových verzí;</w:t>
      </w:r>
    </w:p>
    <w:p w14:paraId="14B76E8C" w14:textId="77777777" w:rsidR="00845A6A" w:rsidRDefault="00845A6A" w:rsidP="00845A6A">
      <w:proofErr w:type="spellStart"/>
      <w:r>
        <w:t>Change</w:t>
      </w:r>
      <w:proofErr w:type="spellEnd"/>
      <w:r>
        <w:t xml:space="preserve"> management na řešení rozvoje redakčního systému (</w:t>
      </w:r>
      <w:proofErr w:type="spellStart"/>
      <w:r>
        <w:t>portletů</w:t>
      </w:r>
      <w:proofErr w:type="spellEnd"/>
      <w:r>
        <w:t>) a konzultací:</w:t>
      </w:r>
    </w:p>
    <w:p w14:paraId="5C189DBD" w14:textId="77777777" w:rsidR="00845A6A" w:rsidRDefault="00845A6A" w:rsidP="00845A6A">
      <w:pPr>
        <w:pStyle w:val="Odstavecseseznamem"/>
        <w:numPr>
          <w:ilvl w:val="0"/>
          <w:numId w:val="37"/>
        </w:numPr>
        <w:spacing w:after="200" w:line="276" w:lineRule="auto"/>
      </w:pPr>
      <w:r>
        <w:t>Školení administrátorů / uživatelů;</w:t>
      </w:r>
    </w:p>
    <w:p w14:paraId="3768544C" w14:textId="77777777" w:rsidR="00845A6A" w:rsidRDefault="00845A6A" w:rsidP="00845A6A">
      <w:pPr>
        <w:pStyle w:val="Odstavecseseznamem"/>
        <w:numPr>
          <w:ilvl w:val="0"/>
          <w:numId w:val="37"/>
        </w:numPr>
        <w:spacing w:after="200" w:line="276" w:lineRule="auto"/>
      </w:pPr>
      <w:r>
        <w:t>Aktualizace dokumentace.</w:t>
      </w:r>
    </w:p>
    <w:p w14:paraId="3876AC05" w14:textId="77777777" w:rsidR="00845A6A" w:rsidRDefault="00845A6A" w:rsidP="00845A6A">
      <w:r>
        <w:t>Součinnost při řešení návaznosti úloh SŽ ve vazbě na ostatní systémy;</w:t>
      </w:r>
      <w:r>
        <w:br/>
        <w:t>Součinnost s provozovatelem portálové platformy.</w:t>
      </w:r>
    </w:p>
    <w:p w14:paraId="3BB20F70" w14:textId="77777777" w:rsidR="00845A6A" w:rsidRPr="00127F22" w:rsidRDefault="00845A6A" w:rsidP="00845A6A">
      <w:pPr>
        <w:rPr>
          <w:b/>
          <w:bCs/>
        </w:rPr>
      </w:pPr>
      <w:r w:rsidRPr="00127F22">
        <w:rPr>
          <w:b/>
          <w:bCs/>
        </w:rPr>
        <w:t>Podpora provozu</w:t>
      </w:r>
    </w:p>
    <w:p w14:paraId="39070A70" w14:textId="77777777" w:rsidR="00845A6A" w:rsidRDefault="00845A6A" w:rsidP="00845A6A">
      <w:r>
        <w:t>Cílem služby Provozní podpora, je zajistit co nejrychlejší obnovení dostupnosti služby a</w:t>
      </w:r>
      <w:r>
        <w:br/>
        <w:t>současně minimalizovat důsledky jejího výpadku na zadavatele a uživatele spravovaného</w:t>
      </w:r>
      <w:r>
        <w:br/>
        <w:t>Webu SŽ. Incidentem je jakákoliv událost, která není součástí standardní operace a která</w:t>
      </w:r>
      <w:r>
        <w:br/>
        <w:t>působí, nebo může způsobit výpadek služby, nebo snížení její kvality. Na základě incidentu vzniká požadavek na dodavatele za účelem vyřešení incidentu</w:t>
      </w:r>
    </w:p>
    <w:p w14:paraId="4FB8E3E9" w14:textId="77777777" w:rsidR="00845A6A" w:rsidRPr="00866676" w:rsidRDefault="00845A6A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</w:p>
    <w:bookmarkEnd w:id="0"/>
    <w:bookmarkEnd w:id="1"/>
    <w:bookmarkEnd w:id="2"/>
    <w:bookmarkEnd w:id="3"/>
    <w:sectPr w:rsidR="00845A6A" w:rsidRPr="00866676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5502E" w14:textId="77777777" w:rsidR="008C50BE" w:rsidRDefault="008C50BE" w:rsidP="00962258">
      <w:pPr>
        <w:spacing w:after="0" w:line="240" w:lineRule="auto"/>
      </w:pPr>
      <w:r>
        <w:separator/>
      </w:r>
    </w:p>
  </w:endnote>
  <w:endnote w:type="continuationSeparator" w:id="0">
    <w:p w14:paraId="78659B41" w14:textId="77777777" w:rsidR="008C50BE" w:rsidRDefault="008C50B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98974" w14:textId="77777777" w:rsidR="0057694B" w:rsidRDefault="0057694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42A582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12113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F79D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F79D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F9282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861EA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52FFC1" w14:textId="77777777" w:rsidR="00F1715C" w:rsidRDefault="00F1715C" w:rsidP="00D831A3">
          <w:pPr>
            <w:pStyle w:val="Zpat"/>
          </w:pPr>
        </w:p>
      </w:tc>
    </w:tr>
  </w:tbl>
  <w:p w14:paraId="3785474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461605B" wp14:editId="76BA38A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D5BD8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11B73D2" wp14:editId="7537188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90039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BD9598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11B2517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7694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7694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6A99FA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9A1F59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5589A86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32CBE47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68C7B17" w14:textId="77777777" w:rsidR="00F1715C" w:rsidRDefault="00F1715C" w:rsidP="00460660">
          <w:pPr>
            <w:pStyle w:val="Zpat"/>
          </w:pPr>
          <w:r>
            <w:t>www.</w:t>
          </w:r>
          <w:r w:rsidR="0057694B">
            <w:t>spravazeleznic</w:t>
          </w:r>
          <w:r>
            <w:t>.cz</w:t>
          </w:r>
        </w:p>
      </w:tc>
      <w:tc>
        <w:tcPr>
          <w:tcW w:w="2921" w:type="dxa"/>
        </w:tcPr>
        <w:p w14:paraId="665AFE44" w14:textId="77777777" w:rsidR="00F1715C" w:rsidRDefault="00F1715C" w:rsidP="00460660">
          <w:pPr>
            <w:pStyle w:val="Zpat"/>
          </w:pPr>
        </w:p>
      </w:tc>
    </w:tr>
  </w:tbl>
  <w:p w14:paraId="6C4CA6A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3B8BF5D" wp14:editId="7192329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05F5F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CBD74" wp14:editId="4DECCDE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CAA8C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3A20BE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FFADD" w14:textId="77777777" w:rsidR="008C50BE" w:rsidRDefault="008C50BE" w:rsidP="00962258">
      <w:pPr>
        <w:spacing w:after="0" w:line="240" w:lineRule="auto"/>
      </w:pPr>
      <w:r>
        <w:separator/>
      </w:r>
    </w:p>
  </w:footnote>
  <w:footnote w:type="continuationSeparator" w:id="0">
    <w:p w14:paraId="405266DF" w14:textId="77777777" w:rsidR="008C50BE" w:rsidRDefault="008C50B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6EFA4" w14:textId="77777777" w:rsidR="0057694B" w:rsidRDefault="0057694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9A8F9B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BDE69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443E85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C349E48" w14:textId="77777777" w:rsidR="00F1715C" w:rsidRPr="00D6163D" w:rsidRDefault="00F1715C" w:rsidP="00D6163D">
          <w:pPr>
            <w:pStyle w:val="Druhdokumentu"/>
          </w:pPr>
        </w:p>
      </w:tc>
    </w:tr>
  </w:tbl>
  <w:p w14:paraId="6281895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DDC455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B55BAF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2F1B73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E0FC3EE" w14:textId="77777777" w:rsidR="00F1715C" w:rsidRPr="00D6163D" w:rsidRDefault="00F1715C" w:rsidP="00FC6389">
          <w:pPr>
            <w:pStyle w:val="Druhdokumentu"/>
          </w:pPr>
        </w:p>
      </w:tc>
    </w:tr>
    <w:tr w:rsidR="009F392E" w14:paraId="1C005473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65D3089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01BE35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8EE60B1" w14:textId="77777777" w:rsidR="009F392E" w:rsidRPr="00D6163D" w:rsidRDefault="009F392E" w:rsidP="00FC6389">
          <w:pPr>
            <w:pStyle w:val="Druhdokumentu"/>
          </w:pPr>
        </w:p>
      </w:tc>
    </w:tr>
  </w:tbl>
  <w:p w14:paraId="53B473B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DB4D9B1" wp14:editId="7E1055C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CC7958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4BD45754"/>
    <w:multiLevelType w:val="hybridMultilevel"/>
    <w:tmpl w:val="FD1E22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916144"/>
    <w:multiLevelType w:val="hybridMultilevel"/>
    <w:tmpl w:val="7B946A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5871184"/>
    <w:multiLevelType w:val="hybridMultilevel"/>
    <w:tmpl w:val="3FCCF1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8790296">
    <w:abstractNumId w:val="2"/>
  </w:num>
  <w:num w:numId="2" w16cid:durableId="1966112156">
    <w:abstractNumId w:val="1"/>
  </w:num>
  <w:num w:numId="3" w16cid:durableId="6134847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63955708">
    <w:abstractNumId w:val="9"/>
  </w:num>
  <w:num w:numId="5" w16cid:durableId="446970435">
    <w:abstractNumId w:val="3"/>
  </w:num>
  <w:num w:numId="6" w16cid:durableId="1532382773">
    <w:abstractNumId w:val="4"/>
  </w:num>
  <w:num w:numId="7" w16cid:durableId="2065134395">
    <w:abstractNumId w:val="0"/>
  </w:num>
  <w:num w:numId="8" w16cid:durableId="59325280">
    <w:abstractNumId w:val="5"/>
  </w:num>
  <w:num w:numId="9" w16cid:durableId="18461626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5580660">
    <w:abstractNumId w:val="4"/>
  </w:num>
  <w:num w:numId="11" w16cid:durableId="1465587492">
    <w:abstractNumId w:val="1"/>
  </w:num>
  <w:num w:numId="12" w16cid:durableId="1523932045">
    <w:abstractNumId w:val="4"/>
  </w:num>
  <w:num w:numId="13" w16cid:durableId="900365632">
    <w:abstractNumId w:val="4"/>
  </w:num>
  <w:num w:numId="14" w16cid:durableId="1939941835">
    <w:abstractNumId w:val="4"/>
  </w:num>
  <w:num w:numId="15" w16cid:durableId="2140299243">
    <w:abstractNumId w:val="4"/>
  </w:num>
  <w:num w:numId="16" w16cid:durableId="34933819">
    <w:abstractNumId w:val="11"/>
  </w:num>
  <w:num w:numId="17" w16cid:durableId="1792242321">
    <w:abstractNumId w:val="2"/>
  </w:num>
  <w:num w:numId="18" w16cid:durableId="126359381">
    <w:abstractNumId w:val="11"/>
  </w:num>
  <w:num w:numId="19" w16cid:durableId="351883962">
    <w:abstractNumId w:val="11"/>
  </w:num>
  <w:num w:numId="20" w16cid:durableId="2033416724">
    <w:abstractNumId w:val="11"/>
  </w:num>
  <w:num w:numId="21" w16cid:durableId="245892118">
    <w:abstractNumId w:val="11"/>
  </w:num>
  <w:num w:numId="22" w16cid:durableId="145896078">
    <w:abstractNumId w:val="4"/>
  </w:num>
  <w:num w:numId="23" w16cid:durableId="84764026">
    <w:abstractNumId w:val="1"/>
  </w:num>
  <w:num w:numId="24" w16cid:durableId="935865516">
    <w:abstractNumId w:val="4"/>
  </w:num>
  <w:num w:numId="25" w16cid:durableId="1178883766">
    <w:abstractNumId w:val="4"/>
  </w:num>
  <w:num w:numId="26" w16cid:durableId="1523088250">
    <w:abstractNumId w:val="4"/>
  </w:num>
  <w:num w:numId="27" w16cid:durableId="723143742">
    <w:abstractNumId w:val="4"/>
  </w:num>
  <w:num w:numId="28" w16cid:durableId="61611293">
    <w:abstractNumId w:val="11"/>
  </w:num>
  <w:num w:numId="29" w16cid:durableId="1790079702">
    <w:abstractNumId w:val="2"/>
  </w:num>
  <w:num w:numId="30" w16cid:durableId="569925905">
    <w:abstractNumId w:val="11"/>
  </w:num>
  <w:num w:numId="31" w16cid:durableId="1408847945">
    <w:abstractNumId w:val="11"/>
  </w:num>
  <w:num w:numId="32" w16cid:durableId="566964962">
    <w:abstractNumId w:val="11"/>
  </w:num>
  <w:num w:numId="33" w16cid:durableId="1161238630">
    <w:abstractNumId w:val="11"/>
  </w:num>
  <w:num w:numId="34" w16cid:durableId="71736347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94643936">
    <w:abstractNumId w:val="8"/>
  </w:num>
  <w:num w:numId="36" w16cid:durableId="1649087663">
    <w:abstractNumId w:val="7"/>
  </w:num>
  <w:num w:numId="37" w16cid:durableId="602415511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D48"/>
    <w:rsid w:val="00072C1E"/>
    <w:rsid w:val="00081B4E"/>
    <w:rsid w:val="00087D48"/>
    <w:rsid w:val="000E23A7"/>
    <w:rsid w:val="0010693F"/>
    <w:rsid w:val="00114472"/>
    <w:rsid w:val="001364FA"/>
    <w:rsid w:val="001550BC"/>
    <w:rsid w:val="001605B9"/>
    <w:rsid w:val="00170EC5"/>
    <w:rsid w:val="001747C1"/>
    <w:rsid w:val="00184743"/>
    <w:rsid w:val="001854A5"/>
    <w:rsid w:val="00207DF5"/>
    <w:rsid w:val="00280E07"/>
    <w:rsid w:val="002A2C36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AF4"/>
    <w:rsid w:val="004C787C"/>
    <w:rsid w:val="004D2F42"/>
    <w:rsid w:val="004E143C"/>
    <w:rsid w:val="004E3A53"/>
    <w:rsid w:val="004F20BC"/>
    <w:rsid w:val="004F4B9B"/>
    <w:rsid w:val="004F69EA"/>
    <w:rsid w:val="00511AB9"/>
    <w:rsid w:val="00522774"/>
    <w:rsid w:val="00523EA7"/>
    <w:rsid w:val="00553375"/>
    <w:rsid w:val="00557C28"/>
    <w:rsid w:val="005736B7"/>
    <w:rsid w:val="00575E5A"/>
    <w:rsid w:val="0057694B"/>
    <w:rsid w:val="005F1404"/>
    <w:rsid w:val="005F79D9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67DF2"/>
    <w:rsid w:val="0077673A"/>
    <w:rsid w:val="007846E1"/>
    <w:rsid w:val="007B570C"/>
    <w:rsid w:val="007C589B"/>
    <w:rsid w:val="007E25D5"/>
    <w:rsid w:val="007E4A6E"/>
    <w:rsid w:val="007F56A7"/>
    <w:rsid w:val="00807DD0"/>
    <w:rsid w:val="00845A6A"/>
    <w:rsid w:val="008659F3"/>
    <w:rsid w:val="00866676"/>
    <w:rsid w:val="00886D4B"/>
    <w:rsid w:val="00895406"/>
    <w:rsid w:val="008A3568"/>
    <w:rsid w:val="008C50BE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14976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3DA5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B6F3E9F"/>
  <w14:defaultImageDpi w14:val="32767"/>
  <w15:docId w15:val="{5C521409-0D03-4B7E-8306-21588123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87D48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45A6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45A6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45A6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45A6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45A6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21735CA-F100-41C1-A701-0C09018DAA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186F03-A900-46D5-B387-9E4D245C2E5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16</TotalTime>
  <Pages>1</Pages>
  <Words>244</Words>
  <Characters>1445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4</cp:revision>
  <cp:lastPrinted>2017-11-28T17:18:00Z</cp:lastPrinted>
  <dcterms:created xsi:type="dcterms:W3CDTF">2022-06-07T12:39:00Z</dcterms:created>
  <dcterms:modified xsi:type="dcterms:W3CDTF">2022-06-17T10:44:00Z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