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50813706" w:rsidR="0035531B" w:rsidRDefault="0035531B" w:rsidP="00EB46E5">
      <w:pPr>
        <w:pStyle w:val="Titul2"/>
      </w:pPr>
      <w:r w:rsidRPr="009807EA">
        <w:t>„</w:t>
      </w:r>
      <w:r w:rsidR="009807EA" w:rsidRPr="009807EA">
        <w:t xml:space="preserve">Rekonstrukce výpravní budovy </w:t>
      </w:r>
      <w:r w:rsidR="00A0347A">
        <w:t>v žst. Chodov</w:t>
      </w:r>
      <w:r w:rsidRPr="009807EA">
        <w:t>“</w:t>
      </w:r>
    </w:p>
    <w:p w14:paraId="62F3EC24" w14:textId="77777777" w:rsidR="00AD0C7B" w:rsidRPr="006C2343" w:rsidRDefault="00AD0C7B" w:rsidP="00EB46E5">
      <w:pPr>
        <w:pStyle w:val="Titul2"/>
      </w:pPr>
    </w:p>
    <w:p w14:paraId="42B71179" w14:textId="1501C1AB" w:rsidR="00EA4A40" w:rsidRDefault="00EA4A40" w:rsidP="00EA4A40">
      <w:pPr>
        <w:pStyle w:val="Text1-1"/>
        <w:numPr>
          <w:ilvl w:val="0"/>
          <w:numId w:val="0"/>
        </w:numPr>
        <w:tabs>
          <w:tab w:val="left" w:pos="708"/>
        </w:tabs>
        <w:ind w:left="737" w:hanging="737"/>
      </w:pPr>
      <w:r>
        <w:t xml:space="preserve">Č.j. </w:t>
      </w:r>
      <w:r w:rsidR="00E12267" w:rsidRPr="00E12267">
        <w:t>6037</w:t>
      </w:r>
      <w:r w:rsidR="00934FC1" w:rsidRPr="00E12267">
        <w:t>/2022-SŽ-SSZ-OVZ</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244F998A" w14:textId="77777777" w:rsidR="00EB4ECA" w:rsidRDefault="00EB4ECA"/>
    <w:p w14:paraId="5B3ACC85" w14:textId="1AA61694" w:rsidR="00EB4ECA" w:rsidRDefault="00EB4ECA">
      <w:pPr>
        <w:rPr>
          <w:rFonts w:ascii="Calibri" w:hAnsi="Calibri" w:cs="Calibri"/>
          <w:color w:val="FF0000"/>
          <w:sz w:val="20"/>
          <w:szCs w:val="20"/>
        </w:rPr>
      </w:pPr>
    </w:p>
    <w:p w14:paraId="70BCF02C" w14:textId="70BD7975" w:rsidR="00AA5D38" w:rsidRDefault="00AA5D38">
      <w:pPr>
        <w:rPr>
          <w:rFonts w:ascii="Calibri" w:hAnsi="Calibri" w:cs="Calibri"/>
          <w:color w:val="FF0000"/>
          <w:sz w:val="20"/>
          <w:szCs w:val="20"/>
        </w:rPr>
      </w:pPr>
    </w:p>
    <w:p w14:paraId="2FE9782A" w14:textId="6C1EF8D2" w:rsidR="00AA5D38" w:rsidRDefault="00AA5D38">
      <w:pPr>
        <w:rPr>
          <w:rFonts w:ascii="Calibri" w:hAnsi="Calibri" w:cs="Calibri"/>
          <w:color w:val="FF0000"/>
          <w:sz w:val="20"/>
          <w:szCs w:val="20"/>
        </w:rPr>
      </w:pPr>
    </w:p>
    <w:p w14:paraId="7B3C7AE9" w14:textId="7E8C3C00" w:rsidR="00AA5D38" w:rsidRDefault="00AA5D38">
      <w:pPr>
        <w:rPr>
          <w:rFonts w:ascii="Calibri" w:hAnsi="Calibri" w:cs="Calibri"/>
          <w:color w:val="FF0000"/>
          <w:sz w:val="20"/>
          <w:szCs w:val="20"/>
        </w:rPr>
      </w:pPr>
    </w:p>
    <w:p w14:paraId="79C4ED12" w14:textId="77777777" w:rsidR="00826B7B" w:rsidRDefault="00692BAA" w:rsidP="00692BAA">
      <w:pPr>
        <w:tabs>
          <w:tab w:val="left" w:pos="1745"/>
        </w:tabs>
      </w:pPr>
      <w:r>
        <w:tab/>
      </w:r>
    </w:p>
    <w:p w14:paraId="12C7B4D1" w14:textId="77777777" w:rsidR="00BD7E91" w:rsidRDefault="00BD7E91" w:rsidP="00FE4333">
      <w:pPr>
        <w:pStyle w:val="Nadpisbezsl1-1"/>
      </w:pPr>
      <w:r>
        <w:lastRenderedPageBreak/>
        <w:t>Obsah</w:t>
      </w:r>
      <w:r w:rsidR="00887F36">
        <w:t xml:space="preserve"> </w:t>
      </w:r>
    </w:p>
    <w:p w14:paraId="45B3B830" w14:textId="5BE3F161" w:rsidR="00F06F6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9627919" w:history="1">
        <w:r w:rsidR="00F06F66" w:rsidRPr="00FC45D4">
          <w:rPr>
            <w:rStyle w:val="Hypertextovodkaz"/>
          </w:rPr>
          <w:t>1.</w:t>
        </w:r>
        <w:r w:rsidR="00F06F66">
          <w:rPr>
            <w:rFonts w:eastAsiaTheme="minorEastAsia"/>
            <w:caps w:val="0"/>
            <w:noProof/>
            <w:sz w:val="22"/>
            <w:szCs w:val="22"/>
            <w:lang w:eastAsia="cs-CZ"/>
          </w:rPr>
          <w:tab/>
        </w:r>
        <w:r w:rsidR="00F06F66" w:rsidRPr="00FC45D4">
          <w:rPr>
            <w:rStyle w:val="Hypertextovodkaz"/>
          </w:rPr>
          <w:t>ÚVODNÍ USTANOVENÍ</w:t>
        </w:r>
        <w:r w:rsidR="00F06F66">
          <w:rPr>
            <w:noProof/>
            <w:webHidden/>
          </w:rPr>
          <w:tab/>
        </w:r>
        <w:r w:rsidR="00F06F66">
          <w:rPr>
            <w:noProof/>
            <w:webHidden/>
          </w:rPr>
          <w:fldChar w:fldCharType="begin"/>
        </w:r>
        <w:r w:rsidR="00F06F66">
          <w:rPr>
            <w:noProof/>
            <w:webHidden/>
          </w:rPr>
          <w:instrText xml:space="preserve"> PAGEREF _Toc99627919 \h </w:instrText>
        </w:r>
        <w:r w:rsidR="00F06F66">
          <w:rPr>
            <w:noProof/>
            <w:webHidden/>
          </w:rPr>
        </w:r>
        <w:r w:rsidR="00F06F66">
          <w:rPr>
            <w:noProof/>
            <w:webHidden/>
          </w:rPr>
          <w:fldChar w:fldCharType="separate"/>
        </w:r>
        <w:r w:rsidR="00561533">
          <w:rPr>
            <w:noProof/>
            <w:webHidden/>
          </w:rPr>
          <w:t>3</w:t>
        </w:r>
        <w:r w:rsidR="00F06F66">
          <w:rPr>
            <w:noProof/>
            <w:webHidden/>
          </w:rPr>
          <w:fldChar w:fldCharType="end"/>
        </w:r>
      </w:hyperlink>
    </w:p>
    <w:p w14:paraId="1AADE1A1" w14:textId="38982B4D" w:rsidR="00F06F66" w:rsidRDefault="007500B7">
      <w:pPr>
        <w:pStyle w:val="Obsah1"/>
        <w:rPr>
          <w:rFonts w:eastAsiaTheme="minorEastAsia"/>
          <w:caps w:val="0"/>
          <w:noProof/>
          <w:sz w:val="22"/>
          <w:szCs w:val="22"/>
          <w:lang w:eastAsia="cs-CZ"/>
        </w:rPr>
      </w:pPr>
      <w:hyperlink w:anchor="_Toc99627920" w:history="1">
        <w:r w:rsidR="00F06F66" w:rsidRPr="00FC45D4">
          <w:rPr>
            <w:rStyle w:val="Hypertextovodkaz"/>
          </w:rPr>
          <w:t>2.</w:t>
        </w:r>
        <w:r w:rsidR="00F06F66">
          <w:rPr>
            <w:rFonts w:eastAsiaTheme="minorEastAsia"/>
            <w:caps w:val="0"/>
            <w:noProof/>
            <w:sz w:val="22"/>
            <w:szCs w:val="22"/>
            <w:lang w:eastAsia="cs-CZ"/>
          </w:rPr>
          <w:tab/>
        </w:r>
        <w:r w:rsidR="00F06F66" w:rsidRPr="00FC45D4">
          <w:rPr>
            <w:rStyle w:val="Hypertextovodkaz"/>
          </w:rPr>
          <w:t>IDENTIFIKAČNÍ ÚDAJE ZADAVATELE</w:t>
        </w:r>
        <w:r w:rsidR="00F06F66">
          <w:rPr>
            <w:noProof/>
            <w:webHidden/>
          </w:rPr>
          <w:tab/>
        </w:r>
        <w:r w:rsidR="00F06F66">
          <w:rPr>
            <w:noProof/>
            <w:webHidden/>
          </w:rPr>
          <w:fldChar w:fldCharType="begin"/>
        </w:r>
        <w:r w:rsidR="00F06F66">
          <w:rPr>
            <w:noProof/>
            <w:webHidden/>
          </w:rPr>
          <w:instrText xml:space="preserve"> PAGEREF _Toc99627920 \h </w:instrText>
        </w:r>
        <w:r w:rsidR="00F06F66">
          <w:rPr>
            <w:noProof/>
            <w:webHidden/>
          </w:rPr>
        </w:r>
        <w:r w:rsidR="00F06F66">
          <w:rPr>
            <w:noProof/>
            <w:webHidden/>
          </w:rPr>
          <w:fldChar w:fldCharType="separate"/>
        </w:r>
        <w:r w:rsidR="00561533">
          <w:rPr>
            <w:noProof/>
            <w:webHidden/>
          </w:rPr>
          <w:t>3</w:t>
        </w:r>
        <w:r w:rsidR="00F06F66">
          <w:rPr>
            <w:noProof/>
            <w:webHidden/>
          </w:rPr>
          <w:fldChar w:fldCharType="end"/>
        </w:r>
      </w:hyperlink>
    </w:p>
    <w:p w14:paraId="1BB5AF50" w14:textId="0F4132BE" w:rsidR="00F06F66" w:rsidRDefault="007500B7">
      <w:pPr>
        <w:pStyle w:val="Obsah1"/>
        <w:rPr>
          <w:rFonts w:eastAsiaTheme="minorEastAsia"/>
          <w:caps w:val="0"/>
          <w:noProof/>
          <w:sz w:val="22"/>
          <w:szCs w:val="22"/>
          <w:lang w:eastAsia="cs-CZ"/>
        </w:rPr>
      </w:pPr>
      <w:hyperlink w:anchor="_Toc99627921" w:history="1">
        <w:r w:rsidR="00F06F66" w:rsidRPr="00FC45D4">
          <w:rPr>
            <w:rStyle w:val="Hypertextovodkaz"/>
          </w:rPr>
          <w:t>3.</w:t>
        </w:r>
        <w:r w:rsidR="00F06F66">
          <w:rPr>
            <w:rFonts w:eastAsiaTheme="minorEastAsia"/>
            <w:caps w:val="0"/>
            <w:noProof/>
            <w:sz w:val="22"/>
            <w:szCs w:val="22"/>
            <w:lang w:eastAsia="cs-CZ"/>
          </w:rPr>
          <w:tab/>
        </w:r>
        <w:r w:rsidR="00F06F66" w:rsidRPr="00FC45D4">
          <w:rPr>
            <w:rStyle w:val="Hypertextovodkaz"/>
          </w:rPr>
          <w:t>KOMUNIKACE MEZI ZADAVATELEM a DODAVATELEM</w:t>
        </w:r>
        <w:r w:rsidR="00F06F66">
          <w:rPr>
            <w:noProof/>
            <w:webHidden/>
          </w:rPr>
          <w:tab/>
        </w:r>
        <w:r w:rsidR="00F06F66">
          <w:rPr>
            <w:noProof/>
            <w:webHidden/>
          </w:rPr>
          <w:fldChar w:fldCharType="begin"/>
        </w:r>
        <w:r w:rsidR="00F06F66">
          <w:rPr>
            <w:noProof/>
            <w:webHidden/>
          </w:rPr>
          <w:instrText xml:space="preserve"> PAGEREF _Toc99627921 \h </w:instrText>
        </w:r>
        <w:r w:rsidR="00F06F66">
          <w:rPr>
            <w:noProof/>
            <w:webHidden/>
          </w:rPr>
        </w:r>
        <w:r w:rsidR="00F06F66">
          <w:rPr>
            <w:noProof/>
            <w:webHidden/>
          </w:rPr>
          <w:fldChar w:fldCharType="separate"/>
        </w:r>
        <w:r w:rsidR="00561533">
          <w:rPr>
            <w:noProof/>
            <w:webHidden/>
          </w:rPr>
          <w:t>4</w:t>
        </w:r>
        <w:r w:rsidR="00F06F66">
          <w:rPr>
            <w:noProof/>
            <w:webHidden/>
          </w:rPr>
          <w:fldChar w:fldCharType="end"/>
        </w:r>
      </w:hyperlink>
    </w:p>
    <w:p w14:paraId="24135107" w14:textId="4D8B750F" w:rsidR="00F06F66" w:rsidRDefault="007500B7">
      <w:pPr>
        <w:pStyle w:val="Obsah1"/>
        <w:rPr>
          <w:rFonts w:eastAsiaTheme="minorEastAsia"/>
          <w:caps w:val="0"/>
          <w:noProof/>
          <w:sz w:val="22"/>
          <w:szCs w:val="22"/>
          <w:lang w:eastAsia="cs-CZ"/>
        </w:rPr>
      </w:pPr>
      <w:hyperlink w:anchor="_Toc99627922" w:history="1">
        <w:r w:rsidR="00F06F66" w:rsidRPr="00FC45D4">
          <w:rPr>
            <w:rStyle w:val="Hypertextovodkaz"/>
          </w:rPr>
          <w:t>4.</w:t>
        </w:r>
        <w:r w:rsidR="00F06F66">
          <w:rPr>
            <w:rFonts w:eastAsiaTheme="minorEastAsia"/>
            <w:caps w:val="0"/>
            <w:noProof/>
            <w:sz w:val="22"/>
            <w:szCs w:val="22"/>
            <w:lang w:eastAsia="cs-CZ"/>
          </w:rPr>
          <w:tab/>
        </w:r>
        <w:r w:rsidR="00F06F66" w:rsidRPr="00FC45D4">
          <w:rPr>
            <w:rStyle w:val="Hypertextovodkaz"/>
          </w:rPr>
          <w:t>ÚČEL A PŘEDMĚT PLNĚNÍ VEŘEJNÉ ZAKÁZKY</w:t>
        </w:r>
        <w:r w:rsidR="00F06F66">
          <w:rPr>
            <w:noProof/>
            <w:webHidden/>
          </w:rPr>
          <w:tab/>
        </w:r>
        <w:r w:rsidR="00F06F66">
          <w:rPr>
            <w:noProof/>
            <w:webHidden/>
          </w:rPr>
          <w:fldChar w:fldCharType="begin"/>
        </w:r>
        <w:r w:rsidR="00F06F66">
          <w:rPr>
            <w:noProof/>
            <w:webHidden/>
          </w:rPr>
          <w:instrText xml:space="preserve"> PAGEREF _Toc99627922 \h </w:instrText>
        </w:r>
        <w:r w:rsidR="00F06F66">
          <w:rPr>
            <w:noProof/>
            <w:webHidden/>
          </w:rPr>
        </w:r>
        <w:r w:rsidR="00F06F66">
          <w:rPr>
            <w:noProof/>
            <w:webHidden/>
          </w:rPr>
          <w:fldChar w:fldCharType="separate"/>
        </w:r>
        <w:r w:rsidR="00561533">
          <w:rPr>
            <w:noProof/>
            <w:webHidden/>
          </w:rPr>
          <w:t>4</w:t>
        </w:r>
        <w:r w:rsidR="00F06F66">
          <w:rPr>
            <w:noProof/>
            <w:webHidden/>
          </w:rPr>
          <w:fldChar w:fldCharType="end"/>
        </w:r>
      </w:hyperlink>
    </w:p>
    <w:p w14:paraId="14183F87" w14:textId="27A6DC43" w:rsidR="00F06F66" w:rsidRDefault="007500B7">
      <w:pPr>
        <w:pStyle w:val="Obsah1"/>
        <w:rPr>
          <w:rFonts w:eastAsiaTheme="minorEastAsia"/>
          <w:caps w:val="0"/>
          <w:noProof/>
          <w:sz w:val="22"/>
          <w:szCs w:val="22"/>
          <w:lang w:eastAsia="cs-CZ"/>
        </w:rPr>
      </w:pPr>
      <w:hyperlink w:anchor="_Toc99627923" w:history="1">
        <w:r w:rsidR="00F06F66" w:rsidRPr="00FC45D4">
          <w:rPr>
            <w:rStyle w:val="Hypertextovodkaz"/>
          </w:rPr>
          <w:t>5.</w:t>
        </w:r>
        <w:r w:rsidR="00F06F66">
          <w:rPr>
            <w:rFonts w:eastAsiaTheme="minorEastAsia"/>
            <w:caps w:val="0"/>
            <w:noProof/>
            <w:sz w:val="22"/>
            <w:szCs w:val="22"/>
            <w:lang w:eastAsia="cs-CZ"/>
          </w:rPr>
          <w:tab/>
        </w:r>
        <w:r w:rsidR="00F06F66" w:rsidRPr="00FC45D4">
          <w:rPr>
            <w:rStyle w:val="Hypertextovodkaz"/>
          </w:rPr>
          <w:t>ZDROJE FINANCOVÁNÍ A PŘEDPOKLÁDANÁ HODNOTA VEŘEJNÉ ZAKÁZKY</w:t>
        </w:r>
        <w:r w:rsidR="00F06F66">
          <w:rPr>
            <w:noProof/>
            <w:webHidden/>
          </w:rPr>
          <w:tab/>
        </w:r>
        <w:r w:rsidR="00F06F66">
          <w:rPr>
            <w:noProof/>
            <w:webHidden/>
          </w:rPr>
          <w:fldChar w:fldCharType="begin"/>
        </w:r>
        <w:r w:rsidR="00F06F66">
          <w:rPr>
            <w:noProof/>
            <w:webHidden/>
          </w:rPr>
          <w:instrText xml:space="preserve"> PAGEREF _Toc99627923 \h </w:instrText>
        </w:r>
        <w:r w:rsidR="00F06F66">
          <w:rPr>
            <w:noProof/>
            <w:webHidden/>
          </w:rPr>
        </w:r>
        <w:r w:rsidR="00F06F66">
          <w:rPr>
            <w:noProof/>
            <w:webHidden/>
          </w:rPr>
          <w:fldChar w:fldCharType="separate"/>
        </w:r>
        <w:r w:rsidR="00561533">
          <w:rPr>
            <w:noProof/>
            <w:webHidden/>
          </w:rPr>
          <w:t>5</w:t>
        </w:r>
        <w:r w:rsidR="00F06F66">
          <w:rPr>
            <w:noProof/>
            <w:webHidden/>
          </w:rPr>
          <w:fldChar w:fldCharType="end"/>
        </w:r>
      </w:hyperlink>
    </w:p>
    <w:p w14:paraId="0149EA8D" w14:textId="5D08C058" w:rsidR="00F06F66" w:rsidRDefault="007500B7">
      <w:pPr>
        <w:pStyle w:val="Obsah1"/>
        <w:rPr>
          <w:rFonts w:eastAsiaTheme="minorEastAsia"/>
          <w:caps w:val="0"/>
          <w:noProof/>
          <w:sz w:val="22"/>
          <w:szCs w:val="22"/>
          <w:lang w:eastAsia="cs-CZ"/>
        </w:rPr>
      </w:pPr>
      <w:hyperlink w:anchor="_Toc99627924" w:history="1">
        <w:r w:rsidR="00F06F66" w:rsidRPr="00FC45D4">
          <w:rPr>
            <w:rStyle w:val="Hypertextovodkaz"/>
          </w:rPr>
          <w:t>6.</w:t>
        </w:r>
        <w:r w:rsidR="00F06F66">
          <w:rPr>
            <w:rFonts w:eastAsiaTheme="minorEastAsia"/>
            <w:caps w:val="0"/>
            <w:noProof/>
            <w:sz w:val="22"/>
            <w:szCs w:val="22"/>
            <w:lang w:eastAsia="cs-CZ"/>
          </w:rPr>
          <w:tab/>
        </w:r>
        <w:r w:rsidR="00F06F66" w:rsidRPr="00FC45D4">
          <w:rPr>
            <w:rStyle w:val="Hypertextovodkaz"/>
          </w:rPr>
          <w:t>OBSAH ZADÁVACÍ DOKUMENTACE</w:t>
        </w:r>
        <w:r w:rsidR="00F06F66">
          <w:rPr>
            <w:noProof/>
            <w:webHidden/>
          </w:rPr>
          <w:tab/>
        </w:r>
        <w:r w:rsidR="00F06F66">
          <w:rPr>
            <w:noProof/>
            <w:webHidden/>
          </w:rPr>
          <w:fldChar w:fldCharType="begin"/>
        </w:r>
        <w:r w:rsidR="00F06F66">
          <w:rPr>
            <w:noProof/>
            <w:webHidden/>
          </w:rPr>
          <w:instrText xml:space="preserve"> PAGEREF _Toc99627924 \h </w:instrText>
        </w:r>
        <w:r w:rsidR="00F06F66">
          <w:rPr>
            <w:noProof/>
            <w:webHidden/>
          </w:rPr>
        </w:r>
        <w:r w:rsidR="00F06F66">
          <w:rPr>
            <w:noProof/>
            <w:webHidden/>
          </w:rPr>
          <w:fldChar w:fldCharType="separate"/>
        </w:r>
        <w:r w:rsidR="00561533">
          <w:rPr>
            <w:noProof/>
            <w:webHidden/>
          </w:rPr>
          <w:t>5</w:t>
        </w:r>
        <w:r w:rsidR="00F06F66">
          <w:rPr>
            <w:noProof/>
            <w:webHidden/>
          </w:rPr>
          <w:fldChar w:fldCharType="end"/>
        </w:r>
      </w:hyperlink>
    </w:p>
    <w:p w14:paraId="0BB7C1CC" w14:textId="35BA3527" w:rsidR="00F06F66" w:rsidRDefault="007500B7">
      <w:pPr>
        <w:pStyle w:val="Obsah1"/>
        <w:rPr>
          <w:rFonts w:eastAsiaTheme="minorEastAsia"/>
          <w:caps w:val="0"/>
          <w:noProof/>
          <w:sz w:val="22"/>
          <w:szCs w:val="22"/>
          <w:lang w:eastAsia="cs-CZ"/>
        </w:rPr>
      </w:pPr>
      <w:hyperlink w:anchor="_Toc99627925" w:history="1">
        <w:r w:rsidR="00F06F66" w:rsidRPr="00FC45D4">
          <w:rPr>
            <w:rStyle w:val="Hypertextovodkaz"/>
          </w:rPr>
          <w:t>7.</w:t>
        </w:r>
        <w:r w:rsidR="00F06F66">
          <w:rPr>
            <w:rFonts w:eastAsiaTheme="minorEastAsia"/>
            <w:caps w:val="0"/>
            <w:noProof/>
            <w:sz w:val="22"/>
            <w:szCs w:val="22"/>
            <w:lang w:eastAsia="cs-CZ"/>
          </w:rPr>
          <w:tab/>
        </w:r>
        <w:r w:rsidR="00F06F66" w:rsidRPr="00FC45D4">
          <w:rPr>
            <w:rStyle w:val="Hypertextovodkaz"/>
          </w:rPr>
          <w:t>VYSVĚTLENÍ, ZMĚNY A DOPLNĚNÍ ZADÁVACÍ DOKUMENTACE</w:t>
        </w:r>
        <w:r w:rsidR="00F06F66">
          <w:rPr>
            <w:noProof/>
            <w:webHidden/>
          </w:rPr>
          <w:tab/>
        </w:r>
        <w:r w:rsidR="00F06F66">
          <w:rPr>
            <w:noProof/>
            <w:webHidden/>
          </w:rPr>
          <w:fldChar w:fldCharType="begin"/>
        </w:r>
        <w:r w:rsidR="00F06F66">
          <w:rPr>
            <w:noProof/>
            <w:webHidden/>
          </w:rPr>
          <w:instrText xml:space="preserve"> PAGEREF _Toc99627925 \h </w:instrText>
        </w:r>
        <w:r w:rsidR="00F06F66">
          <w:rPr>
            <w:noProof/>
            <w:webHidden/>
          </w:rPr>
        </w:r>
        <w:r w:rsidR="00F06F66">
          <w:rPr>
            <w:noProof/>
            <w:webHidden/>
          </w:rPr>
          <w:fldChar w:fldCharType="separate"/>
        </w:r>
        <w:r w:rsidR="00561533">
          <w:rPr>
            <w:noProof/>
            <w:webHidden/>
          </w:rPr>
          <w:t>5</w:t>
        </w:r>
        <w:r w:rsidR="00F06F66">
          <w:rPr>
            <w:noProof/>
            <w:webHidden/>
          </w:rPr>
          <w:fldChar w:fldCharType="end"/>
        </w:r>
      </w:hyperlink>
    </w:p>
    <w:p w14:paraId="239266C9" w14:textId="38D39F24" w:rsidR="00F06F66" w:rsidRDefault="007500B7">
      <w:pPr>
        <w:pStyle w:val="Obsah1"/>
        <w:rPr>
          <w:rFonts w:eastAsiaTheme="minorEastAsia"/>
          <w:caps w:val="0"/>
          <w:noProof/>
          <w:sz w:val="22"/>
          <w:szCs w:val="22"/>
          <w:lang w:eastAsia="cs-CZ"/>
        </w:rPr>
      </w:pPr>
      <w:hyperlink w:anchor="_Toc99627926" w:history="1">
        <w:r w:rsidR="00F06F66" w:rsidRPr="00FC45D4">
          <w:rPr>
            <w:rStyle w:val="Hypertextovodkaz"/>
          </w:rPr>
          <w:t>8.</w:t>
        </w:r>
        <w:r w:rsidR="00F06F66">
          <w:rPr>
            <w:rFonts w:eastAsiaTheme="minorEastAsia"/>
            <w:caps w:val="0"/>
            <w:noProof/>
            <w:sz w:val="22"/>
            <w:szCs w:val="22"/>
            <w:lang w:eastAsia="cs-CZ"/>
          </w:rPr>
          <w:tab/>
        </w:r>
        <w:r w:rsidR="00F06F66" w:rsidRPr="00FC45D4">
          <w:rPr>
            <w:rStyle w:val="Hypertextovodkaz"/>
          </w:rPr>
          <w:t>POŽADAVKY ZADAVATELE NA KVALIFIKACI</w:t>
        </w:r>
        <w:r w:rsidR="00F06F66">
          <w:rPr>
            <w:noProof/>
            <w:webHidden/>
          </w:rPr>
          <w:tab/>
        </w:r>
        <w:r w:rsidR="00F06F66">
          <w:rPr>
            <w:noProof/>
            <w:webHidden/>
          </w:rPr>
          <w:fldChar w:fldCharType="begin"/>
        </w:r>
        <w:r w:rsidR="00F06F66">
          <w:rPr>
            <w:noProof/>
            <w:webHidden/>
          </w:rPr>
          <w:instrText xml:space="preserve"> PAGEREF _Toc99627926 \h </w:instrText>
        </w:r>
        <w:r w:rsidR="00F06F66">
          <w:rPr>
            <w:noProof/>
            <w:webHidden/>
          </w:rPr>
        </w:r>
        <w:r w:rsidR="00F06F66">
          <w:rPr>
            <w:noProof/>
            <w:webHidden/>
          </w:rPr>
          <w:fldChar w:fldCharType="separate"/>
        </w:r>
        <w:r w:rsidR="00561533">
          <w:rPr>
            <w:noProof/>
            <w:webHidden/>
          </w:rPr>
          <w:t>6</w:t>
        </w:r>
        <w:r w:rsidR="00F06F66">
          <w:rPr>
            <w:noProof/>
            <w:webHidden/>
          </w:rPr>
          <w:fldChar w:fldCharType="end"/>
        </w:r>
      </w:hyperlink>
    </w:p>
    <w:p w14:paraId="427DEA6C" w14:textId="451FFAD8" w:rsidR="00F06F66" w:rsidRDefault="007500B7">
      <w:pPr>
        <w:pStyle w:val="Obsah1"/>
        <w:rPr>
          <w:rFonts w:eastAsiaTheme="minorEastAsia"/>
          <w:caps w:val="0"/>
          <w:noProof/>
          <w:sz w:val="22"/>
          <w:szCs w:val="22"/>
          <w:lang w:eastAsia="cs-CZ"/>
        </w:rPr>
      </w:pPr>
      <w:hyperlink w:anchor="_Toc99627927" w:history="1">
        <w:r w:rsidR="00F06F66" w:rsidRPr="00FC45D4">
          <w:rPr>
            <w:rStyle w:val="Hypertextovodkaz"/>
          </w:rPr>
          <w:t>9.</w:t>
        </w:r>
        <w:r w:rsidR="00F06F66">
          <w:rPr>
            <w:rFonts w:eastAsiaTheme="minorEastAsia"/>
            <w:caps w:val="0"/>
            <w:noProof/>
            <w:sz w:val="22"/>
            <w:szCs w:val="22"/>
            <w:lang w:eastAsia="cs-CZ"/>
          </w:rPr>
          <w:tab/>
        </w:r>
        <w:r w:rsidR="00F06F66" w:rsidRPr="00FC45D4">
          <w:rPr>
            <w:rStyle w:val="Hypertextovodkaz"/>
          </w:rPr>
          <w:t>DALŠÍ INFORMACE/DOKUMENTY PŘEDKLÁDANÉ DODAVATELEM V NABÍDCE</w:t>
        </w:r>
        <w:r w:rsidR="00F06F66">
          <w:rPr>
            <w:noProof/>
            <w:webHidden/>
          </w:rPr>
          <w:tab/>
        </w:r>
        <w:r w:rsidR="00F06F66">
          <w:rPr>
            <w:noProof/>
            <w:webHidden/>
          </w:rPr>
          <w:fldChar w:fldCharType="begin"/>
        </w:r>
        <w:r w:rsidR="00F06F66">
          <w:rPr>
            <w:noProof/>
            <w:webHidden/>
          </w:rPr>
          <w:instrText xml:space="preserve"> PAGEREF _Toc99627927 \h </w:instrText>
        </w:r>
        <w:r w:rsidR="00F06F66">
          <w:rPr>
            <w:noProof/>
            <w:webHidden/>
          </w:rPr>
        </w:r>
        <w:r w:rsidR="00F06F66">
          <w:rPr>
            <w:noProof/>
            <w:webHidden/>
          </w:rPr>
          <w:fldChar w:fldCharType="separate"/>
        </w:r>
        <w:r w:rsidR="00561533">
          <w:rPr>
            <w:noProof/>
            <w:webHidden/>
          </w:rPr>
          <w:t>15</w:t>
        </w:r>
        <w:r w:rsidR="00F06F66">
          <w:rPr>
            <w:noProof/>
            <w:webHidden/>
          </w:rPr>
          <w:fldChar w:fldCharType="end"/>
        </w:r>
      </w:hyperlink>
    </w:p>
    <w:p w14:paraId="739718AC" w14:textId="50CD5644" w:rsidR="00F06F66" w:rsidRDefault="007500B7">
      <w:pPr>
        <w:pStyle w:val="Obsah1"/>
        <w:rPr>
          <w:rFonts w:eastAsiaTheme="minorEastAsia"/>
          <w:caps w:val="0"/>
          <w:noProof/>
          <w:sz w:val="22"/>
          <w:szCs w:val="22"/>
          <w:lang w:eastAsia="cs-CZ"/>
        </w:rPr>
      </w:pPr>
      <w:hyperlink w:anchor="_Toc99627928" w:history="1">
        <w:r w:rsidR="00F06F66" w:rsidRPr="00FC45D4">
          <w:rPr>
            <w:rStyle w:val="Hypertextovodkaz"/>
          </w:rPr>
          <w:t>10.</w:t>
        </w:r>
        <w:r w:rsidR="00F06F66">
          <w:rPr>
            <w:rFonts w:eastAsiaTheme="minorEastAsia"/>
            <w:caps w:val="0"/>
            <w:noProof/>
            <w:sz w:val="22"/>
            <w:szCs w:val="22"/>
            <w:lang w:eastAsia="cs-CZ"/>
          </w:rPr>
          <w:tab/>
        </w:r>
        <w:r w:rsidR="00F06F66" w:rsidRPr="00FC45D4">
          <w:rPr>
            <w:rStyle w:val="Hypertextovodkaz"/>
          </w:rPr>
          <w:t>PROHLÍDKA MÍSTA PLNĚNÍ (STAVENIŠTĚ)</w:t>
        </w:r>
        <w:r w:rsidR="00F06F66">
          <w:rPr>
            <w:noProof/>
            <w:webHidden/>
          </w:rPr>
          <w:tab/>
        </w:r>
        <w:r w:rsidR="00F06F66">
          <w:rPr>
            <w:noProof/>
            <w:webHidden/>
          </w:rPr>
          <w:fldChar w:fldCharType="begin"/>
        </w:r>
        <w:r w:rsidR="00F06F66">
          <w:rPr>
            <w:noProof/>
            <w:webHidden/>
          </w:rPr>
          <w:instrText xml:space="preserve"> PAGEREF _Toc99627928 \h </w:instrText>
        </w:r>
        <w:r w:rsidR="00F06F66">
          <w:rPr>
            <w:noProof/>
            <w:webHidden/>
          </w:rPr>
        </w:r>
        <w:r w:rsidR="00F06F66">
          <w:rPr>
            <w:noProof/>
            <w:webHidden/>
          </w:rPr>
          <w:fldChar w:fldCharType="separate"/>
        </w:r>
        <w:r w:rsidR="00561533">
          <w:rPr>
            <w:noProof/>
            <w:webHidden/>
          </w:rPr>
          <w:t>17</w:t>
        </w:r>
        <w:r w:rsidR="00F06F66">
          <w:rPr>
            <w:noProof/>
            <w:webHidden/>
          </w:rPr>
          <w:fldChar w:fldCharType="end"/>
        </w:r>
      </w:hyperlink>
    </w:p>
    <w:p w14:paraId="069A6225" w14:textId="0D4BE35D" w:rsidR="00F06F66" w:rsidRDefault="007500B7">
      <w:pPr>
        <w:pStyle w:val="Obsah1"/>
        <w:rPr>
          <w:rFonts w:eastAsiaTheme="minorEastAsia"/>
          <w:caps w:val="0"/>
          <w:noProof/>
          <w:sz w:val="22"/>
          <w:szCs w:val="22"/>
          <w:lang w:eastAsia="cs-CZ"/>
        </w:rPr>
      </w:pPr>
      <w:hyperlink w:anchor="_Toc99627929" w:history="1">
        <w:r w:rsidR="00F06F66" w:rsidRPr="00FC45D4">
          <w:rPr>
            <w:rStyle w:val="Hypertextovodkaz"/>
          </w:rPr>
          <w:t>11.</w:t>
        </w:r>
        <w:r w:rsidR="00F06F66">
          <w:rPr>
            <w:rFonts w:eastAsiaTheme="minorEastAsia"/>
            <w:caps w:val="0"/>
            <w:noProof/>
            <w:sz w:val="22"/>
            <w:szCs w:val="22"/>
            <w:lang w:eastAsia="cs-CZ"/>
          </w:rPr>
          <w:tab/>
        </w:r>
        <w:r w:rsidR="00F06F66" w:rsidRPr="00FC45D4">
          <w:rPr>
            <w:rStyle w:val="Hypertextovodkaz"/>
          </w:rPr>
          <w:t>JAZYK NABÍDEK A KOMUNIKAČNÍ JAZYK</w:t>
        </w:r>
        <w:r w:rsidR="00F06F66">
          <w:rPr>
            <w:noProof/>
            <w:webHidden/>
          </w:rPr>
          <w:tab/>
        </w:r>
        <w:r w:rsidR="00F06F66">
          <w:rPr>
            <w:noProof/>
            <w:webHidden/>
          </w:rPr>
          <w:fldChar w:fldCharType="begin"/>
        </w:r>
        <w:r w:rsidR="00F06F66">
          <w:rPr>
            <w:noProof/>
            <w:webHidden/>
          </w:rPr>
          <w:instrText xml:space="preserve"> PAGEREF _Toc99627929 \h </w:instrText>
        </w:r>
        <w:r w:rsidR="00F06F66">
          <w:rPr>
            <w:noProof/>
            <w:webHidden/>
          </w:rPr>
        </w:r>
        <w:r w:rsidR="00F06F66">
          <w:rPr>
            <w:noProof/>
            <w:webHidden/>
          </w:rPr>
          <w:fldChar w:fldCharType="separate"/>
        </w:r>
        <w:r w:rsidR="00561533">
          <w:rPr>
            <w:noProof/>
            <w:webHidden/>
          </w:rPr>
          <w:t>17</w:t>
        </w:r>
        <w:r w:rsidR="00F06F66">
          <w:rPr>
            <w:noProof/>
            <w:webHidden/>
          </w:rPr>
          <w:fldChar w:fldCharType="end"/>
        </w:r>
      </w:hyperlink>
    </w:p>
    <w:p w14:paraId="6BB3C908" w14:textId="1CD13897" w:rsidR="00F06F66" w:rsidRDefault="007500B7">
      <w:pPr>
        <w:pStyle w:val="Obsah1"/>
        <w:rPr>
          <w:rFonts w:eastAsiaTheme="minorEastAsia"/>
          <w:caps w:val="0"/>
          <w:noProof/>
          <w:sz w:val="22"/>
          <w:szCs w:val="22"/>
          <w:lang w:eastAsia="cs-CZ"/>
        </w:rPr>
      </w:pPr>
      <w:hyperlink w:anchor="_Toc99627930" w:history="1">
        <w:r w:rsidR="00F06F66" w:rsidRPr="00FC45D4">
          <w:rPr>
            <w:rStyle w:val="Hypertextovodkaz"/>
          </w:rPr>
          <w:t>12.</w:t>
        </w:r>
        <w:r w:rsidR="00F06F66">
          <w:rPr>
            <w:rFonts w:eastAsiaTheme="minorEastAsia"/>
            <w:caps w:val="0"/>
            <w:noProof/>
            <w:sz w:val="22"/>
            <w:szCs w:val="22"/>
            <w:lang w:eastAsia="cs-CZ"/>
          </w:rPr>
          <w:tab/>
        </w:r>
        <w:r w:rsidR="00F06F66" w:rsidRPr="00FC45D4">
          <w:rPr>
            <w:rStyle w:val="Hypertextovodkaz"/>
          </w:rPr>
          <w:t>OBSAH A PODÁVÁNÍ NABÍDEK</w:t>
        </w:r>
        <w:r w:rsidR="00F06F66">
          <w:rPr>
            <w:noProof/>
            <w:webHidden/>
          </w:rPr>
          <w:tab/>
        </w:r>
        <w:r w:rsidR="00F06F66">
          <w:rPr>
            <w:noProof/>
            <w:webHidden/>
          </w:rPr>
          <w:fldChar w:fldCharType="begin"/>
        </w:r>
        <w:r w:rsidR="00F06F66">
          <w:rPr>
            <w:noProof/>
            <w:webHidden/>
          </w:rPr>
          <w:instrText xml:space="preserve"> PAGEREF _Toc99627930 \h </w:instrText>
        </w:r>
        <w:r w:rsidR="00F06F66">
          <w:rPr>
            <w:noProof/>
            <w:webHidden/>
          </w:rPr>
        </w:r>
        <w:r w:rsidR="00F06F66">
          <w:rPr>
            <w:noProof/>
            <w:webHidden/>
          </w:rPr>
          <w:fldChar w:fldCharType="separate"/>
        </w:r>
        <w:r w:rsidR="00561533">
          <w:rPr>
            <w:noProof/>
            <w:webHidden/>
          </w:rPr>
          <w:t>18</w:t>
        </w:r>
        <w:r w:rsidR="00F06F66">
          <w:rPr>
            <w:noProof/>
            <w:webHidden/>
          </w:rPr>
          <w:fldChar w:fldCharType="end"/>
        </w:r>
      </w:hyperlink>
    </w:p>
    <w:p w14:paraId="6B341C75" w14:textId="1AE73621" w:rsidR="00F06F66" w:rsidRDefault="007500B7">
      <w:pPr>
        <w:pStyle w:val="Obsah1"/>
        <w:rPr>
          <w:rFonts w:eastAsiaTheme="minorEastAsia"/>
          <w:caps w:val="0"/>
          <w:noProof/>
          <w:sz w:val="22"/>
          <w:szCs w:val="22"/>
          <w:lang w:eastAsia="cs-CZ"/>
        </w:rPr>
      </w:pPr>
      <w:hyperlink w:anchor="_Toc99627931" w:history="1">
        <w:r w:rsidR="00F06F66" w:rsidRPr="00FC45D4">
          <w:rPr>
            <w:rStyle w:val="Hypertextovodkaz"/>
          </w:rPr>
          <w:t>13.</w:t>
        </w:r>
        <w:r w:rsidR="00F06F66">
          <w:rPr>
            <w:rFonts w:eastAsiaTheme="minorEastAsia"/>
            <w:caps w:val="0"/>
            <w:noProof/>
            <w:sz w:val="22"/>
            <w:szCs w:val="22"/>
            <w:lang w:eastAsia="cs-CZ"/>
          </w:rPr>
          <w:tab/>
        </w:r>
        <w:r w:rsidR="00F06F66" w:rsidRPr="00FC45D4">
          <w:rPr>
            <w:rStyle w:val="Hypertextovodkaz"/>
          </w:rPr>
          <w:t>POŽADAVKY NA ZPRACOVÁNÍ NABÍDKOVÉ CENY</w:t>
        </w:r>
        <w:r w:rsidR="00F06F66">
          <w:rPr>
            <w:noProof/>
            <w:webHidden/>
          </w:rPr>
          <w:tab/>
        </w:r>
        <w:r w:rsidR="00F06F66">
          <w:rPr>
            <w:noProof/>
            <w:webHidden/>
          </w:rPr>
          <w:fldChar w:fldCharType="begin"/>
        </w:r>
        <w:r w:rsidR="00F06F66">
          <w:rPr>
            <w:noProof/>
            <w:webHidden/>
          </w:rPr>
          <w:instrText xml:space="preserve"> PAGEREF _Toc99627931 \h </w:instrText>
        </w:r>
        <w:r w:rsidR="00F06F66">
          <w:rPr>
            <w:noProof/>
            <w:webHidden/>
          </w:rPr>
        </w:r>
        <w:r w:rsidR="00F06F66">
          <w:rPr>
            <w:noProof/>
            <w:webHidden/>
          </w:rPr>
          <w:fldChar w:fldCharType="separate"/>
        </w:r>
        <w:r w:rsidR="00561533">
          <w:rPr>
            <w:noProof/>
            <w:webHidden/>
          </w:rPr>
          <w:t>20</w:t>
        </w:r>
        <w:r w:rsidR="00F06F66">
          <w:rPr>
            <w:noProof/>
            <w:webHidden/>
          </w:rPr>
          <w:fldChar w:fldCharType="end"/>
        </w:r>
      </w:hyperlink>
    </w:p>
    <w:p w14:paraId="4934ABB7" w14:textId="484FEAC3" w:rsidR="00F06F66" w:rsidRDefault="007500B7">
      <w:pPr>
        <w:pStyle w:val="Obsah1"/>
        <w:rPr>
          <w:rFonts w:eastAsiaTheme="minorEastAsia"/>
          <w:caps w:val="0"/>
          <w:noProof/>
          <w:sz w:val="22"/>
          <w:szCs w:val="22"/>
          <w:lang w:eastAsia="cs-CZ"/>
        </w:rPr>
      </w:pPr>
      <w:hyperlink w:anchor="_Toc99627932" w:history="1">
        <w:r w:rsidR="00F06F66" w:rsidRPr="00FC45D4">
          <w:rPr>
            <w:rStyle w:val="Hypertextovodkaz"/>
          </w:rPr>
          <w:t>14.</w:t>
        </w:r>
        <w:r w:rsidR="00F06F66">
          <w:rPr>
            <w:rFonts w:eastAsiaTheme="minorEastAsia"/>
            <w:caps w:val="0"/>
            <w:noProof/>
            <w:sz w:val="22"/>
            <w:szCs w:val="22"/>
            <w:lang w:eastAsia="cs-CZ"/>
          </w:rPr>
          <w:tab/>
        </w:r>
        <w:r w:rsidR="00F06F66" w:rsidRPr="00FC45D4">
          <w:rPr>
            <w:rStyle w:val="Hypertextovodkaz"/>
          </w:rPr>
          <w:t>VARIANTY NABÍDKY A VÝHRADA ZMĚNY DODAVATELE</w:t>
        </w:r>
        <w:r w:rsidR="00F06F66">
          <w:rPr>
            <w:noProof/>
            <w:webHidden/>
          </w:rPr>
          <w:tab/>
        </w:r>
        <w:r w:rsidR="00F06F66">
          <w:rPr>
            <w:noProof/>
            <w:webHidden/>
          </w:rPr>
          <w:fldChar w:fldCharType="begin"/>
        </w:r>
        <w:r w:rsidR="00F06F66">
          <w:rPr>
            <w:noProof/>
            <w:webHidden/>
          </w:rPr>
          <w:instrText xml:space="preserve"> PAGEREF _Toc99627932 \h </w:instrText>
        </w:r>
        <w:r w:rsidR="00F06F66">
          <w:rPr>
            <w:noProof/>
            <w:webHidden/>
          </w:rPr>
        </w:r>
        <w:r w:rsidR="00F06F66">
          <w:rPr>
            <w:noProof/>
            <w:webHidden/>
          </w:rPr>
          <w:fldChar w:fldCharType="separate"/>
        </w:r>
        <w:r w:rsidR="00561533">
          <w:rPr>
            <w:noProof/>
            <w:webHidden/>
          </w:rPr>
          <w:t>20</w:t>
        </w:r>
        <w:r w:rsidR="00F06F66">
          <w:rPr>
            <w:noProof/>
            <w:webHidden/>
          </w:rPr>
          <w:fldChar w:fldCharType="end"/>
        </w:r>
      </w:hyperlink>
    </w:p>
    <w:p w14:paraId="04AC6506" w14:textId="1E1BD6B8" w:rsidR="00F06F66" w:rsidRDefault="007500B7">
      <w:pPr>
        <w:pStyle w:val="Obsah1"/>
        <w:rPr>
          <w:rFonts w:eastAsiaTheme="minorEastAsia"/>
          <w:caps w:val="0"/>
          <w:noProof/>
          <w:sz w:val="22"/>
          <w:szCs w:val="22"/>
          <w:lang w:eastAsia="cs-CZ"/>
        </w:rPr>
      </w:pPr>
      <w:hyperlink w:anchor="_Toc99627933" w:history="1">
        <w:r w:rsidR="00F06F66" w:rsidRPr="00FC45D4">
          <w:rPr>
            <w:rStyle w:val="Hypertextovodkaz"/>
          </w:rPr>
          <w:t>15.</w:t>
        </w:r>
        <w:r w:rsidR="00F06F66">
          <w:rPr>
            <w:rFonts w:eastAsiaTheme="minorEastAsia"/>
            <w:caps w:val="0"/>
            <w:noProof/>
            <w:sz w:val="22"/>
            <w:szCs w:val="22"/>
            <w:lang w:eastAsia="cs-CZ"/>
          </w:rPr>
          <w:tab/>
        </w:r>
        <w:r w:rsidR="00F06F66" w:rsidRPr="00FC45D4">
          <w:rPr>
            <w:rStyle w:val="Hypertextovodkaz"/>
          </w:rPr>
          <w:t>OTEVÍRÁNÍ NABÍDEK</w:t>
        </w:r>
        <w:r w:rsidR="00F06F66">
          <w:rPr>
            <w:noProof/>
            <w:webHidden/>
          </w:rPr>
          <w:tab/>
        </w:r>
        <w:r w:rsidR="00F06F66">
          <w:rPr>
            <w:noProof/>
            <w:webHidden/>
          </w:rPr>
          <w:fldChar w:fldCharType="begin"/>
        </w:r>
        <w:r w:rsidR="00F06F66">
          <w:rPr>
            <w:noProof/>
            <w:webHidden/>
          </w:rPr>
          <w:instrText xml:space="preserve"> PAGEREF _Toc99627933 \h </w:instrText>
        </w:r>
        <w:r w:rsidR="00F06F66">
          <w:rPr>
            <w:noProof/>
            <w:webHidden/>
          </w:rPr>
        </w:r>
        <w:r w:rsidR="00F06F66">
          <w:rPr>
            <w:noProof/>
            <w:webHidden/>
          </w:rPr>
          <w:fldChar w:fldCharType="separate"/>
        </w:r>
        <w:r w:rsidR="00561533">
          <w:rPr>
            <w:noProof/>
            <w:webHidden/>
          </w:rPr>
          <w:t>21</w:t>
        </w:r>
        <w:r w:rsidR="00F06F66">
          <w:rPr>
            <w:noProof/>
            <w:webHidden/>
          </w:rPr>
          <w:fldChar w:fldCharType="end"/>
        </w:r>
      </w:hyperlink>
    </w:p>
    <w:p w14:paraId="64AC4CFA" w14:textId="151E8A51" w:rsidR="00F06F66" w:rsidRDefault="007500B7">
      <w:pPr>
        <w:pStyle w:val="Obsah1"/>
        <w:rPr>
          <w:rFonts w:eastAsiaTheme="minorEastAsia"/>
          <w:caps w:val="0"/>
          <w:noProof/>
          <w:sz w:val="22"/>
          <w:szCs w:val="22"/>
          <w:lang w:eastAsia="cs-CZ"/>
        </w:rPr>
      </w:pPr>
      <w:hyperlink w:anchor="_Toc99627934" w:history="1">
        <w:r w:rsidR="00F06F66" w:rsidRPr="00FC45D4">
          <w:rPr>
            <w:rStyle w:val="Hypertextovodkaz"/>
          </w:rPr>
          <w:t>16.</w:t>
        </w:r>
        <w:r w:rsidR="00F06F66">
          <w:rPr>
            <w:rFonts w:eastAsiaTheme="minorEastAsia"/>
            <w:caps w:val="0"/>
            <w:noProof/>
            <w:sz w:val="22"/>
            <w:szCs w:val="22"/>
            <w:lang w:eastAsia="cs-CZ"/>
          </w:rPr>
          <w:tab/>
        </w:r>
        <w:r w:rsidR="00F06F66" w:rsidRPr="00FC45D4">
          <w:rPr>
            <w:rStyle w:val="Hypertextovodkaz"/>
          </w:rPr>
          <w:t>POSOUZENÍ SPLNĚNÍ PODMÍNEK ÚČASTI</w:t>
        </w:r>
        <w:r w:rsidR="00F06F66">
          <w:rPr>
            <w:noProof/>
            <w:webHidden/>
          </w:rPr>
          <w:tab/>
        </w:r>
        <w:r w:rsidR="00F06F66">
          <w:rPr>
            <w:noProof/>
            <w:webHidden/>
          </w:rPr>
          <w:fldChar w:fldCharType="begin"/>
        </w:r>
        <w:r w:rsidR="00F06F66">
          <w:rPr>
            <w:noProof/>
            <w:webHidden/>
          </w:rPr>
          <w:instrText xml:space="preserve"> PAGEREF _Toc99627934 \h </w:instrText>
        </w:r>
        <w:r w:rsidR="00F06F66">
          <w:rPr>
            <w:noProof/>
            <w:webHidden/>
          </w:rPr>
        </w:r>
        <w:r w:rsidR="00F06F66">
          <w:rPr>
            <w:noProof/>
            <w:webHidden/>
          </w:rPr>
          <w:fldChar w:fldCharType="separate"/>
        </w:r>
        <w:r w:rsidR="00561533">
          <w:rPr>
            <w:noProof/>
            <w:webHidden/>
          </w:rPr>
          <w:t>21</w:t>
        </w:r>
        <w:r w:rsidR="00F06F66">
          <w:rPr>
            <w:noProof/>
            <w:webHidden/>
          </w:rPr>
          <w:fldChar w:fldCharType="end"/>
        </w:r>
      </w:hyperlink>
    </w:p>
    <w:p w14:paraId="4111FCB2" w14:textId="78A92370" w:rsidR="00F06F66" w:rsidRDefault="007500B7">
      <w:pPr>
        <w:pStyle w:val="Obsah1"/>
        <w:rPr>
          <w:rFonts w:eastAsiaTheme="minorEastAsia"/>
          <w:caps w:val="0"/>
          <w:noProof/>
          <w:sz w:val="22"/>
          <w:szCs w:val="22"/>
          <w:lang w:eastAsia="cs-CZ"/>
        </w:rPr>
      </w:pPr>
      <w:hyperlink w:anchor="_Toc99627935" w:history="1">
        <w:r w:rsidR="00F06F66" w:rsidRPr="00FC45D4">
          <w:rPr>
            <w:rStyle w:val="Hypertextovodkaz"/>
          </w:rPr>
          <w:t>17.</w:t>
        </w:r>
        <w:r w:rsidR="00F06F66">
          <w:rPr>
            <w:rFonts w:eastAsiaTheme="minorEastAsia"/>
            <w:caps w:val="0"/>
            <w:noProof/>
            <w:sz w:val="22"/>
            <w:szCs w:val="22"/>
            <w:lang w:eastAsia="cs-CZ"/>
          </w:rPr>
          <w:tab/>
        </w:r>
        <w:r w:rsidR="00F06F66" w:rsidRPr="00FC45D4">
          <w:rPr>
            <w:rStyle w:val="Hypertextovodkaz"/>
          </w:rPr>
          <w:t>HODNOCENÍ NABÍDEK</w:t>
        </w:r>
        <w:r w:rsidR="00F06F66">
          <w:rPr>
            <w:noProof/>
            <w:webHidden/>
          </w:rPr>
          <w:tab/>
        </w:r>
        <w:r w:rsidR="00F06F66">
          <w:rPr>
            <w:noProof/>
            <w:webHidden/>
          </w:rPr>
          <w:fldChar w:fldCharType="begin"/>
        </w:r>
        <w:r w:rsidR="00F06F66">
          <w:rPr>
            <w:noProof/>
            <w:webHidden/>
          </w:rPr>
          <w:instrText xml:space="preserve"> PAGEREF _Toc99627935 \h </w:instrText>
        </w:r>
        <w:r w:rsidR="00F06F66">
          <w:rPr>
            <w:noProof/>
            <w:webHidden/>
          </w:rPr>
        </w:r>
        <w:r w:rsidR="00F06F66">
          <w:rPr>
            <w:noProof/>
            <w:webHidden/>
          </w:rPr>
          <w:fldChar w:fldCharType="separate"/>
        </w:r>
        <w:r w:rsidR="00561533">
          <w:rPr>
            <w:noProof/>
            <w:webHidden/>
          </w:rPr>
          <w:t>22</w:t>
        </w:r>
        <w:r w:rsidR="00F06F66">
          <w:rPr>
            <w:noProof/>
            <w:webHidden/>
          </w:rPr>
          <w:fldChar w:fldCharType="end"/>
        </w:r>
      </w:hyperlink>
    </w:p>
    <w:p w14:paraId="6A180563" w14:textId="398FB4C8" w:rsidR="00F06F66" w:rsidRDefault="007500B7">
      <w:pPr>
        <w:pStyle w:val="Obsah1"/>
        <w:rPr>
          <w:rFonts w:eastAsiaTheme="minorEastAsia"/>
          <w:caps w:val="0"/>
          <w:noProof/>
          <w:sz w:val="22"/>
          <w:szCs w:val="22"/>
          <w:lang w:eastAsia="cs-CZ"/>
        </w:rPr>
      </w:pPr>
      <w:hyperlink w:anchor="_Toc99627936" w:history="1">
        <w:r w:rsidR="00F06F66" w:rsidRPr="00FC45D4">
          <w:rPr>
            <w:rStyle w:val="Hypertextovodkaz"/>
          </w:rPr>
          <w:t>18.</w:t>
        </w:r>
        <w:r w:rsidR="00F06F66">
          <w:rPr>
            <w:rFonts w:eastAsiaTheme="minorEastAsia"/>
            <w:caps w:val="0"/>
            <w:noProof/>
            <w:sz w:val="22"/>
            <w:szCs w:val="22"/>
            <w:lang w:eastAsia="cs-CZ"/>
          </w:rPr>
          <w:tab/>
        </w:r>
        <w:r w:rsidR="00F06F66" w:rsidRPr="00FC45D4">
          <w:rPr>
            <w:rStyle w:val="Hypertextovodkaz"/>
          </w:rPr>
          <w:t>ZRUŠENÍ VÝBĚROVÉHO ŘÍZENÍ</w:t>
        </w:r>
        <w:r w:rsidR="00F06F66">
          <w:rPr>
            <w:noProof/>
            <w:webHidden/>
          </w:rPr>
          <w:tab/>
        </w:r>
        <w:r w:rsidR="00F06F66">
          <w:rPr>
            <w:noProof/>
            <w:webHidden/>
          </w:rPr>
          <w:fldChar w:fldCharType="begin"/>
        </w:r>
        <w:r w:rsidR="00F06F66">
          <w:rPr>
            <w:noProof/>
            <w:webHidden/>
          </w:rPr>
          <w:instrText xml:space="preserve"> PAGEREF _Toc99627936 \h </w:instrText>
        </w:r>
        <w:r w:rsidR="00F06F66">
          <w:rPr>
            <w:noProof/>
            <w:webHidden/>
          </w:rPr>
        </w:r>
        <w:r w:rsidR="00F06F66">
          <w:rPr>
            <w:noProof/>
            <w:webHidden/>
          </w:rPr>
          <w:fldChar w:fldCharType="separate"/>
        </w:r>
        <w:r w:rsidR="00561533">
          <w:rPr>
            <w:noProof/>
            <w:webHidden/>
          </w:rPr>
          <w:t>23</w:t>
        </w:r>
        <w:r w:rsidR="00F06F66">
          <w:rPr>
            <w:noProof/>
            <w:webHidden/>
          </w:rPr>
          <w:fldChar w:fldCharType="end"/>
        </w:r>
      </w:hyperlink>
    </w:p>
    <w:p w14:paraId="3693A72B" w14:textId="72C90DFD" w:rsidR="00F06F66" w:rsidRDefault="007500B7">
      <w:pPr>
        <w:pStyle w:val="Obsah1"/>
        <w:rPr>
          <w:rFonts w:eastAsiaTheme="minorEastAsia"/>
          <w:caps w:val="0"/>
          <w:noProof/>
          <w:sz w:val="22"/>
          <w:szCs w:val="22"/>
          <w:lang w:eastAsia="cs-CZ"/>
        </w:rPr>
      </w:pPr>
      <w:hyperlink w:anchor="_Toc99627937" w:history="1">
        <w:r w:rsidR="00F06F66" w:rsidRPr="00FC45D4">
          <w:rPr>
            <w:rStyle w:val="Hypertextovodkaz"/>
          </w:rPr>
          <w:t>19.</w:t>
        </w:r>
        <w:r w:rsidR="00F06F66">
          <w:rPr>
            <w:rFonts w:eastAsiaTheme="minorEastAsia"/>
            <w:caps w:val="0"/>
            <w:noProof/>
            <w:sz w:val="22"/>
            <w:szCs w:val="22"/>
            <w:lang w:eastAsia="cs-CZ"/>
          </w:rPr>
          <w:tab/>
        </w:r>
        <w:r w:rsidR="00F06F66" w:rsidRPr="00FC45D4">
          <w:rPr>
            <w:rStyle w:val="Hypertextovodkaz"/>
          </w:rPr>
          <w:t>UZAVŘENÍ SMLOUVY</w:t>
        </w:r>
        <w:r w:rsidR="00F06F66">
          <w:rPr>
            <w:noProof/>
            <w:webHidden/>
          </w:rPr>
          <w:tab/>
        </w:r>
        <w:r w:rsidR="00F06F66">
          <w:rPr>
            <w:noProof/>
            <w:webHidden/>
          </w:rPr>
          <w:fldChar w:fldCharType="begin"/>
        </w:r>
        <w:r w:rsidR="00F06F66">
          <w:rPr>
            <w:noProof/>
            <w:webHidden/>
          </w:rPr>
          <w:instrText xml:space="preserve"> PAGEREF _Toc99627937 \h </w:instrText>
        </w:r>
        <w:r w:rsidR="00F06F66">
          <w:rPr>
            <w:noProof/>
            <w:webHidden/>
          </w:rPr>
        </w:r>
        <w:r w:rsidR="00F06F66">
          <w:rPr>
            <w:noProof/>
            <w:webHidden/>
          </w:rPr>
          <w:fldChar w:fldCharType="separate"/>
        </w:r>
        <w:r w:rsidR="00561533">
          <w:rPr>
            <w:noProof/>
            <w:webHidden/>
          </w:rPr>
          <w:t>23</w:t>
        </w:r>
        <w:r w:rsidR="00F06F66">
          <w:rPr>
            <w:noProof/>
            <w:webHidden/>
          </w:rPr>
          <w:fldChar w:fldCharType="end"/>
        </w:r>
      </w:hyperlink>
    </w:p>
    <w:p w14:paraId="5980EE4B" w14:textId="414B385B" w:rsidR="00F06F66" w:rsidRDefault="007500B7">
      <w:pPr>
        <w:pStyle w:val="Obsah1"/>
        <w:rPr>
          <w:rFonts w:eastAsiaTheme="minorEastAsia"/>
          <w:caps w:val="0"/>
          <w:noProof/>
          <w:sz w:val="22"/>
          <w:szCs w:val="22"/>
          <w:lang w:eastAsia="cs-CZ"/>
        </w:rPr>
      </w:pPr>
      <w:hyperlink w:anchor="_Toc99627938" w:history="1">
        <w:r w:rsidR="00F06F66" w:rsidRPr="00FC45D4">
          <w:rPr>
            <w:rStyle w:val="Hypertextovodkaz"/>
          </w:rPr>
          <w:t>20.</w:t>
        </w:r>
        <w:r w:rsidR="00F06F66">
          <w:rPr>
            <w:rFonts w:eastAsiaTheme="minorEastAsia"/>
            <w:caps w:val="0"/>
            <w:noProof/>
            <w:sz w:val="22"/>
            <w:szCs w:val="22"/>
            <w:lang w:eastAsia="cs-CZ"/>
          </w:rPr>
          <w:tab/>
        </w:r>
        <w:r w:rsidR="00F06F66" w:rsidRPr="00FC45D4">
          <w:rPr>
            <w:rStyle w:val="Hypertextovodkaz"/>
          </w:rPr>
          <w:t>OCHRANA INFORMACÍ</w:t>
        </w:r>
        <w:r w:rsidR="00F06F66">
          <w:rPr>
            <w:noProof/>
            <w:webHidden/>
          </w:rPr>
          <w:tab/>
        </w:r>
        <w:r w:rsidR="00F06F66">
          <w:rPr>
            <w:noProof/>
            <w:webHidden/>
          </w:rPr>
          <w:fldChar w:fldCharType="begin"/>
        </w:r>
        <w:r w:rsidR="00F06F66">
          <w:rPr>
            <w:noProof/>
            <w:webHidden/>
          </w:rPr>
          <w:instrText xml:space="preserve"> PAGEREF _Toc99627938 \h </w:instrText>
        </w:r>
        <w:r w:rsidR="00F06F66">
          <w:rPr>
            <w:noProof/>
            <w:webHidden/>
          </w:rPr>
        </w:r>
        <w:r w:rsidR="00F06F66">
          <w:rPr>
            <w:noProof/>
            <w:webHidden/>
          </w:rPr>
          <w:fldChar w:fldCharType="separate"/>
        </w:r>
        <w:r w:rsidR="00561533">
          <w:rPr>
            <w:noProof/>
            <w:webHidden/>
          </w:rPr>
          <w:t>24</w:t>
        </w:r>
        <w:r w:rsidR="00F06F66">
          <w:rPr>
            <w:noProof/>
            <w:webHidden/>
          </w:rPr>
          <w:fldChar w:fldCharType="end"/>
        </w:r>
      </w:hyperlink>
    </w:p>
    <w:p w14:paraId="42428CA3" w14:textId="25993B5C" w:rsidR="00F06F66" w:rsidRDefault="007500B7">
      <w:pPr>
        <w:pStyle w:val="Obsah1"/>
        <w:rPr>
          <w:rFonts w:eastAsiaTheme="minorEastAsia"/>
          <w:caps w:val="0"/>
          <w:noProof/>
          <w:sz w:val="22"/>
          <w:szCs w:val="22"/>
          <w:lang w:eastAsia="cs-CZ"/>
        </w:rPr>
      </w:pPr>
      <w:hyperlink w:anchor="_Toc99627939" w:history="1">
        <w:r w:rsidR="00F06F66" w:rsidRPr="00FC45D4">
          <w:rPr>
            <w:rStyle w:val="Hypertextovodkaz"/>
          </w:rPr>
          <w:t>21.</w:t>
        </w:r>
        <w:r w:rsidR="00F06F66">
          <w:rPr>
            <w:rFonts w:eastAsiaTheme="minorEastAsia"/>
            <w:caps w:val="0"/>
            <w:noProof/>
            <w:sz w:val="22"/>
            <w:szCs w:val="22"/>
            <w:lang w:eastAsia="cs-CZ"/>
          </w:rPr>
          <w:tab/>
        </w:r>
        <w:r w:rsidR="00F06F66" w:rsidRPr="00FC45D4">
          <w:rPr>
            <w:rStyle w:val="Hypertextovodkaz"/>
          </w:rPr>
          <w:t>SOCIÁLNĚ A ENVIRONMENTÁLNĚ ODPOVĚDNÉ ZADÁVÁNÍ, INOVACE</w:t>
        </w:r>
        <w:r w:rsidR="00F06F66">
          <w:rPr>
            <w:noProof/>
            <w:webHidden/>
          </w:rPr>
          <w:tab/>
        </w:r>
        <w:r w:rsidR="00F06F66">
          <w:rPr>
            <w:noProof/>
            <w:webHidden/>
          </w:rPr>
          <w:fldChar w:fldCharType="begin"/>
        </w:r>
        <w:r w:rsidR="00F06F66">
          <w:rPr>
            <w:noProof/>
            <w:webHidden/>
          </w:rPr>
          <w:instrText xml:space="preserve"> PAGEREF _Toc99627939 \h </w:instrText>
        </w:r>
        <w:r w:rsidR="00F06F66">
          <w:rPr>
            <w:noProof/>
            <w:webHidden/>
          </w:rPr>
        </w:r>
        <w:r w:rsidR="00F06F66">
          <w:rPr>
            <w:noProof/>
            <w:webHidden/>
          </w:rPr>
          <w:fldChar w:fldCharType="separate"/>
        </w:r>
        <w:r w:rsidR="00561533">
          <w:rPr>
            <w:noProof/>
            <w:webHidden/>
          </w:rPr>
          <w:t>25</w:t>
        </w:r>
        <w:r w:rsidR="00F06F66">
          <w:rPr>
            <w:noProof/>
            <w:webHidden/>
          </w:rPr>
          <w:fldChar w:fldCharType="end"/>
        </w:r>
      </w:hyperlink>
    </w:p>
    <w:p w14:paraId="0E1A1771" w14:textId="3E59CEDB" w:rsidR="00F06F66" w:rsidRDefault="007500B7">
      <w:pPr>
        <w:pStyle w:val="Obsah1"/>
        <w:rPr>
          <w:rFonts w:eastAsiaTheme="minorEastAsia"/>
          <w:caps w:val="0"/>
          <w:noProof/>
          <w:sz w:val="22"/>
          <w:szCs w:val="22"/>
          <w:lang w:eastAsia="cs-CZ"/>
        </w:rPr>
      </w:pPr>
      <w:hyperlink w:anchor="_Toc99627940" w:history="1">
        <w:r w:rsidR="00F06F66" w:rsidRPr="00FC45D4">
          <w:rPr>
            <w:rStyle w:val="Hypertextovodkaz"/>
          </w:rPr>
          <w:t>22.</w:t>
        </w:r>
        <w:r w:rsidR="00F06F66">
          <w:rPr>
            <w:rFonts w:eastAsiaTheme="minorEastAsia"/>
            <w:caps w:val="0"/>
            <w:noProof/>
            <w:sz w:val="22"/>
            <w:szCs w:val="22"/>
            <w:lang w:eastAsia="cs-CZ"/>
          </w:rPr>
          <w:tab/>
        </w:r>
        <w:r w:rsidR="00F06F66" w:rsidRPr="00FC45D4">
          <w:rPr>
            <w:rStyle w:val="Hypertextovodkaz"/>
          </w:rPr>
          <w:t>PŘÍLOHY TÉTO VÝZVY</w:t>
        </w:r>
        <w:r w:rsidR="00F06F66">
          <w:rPr>
            <w:noProof/>
            <w:webHidden/>
          </w:rPr>
          <w:tab/>
        </w:r>
        <w:r w:rsidR="00F06F66">
          <w:rPr>
            <w:noProof/>
            <w:webHidden/>
          </w:rPr>
          <w:fldChar w:fldCharType="begin"/>
        </w:r>
        <w:r w:rsidR="00F06F66">
          <w:rPr>
            <w:noProof/>
            <w:webHidden/>
          </w:rPr>
          <w:instrText xml:space="preserve"> PAGEREF _Toc99627940 \h </w:instrText>
        </w:r>
        <w:r w:rsidR="00F06F66">
          <w:rPr>
            <w:noProof/>
            <w:webHidden/>
          </w:rPr>
        </w:r>
        <w:r w:rsidR="00F06F66">
          <w:rPr>
            <w:noProof/>
            <w:webHidden/>
          </w:rPr>
          <w:fldChar w:fldCharType="separate"/>
        </w:r>
        <w:r w:rsidR="00561533">
          <w:rPr>
            <w:noProof/>
            <w:webHidden/>
          </w:rPr>
          <w:t>25</w:t>
        </w:r>
        <w:r w:rsidR="00F06F66">
          <w:rPr>
            <w:noProof/>
            <w:webHidden/>
          </w:rPr>
          <w:fldChar w:fldCharType="end"/>
        </w:r>
      </w:hyperlink>
    </w:p>
    <w:p w14:paraId="16F4850C" w14:textId="1A1F8165"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bookmarkStart w:id="0" w:name="_GoBack"/>
      <w:bookmarkEnd w:id="0"/>
    </w:p>
    <w:p w14:paraId="5D5E9494" w14:textId="77777777" w:rsidR="0035531B" w:rsidRDefault="0035531B" w:rsidP="0035531B">
      <w:pPr>
        <w:pStyle w:val="Nadpis1-1"/>
      </w:pPr>
      <w:bookmarkStart w:id="1" w:name="_Toc99627919"/>
      <w:bookmarkStart w:id="2" w:name="_Toc389559699"/>
      <w:bookmarkStart w:id="3" w:name="_Toc397429847"/>
      <w:bookmarkStart w:id="4" w:name="_Ref433028040"/>
      <w:bookmarkStart w:id="5" w:name="_Toc1048197"/>
      <w:r>
        <w:lastRenderedPageBreak/>
        <w:t>ÚVODNÍ USTANOVENÍ</w:t>
      </w:r>
      <w:bookmarkEnd w:id="1"/>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58BD3A71" w14:textId="27440100" w:rsidR="006A1C90" w:rsidRPr="004025D4" w:rsidRDefault="00DD7A41" w:rsidP="004025D4">
      <w:pPr>
        <w:pStyle w:val="Text1-1"/>
        <w:rPr>
          <w:b/>
        </w:rPr>
      </w:pPr>
      <w:r w:rsidRPr="004025D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4025D4">
        <w:rPr>
          <w:b/>
        </w:rPr>
        <w:t xml:space="preserve">. </w:t>
      </w:r>
      <w:r w:rsidR="00FA3676">
        <w:rPr>
          <w:b/>
        </w:rPr>
        <w:t xml:space="preserve">Veřejná zakázka </w:t>
      </w:r>
      <w:r w:rsidR="00A36ABF">
        <w:rPr>
          <w:b/>
        </w:rPr>
        <w:t>je</w:t>
      </w:r>
      <w:r w:rsidR="00FA3676">
        <w:rPr>
          <w:b/>
        </w:rPr>
        <w:t xml:space="preserve"> zadávána </w:t>
      </w:r>
      <w:r w:rsidR="004025D4" w:rsidRPr="004025D4">
        <w:rPr>
          <w:b/>
        </w:rPr>
        <w:t>podle požadavků a podmínek stanovených Směrnicí „SŽ SM53 Směrnice o zadávání veřejných zakázek“, která upravuje postupy při aplikaci zákona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99627920"/>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7B90DDE0" w:rsidR="0035531B" w:rsidRDefault="0035531B" w:rsidP="00950EE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7" w:name="_Toc99627921"/>
      <w:r>
        <w:lastRenderedPageBreak/>
        <w:t>KOMUNIKACE MEZI ZADAVATELEM</w:t>
      </w:r>
      <w:r w:rsidR="00845C50">
        <w:t xml:space="preserve"> a </w:t>
      </w:r>
      <w:r>
        <w:t>DODAVATELEM</w:t>
      </w:r>
      <w:bookmarkEnd w:id="7"/>
      <w:r>
        <w:t xml:space="preserve"> </w:t>
      </w:r>
    </w:p>
    <w:p w14:paraId="1B805A3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6120F94" w14:textId="4EBAD3E2" w:rsidR="0035531B" w:rsidRDefault="0035531B" w:rsidP="0035531B">
      <w:pPr>
        <w:pStyle w:val="Text1-1"/>
      </w:pPr>
      <w:r>
        <w:t xml:space="preserve">Kontaktní osobou zadavatele pro </w:t>
      </w:r>
      <w:r w:rsidR="009531C1">
        <w:t xml:space="preserve">výběrové </w:t>
      </w:r>
      <w:r>
        <w:t xml:space="preserve">řízení je: </w:t>
      </w:r>
      <w:r w:rsidR="009A336B">
        <w:t>Bc. Martin Baudis</w:t>
      </w:r>
    </w:p>
    <w:p w14:paraId="1DEC7690" w14:textId="3DCFB3A2" w:rsidR="0035531B" w:rsidRDefault="0035531B" w:rsidP="0035531B">
      <w:pPr>
        <w:pStyle w:val="Textbezslovn"/>
        <w:spacing w:after="0"/>
      </w:pPr>
      <w:r>
        <w:t xml:space="preserve">telefon: </w:t>
      </w:r>
      <w:r>
        <w:tab/>
      </w:r>
      <w:r w:rsidR="006C077F">
        <w:t>+420 601 570 898</w:t>
      </w:r>
    </w:p>
    <w:p w14:paraId="138D24F8" w14:textId="50D1283C" w:rsidR="0035531B" w:rsidRDefault="0035531B" w:rsidP="0035531B">
      <w:pPr>
        <w:pStyle w:val="Textbezslovn"/>
        <w:spacing w:after="0"/>
      </w:pPr>
      <w:r>
        <w:t xml:space="preserve">e-mail: </w:t>
      </w:r>
      <w:r>
        <w:tab/>
      </w:r>
      <w:hyperlink r:id="rId12" w:history="1">
        <w:r w:rsidR="006C077F" w:rsidRPr="00825903">
          <w:rPr>
            <w:rStyle w:val="Hypertextovodkaz"/>
          </w:rPr>
          <w:t>BaudisM@spravazeleznic.cz</w:t>
        </w:r>
      </w:hyperlink>
    </w:p>
    <w:p w14:paraId="28CFE97B" w14:textId="5F157839" w:rsidR="0035531B" w:rsidRDefault="0035531B" w:rsidP="00EC3056">
      <w:pPr>
        <w:pStyle w:val="Textbezslovn"/>
        <w:spacing w:after="0" w:line="240" w:lineRule="auto"/>
      </w:pPr>
      <w:r>
        <w:t xml:space="preserve">adresa: </w:t>
      </w:r>
      <w:r>
        <w:tab/>
      </w:r>
      <w:r w:rsidR="00EC3056" w:rsidRPr="00EC3056">
        <w:t>Správa železnic, státní organizace</w:t>
      </w:r>
    </w:p>
    <w:p w14:paraId="79B1159D" w14:textId="77777777" w:rsidR="00EC3056" w:rsidRDefault="005C2E24" w:rsidP="00EC3056">
      <w:pPr>
        <w:pStyle w:val="Textbezslovn"/>
        <w:spacing w:after="0" w:line="240" w:lineRule="auto"/>
      </w:pPr>
      <w:r>
        <w:tab/>
      </w:r>
      <w:r>
        <w:tab/>
      </w:r>
      <w:r w:rsidR="00EC3056">
        <w:t>Stavební správa západ</w:t>
      </w:r>
    </w:p>
    <w:p w14:paraId="19972C36" w14:textId="3F70D47F" w:rsidR="00EC3056" w:rsidRDefault="00EC3056" w:rsidP="00EC3056">
      <w:pPr>
        <w:pStyle w:val="Textbezslovn"/>
        <w:spacing w:after="0" w:line="240" w:lineRule="auto"/>
        <w:ind w:left="1446" w:firstLine="681"/>
      </w:pPr>
      <w:r>
        <w:t>Budova Di</w:t>
      </w:r>
      <w:r w:rsidR="00B54307">
        <w:t>amond Point</w:t>
      </w:r>
    </w:p>
    <w:p w14:paraId="5787D6FA" w14:textId="77777777" w:rsidR="00EC3056" w:rsidRDefault="00EC3056" w:rsidP="00EC3056">
      <w:pPr>
        <w:pStyle w:val="Textbezslovn"/>
        <w:spacing w:after="0" w:line="240" w:lineRule="auto"/>
        <w:ind w:left="1446" w:firstLine="681"/>
      </w:pPr>
      <w:r>
        <w:t xml:space="preserve">Ke Štvanici 656/3 </w:t>
      </w:r>
    </w:p>
    <w:p w14:paraId="1A1801DC" w14:textId="114F19FA" w:rsidR="005C2E24" w:rsidRDefault="00EC3056" w:rsidP="00EC3056">
      <w:pPr>
        <w:pStyle w:val="Textbezslovn"/>
        <w:spacing w:after="0" w:line="240" w:lineRule="auto"/>
        <w:ind w:left="1446" w:firstLine="681"/>
      </w:pPr>
      <w:r>
        <w:t>186 00 Praha 8 – Karlín</w:t>
      </w:r>
    </w:p>
    <w:p w14:paraId="0262ED55" w14:textId="77777777" w:rsidR="005C2E24" w:rsidRDefault="005C2E24" w:rsidP="0035531B">
      <w:pPr>
        <w:pStyle w:val="Textbezslovn"/>
      </w:pPr>
    </w:p>
    <w:p w14:paraId="4B3CCDAE" w14:textId="77777777" w:rsidR="0035531B" w:rsidRPr="009D5373" w:rsidRDefault="0035531B" w:rsidP="0035531B">
      <w:pPr>
        <w:pStyle w:val="Nadpis1-1"/>
      </w:pPr>
      <w:bookmarkStart w:id="8" w:name="_Toc99627922"/>
      <w:r w:rsidRPr="009D5373">
        <w:t>ÚČEL</w:t>
      </w:r>
      <w:r w:rsidR="00845C50" w:rsidRPr="009D5373">
        <w:t xml:space="preserve"> </w:t>
      </w:r>
      <w:r w:rsidR="00776A8A" w:rsidRPr="009D5373">
        <w:t>A</w:t>
      </w:r>
      <w:r w:rsidR="00845C50" w:rsidRPr="009D5373">
        <w:t> </w:t>
      </w:r>
      <w:r w:rsidRPr="009D5373">
        <w:t>PŘEDMĚT PLNĚNÍ VEŘEJNÉ ZAKÁZKY</w:t>
      </w:r>
      <w:bookmarkEnd w:id="8"/>
    </w:p>
    <w:p w14:paraId="76AB5650" w14:textId="77777777" w:rsidR="0035531B" w:rsidRDefault="0035531B" w:rsidP="0035531B">
      <w:pPr>
        <w:pStyle w:val="Text1-1"/>
      </w:pPr>
      <w:r>
        <w:t>Účel veřejné zakázky</w:t>
      </w:r>
    </w:p>
    <w:p w14:paraId="4D9C0A63" w14:textId="2EB8475A" w:rsidR="002146F1" w:rsidRDefault="0030378F" w:rsidP="002146F1">
      <w:pPr>
        <w:pStyle w:val="Text1-2"/>
        <w:numPr>
          <w:ilvl w:val="0"/>
          <w:numId w:val="0"/>
        </w:numPr>
        <w:ind w:left="737"/>
      </w:pPr>
      <w:r>
        <w:t xml:space="preserve">Předmětem díla je zhotovení stavby </w:t>
      </w:r>
      <w:r w:rsidRPr="0030378F">
        <w:rPr>
          <w:b/>
        </w:rPr>
        <w:t>„Rekonstrukce výpravní budovy v žst. Chodov“</w:t>
      </w:r>
      <w:r>
        <w:t xml:space="preserve"> jejímž cílem je novostavba objektu výpravní budovy včetně technických a technologických návazností a demolice původního objektu výpravní budovy. Na místě původní budovy </w:t>
      </w:r>
      <w:r w:rsidR="000407A5">
        <w:t xml:space="preserve">bude </w:t>
      </w:r>
      <w:r>
        <w:t>nově vybudováno stání pro náhradní autobusovou dopravu.</w:t>
      </w:r>
    </w:p>
    <w:p w14:paraId="7BAF690A" w14:textId="77777777" w:rsidR="0035531B" w:rsidRDefault="0035531B" w:rsidP="0035531B">
      <w:pPr>
        <w:pStyle w:val="Text1-1"/>
      </w:pPr>
      <w:r>
        <w:t>Předmět plnění veřejné zakázky</w:t>
      </w:r>
    </w:p>
    <w:p w14:paraId="14A070C5" w14:textId="4A888208" w:rsidR="002146F1" w:rsidRPr="00DB4332" w:rsidRDefault="002146F1" w:rsidP="00977BC1">
      <w:pPr>
        <w:pStyle w:val="Text2-1"/>
        <w:numPr>
          <w:ilvl w:val="0"/>
          <w:numId w:val="0"/>
        </w:numPr>
        <w:ind w:left="737"/>
      </w:pPr>
      <w:r w:rsidRPr="00DB4332">
        <w:t xml:space="preserve">Rozsah Díla </w:t>
      </w:r>
      <w:r w:rsidRPr="009D5373">
        <w:rPr>
          <w:b/>
        </w:rPr>
        <w:t>„</w:t>
      </w:r>
      <w:r w:rsidR="009D5373" w:rsidRPr="009D5373">
        <w:rPr>
          <w:b/>
        </w:rPr>
        <w:t>Rekonstrukce výpravní budovy v žst. Chodov</w:t>
      </w:r>
      <w:r w:rsidRPr="009D5373">
        <w:rPr>
          <w:b/>
        </w:rPr>
        <w:t>“</w:t>
      </w:r>
      <w:r w:rsidRPr="00DB4332">
        <w:t xml:space="preserve"> je</w:t>
      </w:r>
      <w:r>
        <w:t>:</w:t>
      </w:r>
    </w:p>
    <w:p w14:paraId="6A13043D" w14:textId="7B79AB5B" w:rsidR="002146F1" w:rsidRDefault="009D5373" w:rsidP="002146F1">
      <w:pPr>
        <w:pStyle w:val="Odrka1-1"/>
        <w:spacing w:after="80"/>
      </w:pPr>
      <w:r>
        <w:t>zhotovení stavby dle zadávací dokumentace,</w:t>
      </w:r>
    </w:p>
    <w:p w14:paraId="76968DB8" w14:textId="2E6066DF" w:rsidR="002146F1" w:rsidRDefault="009D5373" w:rsidP="002146F1">
      <w:pPr>
        <w:pStyle w:val="Odrka1-1"/>
        <w:spacing w:after="80"/>
      </w:pPr>
      <w:r>
        <w:t>zpracování Realizační dokumentace stavby,</w:t>
      </w:r>
    </w:p>
    <w:p w14:paraId="6D4D6D93" w14:textId="1254DFFC" w:rsidR="00977BC1" w:rsidRDefault="009D5373" w:rsidP="00BB474D">
      <w:pPr>
        <w:pStyle w:val="Odrka1-1"/>
      </w:pPr>
      <w:r>
        <w:t>vypracování Dokumentace skutečného provedení stavby včetně geodetické části.</w:t>
      </w:r>
    </w:p>
    <w:p w14:paraId="05D150EA" w14:textId="52B71004" w:rsidR="00CB3EBC" w:rsidRPr="00F46459" w:rsidRDefault="001D3168" w:rsidP="001D3168">
      <w:pPr>
        <w:pStyle w:val="Textbezslovn"/>
      </w:pPr>
      <w:r w:rsidRPr="00F46459">
        <w:t>Součástí předmětu plnění veřejné zakázky jsou i činnosti, které budou prováděny v souvislosti s Pravidly pro publicitu spolufinancovaných projektů EU. Ocenění těchto činností publicity stavby bude zahrnuto do nabídkové ceny, 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zajištění publicity stavby nebude zhotovitelem provedeno.</w:t>
      </w:r>
    </w:p>
    <w:p w14:paraId="5EF3D86D" w14:textId="2DF6BA14" w:rsidR="0035531B" w:rsidRDefault="0035531B" w:rsidP="002146F1">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Pr="009F1D08" w:rsidRDefault="0035531B" w:rsidP="0035531B">
      <w:pPr>
        <w:pStyle w:val="Text1-1"/>
      </w:pPr>
      <w:r w:rsidRPr="009F1D08">
        <w:t>Klasifikace předmětu veřejné zakázky</w:t>
      </w:r>
    </w:p>
    <w:p w14:paraId="4C8317CB" w14:textId="77777777" w:rsidR="00140082" w:rsidRPr="009F1D08" w:rsidRDefault="00140082" w:rsidP="00140082">
      <w:pPr>
        <w:pStyle w:val="Textbezslovn"/>
        <w:spacing w:after="0"/>
      </w:pPr>
      <w:r w:rsidRPr="009F1D08">
        <w:t>CPV kód 45213320-2 - Stavební úpravy objektů sloužících železniční dopravě</w:t>
      </w:r>
    </w:p>
    <w:p w14:paraId="5C34AB00" w14:textId="77777777" w:rsidR="00140082" w:rsidRDefault="00140082" w:rsidP="00140082">
      <w:pPr>
        <w:pStyle w:val="Textbezslovn"/>
      </w:pPr>
      <w:r w:rsidRPr="009F1D08">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9" w:name="_Toc99627923"/>
      <w:r>
        <w:lastRenderedPageBreak/>
        <w:t>ZDROJE FINANCOVÁNÍ</w:t>
      </w:r>
      <w:r w:rsidR="00845C50">
        <w:t xml:space="preserve"> </w:t>
      </w:r>
      <w:r w:rsidR="00776A8A">
        <w:t>A</w:t>
      </w:r>
      <w:r w:rsidR="00845C50">
        <w:t> </w:t>
      </w:r>
      <w:r>
        <w:t>PŘEDPOKLÁDANÁ HODNOTA VEŘEJNÉ ZAKÁZKY</w:t>
      </w:r>
      <w:bookmarkEnd w:id="9"/>
    </w:p>
    <w:p w14:paraId="234207BC" w14:textId="2CBA1743" w:rsidR="0005287E" w:rsidRDefault="0005287E" w:rsidP="0005287E">
      <w:pPr>
        <w:pStyle w:val="Text1-1"/>
        <w:numPr>
          <w:ilvl w:val="0"/>
          <w:numId w:val="0"/>
        </w:numPr>
        <w:ind w:left="737"/>
      </w:pPr>
      <w:r>
        <w:t xml:space="preserve">Předpokládá se spolufinancování této veřejné zakázky jak z prostředků České republiky - Státního fondu dopravní infrastruktury, tak i z prostředků Evropské unie – </w:t>
      </w:r>
      <w:r w:rsidRPr="0005287E">
        <w:t>Nástroje pro oživení a odolnost (Recovery and Resilience Facility)</w:t>
      </w:r>
      <w:r>
        <w:t>.</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442CE309" w14:textId="55E92336" w:rsidR="00210B74" w:rsidRPr="00210B74" w:rsidRDefault="00210B74" w:rsidP="00E9186F">
      <w:pPr>
        <w:pStyle w:val="Text1-1"/>
        <w:rPr>
          <w:rStyle w:val="Tun9b"/>
          <w:b w:val="0"/>
        </w:rPr>
      </w:pPr>
      <w:r w:rsidRPr="00140082">
        <w:rPr>
          <w:b/>
        </w:rPr>
        <w:t xml:space="preserve">Předpokládaná hodnota veřejné zakázky činí </w:t>
      </w:r>
      <w:r>
        <w:rPr>
          <w:rStyle w:val="Tun9b"/>
        </w:rPr>
        <w:t>30 632 262,-</w:t>
      </w:r>
      <w:r w:rsidRPr="00140082">
        <w:rPr>
          <w:b/>
        </w:rPr>
        <w:t xml:space="preserve"> Kč (bez DPH)</w:t>
      </w:r>
      <w:r>
        <w:t>.</w:t>
      </w:r>
    </w:p>
    <w:p w14:paraId="15FE046F" w14:textId="77777777" w:rsidR="0035531B" w:rsidRDefault="0035531B" w:rsidP="006F6B09">
      <w:pPr>
        <w:pStyle w:val="Nadpis1-1"/>
      </w:pPr>
      <w:bookmarkStart w:id="10" w:name="_Toc99627924"/>
      <w:r>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4709CF" w:rsidRDefault="00FD39DE" w:rsidP="00FD39DE">
      <w:pPr>
        <w:pStyle w:val="Textbezslovn"/>
        <w:tabs>
          <w:tab w:val="left" w:pos="1701"/>
        </w:tabs>
        <w:ind w:left="1701" w:hanging="964"/>
        <w:rPr>
          <w:rStyle w:val="Tun9b"/>
        </w:rPr>
      </w:pPr>
      <w:r w:rsidRPr="004709CF">
        <w:rPr>
          <w:rStyle w:val="Tun9b"/>
        </w:rPr>
        <w:t>DÍL 4</w:t>
      </w:r>
      <w:r w:rsidRPr="004709CF">
        <w:rPr>
          <w:rStyle w:val="Tun9b"/>
        </w:rPr>
        <w:tab/>
        <w:t>SOUPIS PRACÍ S VÝKAZEM VÝMĚR</w:t>
      </w:r>
    </w:p>
    <w:p w14:paraId="3A8CDE9A" w14:textId="77777777" w:rsidR="00FD39DE" w:rsidRPr="00AE2A22" w:rsidRDefault="00FD39DE" w:rsidP="00FD39DE">
      <w:pPr>
        <w:pStyle w:val="Textbezslovn"/>
        <w:tabs>
          <w:tab w:val="left" w:pos="1701"/>
        </w:tabs>
        <w:spacing w:after="0"/>
        <w:ind w:left="1701" w:hanging="964"/>
      </w:pPr>
      <w:r w:rsidRPr="00AE2A22">
        <w:t>Část 1</w:t>
      </w:r>
      <w:r w:rsidRPr="00AE2A22">
        <w:tab/>
        <w:t>Komentář k soupisu prací</w:t>
      </w:r>
    </w:p>
    <w:p w14:paraId="638DBE3B" w14:textId="09201091" w:rsidR="0035531B" w:rsidRDefault="00FD39DE" w:rsidP="00FD39DE">
      <w:pPr>
        <w:pStyle w:val="Textbezslovn"/>
        <w:tabs>
          <w:tab w:val="left" w:pos="1701"/>
        </w:tabs>
        <w:ind w:left="1701" w:hanging="964"/>
      </w:pPr>
      <w:r w:rsidRPr="00AE2A22">
        <w:t xml:space="preserve">Část </w:t>
      </w:r>
      <w:r w:rsidR="004709CF" w:rsidRPr="00AE2A22">
        <w:t>2</w:t>
      </w:r>
      <w:r w:rsidRPr="00AE2A22">
        <w:tab/>
        <w:t xml:space="preserve">Soupis prací členěný dle </w:t>
      </w:r>
      <w:r w:rsidR="00DB6628" w:rsidRPr="00AE2A22">
        <w:t>SO a PS</w:t>
      </w:r>
      <w:r w:rsidR="0035531B">
        <w:t xml:space="preserve"> </w:t>
      </w:r>
    </w:p>
    <w:p w14:paraId="3BCECA1A" w14:textId="7608117C" w:rsidR="0035531B" w:rsidRDefault="00FD39DE" w:rsidP="00C11EC3">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0CA2899C" w:rsidR="0035531B" w:rsidRPr="00FD668C" w:rsidRDefault="00FD39DE" w:rsidP="00CD3005">
      <w:pPr>
        <w:pStyle w:val="Text1-1"/>
      </w:pPr>
      <w:r w:rsidRPr="00FD668C">
        <w:t xml:space="preserve">Zadavatel sděluje, že následující části zadávací dokumentace vypracovala osoba odlišná od zadavatele, a to: </w:t>
      </w:r>
      <w:r w:rsidR="00CD3005" w:rsidRPr="00FD668C">
        <w:t xml:space="preserve">Dokumentace </w:t>
      </w:r>
      <w:r w:rsidR="000C6113" w:rsidRPr="00FD668C">
        <w:t>bouracích prací (DBS</w:t>
      </w:r>
      <w:r w:rsidR="00CD3005" w:rsidRPr="00FD668C">
        <w:t xml:space="preserve">), včetně </w:t>
      </w:r>
      <w:r w:rsidR="006C0A7A" w:rsidRPr="00FD668C">
        <w:t>Dokumentace provedení stavby (DPS</w:t>
      </w:r>
      <w:r w:rsidR="00CD3005" w:rsidRPr="00FD668C">
        <w:t>)</w:t>
      </w:r>
      <w:r w:rsidR="00514C05" w:rsidRPr="00FD668C">
        <w:t xml:space="preserve">, </w:t>
      </w:r>
      <w:r w:rsidR="006C0A7A" w:rsidRPr="00FD668C">
        <w:t>L.Z.-ATELIER,s.r.o.</w:t>
      </w:r>
      <w:r w:rsidR="003513AF">
        <w:t>,</w:t>
      </w:r>
      <w:r w:rsidR="008C59AF" w:rsidRPr="00FD668C">
        <w:t xml:space="preserve"> </w:t>
      </w:r>
      <w:r w:rsidR="006C0A7A" w:rsidRPr="00FD668C">
        <w:t>Rybalkova</w:t>
      </w:r>
      <w:r w:rsidR="008C59AF" w:rsidRPr="00FD668C">
        <w:t xml:space="preserve"> </w:t>
      </w:r>
      <w:r w:rsidR="00FD668C" w:rsidRPr="00FD668C">
        <w:t>194/35</w:t>
      </w:r>
      <w:r w:rsidR="008C59AF" w:rsidRPr="00FD668C">
        <w:t xml:space="preserve">, </w:t>
      </w:r>
      <w:r w:rsidR="00FD668C" w:rsidRPr="00FD668C">
        <w:t>101 00</w:t>
      </w:r>
      <w:r w:rsidR="008C59AF" w:rsidRPr="00FD668C">
        <w:t xml:space="preserve"> Praha</w:t>
      </w:r>
      <w:r w:rsidR="00FD668C" w:rsidRPr="00FD668C">
        <w:t xml:space="preserve"> 10</w:t>
      </w:r>
      <w:r w:rsidR="00F37465" w:rsidRPr="00FD668C">
        <w:t xml:space="preserve"> -</w:t>
      </w:r>
      <w:r w:rsidR="00DA7FEC" w:rsidRPr="00FD668C">
        <w:t xml:space="preserve"> </w:t>
      </w:r>
      <w:r w:rsidR="00FD668C" w:rsidRPr="00FD668C">
        <w:t>Vršovice</w:t>
      </w:r>
      <w:r w:rsidR="008C59AF" w:rsidRPr="00FD668C">
        <w:t xml:space="preserve">, IČO: </w:t>
      </w:r>
      <w:r w:rsidR="00FD668C" w:rsidRPr="00FD668C">
        <w:t>62412345</w:t>
      </w:r>
      <w:r w:rsidR="00E9039B" w:rsidRPr="00FD668C">
        <w:t>.</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1" w:name="_Toc99627925"/>
      <w:r>
        <w:t>VYSVĚTLENÍ, ZMĚNY</w:t>
      </w:r>
      <w:r w:rsidR="00845C50">
        <w:t xml:space="preserve"> </w:t>
      </w:r>
      <w:r w:rsidR="00776A8A">
        <w:t>A</w:t>
      </w:r>
      <w:r w:rsidR="00845C50">
        <w:t> </w:t>
      </w:r>
      <w:r>
        <w:t>DOPLNĚNÍ ZADÁVACÍ DOKUMENTACE</w:t>
      </w:r>
      <w:bookmarkEnd w:id="11"/>
      <w:r>
        <w:t xml:space="preserve"> </w:t>
      </w:r>
    </w:p>
    <w:p w14:paraId="0414E88D" w14:textId="697E6C1F"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F862BE">
        <w:rPr>
          <w:b/>
        </w:rPr>
        <w:t xml:space="preserve">nejpozději </w:t>
      </w:r>
      <w:r w:rsidR="001414F0">
        <w:rPr>
          <w:b/>
        </w:rPr>
        <w:t>4</w:t>
      </w:r>
      <w:r w:rsidRPr="00F862BE">
        <w:rPr>
          <w:b/>
        </w:rPr>
        <w:t xml:space="preserve"> pracovní dn</w:t>
      </w:r>
      <w:r w:rsidR="001414F0">
        <w:rPr>
          <w:b/>
        </w:rPr>
        <w:t>y</w:t>
      </w:r>
      <w:r w:rsidRPr="00F862BE">
        <w:t xml:space="preserve"> před uplynutím</w:t>
      </w:r>
      <w:r w:rsidRPr="00FD39DE">
        <w:t xml:space="preserve"> lhůty pro podání nabídek</w:t>
      </w:r>
      <w:r w:rsidR="00C30ADB">
        <w:t>, jinak zadavatel není povinen vysvětlení poskytnout</w:t>
      </w:r>
      <w:r w:rsidRPr="00FD39DE">
        <w:t xml:space="preserve">. </w:t>
      </w:r>
    </w:p>
    <w:p w14:paraId="312A2278" w14:textId="49E617C6" w:rsidR="0035531B" w:rsidRDefault="00FD39DE" w:rsidP="00FD39DE">
      <w:pPr>
        <w:pStyle w:val="Text1-1"/>
      </w:pPr>
      <w:r w:rsidRPr="00FD39DE">
        <w:t xml:space="preserve">Zadavatel poskytne vysvětlení zadávací dokumentace nejpozději do </w:t>
      </w:r>
      <w:r w:rsidR="0031793B">
        <w:rPr>
          <w:b/>
        </w:rPr>
        <w:t>2</w:t>
      </w:r>
      <w:r w:rsidRPr="009D4F59">
        <w:rPr>
          <w:b/>
        </w:rPr>
        <w:t xml:space="preserve"> pracovní</w:t>
      </w:r>
      <w:r w:rsidR="00046D70">
        <w:rPr>
          <w:b/>
        </w:rPr>
        <w:t>ch</w:t>
      </w:r>
      <w:r w:rsidRPr="009D4F59">
        <w:rPr>
          <w:b/>
        </w:rPr>
        <w:t xml:space="preserve"> dnů</w:t>
      </w:r>
      <w:r w:rsidRPr="00FD39DE">
        <w:t xml:space="preserve">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F862BE">
        <w:t xml:space="preserve">nejméně </w:t>
      </w:r>
      <w:r w:rsidR="00141B8D">
        <w:t>2</w:t>
      </w:r>
      <w:r w:rsidR="00234DE7" w:rsidRPr="00F862BE">
        <w:t xml:space="preserve"> </w:t>
      </w:r>
      <w:r w:rsidR="00C30ADB" w:rsidRPr="00F862BE">
        <w:t>pracovní</w:t>
      </w:r>
      <w:r w:rsidR="00C30ADB">
        <w:t xml:space="preserve"> dny před uplynutím lhůty pro podání nabídek.</w:t>
      </w:r>
    </w:p>
    <w:p w14:paraId="1AD01600" w14:textId="2E9189FC" w:rsidR="0035531B" w:rsidRDefault="00FD39DE" w:rsidP="0070665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99627926"/>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3177E9">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2AE7315C" w:rsidR="0035531B" w:rsidRPr="000D5325" w:rsidRDefault="0035531B" w:rsidP="00E50555">
      <w:pPr>
        <w:pStyle w:val="Odrka1-2-"/>
        <w:spacing w:before="240"/>
      </w:pPr>
      <w:r w:rsidRPr="000D5325">
        <w:t>Provádění staveb, jejich změn</w:t>
      </w:r>
      <w:r w:rsidR="00845C50" w:rsidRPr="000D5325">
        <w:t xml:space="preserve"> a </w:t>
      </w:r>
      <w:r w:rsidR="00ED2405" w:rsidRPr="000D5325">
        <w:t>odstraňování</w:t>
      </w:r>
      <w:r w:rsidR="00071721">
        <w:t>,</w:t>
      </w:r>
    </w:p>
    <w:p w14:paraId="146FDF41" w14:textId="36B60FD7" w:rsidR="0084491A" w:rsidRPr="000D5325" w:rsidRDefault="0084491A" w:rsidP="00E50555">
      <w:pPr>
        <w:pStyle w:val="Odrka1-2-"/>
      </w:pPr>
      <w:r w:rsidRPr="000D5325">
        <w:t xml:space="preserve">Revize, prohlídky a zkoušky určených technických </w:t>
      </w:r>
      <w:r w:rsidR="00ED2405" w:rsidRPr="000D5325">
        <w:t>zařízení v</w:t>
      </w:r>
      <w:r w:rsidR="00FE504F">
        <w:t> </w:t>
      </w:r>
      <w:r w:rsidR="00ED2405" w:rsidRPr="000D5325">
        <w:t>provozu</w:t>
      </w:r>
      <w:r w:rsidR="00FE504F">
        <w:t>.</w:t>
      </w:r>
    </w:p>
    <w:p w14:paraId="39CFBBE0" w14:textId="60F65D20" w:rsidR="0084491A" w:rsidRPr="00E2714C" w:rsidRDefault="0084491A" w:rsidP="0084491A">
      <w:pPr>
        <w:pStyle w:val="Textbezslovn"/>
        <w:ind w:left="1077"/>
        <w:rPr>
          <w:highlight w:val="green"/>
        </w:rPr>
      </w:pPr>
    </w:p>
    <w:p w14:paraId="64AE5DC3" w14:textId="05FD222F" w:rsidR="0084491A" w:rsidRDefault="001A6807" w:rsidP="001A6807">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349AA7CC" w:rsidR="0023206D" w:rsidRDefault="0023206D" w:rsidP="0023206D">
      <w:pPr>
        <w:pStyle w:val="Odrka1-2-"/>
        <w:numPr>
          <w:ilvl w:val="0"/>
          <w:numId w:val="0"/>
        </w:numPr>
        <w:ind w:left="1531"/>
      </w:pPr>
      <w:r w:rsidRPr="00F26ECE">
        <w:rPr>
          <w:b/>
        </w:rPr>
        <w:t>a)</w:t>
      </w:r>
      <w:r w:rsidRPr="00F26ECE">
        <w:t xml:space="preserve"> pozemní stavby</w:t>
      </w:r>
    </w:p>
    <w:p w14:paraId="6BA3FF03" w14:textId="5BFBA2B8" w:rsidR="0023206D" w:rsidRPr="00C01341" w:rsidRDefault="0023206D" w:rsidP="0023206D">
      <w:pPr>
        <w:pStyle w:val="Odrka1-2-"/>
        <w:numPr>
          <w:ilvl w:val="0"/>
          <w:numId w:val="0"/>
        </w:numPr>
        <w:ind w:left="1531"/>
      </w:pPr>
      <w:r w:rsidRPr="00C01341">
        <w:rPr>
          <w:b/>
        </w:rPr>
        <w:t>f</w:t>
      </w:r>
      <w:r w:rsidR="00EC42F4">
        <w:rPr>
          <w:b/>
        </w:rPr>
        <w:t>1</w:t>
      </w:r>
      <w:r w:rsidRPr="00C01341">
        <w:rPr>
          <w:b/>
        </w:rPr>
        <w:t>)</w:t>
      </w:r>
      <w:r w:rsidRPr="00C01341">
        <w:t xml:space="preserve"> technika prostředí staveb - specializace technická zařízení, nebo specializace vytápění a vzduchotechnika a specializace zdravotní technika</w:t>
      </w:r>
    </w:p>
    <w:p w14:paraId="0D7AFCBF" w14:textId="5A345258" w:rsidR="0023206D" w:rsidRPr="00F26ECE" w:rsidRDefault="0023206D" w:rsidP="0023206D">
      <w:pPr>
        <w:pStyle w:val="Odrka1-2-"/>
        <w:numPr>
          <w:ilvl w:val="0"/>
          <w:numId w:val="0"/>
        </w:numPr>
        <w:ind w:left="1531"/>
      </w:pPr>
      <w:r w:rsidRPr="00D20061">
        <w:rPr>
          <w:b/>
        </w:rPr>
        <w:t>f</w:t>
      </w:r>
      <w:r w:rsidR="00EC42F4">
        <w:rPr>
          <w:b/>
        </w:rPr>
        <w:t>2</w:t>
      </w:r>
      <w:r w:rsidRPr="00D20061">
        <w:rPr>
          <w:b/>
        </w:rPr>
        <w:t>)</w:t>
      </w:r>
      <w:r w:rsidRPr="00D20061">
        <w:t xml:space="preserve"> technika prostředí staveb - specializace elektrotechnická zařízení</w:t>
      </w:r>
    </w:p>
    <w:p w14:paraId="18852116" w14:textId="5C20A5AB" w:rsidR="0035531B" w:rsidRDefault="0035531B" w:rsidP="00041715">
      <w:pPr>
        <w:pStyle w:val="Odrka1-2-"/>
        <w:numPr>
          <w:ilvl w:val="0"/>
          <w:numId w:val="0"/>
        </w:numPr>
        <w:spacing w:after="0"/>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122B72E4"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w:t>
      </w:r>
      <w:r w:rsidR="009E7C45" w:rsidRPr="00B8344D">
        <w:rPr>
          <w:b/>
        </w:rPr>
        <w:t>novos</w:t>
      </w:r>
      <w:r w:rsidR="00773E31" w:rsidRPr="00B8344D">
        <w:rPr>
          <w:b/>
        </w:rPr>
        <w:t>tavby</w:t>
      </w:r>
      <w:r w:rsidR="0023302C" w:rsidRPr="00B8344D">
        <w:rPr>
          <w:b/>
        </w:rPr>
        <w:t xml:space="preserve"> nebo rekonstrukce </w:t>
      </w:r>
      <w:r w:rsidRPr="00B8344D">
        <w:rPr>
          <w:b/>
        </w:rPr>
        <w:t>na</w:t>
      </w:r>
      <w:r>
        <w:t xml:space="preserve"> </w:t>
      </w:r>
      <w:r w:rsidRPr="009E7C45">
        <w:rPr>
          <w:b/>
        </w:rPr>
        <w:t>pozemních</w:t>
      </w:r>
      <w:r>
        <w:t xml:space="preserve"> </w:t>
      </w:r>
      <w:r w:rsidRPr="009E7C45">
        <w:rPr>
          <w:b/>
        </w:rPr>
        <w:t>stavbách</w:t>
      </w:r>
      <w:r>
        <w:t xml:space="preserve"> </w:t>
      </w:r>
      <w:r w:rsidR="009E7C45" w:rsidRPr="00B8344D">
        <w:rPr>
          <w:rFonts w:ascii="Verdana" w:eastAsia="Verdana" w:hAnsi="Verdana" w:cs="Times New Roman"/>
          <w:b/>
          <w:color w:val="000000"/>
        </w:rPr>
        <w:t>ve smyslu ust. § 5 odst. 3 písm. a) zákona č. 360/1992 Sb.</w:t>
      </w:r>
      <w:r w:rsidR="009E7C45" w:rsidRPr="00CB37BD">
        <w:rPr>
          <w:rFonts w:ascii="Verdana" w:eastAsia="Verdana" w:hAnsi="Verdana" w:cs="Times New Roman"/>
          <w:color w:val="000000"/>
        </w:rPr>
        <w:t>,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B307B6">
        <w:t xml:space="preserve">(dále jen „autorizační </w:t>
      </w:r>
      <w:r w:rsidR="00B307B6" w:rsidRPr="008F4170">
        <w:t>zákon“)</w:t>
      </w:r>
      <w:r w:rsidR="009E7C45" w:rsidRPr="008F4170">
        <w:rPr>
          <w:rFonts w:ascii="Verdana" w:eastAsia="Verdana" w:hAnsi="Verdana" w:cs="Times New Roman"/>
        </w:rPr>
        <w:t xml:space="preserve">, </w:t>
      </w:r>
      <w:r w:rsidR="008F4170" w:rsidRPr="00B8344D">
        <w:rPr>
          <w:rFonts w:ascii="Verdana" w:eastAsia="Verdana" w:hAnsi="Verdana" w:cs="Times New Roman"/>
          <w:b/>
        </w:rPr>
        <w:t>a to s výjimkou budov a hal pro výrobu, staveb pro zemědělství, skladování a staveb průmyslových</w:t>
      </w:r>
      <w:r w:rsidR="008F4170" w:rsidRPr="008F4170">
        <w:rPr>
          <w:rFonts w:ascii="Verdana" w:eastAsia="Verdana" w:hAnsi="Verdana" w:cs="Times New Roman"/>
        </w:rPr>
        <w:t xml:space="preserve">, </w:t>
      </w:r>
      <w:r w:rsidR="009E7C45">
        <w:t>poskytnutých dodavatelem</w:t>
      </w:r>
      <w:r w:rsidR="009E7C45">
        <w:rPr>
          <w:rFonts w:ascii="Verdana" w:eastAsia="Verdana" w:hAnsi="Verdana" w:cs="Times New Roman"/>
          <w:color w:val="000000"/>
        </w:rPr>
        <w:t xml:space="preserve"> </w:t>
      </w:r>
      <w:r>
        <w:t xml:space="preserve">za </w:t>
      </w:r>
      <w:r w:rsidRPr="00C731EC">
        <w:t>posledních 5</w:t>
      </w:r>
      <w:r w:rsidR="00C731EC" w:rsidRPr="00C731EC">
        <w:t xml:space="preserve">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w:t>
      </w:r>
      <w:r>
        <w:lastRenderedPageBreak/>
        <w:t xml:space="preserve">osvědčeních objednatelů o řádném poskytnutí a dokončení stavebních prací prokázal, že dodavatel v </w:t>
      </w:r>
      <w:r w:rsidRPr="00F72F7B">
        <w:t>posledních 5 letech</w:t>
      </w:r>
      <w:r>
        <w:t xml:space="preserve"> před zahájením výběrového řízení řádně poskytl a dokončil</w:t>
      </w:r>
      <w:r w:rsidR="002A5411">
        <w:t>:</w:t>
      </w:r>
    </w:p>
    <w:p w14:paraId="60C29CF9" w14:textId="77D9276C" w:rsidR="002A5411" w:rsidRDefault="002A5411" w:rsidP="00A132D2">
      <w:pPr>
        <w:pStyle w:val="Textbezslovn"/>
        <w:numPr>
          <w:ilvl w:val="0"/>
          <w:numId w:val="16"/>
        </w:numPr>
      </w:pPr>
      <w:r w:rsidRPr="00F72F7B">
        <w:t xml:space="preserve">alespoň </w:t>
      </w:r>
      <w:r w:rsidR="00EF1612">
        <w:rPr>
          <w:b/>
        </w:rPr>
        <w:t>jednu</w:t>
      </w:r>
      <w:r w:rsidRPr="00F72F7B">
        <w:t xml:space="preserve"> stavební</w:t>
      </w:r>
      <w:r>
        <w:t xml:space="preserve"> prác</w:t>
      </w:r>
      <w:r w:rsidR="00EF1612">
        <w:t>i</w:t>
      </w:r>
      <w:r>
        <w:t xml:space="preserve"> spoč</w:t>
      </w:r>
      <w:r w:rsidR="00CB7381">
        <w:t xml:space="preserve">ívající v provedení novostavby </w:t>
      </w:r>
      <w:r w:rsidR="00AF13E9">
        <w:t xml:space="preserve">nebo rekonstrukce </w:t>
      </w:r>
      <w:r>
        <w:t>na výše uvedených pozemních stavbách:</w:t>
      </w:r>
    </w:p>
    <w:p w14:paraId="250CEBBA" w14:textId="24A0932C" w:rsidR="002A5411" w:rsidRPr="00D85F52" w:rsidRDefault="002A5411" w:rsidP="002A5411">
      <w:pPr>
        <w:pStyle w:val="Odrka1-2-"/>
      </w:pPr>
      <w:r>
        <w:t>u n</w:t>
      </w:r>
      <w:r w:rsidR="00EF1612">
        <w:t>íž</w:t>
      </w:r>
      <w:r>
        <w:t xml:space="preserve"> </w:t>
      </w:r>
      <w:r w:rsidRPr="001D3BC5">
        <w:rPr>
          <w:b/>
        </w:rPr>
        <w:t>hodnota</w:t>
      </w:r>
      <w:r>
        <w:t xml:space="preserve"> stavební práce, včetně případných poddodávek, musí dosahovat alespoň </w:t>
      </w:r>
      <w:r w:rsidR="00A95DB0" w:rsidRPr="00A95DB0">
        <w:rPr>
          <w:b/>
        </w:rPr>
        <w:t>1</w:t>
      </w:r>
      <w:r w:rsidR="007863F1">
        <w:rPr>
          <w:b/>
        </w:rPr>
        <w:t>5</w:t>
      </w:r>
      <w:r w:rsidR="00A95DB0" w:rsidRPr="00A95DB0">
        <w:rPr>
          <w:b/>
        </w:rPr>
        <w:t> 000 000,-</w:t>
      </w:r>
      <w:r>
        <w:t xml:space="preserve"> </w:t>
      </w:r>
      <w:r w:rsidRPr="00D13174">
        <w:rPr>
          <w:b/>
        </w:rPr>
        <w:t>Kč</w:t>
      </w:r>
      <w:r w:rsidR="00A95DB0">
        <w:t xml:space="preserve"> bez DPH</w:t>
      </w:r>
      <w:r>
        <w:t>,</w:t>
      </w:r>
      <w:r w:rsidR="00D85F52">
        <w:t xml:space="preserve"> </w:t>
      </w:r>
      <w:r w:rsidR="00D85F52" w:rsidRPr="00D85F52">
        <w:t>(částka Kč se</w:t>
      </w:r>
      <w:r w:rsidR="00CB7381">
        <w:t xml:space="preserve"> vztahuje k hodnotě novostavby</w:t>
      </w:r>
      <w:r w:rsidR="00307109">
        <w:t xml:space="preserve"> nebo rekonstrukce</w:t>
      </w:r>
      <w:r w:rsidR="00CB7381">
        <w:t xml:space="preserve"> </w:t>
      </w:r>
      <w:r w:rsidR="00D85F52" w:rsidRPr="00D85F52">
        <w:t>požadované pozemní stavby)</w:t>
      </w:r>
      <w:r w:rsidR="00462D73">
        <w:t>.</w:t>
      </w:r>
    </w:p>
    <w:p w14:paraId="76BE6526" w14:textId="2A21023F"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5CE69B46" w14:textId="77777777" w:rsidR="00041FC8" w:rsidRDefault="00041FC8" w:rsidP="00041FC8">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3FA15ABF" w14:textId="7FBA6274" w:rsidR="00041FC8" w:rsidRDefault="00041FC8" w:rsidP="00041FC8">
      <w:pPr>
        <w:pStyle w:val="Textbezslovn"/>
      </w:pPr>
      <w:r>
        <w:t xml:space="preserve">Za rekonstrukci se nepovažují opravy ani údržbové práce, jež mají pro účely posouzení splnění kritérií technické kvalifikace v těchto zadávacích podmínkách následující význam: </w:t>
      </w:r>
    </w:p>
    <w:p w14:paraId="7D5D6D82" w14:textId="3E61D31E" w:rsidR="00041FC8" w:rsidRDefault="00DB3360" w:rsidP="002760F0">
      <w:pPr>
        <w:pStyle w:val="Textbezslovn"/>
        <w:numPr>
          <w:ilvl w:val="0"/>
          <w:numId w:val="41"/>
        </w:numPr>
      </w:pPr>
      <w:r>
        <w:t>o</w:t>
      </w:r>
      <w:r w:rsidR="00041FC8">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4F5FE2EF" w14:textId="2C233771" w:rsidR="00041FC8" w:rsidRDefault="00041FC8" w:rsidP="002760F0">
      <w:pPr>
        <w:pStyle w:val="Textbezslovn"/>
        <w:numPr>
          <w:ilvl w:val="0"/>
          <w:numId w:val="41"/>
        </w:numPr>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D26BE8">
        <w:t xml:space="preserve">posledních </w:t>
      </w:r>
      <w:r w:rsidRPr="00D26BE8">
        <w:t xml:space="preserve">5 let </w:t>
      </w:r>
      <w:r w:rsidR="00C609F0" w:rsidRPr="00D26BE8">
        <w:t xml:space="preserve">před zahájením výběrového řízení </w:t>
      </w:r>
      <w:r w:rsidRPr="00D26BE8">
        <w:t xml:space="preserve">se </w:t>
      </w:r>
      <w:r w:rsidR="00C609F0" w:rsidRPr="00D26BE8">
        <w:t xml:space="preserve">pro účely prokázání technické kvalifikace ohledně referenčních zakázek </w:t>
      </w:r>
      <w:r w:rsidRPr="00D26BE8">
        <w:t xml:space="preserve">považuje za splněnou, pokud byly stavební práce </w:t>
      </w:r>
      <w:r w:rsidR="00C609F0" w:rsidRPr="00D26BE8">
        <w:t xml:space="preserve">dokončeny </w:t>
      </w:r>
      <w:r w:rsidRPr="00D26BE8">
        <w:t>v průběhu této doby</w:t>
      </w:r>
      <w:r w:rsidR="00C609F0" w:rsidRPr="00D26BE8">
        <w:t xml:space="preserve"> nebo kdykoli po zahájení výběrového řízení, včetně doby po podání nabídek, a to nejpozději do doby zadavatelem případně stanovené k předložení údajů a dokladů dle bodu 16.3 této Výzvy. P</w:t>
      </w:r>
      <w:r w:rsidRPr="00D26BE8">
        <w:t>ro prokázání kvalifikace postačuje, aby byl požadovaný finanční objem stavebních prací dosažen za celou dobu realizace stavebních prací, nikoliv pouze v průběhu posledních 5 let před</w:t>
      </w:r>
      <w:r w:rsidRPr="00AF4A09">
        <w:t xml:space="preserve">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56EA827D"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126C3D6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7A6A39">
      <w:pPr>
        <w:pStyle w:val="Odstavec1-1a"/>
        <w:numPr>
          <w:ilvl w:val="0"/>
          <w:numId w:val="25"/>
        </w:numPr>
        <w:rPr>
          <w:rStyle w:val="Tun9b"/>
        </w:rPr>
      </w:pPr>
      <w:r w:rsidRPr="00FD7287">
        <w:rPr>
          <w:rStyle w:val="Tun9b"/>
        </w:rPr>
        <w:t>stavbyvedoucí</w:t>
      </w:r>
    </w:p>
    <w:p w14:paraId="10F749F3" w14:textId="40195A6F" w:rsidR="0035531B" w:rsidRPr="00FD7287" w:rsidRDefault="0035531B" w:rsidP="0034716B">
      <w:pPr>
        <w:pStyle w:val="Odrka1-2-"/>
        <w:numPr>
          <w:ilvl w:val="1"/>
          <w:numId w:val="26"/>
        </w:numPr>
      </w:pPr>
      <w:r w:rsidRPr="00FD7287">
        <w:t>minimálně středoškolské vzdělání;</w:t>
      </w:r>
      <w:r w:rsidR="008F251C">
        <w:t xml:space="preserve"> </w:t>
      </w:r>
    </w:p>
    <w:p w14:paraId="79DCA24D" w14:textId="77777777" w:rsidR="0035531B" w:rsidRPr="00FD7287" w:rsidRDefault="0035531B" w:rsidP="0034716B">
      <w:pPr>
        <w:pStyle w:val="Odrka1-2-"/>
        <w:numPr>
          <w:ilvl w:val="1"/>
          <w:numId w:val="26"/>
        </w:numPr>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30050D66" w:rsidR="00A119EC" w:rsidRPr="00FD7287" w:rsidRDefault="00A119EC" w:rsidP="0034716B">
      <w:pPr>
        <w:pStyle w:val="Odrka1-2-"/>
        <w:numPr>
          <w:ilvl w:val="1"/>
          <w:numId w:val="26"/>
        </w:numPr>
      </w:pPr>
      <w:r w:rsidRPr="00FD7287">
        <w:t>zkušenost s řízením realizace alespoň jedné zakázky</w:t>
      </w:r>
      <w:r w:rsidR="007755E7" w:rsidRPr="00FD7287">
        <w:t xml:space="preserve"> na stavební práce</w:t>
      </w:r>
      <w:r w:rsidRPr="00FD7287">
        <w:t xml:space="preserve">, jež zahrnovala </w:t>
      </w:r>
      <w:r w:rsidRPr="007B4BF3">
        <w:rPr>
          <w:b/>
        </w:rPr>
        <w:t>novostavbu</w:t>
      </w:r>
      <w:r w:rsidR="006B5DFF" w:rsidRPr="007B4BF3">
        <w:rPr>
          <w:b/>
        </w:rPr>
        <w:t xml:space="preserve"> nebo rekonstrukci</w:t>
      </w:r>
      <w:r w:rsidR="00C76D2C" w:rsidRPr="007B4BF3">
        <w:rPr>
          <w:b/>
        </w:rPr>
        <w:t xml:space="preserve"> </w:t>
      </w:r>
      <w:r w:rsidR="007755E7" w:rsidRPr="007B4BF3">
        <w:rPr>
          <w:b/>
        </w:rPr>
        <w:t>pozemní stavby</w:t>
      </w:r>
      <w:r w:rsidR="007755E7" w:rsidRPr="00FD7287">
        <w:t xml:space="preserve"> ve smyslu ust. § 5 odst. 3 písm. a) </w:t>
      </w:r>
      <w:r w:rsidR="00977EF9">
        <w:t xml:space="preserve">autorizačního </w:t>
      </w:r>
      <w:r w:rsidR="00977EF9" w:rsidRPr="00B8344D">
        <w:t>zákona</w:t>
      </w:r>
      <w:r w:rsidR="007755E7" w:rsidRPr="00F3406A">
        <w:t>,</w:t>
      </w:r>
      <w:r w:rsidR="008F4170" w:rsidRPr="00B8344D">
        <w:rPr>
          <w:b/>
        </w:rPr>
        <w:t xml:space="preserve"> s výjimkou budov a hal pro výrobu, staveb pro zemědělství, skladování a staveb průmyslových</w:t>
      </w:r>
      <w:r w:rsidR="008F4170" w:rsidRPr="00B8344D">
        <w:t>,</w:t>
      </w:r>
      <w:r w:rsidRPr="00B8344D">
        <w:t xml:space="preserve"> v </w:t>
      </w:r>
      <w:r w:rsidRPr="00FD7287">
        <w:t xml:space="preserve">hodnotě nejméně </w:t>
      </w:r>
      <w:r w:rsidR="009A1149" w:rsidRPr="009A1149">
        <w:rPr>
          <w:b/>
        </w:rPr>
        <w:t>1</w:t>
      </w:r>
      <w:r w:rsidR="007863F1">
        <w:rPr>
          <w:b/>
        </w:rPr>
        <w:t>5</w:t>
      </w:r>
      <w:r w:rsidR="009A1149" w:rsidRPr="009A1149">
        <w:rPr>
          <w:b/>
        </w:rPr>
        <w:t xml:space="preserve"> </w:t>
      </w:r>
      <w:r w:rsidRPr="009A1149">
        <w:rPr>
          <w:b/>
        </w:rPr>
        <w:t>mil.</w:t>
      </w:r>
      <w:r w:rsidRPr="00FD7287">
        <w:rPr>
          <w:b/>
        </w:rPr>
        <w:t xml:space="preserve"> Kč</w:t>
      </w:r>
      <w:r w:rsidR="009A1149">
        <w:t xml:space="preserve"> bez DPH</w:t>
      </w:r>
      <w:r w:rsidRPr="00FD7287">
        <w:t xml:space="preserve">, (částka Kč se vztahuje k hodnotě novostavby </w:t>
      </w:r>
      <w:r w:rsidR="006B5DFF">
        <w:t xml:space="preserve">nebo </w:t>
      </w:r>
      <w:r w:rsidR="00BF0A99">
        <w:t>rekonstrukce</w:t>
      </w:r>
      <w:r w:rsidR="006B5DFF">
        <w:t xml:space="preserve"> </w:t>
      </w:r>
      <w:r w:rsidR="00DC7F25" w:rsidRPr="00FD7287">
        <w:t>požadované pozemní stavby</w:t>
      </w:r>
      <w:r w:rsidRPr="00FD7287">
        <w:t>), a to v posledních 10 letech před zahájením výběrového říz</w:t>
      </w:r>
      <w:r w:rsidR="00A955E3">
        <w:t xml:space="preserve">ení; </w:t>
      </w:r>
    </w:p>
    <w:p w14:paraId="05915812" w14:textId="2E62EEAA" w:rsidR="00A119EC" w:rsidRPr="00FD7287" w:rsidRDefault="00A119EC" w:rsidP="0034716B">
      <w:pPr>
        <w:pStyle w:val="Odrka1-2-"/>
        <w:numPr>
          <w:ilvl w:val="1"/>
          <w:numId w:val="26"/>
        </w:numPr>
      </w:pPr>
      <w:r w:rsidRPr="00FD7287">
        <w:t xml:space="preserve">musí předložit doklad o autorizaci v rozsahu dle § 5 odst. 3 písm. </w:t>
      </w:r>
      <w:r w:rsidRPr="00A955E3">
        <w:rPr>
          <w:b/>
        </w:rPr>
        <w:t>a)</w:t>
      </w:r>
      <w:r w:rsidRPr="00FD7287">
        <w:t xml:space="preserve"> </w:t>
      </w:r>
      <w:r w:rsidR="00972EF6" w:rsidRPr="00FD7287">
        <w:t xml:space="preserve">autorizačního </w:t>
      </w:r>
      <w:r w:rsidRPr="00FD7287">
        <w:t xml:space="preserve">zákona, tedy v oboru </w:t>
      </w:r>
      <w:r w:rsidRPr="00A955E3">
        <w:rPr>
          <w:b/>
        </w:rPr>
        <w:t>pozemní stavby</w:t>
      </w:r>
      <w:r w:rsidRPr="00FD7287">
        <w:t>;</w:t>
      </w:r>
    </w:p>
    <w:p w14:paraId="33EC5027" w14:textId="77777777" w:rsidR="00A119EC" w:rsidRPr="00EB4A39" w:rsidRDefault="00A119EC" w:rsidP="007A6A39">
      <w:pPr>
        <w:pStyle w:val="Odstavec1-1a"/>
        <w:numPr>
          <w:ilvl w:val="0"/>
          <w:numId w:val="25"/>
        </w:numPr>
        <w:rPr>
          <w:rStyle w:val="Tun9b"/>
        </w:rPr>
      </w:pPr>
      <w:r w:rsidRPr="00EB4A39">
        <w:rPr>
          <w:rStyle w:val="Tun9b"/>
        </w:rPr>
        <w:t>specialista (vedoucí prací) na pozemní stavby - zástupce stavbyvedoucího</w:t>
      </w:r>
    </w:p>
    <w:p w14:paraId="0BCBC90E" w14:textId="210048DC" w:rsidR="00A119EC" w:rsidRPr="00FD7287" w:rsidRDefault="00A119EC" w:rsidP="0034716B">
      <w:pPr>
        <w:pStyle w:val="Odrka1-2-"/>
        <w:numPr>
          <w:ilvl w:val="1"/>
          <w:numId w:val="27"/>
        </w:numPr>
      </w:pPr>
      <w:r w:rsidRPr="00FD7287">
        <w:t>minimálně středoškolské vzdělání;</w:t>
      </w:r>
      <w:r w:rsidR="00EB4A39">
        <w:t xml:space="preserve"> </w:t>
      </w:r>
    </w:p>
    <w:p w14:paraId="23ECCC3E" w14:textId="77777777" w:rsidR="00A119EC" w:rsidRPr="00FD7287" w:rsidRDefault="00A119EC" w:rsidP="0034716B">
      <w:pPr>
        <w:pStyle w:val="Odrka1-2-"/>
        <w:numPr>
          <w:ilvl w:val="1"/>
          <w:numId w:val="27"/>
        </w:numPr>
      </w:pPr>
      <w:r w:rsidRPr="00FD7287">
        <w:t xml:space="preserve">nejméně 5 let praxe v oboru své specializace </w:t>
      </w:r>
      <w:r w:rsidR="000435FD" w:rsidRPr="00FD7287">
        <w:t xml:space="preserve">(pozemní stavby) </w:t>
      </w:r>
      <w:r w:rsidRPr="00FD7287">
        <w:t>při provádění staveb;</w:t>
      </w:r>
    </w:p>
    <w:p w14:paraId="4E643C2A" w14:textId="520F3D8D" w:rsidR="00A119EC" w:rsidRDefault="00A119EC" w:rsidP="0034716B">
      <w:pPr>
        <w:pStyle w:val="Odrka1-2-"/>
        <w:numPr>
          <w:ilvl w:val="1"/>
          <w:numId w:val="27"/>
        </w:numPr>
      </w:pPr>
      <w:r w:rsidRPr="00FD7287">
        <w:t xml:space="preserve">zkušenost s realizací alespoň jedné zakázky na stavební práce, </w:t>
      </w:r>
      <w:r w:rsidR="003051F1">
        <w:t xml:space="preserve">jež zahrnovala </w:t>
      </w:r>
      <w:r w:rsidR="003051F1" w:rsidRPr="007B4BF3">
        <w:rPr>
          <w:b/>
        </w:rPr>
        <w:t>novostavbu</w:t>
      </w:r>
      <w:r w:rsidR="00D22FC8" w:rsidRPr="007B4BF3">
        <w:rPr>
          <w:b/>
        </w:rPr>
        <w:t xml:space="preserve"> nebo rekonstrukce</w:t>
      </w:r>
      <w:r w:rsidR="003051F1" w:rsidRPr="007B4BF3">
        <w:rPr>
          <w:b/>
        </w:rPr>
        <w:t xml:space="preserve"> </w:t>
      </w:r>
      <w:r w:rsidR="00B62EAA" w:rsidRPr="007B4BF3">
        <w:rPr>
          <w:b/>
        </w:rPr>
        <w:t>pozemní stavby</w:t>
      </w:r>
      <w:r w:rsidR="00B62EAA" w:rsidRPr="00FD7287">
        <w:t xml:space="preserve"> ve smyslu ust. § 5 odst. 3</w:t>
      </w:r>
      <w:r w:rsidR="007A28D5">
        <w:t xml:space="preserve"> písm. a) autorizačního zákona</w:t>
      </w:r>
      <w:r w:rsidR="00B62EAA" w:rsidRPr="00FD7287">
        <w:t>,</w:t>
      </w:r>
      <w:r w:rsidR="008F4170">
        <w:t xml:space="preserve"> </w:t>
      </w:r>
      <w:r w:rsidR="00F3406A">
        <w:rPr>
          <w:b/>
        </w:rPr>
        <w:t>s výjimkou</w:t>
      </w:r>
      <w:r w:rsidR="008F4170" w:rsidRPr="00B8344D">
        <w:rPr>
          <w:b/>
        </w:rPr>
        <w:t xml:space="preserve"> budov a hal pro výrobu, staveb pro zemědělství, skladování a staveb průmyslových</w:t>
      </w:r>
      <w:r w:rsidR="008F4170" w:rsidRPr="00B8344D">
        <w:t>,</w:t>
      </w:r>
      <w:r w:rsidR="00B62EAA" w:rsidRPr="00B8344D">
        <w:t xml:space="preserve"> </w:t>
      </w:r>
      <w:r w:rsidR="00B62EAA" w:rsidRPr="00FD7287">
        <w:t xml:space="preserve">v </w:t>
      </w:r>
      <w:r w:rsidRPr="00FD7287">
        <w:t xml:space="preserve">hodnotě nejméně </w:t>
      </w:r>
      <w:r w:rsidR="00EB4A39" w:rsidRPr="007E217F">
        <w:rPr>
          <w:b/>
        </w:rPr>
        <w:t>1</w:t>
      </w:r>
      <w:r w:rsidR="007863F1">
        <w:rPr>
          <w:b/>
        </w:rPr>
        <w:t>5</w:t>
      </w:r>
      <w:r w:rsidRPr="007E217F">
        <w:rPr>
          <w:b/>
        </w:rPr>
        <w:t xml:space="preserve"> mil</w:t>
      </w:r>
      <w:r w:rsidRPr="00FD7287">
        <w:rPr>
          <w:b/>
        </w:rPr>
        <w:t>. Kč</w:t>
      </w:r>
      <w:r w:rsidRPr="00FD7287">
        <w:t xml:space="preserve"> bez DPH</w:t>
      </w:r>
      <w:r w:rsidR="00B62EAA" w:rsidRPr="00FD7287">
        <w:t xml:space="preserve">, </w:t>
      </w:r>
      <w:r w:rsidRPr="00FD7287">
        <w:t>(částka Kč se vztahuje k hodnotě novostavby</w:t>
      </w:r>
      <w:r w:rsidR="00AA0C96">
        <w:t xml:space="preserve"> nebo rekonstrukce</w:t>
      </w:r>
      <w:r w:rsidRPr="00FD7287">
        <w:t xml:space="preserve"> </w:t>
      </w:r>
      <w:r w:rsidR="00B62EAA" w:rsidRPr="00FD7287">
        <w:t>požadované pozemní stavby</w:t>
      </w:r>
      <w:r w:rsidRPr="00FD7287">
        <w:t xml:space="preserve">), a to v posledních 10 letech před zahájením výběrového řízení; </w:t>
      </w:r>
    </w:p>
    <w:p w14:paraId="4E782167" w14:textId="15DE7335" w:rsidR="0082110A" w:rsidRDefault="0082110A" w:rsidP="00352373">
      <w:pPr>
        <w:pStyle w:val="Odrka1-2-"/>
        <w:numPr>
          <w:ilvl w:val="1"/>
          <w:numId w:val="27"/>
        </w:numPr>
        <w:spacing w:after="120"/>
      </w:pPr>
      <w:r w:rsidRPr="00FD7287">
        <w:t xml:space="preserve">musí předložit doklad o autorizaci v rozsahu dle § 5 odst. 3 písm. </w:t>
      </w:r>
      <w:r w:rsidRPr="00A955E3">
        <w:rPr>
          <w:b/>
        </w:rPr>
        <w:t>a)</w:t>
      </w:r>
      <w:r w:rsidRPr="00FD7287">
        <w:t xml:space="preserve"> autorizačního zákona, tedy v oboru </w:t>
      </w:r>
      <w:r w:rsidRPr="00A955E3">
        <w:rPr>
          <w:b/>
        </w:rPr>
        <w:t>pozemní stavby</w:t>
      </w:r>
      <w:r>
        <w:t>;</w:t>
      </w:r>
    </w:p>
    <w:p w14:paraId="11F67373" w14:textId="77777777" w:rsidR="00B87D40" w:rsidRDefault="00B87D40" w:rsidP="00B87D40">
      <w:pPr>
        <w:pStyle w:val="Odrka1-2-"/>
        <w:numPr>
          <w:ilvl w:val="0"/>
          <w:numId w:val="0"/>
        </w:numPr>
        <w:spacing w:after="120"/>
        <w:ind w:left="1440"/>
      </w:pPr>
    </w:p>
    <w:p w14:paraId="1D0B9505" w14:textId="77777777" w:rsidR="003A568C" w:rsidRPr="006338BA" w:rsidRDefault="00A119EC" w:rsidP="007A6A39">
      <w:pPr>
        <w:pStyle w:val="Odstavec1-1a"/>
        <w:numPr>
          <w:ilvl w:val="0"/>
          <w:numId w:val="25"/>
        </w:numPr>
        <w:rPr>
          <w:rStyle w:val="Tun9b"/>
        </w:rPr>
      </w:pPr>
      <w:r w:rsidRPr="006338BA">
        <w:rPr>
          <w:rStyle w:val="Tun9b"/>
        </w:rPr>
        <w:lastRenderedPageBreak/>
        <w:t>specialista (vedoucí prací) na technická zařízení budov</w:t>
      </w:r>
      <w:r w:rsidR="003A568C" w:rsidRPr="006338BA">
        <w:rPr>
          <w:rStyle w:val="Tun9b"/>
        </w:rPr>
        <w:t xml:space="preserve"> - vytápění a vzduchotechnika</w:t>
      </w:r>
    </w:p>
    <w:p w14:paraId="60609A23" w14:textId="77777777" w:rsidR="00A119EC" w:rsidRPr="006338BA" w:rsidRDefault="00A119EC" w:rsidP="00237C3F">
      <w:pPr>
        <w:pStyle w:val="Odrka1-2-"/>
        <w:numPr>
          <w:ilvl w:val="1"/>
          <w:numId w:val="29"/>
        </w:numPr>
      </w:pPr>
      <w:r w:rsidRPr="006338BA">
        <w:t>minimálně středoškolské vzdělání;</w:t>
      </w:r>
    </w:p>
    <w:p w14:paraId="750608D4" w14:textId="77777777" w:rsidR="00A119EC" w:rsidRPr="006338BA" w:rsidRDefault="00A119EC" w:rsidP="00237C3F">
      <w:pPr>
        <w:pStyle w:val="Odrka1-2-"/>
        <w:numPr>
          <w:ilvl w:val="1"/>
          <w:numId w:val="29"/>
        </w:numPr>
      </w:pPr>
      <w:r w:rsidRPr="006338BA">
        <w:t xml:space="preserve">nejméně 5 let praxe v oboru své specializace </w:t>
      </w:r>
      <w:r w:rsidR="000435FD" w:rsidRPr="006338BA">
        <w:t xml:space="preserve">(vytápění a vzduchotechnika) </w:t>
      </w:r>
      <w:r w:rsidRPr="006338BA">
        <w:t>při provádění staveb;</w:t>
      </w:r>
    </w:p>
    <w:p w14:paraId="038D9E3C" w14:textId="77777777" w:rsidR="00A119EC" w:rsidRPr="006338BA" w:rsidRDefault="00A119EC" w:rsidP="00352373">
      <w:pPr>
        <w:pStyle w:val="Odrka1-2-"/>
        <w:numPr>
          <w:ilvl w:val="1"/>
          <w:numId w:val="29"/>
        </w:numPr>
        <w:spacing w:after="120"/>
      </w:pPr>
      <w:r w:rsidRPr="006338BA">
        <w:t xml:space="preserve">musí předložit doklad o autorizaci v rozsahu dle § 5 odst. 3 písm. </w:t>
      </w:r>
      <w:r w:rsidRPr="006338BA">
        <w:rPr>
          <w:b/>
        </w:rPr>
        <w:t>f)</w:t>
      </w:r>
      <w:r w:rsidRPr="006338BA">
        <w:t xml:space="preserve"> </w:t>
      </w:r>
      <w:r w:rsidR="00CF59B0" w:rsidRPr="006338BA">
        <w:t xml:space="preserve">v oboru </w:t>
      </w:r>
      <w:r w:rsidR="00CF59B0" w:rsidRPr="006338BA">
        <w:rPr>
          <w:b/>
        </w:rPr>
        <w:t xml:space="preserve">technika prostředí staveb - specializace technická zařízení </w:t>
      </w:r>
      <w:r w:rsidRPr="006338BA">
        <w:rPr>
          <w:b/>
        </w:rPr>
        <w:t xml:space="preserve">nebo </w:t>
      </w:r>
      <w:r w:rsidR="00CF59B0" w:rsidRPr="006338BA">
        <w:rPr>
          <w:b/>
        </w:rPr>
        <w:t>specializace vytápění a vzduchotechnika</w:t>
      </w:r>
      <w:r w:rsidR="0095570C" w:rsidRPr="006338BA">
        <w:t xml:space="preserve"> </w:t>
      </w:r>
      <w:r w:rsidRPr="006338BA">
        <w:t>autorizačního zákona;</w:t>
      </w:r>
    </w:p>
    <w:p w14:paraId="6AFC28F4" w14:textId="77777777" w:rsidR="003A568C" w:rsidRPr="00E963D3" w:rsidRDefault="003A568C" w:rsidP="007A6A39">
      <w:pPr>
        <w:pStyle w:val="Odstavec1-1a"/>
        <w:numPr>
          <w:ilvl w:val="0"/>
          <w:numId w:val="25"/>
        </w:numPr>
        <w:rPr>
          <w:rStyle w:val="Tun9b"/>
        </w:rPr>
      </w:pPr>
      <w:r w:rsidRPr="00E963D3">
        <w:rPr>
          <w:rStyle w:val="Tun9b"/>
        </w:rPr>
        <w:t xml:space="preserve">specialista (vedoucí prací) na technická zařízení budov </w:t>
      </w:r>
      <w:r w:rsidR="00200E6E" w:rsidRPr="00E963D3">
        <w:rPr>
          <w:rStyle w:val="Tun9b"/>
        </w:rPr>
        <w:t>-</w:t>
      </w:r>
      <w:r w:rsidRPr="00E963D3">
        <w:rPr>
          <w:rStyle w:val="Tun9b"/>
        </w:rPr>
        <w:t xml:space="preserve"> zdravotní technika</w:t>
      </w:r>
    </w:p>
    <w:p w14:paraId="66BC0B94" w14:textId="77777777" w:rsidR="003A568C" w:rsidRPr="00E963D3" w:rsidRDefault="003A568C" w:rsidP="00237C3F">
      <w:pPr>
        <w:pStyle w:val="Odrka1-2-"/>
        <w:numPr>
          <w:ilvl w:val="1"/>
          <w:numId w:val="30"/>
        </w:numPr>
      </w:pPr>
      <w:r w:rsidRPr="00E963D3">
        <w:t>minimálně středoškolské vzdělání;</w:t>
      </w:r>
    </w:p>
    <w:p w14:paraId="57151F2E" w14:textId="77777777" w:rsidR="003A568C" w:rsidRPr="00E963D3" w:rsidRDefault="003A568C" w:rsidP="00237C3F">
      <w:pPr>
        <w:pStyle w:val="Odrka1-2-"/>
        <w:numPr>
          <w:ilvl w:val="1"/>
          <w:numId w:val="30"/>
        </w:numPr>
      </w:pPr>
      <w:r w:rsidRPr="00E963D3">
        <w:t xml:space="preserve">nejméně 5 let praxe v oboru své specializace </w:t>
      </w:r>
      <w:r w:rsidR="000435FD" w:rsidRPr="00E963D3">
        <w:t xml:space="preserve">(zdravotní technika) </w:t>
      </w:r>
      <w:r w:rsidRPr="00E963D3">
        <w:t>při provádění staveb;</w:t>
      </w:r>
    </w:p>
    <w:p w14:paraId="605A0F8F" w14:textId="77777777" w:rsidR="003A568C" w:rsidRPr="003D2E10" w:rsidRDefault="003A568C" w:rsidP="00352373">
      <w:pPr>
        <w:pStyle w:val="Odrka1-2-"/>
        <w:numPr>
          <w:ilvl w:val="1"/>
          <w:numId w:val="30"/>
        </w:numPr>
        <w:spacing w:after="120"/>
      </w:pPr>
      <w:r w:rsidRPr="00E963D3">
        <w:t xml:space="preserve">musí předložit doklad o autorizaci v rozsahu dle § 5 odst. 3 písm. </w:t>
      </w:r>
      <w:r w:rsidRPr="00E963D3">
        <w:rPr>
          <w:b/>
        </w:rPr>
        <w:t>f)</w:t>
      </w:r>
      <w:r w:rsidRPr="00E963D3">
        <w:t xml:space="preserve"> </w:t>
      </w:r>
      <w:r w:rsidR="00CF59B0" w:rsidRPr="00E963D3">
        <w:t xml:space="preserve">v oboru </w:t>
      </w:r>
      <w:r w:rsidR="00CF59B0" w:rsidRPr="00E963D3">
        <w:rPr>
          <w:b/>
        </w:rPr>
        <w:t xml:space="preserve">technika prostředí staveb - specializace technická zařízení </w:t>
      </w:r>
      <w:r w:rsidRPr="00E963D3">
        <w:rPr>
          <w:b/>
        </w:rPr>
        <w:t xml:space="preserve">nebo </w:t>
      </w:r>
      <w:r w:rsidR="00CF59B0" w:rsidRPr="003D2E10">
        <w:rPr>
          <w:b/>
        </w:rPr>
        <w:t>specializace zdravotní technika</w:t>
      </w:r>
      <w:r w:rsidR="00CF59B0" w:rsidRPr="003D2E10">
        <w:t xml:space="preserve"> </w:t>
      </w:r>
      <w:r w:rsidRPr="003D2E10">
        <w:t>autorizačního zákona;</w:t>
      </w:r>
    </w:p>
    <w:p w14:paraId="7A13D7B5" w14:textId="77777777" w:rsidR="00A119EC" w:rsidRPr="003D2E10" w:rsidRDefault="00A119EC" w:rsidP="007A6A39">
      <w:pPr>
        <w:pStyle w:val="Odstavec1-1a"/>
        <w:numPr>
          <w:ilvl w:val="0"/>
          <w:numId w:val="25"/>
        </w:numPr>
        <w:rPr>
          <w:rStyle w:val="Tun9b"/>
        </w:rPr>
      </w:pPr>
      <w:r w:rsidRPr="003D2E10">
        <w:rPr>
          <w:rStyle w:val="Tun9b"/>
        </w:rPr>
        <w:t>specialista (vedoucí prací) na elektrotechnická zařízení</w:t>
      </w:r>
    </w:p>
    <w:p w14:paraId="66473722" w14:textId="77777777" w:rsidR="00A119EC" w:rsidRPr="003D2E10" w:rsidRDefault="00A119EC" w:rsidP="00237C3F">
      <w:pPr>
        <w:pStyle w:val="Odrka1-2-"/>
        <w:numPr>
          <w:ilvl w:val="1"/>
          <w:numId w:val="31"/>
        </w:numPr>
      </w:pPr>
      <w:r w:rsidRPr="003D2E10">
        <w:t>minimálně středoškolské vzdělání;</w:t>
      </w:r>
    </w:p>
    <w:p w14:paraId="551B0145" w14:textId="77777777" w:rsidR="00A119EC" w:rsidRPr="003D2E10" w:rsidRDefault="00A119EC" w:rsidP="00237C3F">
      <w:pPr>
        <w:pStyle w:val="Odrka1-2-"/>
        <w:numPr>
          <w:ilvl w:val="1"/>
          <w:numId w:val="31"/>
        </w:numPr>
      </w:pPr>
      <w:r w:rsidRPr="003D2E10">
        <w:t xml:space="preserve">nejméně 5 let praxe v oboru své specializace </w:t>
      </w:r>
      <w:r w:rsidR="000435FD" w:rsidRPr="003D2E10">
        <w:t xml:space="preserve">(elektrotechnická zařízení) </w:t>
      </w:r>
      <w:r w:rsidRPr="003D2E10">
        <w:t>při provádění staveb;</w:t>
      </w:r>
    </w:p>
    <w:p w14:paraId="55EFBEDA" w14:textId="0C01945A" w:rsidR="006C6EB6" w:rsidRDefault="00A119EC" w:rsidP="00BA4E2F">
      <w:pPr>
        <w:pStyle w:val="Odrka1-2-"/>
        <w:numPr>
          <w:ilvl w:val="1"/>
          <w:numId w:val="31"/>
        </w:numPr>
        <w:spacing w:after="0"/>
      </w:pPr>
      <w:r w:rsidRPr="003D2E10">
        <w:t xml:space="preserve">musí předložit doklad o autorizaci v rozsahu dle § 5 odst. 3 písm. </w:t>
      </w:r>
      <w:r w:rsidRPr="003D2E10">
        <w:rPr>
          <w:b/>
        </w:rPr>
        <w:t>f)</w:t>
      </w:r>
      <w:r w:rsidRPr="003D2E10">
        <w:t xml:space="preserve"> </w:t>
      </w:r>
      <w:r w:rsidR="00CF59B0" w:rsidRPr="003D2E10">
        <w:t xml:space="preserve">v oboru </w:t>
      </w:r>
      <w:r w:rsidR="00CF59B0" w:rsidRPr="003D2E10">
        <w:rPr>
          <w:b/>
        </w:rPr>
        <w:t>technika prostředí staveb - specializace elektrotechnická zařízení</w:t>
      </w:r>
      <w:r w:rsidR="00CF59B0" w:rsidRPr="003D2E10">
        <w:t xml:space="preserve"> </w:t>
      </w:r>
      <w:r w:rsidR="00AF13E9">
        <w:t>autorizačního zákona.</w:t>
      </w:r>
    </w:p>
    <w:p w14:paraId="33A50A80" w14:textId="77777777" w:rsidR="00C6079F" w:rsidRPr="00C24508" w:rsidRDefault="00C6079F" w:rsidP="00C6079F">
      <w:pPr>
        <w:pStyle w:val="Odrka1-2-"/>
        <w:numPr>
          <w:ilvl w:val="0"/>
          <w:numId w:val="0"/>
        </w:numPr>
        <w:spacing w:after="120"/>
        <w:ind w:left="1440"/>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 xml:space="preserve">požadovaném období řádně účastnil </w:t>
      </w:r>
      <w:r>
        <w:lastRenderedPageBreak/>
        <w:t>(nebude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38E3839C" w:rsidR="0035531B" w:rsidRDefault="008B70C7" w:rsidP="00C6079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616DDFC8" w:rsidR="004B7607" w:rsidRDefault="004B7607" w:rsidP="0035531B">
      <w:pPr>
        <w:pStyle w:val="Text1-1"/>
        <w:rPr>
          <w:rStyle w:val="Tun9b"/>
        </w:rPr>
      </w:pPr>
      <w:r>
        <w:rPr>
          <w:rStyle w:val="Tun9b"/>
        </w:rPr>
        <w:t>Technická kvalifikace – další požadavky týkající se způsobilosti dodavatele</w:t>
      </w:r>
    </w:p>
    <w:p w14:paraId="4F2EF0FE" w14:textId="68C6A3E4" w:rsidR="00FB67B7" w:rsidRDefault="006C2277" w:rsidP="00FB67B7">
      <w:pPr>
        <w:pStyle w:val="Text1-1"/>
        <w:numPr>
          <w:ilvl w:val="0"/>
          <w:numId w:val="0"/>
        </w:numPr>
        <w:ind w:left="737"/>
        <w:rPr>
          <w:rStyle w:val="Tun9b"/>
        </w:rPr>
      </w:pPr>
      <w:r>
        <w:rPr>
          <w:rStyle w:val="Tun9b"/>
        </w:rPr>
        <w:t>NEOBSAZENO</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lastRenderedPageBreak/>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077C8258"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D754AEB" w14:textId="77777777" w:rsidR="0035531B" w:rsidRPr="00DD4A6E" w:rsidRDefault="0035531B" w:rsidP="0006499F">
      <w:pPr>
        <w:pStyle w:val="Odrka1-1"/>
        <w:spacing w:after="0"/>
      </w:pPr>
      <w:r w:rsidRPr="00DD4A6E">
        <w:t>Informace</w:t>
      </w:r>
      <w:r w:rsidR="00BC6D2B" w:rsidRPr="00DD4A6E">
        <w:t xml:space="preserve"> k </w:t>
      </w:r>
      <w:r w:rsidRPr="00DD4A6E">
        <w:t>doložení pověření Ministerstva dopravy ČR</w:t>
      </w:r>
      <w:r w:rsidR="00BC6D2B" w:rsidRPr="00DD4A6E">
        <w:t xml:space="preserve"> k </w:t>
      </w:r>
      <w:r w:rsidRPr="00DD4A6E">
        <w:t>provádění technických prohlídek</w:t>
      </w:r>
      <w:r w:rsidR="00845C50" w:rsidRPr="00DD4A6E">
        <w:t xml:space="preserve"> a </w:t>
      </w:r>
      <w:r w:rsidRPr="00DD4A6E">
        <w:t>zkoušek určených technických zařízení (UTZ) dle § 47 odst. 4 zákona č. 266/1994 Sb.,</w:t>
      </w:r>
      <w:r w:rsidR="00092CC9" w:rsidRPr="00DD4A6E">
        <w:t xml:space="preserve"> o </w:t>
      </w:r>
      <w:r w:rsidRPr="00DD4A6E">
        <w:t>drahách, ve znění pozdějších předpisů: osoba žádající</w:t>
      </w:r>
      <w:r w:rsidR="00092CC9" w:rsidRPr="00DD4A6E">
        <w:t xml:space="preserve"> o </w:t>
      </w:r>
      <w:r w:rsidRPr="00DD4A6E">
        <w:t>uvedené pověření postupuje podle „Podmínek pro pověřování právnických osob podle § 47 odst. 4 zákona č. 266/1994 Sb.,</w:t>
      </w:r>
      <w:r w:rsidR="00092CC9" w:rsidRPr="00DD4A6E">
        <w:t xml:space="preserve"> o </w:t>
      </w:r>
      <w:r w:rsidRPr="00DD4A6E">
        <w:t>dráhách, ve znění pozdějších předpisů,</w:t>
      </w:r>
      <w:r w:rsidR="00BC6D2B" w:rsidRPr="00DD4A6E">
        <w:t xml:space="preserve"> k </w:t>
      </w:r>
      <w:r w:rsidRPr="00DD4A6E">
        <w:t>provádění technických prohlídek</w:t>
      </w:r>
      <w:r w:rsidR="00845C50" w:rsidRPr="00DD4A6E">
        <w:t xml:space="preserve"> a </w:t>
      </w:r>
      <w:r w:rsidRPr="00DD4A6E">
        <w:t>zkoušek určených technických zařízení“ stanovených Ministerstvem dopravy, jež jsou dostupné na internetových stránkách Ministerstva dopravy:</w:t>
      </w:r>
    </w:p>
    <w:p w14:paraId="37C7CB0D" w14:textId="77777777" w:rsidR="0035531B" w:rsidRPr="00DD4A6E" w:rsidRDefault="007500B7" w:rsidP="0006499F">
      <w:pPr>
        <w:pStyle w:val="Textbezslovn"/>
        <w:ind w:left="1077"/>
      </w:pPr>
      <w:hyperlink r:id="rId19" w:history="1">
        <w:r w:rsidR="008D552B" w:rsidRPr="00DD4A6E">
          <w:rPr>
            <w:rStyle w:val="Hypertextovodkaz"/>
            <w:rFonts w:cs="Calibri"/>
          </w:rPr>
          <w:t>http://www.mdcr.cz/cs/Drazni_doprava/Seznam_pravnickych_osob/</w:t>
        </w:r>
      </w:hyperlink>
      <w:r w:rsidR="0035531B" w:rsidRPr="00DD4A6E">
        <w:t xml:space="preserve"> </w:t>
      </w:r>
    </w:p>
    <w:p w14:paraId="06C5759D" w14:textId="77777777" w:rsidR="0035531B" w:rsidRPr="004312F7" w:rsidRDefault="0035531B" w:rsidP="002C3265">
      <w:pPr>
        <w:pStyle w:val="Textbezslovn"/>
        <w:ind w:left="1077"/>
      </w:pPr>
      <w:r w:rsidRPr="004312F7">
        <w:t>Doklady</w:t>
      </w:r>
      <w:r w:rsidR="00092CC9" w:rsidRPr="004312F7">
        <w:t xml:space="preserve"> o </w:t>
      </w:r>
      <w:r w:rsidRPr="004312F7">
        <w:t>splnění výše uvedených povinností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C16C87B" w14:textId="2FCA8A18" w:rsidR="0095417F" w:rsidRDefault="0035531B" w:rsidP="00AE5FF1">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99627927"/>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5E1EA2CF"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864F71">
        <w:t>N</w:t>
      </w:r>
      <w:r w:rsidR="00864F71" w:rsidRPr="004B09BF">
        <w:t xml:space="preserve">abídka účastníka </w:t>
      </w:r>
      <w:r w:rsidR="00864F71">
        <w:t xml:space="preserve">výběrového </w:t>
      </w:r>
      <w:r w:rsidR="00864F71" w:rsidRPr="004B09BF">
        <w:t xml:space="preserve">řízení musí být mj. i v souladu se zákonem </w:t>
      </w:r>
      <w:r w:rsidR="00864F71">
        <w:t>č</w:t>
      </w:r>
      <w:r w:rsidR="00864F71" w:rsidRPr="000D22AD">
        <w:t>. 159/2006 Sb., o střetu zájmů, ve znění pozdějších předpisů</w:t>
      </w:r>
      <w:r w:rsidR="00864F71" w:rsidRPr="004B09BF">
        <w:t xml:space="preserve"> </w:t>
      </w:r>
      <w:r w:rsidR="00864F71">
        <w:t xml:space="preserve">(dále jen „zákon </w:t>
      </w:r>
      <w:r w:rsidR="00864F71" w:rsidRPr="004B09BF">
        <w:t>o střetu zájmů</w:t>
      </w:r>
      <w:r w:rsidR="00864F71">
        <w:t xml:space="preserve">“). Součástí formuláře </w:t>
      </w:r>
      <w:r w:rsidR="00864F71" w:rsidRPr="00B71CC3">
        <w:t>obsaženého v Příloze č. 1 t</w:t>
      </w:r>
      <w:r w:rsidR="00864F71">
        <w:t xml:space="preserve">éto Výzvy proto bude </w:t>
      </w:r>
      <w:r w:rsidR="00864F71" w:rsidRPr="000D22AD">
        <w:t xml:space="preserve">prohlášení ke střetu zájmů ve smyslu ustanovení § 4b zákona </w:t>
      </w:r>
      <w:r w:rsidR="00864F71">
        <w:t>o</w:t>
      </w:r>
      <w:r w:rsidR="00864F71" w:rsidRPr="000D22AD">
        <w:t xml:space="preserve"> střetu zájmů</w:t>
      </w:r>
      <w:r w:rsidR="00864F71">
        <w:t xml:space="preserve">. </w:t>
      </w:r>
      <w:r w:rsidR="00996972">
        <w:t xml:space="preserve">Zadavatel požaduje, aby dodavatel v tomto formuláři uvedl rovněž údaje o majetkové struktuře dodavatele a všech </w:t>
      </w:r>
      <w:r w:rsidR="004E177E">
        <w:t>jeho poddodavatelů.</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upřesněno jinak, je povinností dodavatele dodržet stavební </w:t>
      </w:r>
      <w:r>
        <w:lastRenderedPageBreak/>
        <w:t>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AA257A">
        <w:rPr>
          <w:rStyle w:val="Tun9b"/>
          <w:b w:val="0"/>
        </w:rPr>
        <w:lastRenderedPageBreak/>
        <w:t>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99627928"/>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99627929"/>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99627930"/>
      <w:r>
        <w:t>OBSAH</w:t>
      </w:r>
      <w:r w:rsidR="00845C50">
        <w:t xml:space="preserve"> </w:t>
      </w:r>
      <w:r w:rsidR="00776A8A">
        <w:t>A</w:t>
      </w:r>
      <w:r w:rsidR="00845C50">
        <w:t> </w:t>
      </w:r>
      <w:r>
        <w:t>PODÁVÁNÍ NABÍDEK</w:t>
      </w:r>
      <w:bookmarkEnd w:id="16"/>
      <w:r w:rsidR="00854DC9">
        <w:t xml:space="preserve"> </w:t>
      </w:r>
    </w:p>
    <w:p w14:paraId="0C940D92"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835F75">
        <w:rPr>
          <w:rFonts w:cs="Arial"/>
          <w:b/>
        </w:rPr>
        <w:t>Nabídky lze podat v termínu, který je uveden na profilu zadavatele:</w:t>
      </w:r>
      <w:r w:rsidRPr="00835F75">
        <w:rPr>
          <w:rFonts w:cs="Arial"/>
        </w:rPr>
        <w:t xml:space="preserve"> </w:t>
      </w:r>
      <w:hyperlink r:id="rId21" w:history="1">
        <w:r w:rsidRPr="00835F75">
          <w:rPr>
            <w:rStyle w:val="Hypertextovodkaz"/>
            <w:rFonts w:cs="Arial"/>
            <w:b/>
            <w:bCs/>
            <w:lang w:eastAsia="cs-CZ"/>
          </w:rPr>
          <w:t>https://zakazky.spravazeleznic.cz/</w:t>
        </w:r>
      </w:hyperlink>
      <w:r w:rsidRPr="00835F75">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6B5CA646" w:rsidR="00E135DC" w:rsidRPr="00C6079F" w:rsidRDefault="00E135DC" w:rsidP="00197B61">
      <w:pPr>
        <w:pStyle w:val="Text1-1"/>
        <w:rPr>
          <w:b/>
        </w:rPr>
      </w:pPr>
      <w:r w:rsidRPr="009714B4">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9714B4">
          <w:rPr>
            <w:rStyle w:val="Hypertextovodkaz"/>
          </w:rPr>
          <w:t>https://zakazky.spravazeleznic.cz/manual.html</w:t>
        </w:r>
      </w:hyperlink>
      <w:r w:rsidRPr="009714B4">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XDC (popis datového předpisu viz </w:t>
      </w:r>
      <w:hyperlink r:id="rId23" w:history="1">
        <w:r w:rsidR="00D4300E" w:rsidRPr="009714B4">
          <w:rPr>
            <w:rStyle w:val="Hypertextovodkaz"/>
            <w:noProof w:val="0"/>
          </w:rPr>
          <w:t>https://xdc.szdc.cz</w:t>
        </w:r>
      </w:hyperlink>
      <w:r w:rsidRPr="009714B4">
        <w:t xml:space="preserve">). </w:t>
      </w:r>
      <w:r w:rsidRPr="009714B4">
        <w:rPr>
          <w:b/>
        </w:rPr>
        <w:t>Oceněný Soupis prací bude dodavatelem v nabídce předložen pouze ve formátu XML (datový předpis XDC).</w:t>
      </w:r>
      <w:r w:rsidRPr="009714B4">
        <w:t xml:space="preserve"> V případě změn a doplnění zadávací dokumentace budou případné změny či úpravy Soupisu prací zadavatelem prováděny ve formátu XML </w:t>
      </w:r>
      <w:r w:rsidRPr="009714B4">
        <w:rPr>
          <w:rFonts w:ascii="Verdana" w:hAnsi="Verdana"/>
        </w:rPr>
        <w:t>a XLSX</w:t>
      </w:r>
      <w:r w:rsidRPr="009714B4">
        <w:t xml:space="preserve">.  Soupis prací ve formátu XML (datový předpis XDC) může dodavatel také vyplnit v modulu pro ocenění nabídkové ceny na zabezpečeném serveru </w:t>
      </w:r>
      <w:hyperlink r:id="rId24" w:history="1">
        <w:r w:rsidR="00D4300E" w:rsidRPr="009714B4">
          <w:rPr>
            <w:rStyle w:val="Hypertextovodkaz"/>
            <w:noProof w:val="0"/>
          </w:rPr>
          <w:t>https://xdc.szdc.cz</w:t>
        </w:r>
      </w:hyperlink>
      <w:r w:rsidRPr="009714B4">
        <w:t>.</w:t>
      </w:r>
    </w:p>
    <w:p w14:paraId="5C63B0E2" w14:textId="77777777" w:rsidR="00C6079F" w:rsidRPr="009714B4" w:rsidRDefault="00C6079F" w:rsidP="00C6079F">
      <w:pPr>
        <w:pStyle w:val="Text1-1"/>
        <w:numPr>
          <w:ilvl w:val="0"/>
          <w:numId w:val="0"/>
        </w:numPr>
        <w:ind w:left="737"/>
        <w:rPr>
          <w:b/>
        </w:rPr>
      </w:pPr>
    </w:p>
    <w:p w14:paraId="2B16212D" w14:textId="77777777" w:rsidR="0035531B" w:rsidRDefault="0035531B" w:rsidP="0035531B">
      <w:pPr>
        <w:pStyle w:val="Text1-1"/>
      </w:pPr>
      <w:r>
        <w:lastRenderedPageBreak/>
        <w:t>Nabídka bude předložena</w:t>
      </w:r>
      <w:r w:rsidR="00092CC9">
        <w:t xml:space="preserve"> v </w:t>
      </w:r>
      <w:r>
        <w:t>následující struktuře:</w:t>
      </w:r>
    </w:p>
    <w:p w14:paraId="0B037545" w14:textId="4180526A" w:rsidR="00695DAA" w:rsidRDefault="00695DAA" w:rsidP="00695DAA">
      <w:pPr>
        <w:pStyle w:val="Odrka1-1"/>
      </w:pPr>
      <w:r>
        <w:t>Všeobecné informace o dodavateli a jeho identifikační údaje, včetně prohlášení o akceptaci zadávacích podmínek,</w:t>
      </w:r>
      <w:r w:rsidR="003F370A">
        <w:t xml:space="preserve"> prohlášení k zakázaným dohodám, prohlášení ke střetu zájmů a údajů o majetkové struktuře,</w:t>
      </w:r>
      <w:r>
        <w:t xml:space="preserve">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497E1CE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w:t>
      </w:r>
      <w:r w:rsidRPr="00143478">
        <w:t>členů personálu dodavatele ve formě formuláře obsaženého příloze č. 6 této Výzvy, včetně požadovaných příloh</w:t>
      </w:r>
      <w:r w:rsidR="00EE46F1">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4AAB639A" w:rsidR="0035531B" w:rsidRDefault="00695DAA" w:rsidP="00695DAA">
      <w:pPr>
        <w:pStyle w:val="Odrka1-1"/>
      </w:pPr>
      <w:r>
        <w:t xml:space="preserve">Oceněný Soupis prací </w:t>
      </w:r>
      <w:r w:rsidR="00E135DC">
        <w:t xml:space="preserve">obsažený </w:t>
      </w:r>
      <w:r>
        <w:t>v Dílu 4 zadávací dokumentace</w:t>
      </w:r>
      <w:r w:rsidR="00BB7390">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w:t>
      </w:r>
      <w:r w:rsidRPr="00695DAA">
        <w:rPr>
          <w:rStyle w:val="Tun9b"/>
          <w:b w:val="0"/>
        </w:rPr>
        <w:lastRenderedPageBreak/>
        <w:t>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99627931"/>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77EF5349" w:rsidR="00F67F82" w:rsidRPr="00747CE1" w:rsidRDefault="00CB0891" w:rsidP="00747CE1">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t>oceněném Soupisu prací</w:t>
      </w:r>
      <w:r w:rsidRPr="004C086E">
        <w:t xml:space="preserve"> bude mít přednost nabídková cena uvedená v návrhu Smlouvy o dílo</w:t>
      </w:r>
      <w:r>
        <w:t>.</w:t>
      </w:r>
    </w:p>
    <w:p w14:paraId="2143763E" w14:textId="77777777" w:rsidR="0035531B" w:rsidRDefault="0035531B" w:rsidP="004C086E">
      <w:pPr>
        <w:pStyle w:val="Nadpis1-1"/>
      </w:pPr>
      <w:bookmarkStart w:id="18" w:name="_Toc99627932"/>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w:t>
      </w:r>
      <w:r w:rsidRPr="004C086E">
        <w:lastRenderedPageBreak/>
        <w:t>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193082F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w:t>
      </w:r>
      <w:r w:rsidRPr="00DB1073">
        <w:t xml:space="preserve">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DB1073">
        <w:t xml:space="preserve">či pojistné </w:t>
      </w:r>
      <w:r w:rsidRPr="00DB1073">
        <w:t>záruky k zajištění plnění Smlouvy (</w:t>
      </w:r>
      <w:r w:rsidR="00903469" w:rsidRPr="00DB1073">
        <w:t>Bankovní záruka za provedení Díla a Pojistná záruka za provedení Díla</w:t>
      </w:r>
      <w:r w:rsidRPr="00DB1073">
        <w:t>).</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99627933"/>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99627934"/>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99627935"/>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w:t>
      </w:r>
      <w:r w:rsidRPr="007B3D4D">
        <w:lastRenderedPageBreak/>
        <w:t>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99627936"/>
      <w:r>
        <w:t xml:space="preserve">ZRUŠENÍ </w:t>
      </w:r>
      <w:r w:rsidR="001472A9">
        <w:t xml:space="preserve">VÝBĚROVÉHO </w:t>
      </w:r>
      <w:r>
        <w:t>ŘÍZENÍ</w:t>
      </w:r>
      <w:bookmarkEnd w:id="22"/>
    </w:p>
    <w:p w14:paraId="16756054" w14:textId="77777777" w:rsidR="0035531B" w:rsidRPr="000A497B" w:rsidRDefault="007B3D4D" w:rsidP="007B3D4D">
      <w:pPr>
        <w:pStyle w:val="Text1-1"/>
      </w:pPr>
      <w:r w:rsidRPr="007B3D4D">
        <w:t xml:space="preserve">Zadavatel si vyhrazuje právo zrušit výběrové řízení této veřejné zakázky kdykoliv před </w:t>
      </w:r>
      <w:r w:rsidRPr="000A497B">
        <w:t>uzavřením smlouvy na plnění této veřejné zakázky, a to bez uvedení důvodu</w:t>
      </w:r>
      <w:r w:rsidR="0035531B" w:rsidRPr="000A497B">
        <w:t>.</w:t>
      </w:r>
    </w:p>
    <w:p w14:paraId="4D6C307F" w14:textId="30D717F8" w:rsidR="007B33F0" w:rsidRPr="00EC35E0" w:rsidRDefault="0085347D" w:rsidP="000A497B">
      <w:pPr>
        <w:pStyle w:val="Text1-1"/>
      </w:pPr>
      <w:r w:rsidRPr="007B3D4D">
        <w:t xml:space="preserve">Zadavatel si mimo jiné vyhrazuje právo zrušit výběrové řízení v případě, že k hodnocení připadnou pouze nabídky s nabídkovou cenou převyšující předpokládanou hodnotu </w:t>
      </w:r>
      <w:r w:rsidRPr="00AC3D7F">
        <w:t>zakázky</w:t>
      </w:r>
      <w:r>
        <w:t xml:space="preserve"> </w:t>
      </w:r>
      <w:r w:rsidRPr="007B3D4D">
        <w:t>uvedenou čl. 5.3 této Výzvy</w:t>
      </w:r>
      <w:r>
        <w:t>.</w:t>
      </w:r>
    </w:p>
    <w:p w14:paraId="4A8D6070" w14:textId="10DF9180" w:rsidR="0035531B" w:rsidRPr="00EC35E0" w:rsidRDefault="007B3D4D" w:rsidP="007B3D4D">
      <w:pPr>
        <w:pStyle w:val="Text1-1"/>
      </w:pPr>
      <w:r w:rsidRPr="00EC35E0">
        <w:t>Pokud bude nabídka vybraného dodavatele obsahovat nabídkovou cenu, která překročí režim veřejné zakázky, bude výběrové řízení zrušeno.</w:t>
      </w:r>
    </w:p>
    <w:p w14:paraId="2CB97C89" w14:textId="77777777" w:rsidR="0035531B" w:rsidRDefault="0035531B" w:rsidP="007038DC">
      <w:pPr>
        <w:pStyle w:val="Nadpis1-1"/>
      </w:pPr>
      <w:bookmarkStart w:id="23" w:name="_Toc99627937"/>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9BBD70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9769BA">
        <w:t>uvedené v článku 19.3</w:t>
      </w:r>
      <w:r w:rsidR="00CE036A" w:rsidRPr="009769BA">
        <w:t xml:space="preserve"> (s výjimkou bankovní </w:t>
      </w:r>
      <w:r w:rsidR="00903469" w:rsidRPr="009769BA">
        <w:t xml:space="preserve">či pojistné </w:t>
      </w:r>
      <w:r w:rsidR="00CE036A" w:rsidRPr="009769BA">
        <w:t>záruky)</w:t>
      </w:r>
      <w:r w:rsidRPr="009769BA">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49C803A0" w:rsidR="0035531B"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w:t>
      </w:r>
      <w:r w:rsidRPr="00C759F1">
        <w:lastRenderedPageBreak/>
        <w:t xml:space="preserve">o výběru dodavatele; originál bankovní </w:t>
      </w:r>
      <w:r w:rsidR="00903469">
        <w:t xml:space="preserve">nebo pojistné </w:t>
      </w:r>
      <w:r w:rsidRPr="00C759F1">
        <w:t>záruky musí být předložen elektronicky s</w:t>
      </w:r>
      <w:r>
        <w:t> </w:t>
      </w:r>
      <w:r w:rsidRPr="00C759F1">
        <w:t xml:space="preserve">elektronickým podpisem; </w:t>
      </w:r>
    </w:p>
    <w:p w14:paraId="31A56B39" w14:textId="35D7FC72"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DA6578">
        <w:t>specifikované plnění poskytnout</w:t>
      </w:r>
      <w:r w:rsidR="0035531B">
        <w:t xml:space="preserve">; </w:t>
      </w:r>
    </w:p>
    <w:p w14:paraId="63B0DA8D" w14:textId="659BEE5C" w:rsidR="00ED482E" w:rsidRDefault="00ED482E" w:rsidP="00C759F1">
      <w:pPr>
        <w:pStyle w:val="Odrka1-1"/>
      </w:pPr>
      <w:r>
        <w:t>v případě, že podalo nabídku více osob společně, předloží vybraný dodavatel smlouvu či jiný dokument obsahující zmocnění vedoucího společníka ve formátu umožňujícím editaci;</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2C140DFE" w14:textId="27DDE8AA" w:rsidR="00850825"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850825">
        <w:t>elektrických</w:t>
      </w:r>
      <w:r w:rsidR="00EC10AE" w:rsidRPr="00850825">
        <w:t xml:space="preserve"> </w:t>
      </w:r>
      <w:r w:rsidRPr="00850825">
        <w:t>UTZ železničních drah</w:t>
      </w:r>
      <w:r w:rsidR="00092CC9">
        <w:t xml:space="preserve"> v </w:t>
      </w:r>
      <w:r>
        <w:t>rozsahu:</w:t>
      </w:r>
    </w:p>
    <w:p w14:paraId="53E7ACED" w14:textId="77777777" w:rsidR="00850825" w:rsidRPr="00BB350D" w:rsidRDefault="00850825" w:rsidP="00850825">
      <w:pPr>
        <w:pStyle w:val="Odrka1-1"/>
        <w:tabs>
          <w:tab w:val="clear" w:pos="1077"/>
        </w:tabs>
        <w:ind w:left="1418" w:hanging="284"/>
      </w:pPr>
      <w:r w:rsidRPr="00BB350D">
        <w:t>elektrické sítě drah a elektrické rozvody drah,</w:t>
      </w:r>
    </w:p>
    <w:p w14:paraId="79E1E4CC" w14:textId="77777777" w:rsidR="00850825" w:rsidRPr="00BB350D" w:rsidRDefault="00850825" w:rsidP="00850825">
      <w:pPr>
        <w:pStyle w:val="Odrka1-1"/>
        <w:tabs>
          <w:tab w:val="clear" w:pos="1077"/>
        </w:tabs>
        <w:ind w:left="1418" w:hanging="284"/>
      </w:pPr>
      <w:r w:rsidRPr="00BB350D">
        <w:t>elektrická rozvodná zařízení drah a elektrické stanice drah,</w:t>
      </w:r>
    </w:p>
    <w:p w14:paraId="68E64A8F" w14:textId="77777777" w:rsidR="00850825" w:rsidRPr="00BB350D" w:rsidRDefault="00850825" w:rsidP="00850825">
      <w:pPr>
        <w:pStyle w:val="Odrka1-1"/>
        <w:tabs>
          <w:tab w:val="clear" w:pos="1077"/>
        </w:tabs>
        <w:ind w:left="1418" w:hanging="284"/>
      </w:pPr>
      <w:r w:rsidRPr="00BB350D">
        <w:t>silnoproudá zařízení drážní zabezpečovací, sdělovací, požární, signalizační a 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77C85755" w14:textId="77777777" w:rsidR="0035531B" w:rsidRDefault="0035531B" w:rsidP="00B77C6D">
      <w:pPr>
        <w:pStyle w:val="Nadpis1-1"/>
      </w:pPr>
      <w:bookmarkStart w:id="24" w:name="_Toc99627938"/>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w:t>
      </w:r>
      <w:r w:rsidRPr="00484026">
        <w:lastRenderedPageBreak/>
        <w:t>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5" w:name="_Toc59538672"/>
      <w:bookmarkStart w:id="26" w:name="_Toc61886759"/>
      <w:bookmarkStart w:id="27" w:name="_Toc99627939"/>
      <w:r>
        <w:t>SOCIÁLNĚ A ENVIRO</w:t>
      </w:r>
      <w:r w:rsidR="00BD6903">
        <w:t>N</w:t>
      </w:r>
      <w:r>
        <w:t>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3DAF27A6"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CF248F">
        <w:t>článku 4.</w:t>
      </w:r>
      <w:r w:rsidR="00FE063F" w:rsidRPr="00CF248F">
        <w:t>9</w:t>
      </w:r>
      <w:r w:rsidRPr="00CF248F">
        <w:t xml:space="preserve"> závazného</w:t>
      </w:r>
      <w:r>
        <w:t xml:space="preserve"> vzoru smlouvy, který je dílem 2 zadávací dokumentace</w:t>
      </w:r>
      <w:r w:rsidR="00BD0212">
        <w:t>.</w:t>
      </w:r>
    </w:p>
    <w:p w14:paraId="2C964DD9" w14:textId="77777777" w:rsidR="0035531B" w:rsidRDefault="0035531B" w:rsidP="00564DDD">
      <w:pPr>
        <w:pStyle w:val="Nadpis1-1"/>
      </w:pPr>
      <w:bookmarkStart w:id="28" w:name="_Toc99627940"/>
      <w:r>
        <w:t xml:space="preserve">PŘÍLOHY </w:t>
      </w:r>
      <w:r w:rsidR="001472A9">
        <w:t>TÉTO VÝZVY</w:t>
      </w:r>
      <w:bookmarkEnd w:id="28"/>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058169AB" w:rsidR="0035531B" w:rsidRDefault="0035531B" w:rsidP="00564DDD">
      <w:pPr>
        <w:pStyle w:val="Textbezslovn"/>
        <w:spacing w:after="0"/>
      </w:pPr>
    </w:p>
    <w:p w14:paraId="50BF8808" w14:textId="77777777" w:rsidR="00C6079F" w:rsidRDefault="00C6079F" w:rsidP="00564DDD">
      <w:pPr>
        <w:pStyle w:val="Textbezslovn"/>
        <w:spacing w:after="0"/>
      </w:pPr>
    </w:p>
    <w:p w14:paraId="46DB3EA7" w14:textId="77777777" w:rsidR="00C6079F" w:rsidRDefault="00C6079F" w:rsidP="00564DDD">
      <w:pPr>
        <w:pStyle w:val="Textbezslovn"/>
        <w:spacing w:after="0"/>
      </w:pPr>
    </w:p>
    <w:p w14:paraId="4D878B98" w14:textId="435C64F4" w:rsidR="0035531B" w:rsidRDefault="0035531B" w:rsidP="00564DDD">
      <w:pPr>
        <w:pStyle w:val="Textbezslovn"/>
        <w:spacing w:after="0"/>
      </w:pPr>
      <w:r w:rsidRPr="005D7865">
        <w:lastRenderedPageBreak/>
        <w:t>V</w:t>
      </w:r>
      <w:r w:rsidR="00B36181" w:rsidRPr="005D7865">
        <w:t> </w:t>
      </w:r>
      <w:r w:rsidRPr="005D7865">
        <w:t>Praze</w:t>
      </w:r>
      <w:r>
        <w:t xml:space="preserv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4C25C872" w:rsidR="0035531B" w:rsidRDefault="0035531B" w:rsidP="00564DDD">
      <w:pPr>
        <w:pStyle w:val="Textbezslovn"/>
        <w:spacing w:after="0"/>
      </w:pPr>
    </w:p>
    <w:p w14:paraId="6087A9AF" w14:textId="4A6759F8" w:rsidR="005D7865" w:rsidRDefault="005D7865" w:rsidP="00564DDD">
      <w:pPr>
        <w:pStyle w:val="Textbezslovn"/>
        <w:spacing w:after="0"/>
      </w:pPr>
    </w:p>
    <w:p w14:paraId="79F35C3A" w14:textId="40546DDB" w:rsidR="005D7865" w:rsidRDefault="005D7865" w:rsidP="00564DDD">
      <w:pPr>
        <w:pStyle w:val="Textbezslovn"/>
        <w:spacing w:after="0"/>
      </w:pPr>
    </w:p>
    <w:p w14:paraId="02074E11" w14:textId="77777777" w:rsidR="005D7865" w:rsidRDefault="005D7865" w:rsidP="00564DDD">
      <w:pPr>
        <w:pStyle w:val="Textbezslovn"/>
        <w:spacing w:after="0"/>
      </w:pPr>
    </w:p>
    <w:p w14:paraId="4D0EFDF3" w14:textId="77777777" w:rsidR="00474A69" w:rsidRDefault="00474A69" w:rsidP="00474A69">
      <w:pPr>
        <w:pStyle w:val="Textbezslovn"/>
        <w:spacing w:after="0"/>
      </w:pPr>
      <w:r>
        <w:t>…………………………………………….</w:t>
      </w:r>
    </w:p>
    <w:p w14:paraId="69E4215D" w14:textId="77777777" w:rsidR="0031681C" w:rsidRPr="0097276F" w:rsidRDefault="0031681C" w:rsidP="0031681C">
      <w:pPr>
        <w:pStyle w:val="Textbezslovn"/>
        <w:spacing w:after="0"/>
        <w:rPr>
          <w:b/>
        </w:rPr>
      </w:pPr>
      <w:r w:rsidRPr="0097276F">
        <w:rPr>
          <w:b/>
        </w:rPr>
        <w:t>Ing. Mojmír Nejezchleb</w:t>
      </w:r>
    </w:p>
    <w:p w14:paraId="6FE0DBAD" w14:textId="77777777" w:rsidR="0031681C" w:rsidRPr="005D7865" w:rsidRDefault="0031681C" w:rsidP="0031681C">
      <w:pPr>
        <w:pStyle w:val="Textbezslovn"/>
        <w:spacing w:after="0"/>
      </w:pPr>
      <w:r w:rsidRPr="005D7865">
        <w:t>náměstek generálního ředitele pro modernizaci dráhy</w:t>
      </w:r>
    </w:p>
    <w:p w14:paraId="749CC2F3" w14:textId="7C9EDBD9" w:rsidR="00564DDD" w:rsidRDefault="0031681C" w:rsidP="0031681C">
      <w:pPr>
        <w:pStyle w:val="Textbezslovn"/>
        <w:spacing w:after="0"/>
      </w:pPr>
      <w:r w:rsidRPr="005D7865">
        <w:t>Správa železnic, státní organizace</w:t>
      </w:r>
      <w:r>
        <w:t xml:space="preserv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6521B0BD" w:rsidR="008C65E0" w:rsidRDefault="006A6AF2" w:rsidP="006A6AF2">
      <w:pPr>
        <w:pStyle w:val="Textbezslovn"/>
        <w:ind w:left="0"/>
      </w:pPr>
      <w:r w:rsidRPr="006A6AF2">
        <w:t xml:space="preserve">Řádně jsme se seznámili se zněním zadávacích podmínek veřejné zakázky s názvem </w:t>
      </w:r>
      <w:r w:rsidR="00E52D9C" w:rsidRPr="00E52D9C">
        <w:rPr>
          <w:b/>
        </w:rPr>
        <w:t>„Rekonstrukce výp</w:t>
      </w:r>
      <w:r w:rsidR="007C0CA1">
        <w:rPr>
          <w:b/>
        </w:rPr>
        <w:t>ravní budovy v žst. Chodov</w:t>
      </w:r>
      <w:r w:rsidR="00E52D9C" w:rsidRPr="00E52D9C">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77777777" w:rsidR="00ED482E" w:rsidRDefault="00ED482E" w:rsidP="00ED482E">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7AAD52D" w14:textId="7001661C" w:rsidR="00ED482E" w:rsidRDefault="00ED482E" w:rsidP="00ED482E">
      <w:pPr>
        <w:pStyle w:val="Textbezslovn"/>
        <w:ind w:left="0"/>
      </w:pPr>
      <w:r>
        <w:t>Dodavatel níže uvede údaje o majetkové struktuře dodavatele a všech</w:t>
      </w:r>
      <w:r w:rsidR="00A81304">
        <w:t xml:space="preserve"> jeho</w:t>
      </w:r>
      <w:r>
        <w:t xml:space="preserve"> </w:t>
      </w:r>
      <w:r w:rsidR="00A81304">
        <w:t xml:space="preserve">poddodavatelů: </w:t>
      </w:r>
      <w:r>
        <w:t>[</w:t>
      </w:r>
      <w:r w:rsidRPr="00564DDD">
        <w:rPr>
          <w:highlight w:val="yellow"/>
        </w:rPr>
        <w:t>DOPLNÍ DODAVATEL</w:t>
      </w:r>
      <w: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w:t>
            </w:r>
            <w:r w:rsidRPr="001521B5">
              <w:rPr>
                <w:b/>
              </w:rPr>
              <w:t>h 5 le</w:t>
            </w:r>
            <w:r w:rsidRPr="00AD792A">
              <w:rPr>
                <w:b/>
              </w:rPr>
              <w:t>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2"/>
    <w:bookmarkEnd w:id="3"/>
    <w:bookmarkEnd w:id="4"/>
    <w:bookmarkEnd w:id="5"/>
    <w:p w14:paraId="6BB43FFE" w14:textId="3FAE0E8A" w:rsidR="00C643DC" w:rsidRDefault="00C643DC" w:rsidP="00307641">
      <w:pPr>
        <w:pStyle w:val="Textbezslovn"/>
      </w:pPr>
    </w:p>
    <w:p w14:paraId="1370A398" w14:textId="40BF36EA" w:rsidR="00C643DC" w:rsidRDefault="00C643DC" w:rsidP="00C643DC"/>
    <w:p w14:paraId="02AA846E" w14:textId="67F14E00" w:rsidR="0035531B" w:rsidRPr="00C643DC" w:rsidRDefault="00C643DC" w:rsidP="00C643DC">
      <w:pPr>
        <w:tabs>
          <w:tab w:val="left" w:pos="6810"/>
        </w:tabs>
      </w:pPr>
      <w:r>
        <w:tab/>
      </w:r>
    </w:p>
    <w:sectPr w:rsidR="0035531B" w:rsidRPr="00C643DC"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0F427" w14:textId="77777777" w:rsidR="007500B7" w:rsidRDefault="007500B7" w:rsidP="00962258">
      <w:pPr>
        <w:spacing w:after="0" w:line="240" w:lineRule="auto"/>
      </w:pPr>
      <w:r>
        <w:separator/>
      </w:r>
    </w:p>
  </w:endnote>
  <w:endnote w:type="continuationSeparator" w:id="0">
    <w:p w14:paraId="0D4C955D" w14:textId="77777777" w:rsidR="007500B7" w:rsidRDefault="007500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07A5" w14:paraId="37A946DC" w14:textId="77777777" w:rsidTr="00EB46E5">
      <w:tc>
        <w:tcPr>
          <w:tcW w:w="1361" w:type="dxa"/>
          <w:tcMar>
            <w:left w:w="0" w:type="dxa"/>
            <w:right w:w="0" w:type="dxa"/>
          </w:tcMar>
          <w:vAlign w:val="bottom"/>
        </w:tcPr>
        <w:p w14:paraId="2190B37E" w14:textId="3CEDD88A" w:rsidR="000407A5" w:rsidRPr="00B8518B" w:rsidRDefault="000407A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53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533">
            <w:rPr>
              <w:rStyle w:val="slostrnky"/>
              <w:noProof/>
            </w:rPr>
            <w:t>36</w:t>
          </w:r>
          <w:r w:rsidRPr="00B8518B">
            <w:rPr>
              <w:rStyle w:val="slostrnky"/>
            </w:rPr>
            <w:fldChar w:fldCharType="end"/>
          </w:r>
        </w:p>
      </w:tc>
      <w:tc>
        <w:tcPr>
          <w:tcW w:w="284" w:type="dxa"/>
          <w:shd w:val="clear" w:color="auto" w:fill="auto"/>
          <w:tcMar>
            <w:left w:w="0" w:type="dxa"/>
            <w:right w:w="0" w:type="dxa"/>
          </w:tcMar>
        </w:tcPr>
        <w:p w14:paraId="4742B965" w14:textId="77777777" w:rsidR="000407A5" w:rsidRDefault="000407A5" w:rsidP="00B8518B">
          <w:pPr>
            <w:pStyle w:val="Zpat"/>
          </w:pPr>
        </w:p>
      </w:tc>
      <w:tc>
        <w:tcPr>
          <w:tcW w:w="425" w:type="dxa"/>
          <w:shd w:val="clear" w:color="auto" w:fill="auto"/>
          <w:tcMar>
            <w:left w:w="0" w:type="dxa"/>
            <w:right w:w="0" w:type="dxa"/>
          </w:tcMar>
        </w:tcPr>
        <w:p w14:paraId="65CF429D" w14:textId="77777777" w:rsidR="000407A5" w:rsidRDefault="000407A5" w:rsidP="00B8518B">
          <w:pPr>
            <w:pStyle w:val="Zpat"/>
          </w:pPr>
        </w:p>
      </w:tc>
      <w:tc>
        <w:tcPr>
          <w:tcW w:w="8505" w:type="dxa"/>
        </w:tcPr>
        <w:p w14:paraId="5B3B6297" w14:textId="08AFA085" w:rsidR="000407A5" w:rsidRDefault="000407A5" w:rsidP="00EB46E5">
          <w:pPr>
            <w:pStyle w:val="Zpat0"/>
          </w:pPr>
          <w:r w:rsidRPr="00082B24">
            <w:t>„</w:t>
          </w:r>
          <w:r w:rsidRPr="009807EA">
            <w:t xml:space="preserve">Rekonstrukce výpravní budovy </w:t>
          </w:r>
          <w:r>
            <w:t>v žst. Chodov</w:t>
          </w:r>
          <w:r w:rsidRPr="00082B24">
            <w:t>“</w:t>
          </w:r>
        </w:p>
        <w:p w14:paraId="104227BB" w14:textId="77777777" w:rsidR="000407A5" w:rsidRDefault="000407A5" w:rsidP="00EB46E5">
          <w:pPr>
            <w:pStyle w:val="Zpat0"/>
          </w:pPr>
          <w:r>
            <w:t>Díl 1 – VÝZVA K PODÁNÍ NABÍDKY</w:t>
          </w:r>
        </w:p>
        <w:p w14:paraId="54FAE17C" w14:textId="77777777" w:rsidR="000407A5" w:rsidRDefault="000407A5" w:rsidP="0035531B">
          <w:pPr>
            <w:pStyle w:val="Zpat0"/>
          </w:pPr>
        </w:p>
      </w:tc>
    </w:tr>
  </w:tbl>
  <w:p w14:paraId="74104694" w14:textId="77777777" w:rsidR="000407A5" w:rsidRPr="00B8518B" w:rsidRDefault="000407A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2D4EF5A3" w:rsidR="000407A5" w:rsidRPr="00B8518B" w:rsidRDefault="000407A5" w:rsidP="00460660">
    <w:pPr>
      <w:pStyle w:val="Zpat"/>
      <w:rPr>
        <w:sz w:val="2"/>
        <w:szCs w:val="2"/>
      </w:rPr>
    </w:pPr>
  </w:p>
  <w:p w14:paraId="56F2ECE0" w14:textId="77777777" w:rsidR="000407A5" w:rsidRPr="00460660" w:rsidRDefault="000407A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95225" w14:textId="77777777" w:rsidR="007500B7" w:rsidRDefault="007500B7" w:rsidP="00962258">
      <w:pPr>
        <w:spacing w:after="0" w:line="240" w:lineRule="auto"/>
      </w:pPr>
      <w:r>
        <w:separator/>
      </w:r>
    </w:p>
  </w:footnote>
  <w:footnote w:type="continuationSeparator" w:id="0">
    <w:p w14:paraId="6D9D6323" w14:textId="77777777" w:rsidR="007500B7" w:rsidRDefault="007500B7" w:rsidP="00962258">
      <w:pPr>
        <w:spacing w:after="0" w:line="240" w:lineRule="auto"/>
      </w:pPr>
      <w:r>
        <w:continuationSeparator/>
      </w:r>
    </w:p>
  </w:footnote>
  <w:footnote w:id="1">
    <w:p w14:paraId="3A0B1714" w14:textId="77777777" w:rsidR="000407A5" w:rsidRDefault="000407A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0407A5" w:rsidRDefault="000407A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0407A5" w:rsidRDefault="000407A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0407A5" w:rsidRDefault="000407A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07A5" w14:paraId="60CBEB0F" w14:textId="77777777" w:rsidTr="00C02D0A">
      <w:trPr>
        <w:trHeight w:hRule="exact" w:val="454"/>
      </w:trPr>
      <w:tc>
        <w:tcPr>
          <w:tcW w:w="1361" w:type="dxa"/>
          <w:tcMar>
            <w:top w:w="57" w:type="dxa"/>
            <w:left w:w="0" w:type="dxa"/>
            <w:right w:w="0" w:type="dxa"/>
          </w:tcMar>
        </w:tcPr>
        <w:p w14:paraId="7C770B92" w14:textId="77777777" w:rsidR="000407A5" w:rsidRPr="00B8518B" w:rsidRDefault="000407A5" w:rsidP="00523EA7">
          <w:pPr>
            <w:pStyle w:val="Zpat"/>
            <w:rPr>
              <w:rStyle w:val="slostrnky"/>
            </w:rPr>
          </w:pPr>
        </w:p>
      </w:tc>
      <w:tc>
        <w:tcPr>
          <w:tcW w:w="3458" w:type="dxa"/>
          <w:shd w:val="clear" w:color="auto" w:fill="auto"/>
          <w:tcMar>
            <w:top w:w="57" w:type="dxa"/>
            <w:left w:w="0" w:type="dxa"/>
            <w:right w:w="0" w:type="dxa"/>
          </w:tcMar>
        </w:tcPr>
        <w:p w14:paraId="7E03E08A" w14:textId="77777777" w:rsidR="000407A5" w:rsidRDefault="000407A5" w:rsidP="00523EA7">
          <w:pPr>
            <w:pStyle w:val="Zpat"/>
          </w:pPr>
        </w:p>
      </w:tc>
      <w:tc>
        <w:tcPr>
          <w:tcW w:w="5698" w:type="dxa"/>
          <w:shd w:val="clear" w:color="auto" w:fill="auto"/>
          <w:tcMar>
            <w:top w:w="57" w:type="dxa"/>
            <w:left w:w="0" w:type="dxa"/>
            <w:right w:w="0" w:type="dxa"/>
          </w:tcMar>
        </w:tcPr>
        <w:p w14:paraId="75C9FBC0" w14:textId="77777777" w:rsidR="000407A5" w:rsidRPr="00D6163D" w:rsidRDefault="000407A5" w:rsidP="00D6163D">
          <w:pPr>
            <w:pStyle w:val="Druhdokumentu"/>
          </w:pPr>
        </w:p>
      </w:tc>
    </w:tr>
  </w:tbl>
  <w:p w14:paraId="0A059776" w14:textId="77777777" w:rsidR="000407A5" w:rsidRPr="00D6163D" w:rsidRDefault="000407A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07A5" w14:paraId="0DF4D5D3" w14:textId="77777777" w:rsidTr="00B22106">
      <w:trPr>
        <w:trHeight w:hRule="exact" w:val="936"/>
      </w:trPr>
      <w:tc>
        <w:tcPr>
          <w:tcW w:w="1361" w:type="dxa"/>
          <w:tcMar>
            <w:left w:w="0" w:type="dxa"/>
            <w:right w:w="0" w:type="dxa"/>
          </w:tcMar>
        </w:tcPr>
        <w:p w14:paraId="0A2E381C" w14:textId="77777777" w:rsidR="000407A5" w:rsidRPr="00B8518B" w:rsidRDefault="000407A5" w:rsidP="00FC6389">
          <w:pPr>
            <w:pStyle w:val="Zpat"/>
            <w:rPr>
              <w:rStyle w:val="slostrnky"/>
            </w:rPr>
          </w:pPr>
        </w:p>
      </w:tc>
      <w:tc>
        <w:tcPr>
          <w:tcW w:w="3458" w:type="dxa"/>
          <w:shd w:val="clear" w:color="auto" w:fill="auto"/>
          <w:tcMar>
            <w:left w:w="0" w:type="dxa"/>
            <w:right w:w="0" w:type="dxa"/>
          </w:tcMar>
        </w:tcPr>
        <w:p w14:paraId="2A2B34BC" w14:textId="77777777" w:rsidR="000407A5" w:rsidRDefault="000407A5" w:rsidP="00FC6389">
          <w:pPr>
            <w:pStyle w:val="Zpat"/>
          </w:pPr>
        </w:p>
        <w:p w14:paraId="5692CA5E" w14:textId="77777777" w:rsidR="000407A5" w:rsidRDefault="000407A5" w:rsidP="0023206D"/>
        <w:p w14:paraId="586A4938" w14:textId="77777777" w:rsidR="000407A5" w:rsidRDefault="000407A5" w:rsidP="0023206D"/>
        <w:p w14:paraId="0087D7B8" w14:textId="77777777" w:rsidR="000407A5" w:rsidRPr="0023206D" w:rsidRDefault="000407A5"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0407A5" w:rsidRPr="00D6163D" w:rsidRDefault="000407A5" w:rsidP="00FC6389">
          <w:pPr>
            <w:pStyle w:val="Druhdokumentu"/>
          </w:pPr>
        </w:p>
      </w:tc>
    </w:tr>
    <w:tr w:rsidR="000407A5" w14:paraId="1E808196" w14:textId="77777777" w:rsidTr="00B22106">
      <w:trPr>
        <w:trHeight w:hRule="exact" w:val="936"/>
      </w:trPr>
      <w:tc>
        <w:tcPr>
          <w:tcW w:w="1361" w:type="dxa"/>
          <w:tcMar>
            <w:left w:w="0" w:type="dxa"/>
            <w:right w:w="0" w:type="dxa"/>
          </w:tcMar>
        </w:tcPr>
        <w:p w14:paraId="04BBA6B2" w14:textId="77777777" w:rsidR="000407A5" w:rsidRPr="00B8518B" w:rsidRDefault="000407A5" w:rsidP="00FC6389">
          <w:pPr>
            <w:pStyle w:val="Zpat"/>
            <w:rPr>
              <w:rStyle w:val="slostrnky"/>
            </w:rPr>
          </w:pPr>
        </w:p>
      </w:tc>
      <w:tc>
        <w:tcPr>
          <w:tcW w:w="3458" w:type="dxa"/>
          <w:shd w:val="clear" w:color="auto" w:fill="auto"/>
          <w:tcMar>
            <w:left w:w="0" w:type="dxa"/>
            <w:right w:w="0" w:type="dxa"/>
          </w:tcMar>
        </w:tcPr>
        <w:p w14:paraId="2DF6A021" w14:textId="77777777" w:rsidR="000407A5" w:rsidRDefault="000407A5" w:rsidP="00FC6389">
          <w:pPr>
            <w:pStyle w:val="Zpat"/>
          </w:pPr>
        </w:p>
      </w:tc>
      <w:tc>
        <w:tcPr>
          <w:tcW w:w="5756" w:type="dxa"/>
          <w:shd w:val="clear" w:color="auto" w:fill="auto"/>
          <w:tcMar>
            <w:left w:w="0" w:type="dxa"/>
            <w:right w:w="0" w:type="dxa"/>
          </w:tcMar>
        </w:tcPr>
        <w:p w14:paraId="6969E4EF" w14:textId="77777777" w:rsidR="000407A5" w:rsidRPr="00D6163D" w:rsidRDefault="000407A5" w:rsidP="00FC6389">
          <w:pPr>
            <w:pStyle w:val="Druhdokumentu"/>
          </w:pPr>
        </w:p>
      </w:tc>
    </w:tr>
  </w:tbl>
  <w:p w14:paraId="42F82C63" w14:textId="77777777" w:rsidR="000407A5" w:rsidRPr="00460660" w:rsidRDefault="000407A5"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DD1"/>
    <w:multiLevelType w:val="hybridMultilevel"/>
    <w:tmpl w:val="275A308C"/>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7D0CC8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982A19"/>
    <w:multiLevelType w:val="hybridMultilevel"/>
    <w:tmpl w:val="8E002E28"/>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3E7CC6"/>
    <w:multiLevelType w:val="hybridMultilevel"/>
    <w:tmpl w:val="F946B45A"/>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113E3D4F"/>
    <w:multiLevelType w:val="hybridMultilevel"/>
    <w:tmpl w:val="76FABAF4"/>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0C480B"/>
    <w:multiLevelType w:val="hybridMultilevel"/>
    <w:tmpl w:val="2F5A19BE"/>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AA85800"/>
    <w:multiLevelType w:val="hybridMultilevel"/>
    <w:tmpl w:val="8BA6D8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03D74FB"/>
    <w:multiLevelType w:val="hybridMultilevel"/>
    <w:tmpl w:val="0C741124"/>
    <w:lvl w:ilvl="0" w:tplc="6E9E34B2">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7E16E0"/>
    <w:multiLevelType w:val="hybridMultilevel"/>
    <w:tmpl w:val="7ECCD316"/>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6635236"/>
    <w:multiLevelType w:val="hybridMultilevel"/>
    <w:tmpl w:val="4ED6D534"/>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AA389E"/>
    <w:multiLevelType w:val="hybridMultilevel"/>
    <w:tmpl w:val="38E88CF2"/>
    <w:lvl w:ilvl="0" w:tplc="BB02B742">
      <w:start w:val="1"/>
      <w:numFmt w:val="lowerLetter"/>
      <w:lvlText w:val="%1)"/>
      <w:lvlJc w:val="left"/>
      <w:pPr>
        <w:ind w:left="720" w:hanging="360"/>
      </w:pPr>
      <w:rPr>
        <w:rFonts w:eastAsia="Times New Roman"/>
        <w:b/>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0" w15:restartNumberingAfterBreak="0">
    <w:nsid w:val="5C591402"/>
    <w:multiLevelType w:val="hybridMultilevel"/>
    <w:tmpl w:val="6EB0D0FE"/>
    <w:lvl w:ilvl="0" w:tplc="6E9E34B2">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1" w15:restartNumberingAfterBreak="0">
    <w:nsid w:val="63492821"/>
    <w:multiLevelType w:val="hybridMultilevel"/>
    <w:tmpl w:val="74984708"/>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070991"/>
    <w:multiLevelType w:val="multilevel"/>
    <w:tmpl w:val="CABE99FC"/>
    <w:numStyleLink w:val="ListNumbermultilevel"/>
  </w:abstractNum>
  <w:abstractNum w:abstractNumId="2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2C6475"/>
    <w:multiLevelType w:val="hybridMultilevel"/>
    <w:tmpl w:val="62909C7A"/>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F96A39"/>
    <w:multiLevelType w:val="hybridMultilevel"/>
    <w:tmpl w:val="A906EAA6"/>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
  </w:num>
  <w:num w:numId="3">
    <w:abstractNumId w:val="23"/>
  </w:num>
  <w:num w:numId="4">
    <w:abstractNumId w:val="8"/>
  </w:num>
  <w:num w:numId="5">
    <w:abstractNumId w:val="1"/>
  </w:num>
  <w:num w:numId="6">
    <w:abstractNumId w:val="12"/>
  </w:num>
  <w:num w:numId="7">
    <w:abstractNumId w:val="16"/>
  </w:num>
  <w:num w:numId="8">
    <w:abstractNumId w:val="13"/>
  </w:num>
  <w:num w:numId="9">
    <w:abstractNumId w:val="24"/>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5"/>
  </w:num>
  <w:num w:numId="18">
    <w:abstractNumId w:val="1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8"/>
  </w:num>
  <w:num w:numId="26">
    <w:abstractNumId w:val="17"/>
  </w:num>
  <w:num w:numId="27">
    <w:abstractNumId w:val="4"/>
  </w:num>
  <w:num w:numId="28">
    <w:abstractNumId w:val="6"/>
  </w:num>
  <w:num w:numId="29">
    <w:abstractNumId w:val="26"/>
  </w:num>
  <w:num w:numId="30">
    <w:abstractNumId w:val="21"/>
  </w:num>
  <w:num w:numId="31">
    <w:abstractNumId w:val="25"/>
  </w:num>
  <w:num w:numId="32">
    <w:abstractNumId w:val="0"/>
  </w:num>
  <w:num w:numId="33">
    <w:abstractNumId w:val="14"/>
  </w:num>
  <w:num w:numId="34">
    <w:abstractNumId w:val="3"/>
  </w:num>
  <w:num w:numId="35">
    <w:abstractNumId w:val="7"/>
  </w:num>
  <w:num w:numId="36">
    <w:abstractNumId w:val="20"/>
  </w:num>
  <w:num w:numId="37">
    <w:abstractNumId w:val="13"/>
  </w:num>
  <w:num w:numId="38">
    <w:abstractNumId w:val="11"/>
  </w:num>
  <w:num w:numId="39">
    <w:abstractNumId w:val="13"/>
  </w:num>
  <w:num w:numId="40">
    <w:abstractNumId w:val="13"/>
  </w:num>
  <w:num w:numId="4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3B01"/>
    <w:rsid w:val="000041B1"/>
    <w:rsid w:val="000043BB"/>
    <w:rsid w:val="000151FD"/>
    <w:rsid w:val="000174E8"/>
    <w:rsid w:val="00017F3C"/>
    <w:rsid w:val="00025952"/>
    <w:rsid w:val="000263A3"/>
    <w:rsid w:val="0002768F"/>
    <w:rsid w:val="00030C37"/>
    <w:rsid w:val="000338E9"/>
    <w:rsid w:val="00033E15"/>
    <w:rsid w:val="000407A5"/>
    <w:rsid w:val="00041674"/>
    <w:rsid w:val="00041715"/>
    <w:rsid w:val="00041EC8"/>
    <w:rsid w:val="00041FC8"/>
    <w:rsid w:val="000435FD"/>
    <w:rsid w:val="00045212"/>
    <w:rsid w:val="00046545"/>
    <w:rsid w:val="00046D70"/>
    <w:rsid w:val="00050550"/>
    <w:rsid w:val="0005287E"/>
    <w:rsid w:val="0006499F"/>
    <w:rsid w:val="0006588D"/>
    <w:rsid w:val="0006675C"/>
    <w:rsid w:val="00067A5E"/>
    <w:rsid w:val="00067EE3"/>
    <w:rsid w:val="0007139B"/>
    <w:rsid w:val="00071721"/>
    <w:rsid w:val="000719BB"/>
    <w:rsid w:val="00072A65"/>
    <w:rsid w:val="00072C1E"/>
    <w:rsid w:val="0007680F"/>
    <w:rsid w:val="00076ACF"/>
    <w:rsid w:val="00082B24"/>
    <w:rsid w:val="000839DD"/>
    <w:rsid w:val="00083A18"/>
    <w:rsid w:val="00090775"/>
    <w:rsid w:val="00090BF3"/>
    <w:rsid w:val="000927CB"/>
    <w:rsid w:val="00092CC9"/>
    <w:rsid w:val="00093649"/>
    <w:rsid w:val="00094C6F"/>
    <w:rsid w:val="000972F7"/>
    <w:rsid w:val="000A171D"/>
    <w:rsid w:val="000A23DC"/>
    <w:rsid w:val="000A497B"/>
    <w:rsid w:val="000A5C21"/>
    <w:rsid w:val="000A6ECD"/>
    <w:rsid w:val="000B079A"/>
    <w:rsid w:val="000B0F23"/>
    <w:rsid w:val="000B4EB8"/>
    <w:rsid w:val="000C03AA"/>
    <w:rsid w:val="000C41F2"/>
    <w:rsid w:val="000C6113"/>
    <w:rsid w:val="000C77EC"/>
    <w:rsid w:val="000D22C4"/>
    <w:rsid w:val="000D27D1"/>
    <w:rsid w:val="000D31AC"/>
    <w:rsid w:val="000D3EAE"/>
    <w:rsid w:val="000D5325"/>
    <w:rsid w:val="000D5E72"/>
    <w:rsid w:val="000D7437"/>
    <w:rsid w:val="000E1A7F"/>
    <w:rsid w:val="000F28C2"/>
    <w:rsid w:val="00106A0E"/>
    <w:rsid w:val="00112301"/>
    <w:rsid w:val="00112864"/>
    <w:rsid w:val="001132A2"/>
    <w:rsid w:val="00113C78"/>
    <w:rsid w:val="00114472"/>
    <w:rsid w:val="00114988"/>
    <w:rsid w:val="00115069"/>
    <w:rsid w:val="001150F2"/>
    <w:rsid w:val="00115CAE"/>
    <w:rsid w:val="00121726"/>
    <w:rsid w:val="001326DF"/>
    <w:rsid w:val="00134B2F"/>
    <w:rsid w:val="00136430"/>
    <w:rsid w:val="00140082"/>
    <w:rsid w:val="001414F0"/>
    <w:rsid w:val="00141B8D"/>
    <w:rsid w:val="001431D2"/>
    <w:rsid w:val="00143478"/>
    <w:rsid w:val="00146BCB"/>
    <w:rsid w:val="001472A9"/>
    <w:rsid w:val="001521B5"/>
    <w:rsid w:val="00152653"/>
    <w:rsid w:val="00152CF4"/>
    <w:rsid w:val="0015352A"/>
    <w:rsid w:val="0015502C"/>
    <w:rsid w:val="001656A2"/>
    <w:rsid w:val="00167D17"/>
    <w:rsid w:val="0017052B"/>
    <w:rsid w:val="00170EC5"/>
    <w:rsid w:val="001747C1"/>
    <w:rsid w:val="00174AEE"/>
    <w:rsid w:val="00177D6B"/>
    <w:rsid w:val="00181216"/>
    <w:rsid w:val="00181ADD"/>
    <w:rsid w:val="00187F0F"/>
    <w:rsid w:val="00191D20"/>
    <w:rsid w:val="00191F90"/>
    <w:rsid w:val="00193D8F"/>
    <w:rsid w:val="00194008"/>
    <w:rsid w:val="001950C2"/>
    <w:rsid w:val="00195C01"/>
    <w:rsid w:val="00196E81"/>
    <w:rsid w:val="00197B61"/>
    <w:rsid w:val="001A6807"/>
    <w:rsid w:val="001B0A3D"/>
    <w:rsid w:val="001B23A1"/>
    <w:rsid w:val="001B3114"/>
    <w:rsid w:val="001B4E74"/>
    <w:rsid w:val="001B7AA3"/>
    <w:rsid w:val="001C1648"/>
    <w:rsid w:val="001C645F"/>
    <w:rsid w:val="001D3168"/>
    <w:rsid w:val="001D4B4A"/>
    <w:rsid w:val="001E2231"/>
    <w:rsid w:val="001E4AB6"/>
    <w:rsid w:val="001E5A5B"/>
    <w:rsid w:val="001E651D"/>
    <w:rsid w:val="001E678E"/>
    <w:rsid w:val="001F023A"/>
    <w:rsid w:val="001F240B"/>
    <w:rsid w:val="001F47FF"/>
    <w:rsid w:val="001F7789"/>
    <w:rsid w:val="00200E6E"/>
    <w:rsid w:val="00204101"/>
    <w:rsid w:val="0020454B"/>
    <w:rsid w:val="002071BB"/>
    <w:rsid w:val="00207DF5"/>
    <w:rsid w:val="00210B74"/>
    <w:rsid w:val="00212EA9"/>
    <w:rsid w:val="002146F1"/>
    <w:rsid w:val="00222A03"/>
    <w:rsid w:val="002238D9"/>
    <w:rsid w:val="00223FC4"/>
    <w:rsid w:val="0023206D"/>
    <w:rsid w:val="0023302C"/>
    <w:rsid w:val="00233A53"/>
    <w:rsid w:val="00234DE7"/>
    <w:rsid w:val="00237C3F"/>
    <w:rsid w:val="00240B81"/>
    <w:rsid w:val="002435EB"/>
    <w:rsid w:val="00243B9D"/>
    <w:rsid w:val="0024699F"/>
    <w:rsid w:val="00247D01"/>
    <w:rsid w:val="0025030F"/>
    <w:rsid w:val="002514C5"/>
    <w:rsid w:val="00253D7B"/>
    <w:rsid w:val="00253FAE"/>
    <w:rsid w:val="00254349"/>
    <w:rsid w:val="002560FE"/>
    <w:rsid w:val="00261A5B"/>
    <w:rsid w:val="002628B5"/>
    <w:rsid w:val="00262CAD"/>
    <w:rsid w:val="00262E5B"/>
    <w:rsid w:val="0027383D"/>
    <w:rsid w:val="002760F0"/>
    <w:rsid w:val="0027684F"/>
    <w:rsid w:val="00276AFE"/>
    <w:rsid w:val="00283302"/>
    <w:rsid w:val="002924B8"/>
    <w:rsid w:val="002929A4"/>
    <w:rsid w:val="002961D5"/>
    <w:rsid w:val="002A3B57"/>
    <w:rsid w:val="002A5411"/>
    <w:rsid w:val="002B3F23"/>
    <w:rsid w:val="002B42EB"/>
    <w:rsid w:val="002B733E"/>
    <w:rsid w:val="002B78A4"/>
    <w:rsid w:val="002C04EE"/>
    <w:rsid w:val="002C31BF"/>
    <w:rsid w:val="002C3265"/>
    <w:rsid w:val="002C43D2"/>
    <w:rsid w:val="002C4A95"/>
    <w:rsid w:val="002C7BFA"/>
    <w:rsid w:val="002D226B"/>
    <w:rsid w:val="002D3B36"/>
    <w:rsid w:val="002D7661"/>
    <w:rsid w:val="002D7FD6"/>
    <w:rsid w:val="002E0CD7"/>
    <w:rsid w:val="002E0CFB"/>
    <w:rsid w:val="002E294C"/>
    <w:rsid w:val="002E5C7B"/>
    <w:rsid w:val="002E6CD6"/>
    <w:rsid w:val="002E7209"/>
    <w:rsid w:val="002F0DF8"/>
    <w:rsid w:val="002F124D"/>
    <w:rsid w:val="002F4333"/>
    <w:rsid w:val="00301F80"/>
    <w:rsid w:val="0030378F"/>
    <w:rsid w:val="00304CD1"/>
    <w:rsid w:val="003051F1"/>
    <w:rsid w:val="00305F89"/>
    <w:rsid w:val="00306CDC"/>
    <w:rsid w:val="00306EDF"/>
    <w:rsid w:val="00307109"/>
    <w:rsid w:val="00307641"/>
    <w:rsid w:val="0031190B"/>
    <w:rsid w:val="00311F11"/>
    <w:rsid w:val="00314C8C"/>
    <w:rsid w:val="00315FB1"/>
    <w:rsid w:val="0031666D"/>
    <w:rsid w:val="0031681C"/>
    <w:rsid w:val="00316C80"/>
    <w:rsid w:val="00317187"/>
    <w:rsid w:val="003177E9"/>
    <w:rsid w:val="0031793B"/>
    <w:rsid w:val="00322579"/>
    <w:rsid w:val="00324C4C"/>
    <w:rsid w:val="00327EEF"/>
    <w:rsid w:val="0033239F"/>
    <w:rsid w:val="00337355"/>
    <w:rsid w:val="0033738C"/>
    <w:rsid w:val="0034274B"/>
    <w:rsid w:val="00344A5E"/>
    <w:rsid w:val="0034716B"/>
    <w:rsid w:val="0034719F"/>
    <w:rsid w:val="00350A35"/>
    <w:rsid w:val="003513AF"/>
    <w:rsid w:val="00352373"/>
    <w:rsid w:val="0035531B"/>
    <w:rsid w:val="003571D8"/>
    <w:rsid w:val="00357BC6"/>
    <w:rsid w:val="00360C05"/>
    <w:rsid w:val="00361422"/>
    <w:rsid w:val="003616A6"/>
    <w:rsid w:val="003708FA"/>
    <w:rsid w:val="003717A3"/>
    <w:rsid w:val="00374921"/>
    <w:rsid w:val="003753A9"/>
    <w:rsid w:val="0037545D"/>
    <w:rsid w:val="00375551"/>
    <w:rsid w:val="003840EE"/>
    <w:rsid w:val="00386FF1"/>
    <w:rsid w:val="00392EB6"/>
    <w:rsid w:val="00394D03"/>
    <w:rsid w:val="003956C6"/>
    <w:rsid w:val="00396E65"/>
    <w:rsid w:val="0039768A"/>
    <w:rsid w:val="003A4513"/>
    <w:rsid w:val="003A568C"/>
    <w:rsid w:val="003A5CE6"/>
    <w:rsid w:val="003B03B7"/>
    <w:rsid w:val="003B084D"/>
    <w:rsid w:val="003B429F"/>
    <w:rsid w:val="003C33F2"/>
    <w:rsid w:val="003D1BFD"/>
    <w:rsid w:val="003D2E10"/>
    <w:rsid w:val="003D756E"/>
    <w:rsid w:val="003E0DFC"/>
    <w:rsid w:val="003E15D6"/>
    <w:rsid w:val="003E3CE3"/>
    <w:rsid w:val="003E420D"/>
    <w:rsid w:val="003E4C13"/>
    <w:rsid w:val="003E6C36"/>
    <w:rsid w:val="003E79F5"/>
    <w:rsid w:val="003F04FC"/>
    <w:rsid w:val="003F243B"/>
    <w:rsid w:val="003F3494"/>
    <w:rsid w:val="003F370A"/>
    <w:rsid w:val="003F78E7"/>
    <w:rsid w:val="004025D4"/>
    <w:rsid w:val="004025EF"/>
    <w:rsid w:val="00402DB7"/>
    <w:rsid w:val="00404BA2"/>
    <w:rsid w:val="004078F3"/>
    <w:rsid w:val="00411496"/>
    <w:rsid w:val="00413C4C"/>
    <w:rsid w:val="00425FE1"/>
    <w:rsid w:val="00426DE1"/>
    <w:rsid w:val="00427794"/>
    <w:rsid w:val="004312F7"/>
    <w:rsid w:val="00433BAA"/>
    <w:rsid w:val="00442A15"/>
    <w:rsid w:val="00450F07"/>
    <w:rsid w:val="004518CE"/>
    <w:rsid w:val="00451CC4"/>
    <w:rsid w:val="00452F69"/>
    <w:rsid w:val="00453CD3"/>
    <w:rsid w:val="00454716"/>
    <w:rsid w:val="00454BB9"/>
    <w:rsid w:val="00456B6E"/>
    <w:rsid w:val="00457582"/>
    <w:rsid w:val="00460660"/>
    <w:rsid w:val="00462A40"/>
    <w:rsid w:val="00462D73"/>
    <w:rsid w:val="00463055"/>
    <w:rsid w:val="004634B3"/>
    <w:rsid w:val="00464BA9"/>
    <w:rsid w:val="004709CF"/>
    <w:rsid w:val="00474A69"/>
    <w:rsid w:val="00474F4D"/>
    <w:rsid w:val="004801AC"/>
    <w:rsid w:val="00480366"/>
    <w:rsid w:val="0048094F"/>
    <w:rsid w:val="00483969"/>
    <w:rsid w:val="00484026"/>
    <w:rsid w:val="0048534E"/>
    <w:rsid w:val="00486107"/>
    <w:rsid w:val="00491827"/>
    <w:rsid w:val="00492496"/>
    <w:rsid w:val="00497119"/>
    <w:rsid w:val="004A6B13"/>
    <w:rsid w:val="004A73FA"/>
    <w:rsid w:val="004B34E9"/>
    <w:rsid w:val="004B602F"/>
    <w:rsid w:val="004B7607"/>
    <w:rsid w:val="004C086E"/>
    <w:rsid w:val="004C231B"/>
    <w:rsid w:val="004C4399"/>
    <w:rsid w:val="004C5A67"/>
    <w:rsid w:val="004C787C"/>
    <w:rsid w:val="004D5FC5"/>
    <w:rsid w:val="004E177E"/>
    <w:rsid w:val="004E4968"/>
    <w:rsid w:val="004E7A1F"/>
    <w:rsid w:val="004F1D17"/>
    <w:rsid w:val="004F20EE"/>
    <w:rsid w:val="004F2463"/>
    <w:rsid w:val="004F4597"/>
    <w:rsid w:val="004F4B9B"/>
    <w:rsid w:val="004F7E99"/>
    <w:rsid w:val="005004DA"/>
    <w:rsid w:val="0050089F"/>
    <w:rsid w:val="00501B32"/>
    <w:rsid w:val="0050666E"/>
    <w:rsid w:val="00507548"/>
    <w:rsid w:val="00511AB9"/>
    <w:rsid w:val="00514C05"/>
    <w:rsid w:val="005210B3"/>
    <w:rsid w:val="0052214B"/>
    <w:rsid w:val="00523BB5"/>
    <w:rsid w:val="00523BE2"/>
    <w:rsid w:val="00523EA7"/>
    <w:rsid w:val="0052444C"/>
    <w:rsid w:val="00527E94"/>
    <w:rsid w:val="005302A4"/>
    <w:rsid w:val="00534E79"/>
    <w:rsid w:val="0053755E"/>
    <w:rsid w:val="005406EB"/>
    <w:rsid w:val="00542A90"/>
    <w:rsid w:val="005430E3"/>
    <w:rsid w:val="005466D4"/>
    <w:rsid w:val="00551E8F"/>
    <w:rsid w:val="005527E8"/>
    <w:rsid w:val="00553375"/>
    <w:rsid w:val="005540DB"/>
    <w:rsid w:val="00555884"/>
    <w:rsid w:val="00561533"/>
    <w:rsid w:val="00564DDD"/>
    <w:rsid w:val="005707A1"/>
    <w:rsid w:val="005736B7"/>
    <w:rsid w:val="0057393E"/>
    <w:rsid w:val="0057467C"/>
    <w:rsid w:val="00575E5A"/>
    <w:rsid w:val="00577539"/>
    <w:rsid w:val="00577A3C"/>
    <w:rsid w:val="00580245"/>
    <w:rsid w:val="00581B99"/>
    <w:rsid w:val="0058401D"/>
    <w:rsid w:val="00584F40"/>
    <w:rsid w:val="00590059"/>
    <w:rsid w:val="0059289A"/>
    <w:rsid w:val="00594171"/>
    <w:rsid w:val="005965D9"/>
    <w:rsid w:val="005971DD"/>
    <w:rsid w:val="005A01A1"/>
    <w:rsid w:val="005A1F44"/>
    <w:rsid w:val="005A3D2F"/>
    <w:rsid w:val="005A5D72"/>
    <w:rsid w:val="005B2655"/>
    <w:rsid w:val="005B523D"/>
    <w:rsid w:val="005B7849"/>
    <w:rsid w:val="005C2309"/>
    <w:rsid w:val="005C2E24"/>
    <w:rsid w:val="005D3C39"/>
    <w:rsid w:val="005D4F8D"/>
    <w:rsid w:val="005D7865"/>
    <w:rsid w:val="005E1F28"/>
    <w:rsid w:val="005F566D"/>
    <w:rsid w:val="005F5D3D"/>
    <w:rsid w:val="005F7739"/>
    <w:rsid w:val="005F7CAE"/>
    <w:rsid w:val="0060115D"/>
    <w:rsid w:val="00601A8C"/>
    <w:rsid w:val="00602935"/>
    <w:rsid w:val="00603E9A"/>
    <w:rsid w:val="00604BDB"/>
    <w:rsid w:val="00605FE8"/>
    <w:rsid w:val="0061068E"/>
    <w:rsid w:val="006106C5"/>
    <w:rsid w:val="00610F53"/>
    <w:rsid w:val="006115D3"/>
    <w:rsid w:val="00616090"/>
    <w:rsid w:val="00616D51"/>
    <w:rsid w:val="00627CF5"/>
    <w:rsid w:val="00631801"/>
    <w:rsid w:val="00632339"/>
    <w:rsid w:val="00632862"/>
    <w:rsid w:val="00632F8E"/>
    <w:rsid w:val="006338BA"/>
    <w:rsid w:val="00640B30"/>
    <w:rsid w:val="00651384"/>
    <w:rsid w:val="00651EAB"/>
    <w:rsid w:val="00653257"/>
    <w:rsid w:val="00655976"/>
    <w:rsid w:val="0065610E"/>
    <w:rsid w:val="00657EC7"/>
    <w:rsid w:val="00660AD3"/>
    <w:rsid w:val="006618A1"/>
    <w:rsid w:val="006621BC"/>
    <w:rsid w:val="00663B78"/>
    <w:rsid w:val="00665F2C"/>
    <w:rsid w:val="00666C98"/>
    <w:rsid w:val="00674B45"/>
    <w:rsid w:val="00676398"/>
    <w:rsid w:val="006776B6"/>
    <w:rsid w:val="00681F9E"/>
    <w:rsid w:val="006826C2"/>
    <w:rsid w:val="00686179"/>
    <w:rsid w:val="00686462"/>
    <w:rsid w:val="00687594"/>
    <w:rsid w:val="00690608"/>
    <w:rsid w:val="00692BAA"/>
    <w:rsid w:val="00693150"/>
    <w:rsid w:val="00695DAA"/>
    <w:rsid w:val="00696134"/>
    <w:rsid w:val="006A0B3B"/>
    <w:rsid w:val="006A1C90"/>
    <w:rsid w:val="006A1CEB"/>
    <w:rsid w:val="006A5570"/>
    <w:rsid w:val="006A689C"/>
    <w:rsid w:val="006A6AF2"/>
    <w:rsid w:val="006B3D79"/>
    <w:rsid w:val="006B558F"/>
    <w:rsid w:val="006B5DFF"/>
    <w:rsid w:val="006B6FE4"/>
    <w:rsid w:val="006C04A0"/>
    <w:rsid w:val="006C077F"/>
    <w:rsid w:val="006C0A7A"/>
    <w:rsid w:val="006C2277"/>
    <w:rsid w:val="006C2343"/>
    <w:rsid w:val="006C3376"/>
    <w:rsid w:val="006C442A"/>
    <w:rsid w:val="006C6EB6"/>
    <w:rsid w:val="006D69D4"/>
    <w:rsid w:val="006E0578"/>
    <w:rsid w:val="006E0617"/>
    <w:rsid w:val="006E1EE5"/>
    <w:rsid w:val="006E277F"/>
    <w:rsid w:val="006E2FBC"/>
    <w:rsid w:val="006E314D"/>
    <w:rsid w:val="006E6144"/>
    <w:rsid w:val="006E6A9F"/>
    <w:rsid w:val="006E7B95"/>
    <w:rsid w:val="006F1AA1"/>
    <w:rsid w:val="006F4014"/>
    <w:rsid w:val="006F6B09"/>
    <w:rsid w:val="00702F01"/>
    <w:rsid w:val="007038DC"/>
    <w:rsid w:val="00704FE4"/>
    <w:rsid w:val="00706655"/>
    <w:rsid w:val="00706F4C"/>
    <w:rsid w:val="007105BE"/>
    <w:rsid w:val="00710723"/>
    <w:rsid w:val="00711D2F"/>
    <w:rsid w:val="007134F3"/>
    <w:rsid w:val="00713D3B"/>
    <w:rsid w:val="00721919"/>
    <w:rsid w:val="00722F08"/>
    <w:rsid w:val="00723ED1"/>
    <w:rsid w:val="0072647B"/>
    <w:rsid w:val="007317D5"/>
    <w:rsid w:val="0073204E"/>
    <w:rsid w:val="007354E9"/>
    <w:rsid w:val="007356A7"/>
    <w:rsid w:val="007356BD"/>
    <w:rsid w:val="00735D84"/>
    <w:rsid w:val="007373EF"/>
    <w:rsid w:val="00740AF5"/>
    <w:rsid w:val="0074334F"/>
    <w:rsid w:val="00743525"/>
    <w:rsid w:val="00744F6A"/>
    <w:rsid w:val="00745555"/>
    <w:rsid w:val="00745F02"/>
    <w:rsid w:val="00747CE1"/>
    <w:rsid w:val="007500B7"/>
    <w:rsid w:val="007541A2"/>
    <w:rsid w:val="00755818"/>
    <w:rsid w:val="00755E48"/>
    <w:rsid w:val="007565B7"/>
    <w:rsid w:val="0076286B"/>
    <w:rsid w:val="00766846"/>
    <w:rsid w:val="0076790E"/>
    <w:rsid w:val="00767952"/>
    <w:rsid w:val="00770996"/>
    <w:rsid w:val="00773DC0"/>
    <w:rsid w:val="00773E31"/>
    <w:rsid w:val="007743C5"/>
    <w:rsid w:val="007755E7"/>
    <w:rsid w:val="00775F3E"/>
    <w:rsid w:val="0077673A"/>
    <w:rsid w:val="00776A8A"/>
    <w:rsid w:val="007773D0"/>
    <w:rsid w:val="007846E1"/>
    <w:rsid w:val="007847D6"/>
    <w:rsid w:val="00785E2B"/>
    <w:rsid w:val="007863F1"/>
    <w:rsid w:val="00791077"/>
    <w:rsid w:val="00793E89"/>
    <w:rsid w:val="00795337"/>
    <w:rsid w:val="00796731"/>
    <w:rsid w:val="007A08C0"/>
    <w:rsid w:val="007A13E8"/>
    <w:rsid w:val="007A2107"/>
    <w:rsid w:val="007A28D5"/>
    <w:rsid w:val="007A2E83"/>
    <w:rsid w:val="007A5172"/>
    <w:rsid w:val="007A67A0"/>
    <w:rsid w:val="007A6A39"/>
    <w:rsid w:val="007B33F0"/>
    <w:rsid w:val="007B3D4D"/>
    <w:rsid w:val="007B4BF3"/>
    <w:rsid w:val="007B570C"/>
    <w:rsid w:val="007C0CA1"/>
    <w:rsid w:val="007C6A1C"/>
    <w:rsid w:val="007D0559"/>
    <w:rsid w:val="007D15FA"/>
    <w:rsid w:val="007D5A8D"/>
    <w:rsid w:val="007D7AA8"/>
    <w:rsid w:val="007E217F"/>
    <w:rsid w:val="007E2234"/>
    <w:rsid w:val="007E4A6E"/>
    <w:rsid w:val="007F56A7"/>
    <w:rsid w:val="007F6C44"/>
    <w:rsid w:val="00800851"/>
    <w:rsid w:val="00802ABF"/>
    <w:rsid w:val="008063DD"/>
    <w:rsid w:val="00807DD0"/>
    <w:rsid w:val="0082110A"/>
    <w:rsid w:val="00821D01"/>
    <w:rsid w:val="00822B88"/>
    <w:rsid w:val="00826B7B"/>
    <w:rsid w:val="00831A23"/>
    <w:rsid w:val="00831DE9"/>
    <w:rsid w:val="00833899"/>
    <w:rsid w:val="00835F75"/>
    <w:rsid w:val="00841AEB"/>
    <w:rsid w:val="0084491A"/>
    <w:rsid w:val="00845C50"/>
    <w:rsid w:val="00846789"/>
    <w:rsid w:val="00850825"/>
    <w:rsid w:val="008513D8"/>
    <w:rsid w:val="00852453"/>
    <w:rsid w:val="0085347D"/>
    <w:rsid w:val="00853B99"/>
    <w:rsid w:val="00854C86"/>
    <w:rsid w:val="00854CAA"/>
    <w:rsid w:val="00854DC9"/>
    <w:rsid w:val="00856BFF"/>
    <w:rsid w:val="00864F71"/>
    <w:rsid w:val="00865FC7"/>
    <w:rsid w:val="0086715F"/>
    <w:rsid w:val="00872044"/>
    <w:rsid w:val="00873670"/>
    <w:rsid w:val="00873CDA"/>
    <w:rsid w:val="00876D73"/>
    <w:rsid w:val="00887139"/>
    <w:rsid w:val="00887F36"/>
    <w:rsid w:val="0089568E"/>
    <w:rsid w:val="008970AF"/>
    <w:rsid w:val="008A1A39"/>
    <w:rsid w:val="008A1A55"/>
    <w:rsid w:val="008A3568"/>
    <w:rsid w:val="008A79B7"/>
    <w:rsid w:val="008B2021"/>
    <w:rsid w:val="008B22D4"/>
    <w:rsid w:val="008B27E6"/>
    <w:rsid w:val="008B3DA5"/>
    <w:rsid w:val="008B4589"/>
    <w:rsid w:val="008B65C5"/>
    <w:rsid w:val="008B70C7"/>
    <w:rsid w:val="008C50F3"/>
    <w:rsid w:val="008C59AF"/>
    <w:rsid w:val="008C5E0A"/>
    <w:rsid w:val="008C65BC"/>
    <w:rsid w:val="008C65E0"/>
    <w:rsid w:val="008C7EFE"/>
    <w:rsid w:val="008D03B9"/>
    <w:rsid w:val="008D1D09"/>
    <w:rsid w:val="008D30C7"/>
    <w:rsid w:val="008D552B"/>
    <w:rsid w:val="008E1138"/>
    <w:rsid w:val="008E3302"/>
    <w:rsid w:val="008F18D6"/>
    <w:rsid w:val="008F1AB8"/>
    <w:rsid w:val="008F1D23"/>
    <w:rsid w:val="008F251C"/>
    <w:rsid w:val="008F2C21"/>
    <w:rsid w:val="008F2C9B"/>
    <w:rsid w:val="008F34F1"/>
    <w:rsid w:val="008F4170"/>
    <w:rsid w:val="008F6F24"/>
    <w:rsid w:val="008F7209"/>
    <w:rsid w:val="008F797B"/>
    <w:rsid w:val="00900A4A"/>
    <w:rsid w:val="00903469"/>
    <w:rsid w:val="00904780"/>
    <w:rsid w:val="0090635B"/>
    <w:rsid w:val="00907905"/>
    <w:rsid w:val="00910A25"/>
    <w:rsid w:val="00920DEB"/>
    <w:rsid w:val="00922385"/>
    <w:rsid w:val="009223DF"/>
    <w:rsid w:val="0092712E"/>
    <w:rsid w:val="00930B79"/>
    <w:rsid w:val="00931E6E"/>
    <w:rsid w:val="00934FC1"/>
    <w:rsid w:val="00936091"/>
    <w:rsid w:val="00940D8A"/>
    <w:rsid w:val="00942957"/>
    <w:rsid w:val="00945869"/>
    <w:rsid w:val="00946CA5"/>
    <w:rsid w:val="00950EE2"/>
    <w:rsid w:val="00951218"/>
    <w:rsid w:val="009531C1"/>
    <w:rsid w:val="0095417F"/>
    <w:rsid w:val="0095570C"/>
    <w:rsid w:val="00956E6A"/>
    <w:rsid w:val="00960308"/>
    <w:rsid w:val="00961490"/>
    <w:rsid w:val="00962258"/>
    <w:rsid w:val="00964860"/>
    <w:rsid w:val="00965BBA"/>
    <w:rsid w:val="009678B7"/>
    <w:rsid w:val="009714B4"/>
    <w:rsid w:val="009715C5"/>
    <w:rsid w:val="00971A54"/>
    <w:rsid w:val="00971AF4"/>
    <w:rsid w:val="0097276F"/>
    <w:rsid w:val="00972D15"/>
    <w:rsid w:val="00972EF6"/>
    <w:rsid w:val="0097533B"/>
    <w:rsid w:val="00976615"/>
    <w:rsid w:val="009769BA"/>
    <w:rsid w:val="00977BC1"/>
    <w:rsid w:val="00977EF9"/>
    <w:rsid w:val="009807EA"/>
    <w:rsid w:val="009857B3"/>
    <w:rsid w:val="00992D9C"/>
    <w:rsid w:val="00993835"/>
    <w:rsid w:val="00996972"/>
    <w:rsid w:val="00996CB8"/>
    <w:rsid w:val="009A0AA6"/>
    <w:rsid w:val="009A1149"/>
    <w:rsid w:val="009A15AE"/>
    <w:rsid w:val="009A336B"/>
    <w:rsid w:val="009A7A46"/>
    <w:rsid w:val="009B0C6E"/>
    <w:rsid w:val="009B2E97"/>
    <w:rsid w:val="009B5146"/>
    <w:rsid w:val="009C418E"/>
    <w:rsid w:val="009C442C"/>
    <w:rsid w:val="009D1B77"/>
    <w:rsid w:val="009D20A1"/>
    <w:rsid w:val="009D380E"/>
    <w:rsid w:val="009D39C5"/>
    <w:rsid w:val="009D4F59"/>
    <w:rsid w:val="009D5373"/>
    <w:rsid w:val="009D5E4A"/>
    <w:rsid w:val="009D615E"/>
    <w:rsid w:val="009D706D"/>
    <w:rsid w:val="009E0162"/>
    <w:rsid w:val="009E07F4"/>
    <w:rsid w:val="009E1201"/>
    <w:rsid w:val="009E7C45"/>
    <w:rsid w:val="009F00B8"/>
    <w:rsid w:val="009F1D08"/>
    <w:rsid w:val="009F309B"/>
    <w:rsid w:val="009F392E"/>
    <w:rsid w:val="009F53C5"/>
    <w:rsid w:val="00A0347A"/>
    <w:rsid w:val="00A04699"/>
    <w:rsid w:val="00A05AB8"/>
    <w:rsid w:val="00A0740E"/>
    <w:rsid w:val="00A1185B"/>
    <w:rsid w:val="00A119EC"/>
    <w:rsid w:val="00A11A40"/>
    <w:rsid w:val="00A132D2"/>
    <w:rsid w:val="00A15262"/>
    <w:rsid w:val="00A232D1"/>
    <w:rsid w:val="00A30791"/>
    <w:rsid w:val="00A318A2"/>
    <w:rsid w:val="00A36099"/>
    <w:rsid w:val="00A36ABF"/>
    <w:rsid w:val="00A4050F"/>
    <w:rsid w:val="00A416F9"/>
    <w:rsid w:val="00A42795"/>
    <w:rsid w:val="00A47EB4"/>
    <w:rsid w:val="00A50641"/>
    <w:rsid w:val="00A50E1B"/>
    <w:rsid w:val="00A530BF"/>
    <w:rsid w:val="00A6177B"/>
    <w:rsid w:val="00A66136"/>
    <w:rsid w:val="00A71189"/>
    <w:rsid w:val="00A7364A"/>
    <w:rsid w:val="00A74DCC"/>
    <w:rsid w:val="00A753ED"/>
    <w:rsid w:val="00A75A43"/>
    <w:rsid w:val="00A77512"/>
    <w:rsid w:val="00A81304"/>
    <w:rsid w:val="00A907C2"/>
    <w:rsid w:val="00A94C2F"/>
    <w:rsid w:val="00A955E3"/>
    <w:rsid w:val="00A95DB0"/>
    <w:rsid w:val="00AA0C96"/>
    <w:rsid w:val="00AA257A"/>
    <w:rsid w:val="00AA2C03"/>
    <w:rsid w:val="00AA3D6D"/>
    <w:rsid w:val="00AA3E17"/>
    <w:rsid w:val="00AA4CBB"/>
    <w:rsid w:val="00AA5D38"/>
    <w:rsid w:val="00AA65FA"/>
    <w:rsid w:val="00AA7351"/>
    <w:rsid w:val="00AB1063"/>
    <w:rsid w:val="00AB5AE0"/>
    <w:rsid w:val="00AC3D7F"/>
    <w:rsid w:val="00AC461D"/>
    <w:rsid w:val="00AD056F"/>
    <w:rsid w:val="00AD0C7B"/>
    <w:rsid w:val="00AD1771"/>
    <w:rsid w:val="00AD1786"/>
    <w:rsid w:val="00AD3AE0"/>
    <w:rsid w:val="00AD443D"/>
    <w:rsid w:val="00AD5F1A"/>
    <w:rsid w:val="00AD6731"/>
    <w:rsid w:val="00AD792A"/>
    <w:rsid w:val="00AE1D4A"/>
    <w:rsid w:val="00AE2A22"/>
    <w:rsid w:val="00AE3BB4"/>
    <w:rsid w:val="00AE5FF1"/>
    <w:rsid w:val="00AF13E9"/>
    <w:rsid w:val="00AF20AA"/>
    <w:rsid w:val="00AF293E"/>
    <w:rsid w:val="00AF405C"/>
    <w:rsid w:val="00AF498E"/>
    <w:rsid w:val="00AF4A09"/>
    <w:rsid w:val="00B008D5"/>
    <w:rsid w:val="00B00CB9"/>
    <w:rsid w:val="00B02DC4"/>
    <w:rsid w:val="00B02F73"/>
    <w:rsid w:val="00B03DE6"/>
    <w:rsid w:val="00B0619F"/>
    <w:rsid w:val="00B11ED7"/>
    <w:rsid w:val="00B13A26"/>
    <w:rsid w:val="00B15D0D"/>
    <w:rsid w:val="00B17217"/>
    <w:rsid w:val="00B17847"/>
    <w:rsid w:val="00B22106"/>
    <w:rsid w:val="00B307B6"/>
    <w:rsid w:val="00B30CF3"/>
    <w:rsid w:val="00B3162D"/>
    <w:rsid w:val="00B36181"/>
    <w:rsid w:val="00B429CF"/>
    <w:rsid w:val="00B519A9"/>
    <w:rsid w:val="00B54307"/>
    <w:rsid w:val="00B5431A"/>
    <w:rsid w:val="00B555CD"/>
    <w:rsid w:val="00B60046"/>
    <w:rsid w:val="00B61270"/>
    <w:rsid w:val="00B61530"/>
    <w:rsid w:val="00B62EAA"/>
    <w:rsid w:val="00B71CC3"/>
    <w:rsid w:val="00B73A03"/>
    <w:rsid w:val="00B75E2C"/>
    <w:rsid w:val="00B75EE1"/>
    <w:rsid w:val="00B77481"/>
    <w:rsid w:val="00B77C6D"/>
    <w:rsid w:val="00B80E53"/>
    <w:rsid w:val="00B8344D"/>
    <w:rsid w:val="00B839D8"/>
    <w:rsid w:val="00B8518B"/>
    <w:rsid w:val="00B87D40"/>
    <w:rsid w:val="00B90978"/>
    <w:rsid w:val="00B9772C"/>
    <w:rsid w:val="00B97CC3"/>
    <w:rsid w:val="00BA3937"/>
    <w:rsid w:val="00BA4E2F"/>
    <w:rsid w:val="00BB06C3"/>
    <w:rsid w:val="00BB350D"/>
    <w:rsid w:val="00BB474D"/>
    <w:rsid w:val="00BB4AF2"/>
    <w:rsid w:val="00BB7390"/>
    <w:rsid w:val="00BB7AD3"/>
    <w:rsid w:val="00BC06C4"/>
    <w:rsid w:val="00BC1C4B"/>
    <w:rsid w:val="00BC6D2B"/>
    <w:rsid w:val="00BD0212"/>
    <w:rsid w:val="00BD4776"/>
    <w:rsid w:val="00BD6903"/>
    <w:rsid w:val="00BD7CB1"/>
    <w:rsid w:val="00BD7E91"/>
    <w:rsid w:val="00BD7F0D"/>
    <w:rsid w:val="00BE2276"/>
    <w:rsid w:val="00BE23B7"/>
    <w:rsid w:val="00BE49F4"/>
    <w:rsid w:val="00BF044B"/>
    <w:rsid w:val="00BF0A99"/>
    <w:rsid w:val="00C01341"/>
    <w:rsid w:val="00C02D0A"/>
    <w:rsid w:val="00C03A6E"/>
    <w:rsid w:val="00C06DF4"/>
    <w:rsid w:val="00C1197B"/>
    <w:rsid w:val="00C11EC3"/>
    <w:rsid w:val="00C12857"/>
    <w:rsid w:val="00C154A5"/>
    <w:rsid w:val="00C226C0"/>
    <w:rsid w:val="00C23AD7"/>
    <w:rsid w:val="00C23B35"/>
    <w:rsid w:val="00C24508"/>
    <w:rsid w:val="00C30ADB"/>
    <w:rsid w:val="00C314F2"/>
    <w:rsid w:val="00C32407"/>
    <w:rsid w:val="00C33A2C"/>
    <w:rsid w:val="00C35C1F"/>
    <w:rsid w:val="00C35F57"/>
    <w:rsid w:val="00C36F93"/>
    <w:rsid w:val="00C371D9"/>
    <w:rsid w:val="00C42FE6"/>
    <w:rsid w:val="00C436F6"/>
    <w:rsid w:val="00C44F6A"/>
    <w:rsid w:val="00C51CD8"/>
    <w:rsid w:val="00C525E2"/>
    <w:rsid w:val="00C539F7"/>
    <w:rsid w:val="00C6079F"/>
    <w:rsid w:val="00C609F0"/>
    <w:rsid w:val="00C6198E"/>
    <w:rsid w:val="00C643DC"/>
    <w:rsid w:val="00C708EA"/>
    <w:rsid w:val="00C71941"/>
    <w:rsid w:val="00C72466"/>
    <w:rsid w:val="00C731EC"/>
    <w:rsid w:val="00C759F1"/>
    <w:rsid w:val="00C76D2C"/>
    <w:rsid w:val="00C776E5"/>
    <w:rsid w:val="00C778A5"/>
    <w:rsid w:val="00C857EB"/>
    <w:rsid w:val="00C93E06"/>
    <w:rsid w:val="00C95162"/>
    <w:rsid w:val="00C953B5"/>
    <w:rsid w:val="00C97B5B"/>
    <w:rsid w:val="00CA4E0C"/>
    <w:rsid w:val="00CB0891"/>
    <w:rsid w:val="00CB1C2E"/>
    <w:rsid w:val="00CB21FD"/>
    <w:rsid w:val="00CB3151"/>
    <w:rsid w:val="00CB3EBC"/>
    <w:rsid w:val="00CB6A37"/>
    <w:rsid w:val="00CB7381"/>
    <w:rsid w:val="00CB7684"/>
    <w:rsid w:val="00CC4380"/>
    <w:rsid w:val="00CC7C8F"/>
    <w:rsid w:val="00CD1FC4"/>
    <w:rsid w:val="00CD2594"/>
    <w:rsid w:val="00CD3005"/>
    <w:rsid w:val="00CE00B6"/>
    <w:rsid w:val="00CE036A"/>
    <w:rsid w:val="00CE739A"/>
    <w:rsid w:val="00CF248F"/>
    <w:rsid w:val="00CF59B0"/>
    <w:rsid w:val="00D019D7"/>
    <w:rsid w:val="00D01F9B"/>
    <w:rsid w:val="00D034A0"/>
    <w:rsid w:val="00D10A2D"/>
    <w:rsid w:val="00D1198C"/>
    <w:rsid w:val="00D139AC"/>
    <w:rsid w:val="00D165E2"/>
    <w:rsid w:val="00D20061"/>
    <w:rsid w:val="00D21061"/>
    <w:rsid w:val="00D21A75"/>
    <w:rsid w:val="00D22FC8"/>
    <w:rsid w:val="00D26BE8"/>
    <w:rsid w:val="00D30ADF"/>
    <w:rsid w:val="00D37B14"/>
    <w:rsid w:val="00D4108E"/>
    <w:rsid w:val="00D42D34"/>
    <w:rsid w:val="00D4300E"/>
    <w:rsid w:val="00D45CCC"/>
    <w:rsid w:val="00D462AA"/>
    <w:rsid w:val="00D5213D"/>
    <w:rsid w:val="00D6163D"/>
    <w:rsid w:val="00D623D6"/>
    <w:rsid w:val="00D6259C"/>
    <w:rsid w:val="00D64E41"/>
    <w:rsid w:val="00D72D01"/>
    <w:rsid w:val="00D81154"/>
    <w:rsid w:val="00D831A3"/>
    <w:rsid w:val="00D84E0C"/>
    <w:rsid w:val="00D85F52"/>
    <w:rsid w:val="00D85F8B"/>
    <w:rsid w:val="00D87B1C"/>
    <w:rsid w:val="00D94B7C"/>
    <w:rsid w:val="00D97BE3"/>
    <w:rsid w:val="00DA3711"/>
    <w:rsid w:val="00DA6578"/>
    <w:rsid w:val="00DA7FEC"/>
    <w:rsid w:val="00DB1073"/>
    <w:rsid w:val="00DB1100"/>
    <w:rsid w:val="00DB13F0"/>
    <w:rsid w:val="00DB3360"/>
    <w:rsid w:val="00DB3898"/>
    <w:rsid w:val="00DB619A"/>
    <w:rsid w:val="00DB6628"/>
    <w:rsid w:val="00DC7F25"/>
    <w:rsid w:val="00DD0F0F"/>
    <w:rsid w:val="00DD234F"/>
    <w:rsid w:val="00DD46F3"/>
    <w:rsid w:val="00DD4A6E"/>
    <w:rsid w:val="00DD63D8"/>
    <w:rsid w:val="00DD7A41"/>
    <w:rsid w:val="00DE276A"/>
    <w:rsid w:val="00DE3440"/>
    <w:rsid w:val="00DE51A5"/>
    <w:rsid w:val="00DE56F2"/>
    <w:rsid w:val="00DF116D"/>
    <w:rsid w:val="00DF651A"/>
    <w:rsid w:val="00E01D8D"/>
    <w:rsid w:val="00E01EA1"/>
    <w:rsid w:val="00E05EC2"/>
    <w:rsid w:val="00E12267"/>
    <w:rsid w:val="00E135DC"/>
    <w:rsid w:val="00E16FF7"/>
    <w:rsid w:val="00E17045"/>
    <w:rsid w:val="00E20A91"/>
    <w:rsid w:val="00E21F6C"/>
    <w:rsid w:val="00E22C30"/>
    <w:rsid w:val="00E23181"/>
    <w:rsid w:val="00E23C2C"/>
    <w:rsid w:val="00E24382"/>
    <w:rsid w:val="00E24F78"/>
    <w:rsid w:val="00E26D68"/>
    <w:rsid w:val="00E3004C"/>
    <w:rsid w:val="00E30CE7"/>
    <w:rsid w:val="00E34F01"/>
    <w:rsid w:val="00E34F98"/>
    <w:rsid w:val="00E37347"/>
    <w:rsid w:val="00E437B0"/>
    <w:rsid w:val="00E44045"/>
    <w:rsid w:val="00E50555"/>
    <w:rsid w:val="00E51116"/>
    <w:rsid w:val="00E52D9C"/>
    <w:rsid w:val="00E53A9C"/>
    <w:rsid w:val="00E618C4"/>
    <w:rsid w:val="00E61B47"/>
    <w:rsid w:val="00E6502D"/>
    <w:rsid w:val="00E67C3A"/>
    <w:rsid w:val="00E7218A"/>
    <w:rsid w:val="00E75AC2"/>
    <w:rsid w:val="00E76471"/>
    <w:rsid w:val="00E807AB"/>
    <w:rsid w:val="00E82919"/>
    <w:rsid w:val="00E878EE"/>
    <w:rsid w:val="00E9039B"/>
    <w:rsid w:val="00E9186F"/>
    <w:rsid w:val="00E92D7D"/>
    <w:rsid w:val="00E935DD"/>
    <w:rsid w:val="00E963D3"/>
    <w:rsid w:val="00EA36BE"/>
    <w:rsid w:val="00EA4A40"/>
    <w:rsid w:val="00EA5387"/>
    <w:rsid w:val="00EA6EC7"/>
    <w:rsid w:val="00EA7F3A"/>
    <w:rsid w:val="00EB104F"/>
    <w:rsid w:val="00EB46E5"/>
    <w:rsid w:val="00EB4A39"/>
    <w:rsid w:val="00EB4ECA"/>
    <w:rsid w:val="00EB5D4D"/>
    <w:rsid w:val="00EC10AE"/>
    <w:rsid w:val="00EC3056"/>
    <w:rsid w:val="00EC35E0"/>
    <w:rsid w:val="00EC42F4"/>
    <w:rsid w:val="00ED0703"/>
    <w:rsid w:val="00ED14BD"/>
    <w:rsid w:val="00ED2405"/>
    <w:rsid w:val="00ED37D9"/>
    <w:rsid w:val="00ED482E"/>
    <w:rsid w:val="00ED6360"/>
    <w:rsid w:val="00EE0341"/>
    <w:rsid w:val="00EE2244"/>
    <w:rsid w:val="00EE3C5F"/>
    <w:rsid w:val="00EE46F1"/>
    <w:rsid w:val="00EE5322"/>
    <w:rsid w:val="00EE7882"/>
    <w:rsid w:val="00EF0C73"/>
    <w:rsid w:val="00EF1612"/>
    <w:rsid w:val="00EF42E0"/>
    <w:rsid w:val="00EF45B6"/>
    <w:rsid w:val="00EF4DAC"/>
    <w:rsid w:val="00F00F99"/>
    <w:rsid w:val="00F016C7"/>
    <w:rsid w:val="00F01AF7"/>
    <w:rsid w:val="00F06F66"/>
    <w:rsid w:val="00F07102"/>
    <w:rsid w:val="00F10E1C"/>
    <w:rsid w:val="00F12DEC"/>
    <w:rsid w:val="00F1715C"/>
    <w:rsid w:val="00F23925"/>
    <w:rsid w:val="00F26ECE"/>
    <w:rsid w:val="00F310F8"/>
    <w:rsid w:val="00F32DF1"/>
    <w:rsid w:val="00F3406A"/>
    <w:rsid w:val="00F356B1"/>
    <w:rsid w:val="00F35939"/>
    <w:rsid w:val="00F360EB"/>
    <w:rsid w:val="00F37465"/>
    <w:rsid w:val="00F3776B"/>
    <w:rsid w:val="00F41AEB"/>
    <w:rsid w:val="00F43BCE"/>
    <w:rsid w:val="00F45607"/>
    <w:rsid w:val="00F46000"/>
    <w:rsid w:val="00F46459"/>
    <w:rsid w:val="00F4722B"/>
    <w:rsid w:val="00F4722F"/>
    <w:rsid w:val="00F54432"/>
    <w:rsid w:val="00F55E93"/>
    <w:rsid w:val="00F569C6"/>
    <w:rsid w:val="00F600F1"/>
    <w:rsid w:val="00F659EB"/>
    <w:rsid w:val="00F6682C"/>
    <w:rsid w:val="00F67F82"/>
    <w:rsid w:val="00F71770"/>
    <w:rsid w:val="00F720CC"/>
    <w:rsid w:val="00F72F7B"/>
    <w:rsid w:val="00F73E11"/>
    <w:rsid w:val="00F862BE"/>
    <w:rsid w:val="00F86BA6"/>
    <w:rsid w:val="00F911D1"/>
    <w:rsid w:val="00F92075"/>
    <w:rsid w:val="00F95A2C"/>
    <w:rsid w:val="00F969C1"/>
    <w:rsid w:val="00F97B8C"/>
    <w:rsid w:val="00FA3676"/>
    <w:rsid w:val="00FB434D"/>
    <w:rsid w:val="00FB6342"/>
    <w:rsid w:val="00FB67B7"/>
    <w:rsid w:val="00FC429B"/>
    <w:rsid w:val="00FC465D"/>
    <w:rsid w:val="00FC6389"/>
    <w:rsid w:val="00FC6AEB"/>
    <w:rsid w:val="00FD014E"/>
    <w:rsid w:val="00FD2EA2"/>
    <w:rsid w:val="00FD39DE"/>
    <w:rsid w:val="00FD4743"/>
    <w:rsid w:val="00FD5538"/>
    <w:rsid w:val="00FD668C"/>
    <w:rsid w:val="00FD6944"/>
    <w:rsid w:val="00FD7287"/>
    <w:rsid w:val="00FE063F"/>
    <w:rsid w:val="00FE4333"/>
    <w:rsid w:val="00FE504F"/>
    <w:rsid w:val="00FE6AEC"/>
    <w:rsid w:val="00FE7763"/>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paragraph" w:customStyle="1" w:styleId="Odrka1-4">
    <w:name w:val="_Odrážka_1-4_•"/>
    <w:basedOn w:val="Odrka1-1"/>
    <w:qFormat/>
    <w:rsid w:val="002146F1"/>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2146F1"/>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007556272">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BaudisM@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xdc.szd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zd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329A871-61C4-442B-99BA-114BF48E7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118</TotalTime>
  <Pages>36</Pages>
  <Words>14880</Words>
  <Characters>87796</Characters>
  <Application>Microsoft Office Word</Application>
  <DocSecurity>0</DocSecurity>
  <Lines>731</Lines>
  <Paragraphs>204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60</cp:revision>
  <cp:lastPrinted>2022-04-12T08:04:00Z</cp:lastPrinted>
  <dcterms:created xsi:type="dcterms:W3CDTF">2022-03-28T09:25:00Z</dcterms:created>
  <dcterms:modified xsi:type="dcterms:W3CDTF">2022-04-12T08:05:00Z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