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643E91">
        <w:t>Prodloužení podchodu v ŽST Hořovice“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D8379F">
        <w:t xml:space="preserve"> a</w:t>
      </w:r>
      <w:bookmarkStart w:id="0" w:name="_GoBack"/>
      <w:bookmarkEnd w:id="0"/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837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837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43E91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2C6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379F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6F47C4"/>
  <w14:defaultImageDpi w14:val="32767"/>
  <w15:docId w15:val="{E7B5919C-011A-48F3-9A7D-20708B38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CF9160-F7D0-4C57-9D62-173CBEE76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1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Baštářová Helena</cp:lastModifiedBy>
  <cp:revision>3</cp:revision>
  <cp:lastPrinted>2019-03-07T14:42:00Z</cp:lastPrinted>
  <dcterms:created xsi:type="dcterms:W3CDTF">2022-03-09T08:34:00Z</dcterms:created>
  <dcterms:modified xsi:type="dcterms:W3CDTF">2022-03-09T08:35:00Z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