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 xml:space="preserve">BIM </w:t>
      </w:r>
      <w:proofErr w:type="spellStart"/>
      <w:r w:rsidRPr="009E0953">
        <w:t>Execution</w:t>
      </w:r>
      <w:proofErr w:type="spellEnd"/>
      <w:r w:rsidRPr="009E0953">
        <w:t xml:space="preserve"> </w:t>
      </w:r>
      <w:proofErr w:type="spellStart"/>
      <w:r w:rsidRPr="009E0953">
        <w:t>Plan</w:t>
      </w:r>
      <w:proofErr w:type="spellEnd"/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20014F" w:rsidP="007D1E57">
      <w:pPr>
        <w:pStyle w:val="Titul2"/>
      </w:pPr>
      <w:sdt>
        <w:sdtPr>
          <w:rPr>
            <w:rFonts w:ascii="Verdana" w:hAnsi="Verdana" w:cs="Arial"/>
            <w:szCs w:val="36"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EndPr/>
        <w:sdtContent/>
      </w:sdt>
    </w:p>
    <w:sdt>
      <w:sdtPr>
        <w:rPr>
          <w:rStyle w:val="Nzevakce"/>
          <w:b/>
        </w:rPr>
        <w:alias w:val="Název akce - VYplnit pole - přenese se do zápatí"/>
        <w:tag w:val="Název akce"/>
        <w:id w:val="2003395959"/>
        <w:placeholder>
          <w:docPart w:val="C6628B11746643C38ABCB4F4903C71BA"/>
        </w:placeholder>
        <w:text/>
      </w:sdtPr>
      <w:sdtEndPr>
        <w:rPr>
          <w:rStyle w:val="Nzevakce"/>
        </w:rPr>
      </w:sdtEndPr>
      <w:sdtContent>
        <w:p w:rsidR="00536998" w:rsidRDefault="00586C56" w:rsidP="007D1E57">
          <w:pPr>
            <w:pStyle w:val="Titul2"/>
          </w:pPr>
          <w:r>
            <w:rPr>
              <w:rStyle w:val="Nzevakce"/>
              <w:b/>
            </w:rPr>
            <w:t xml:space="preserve">„RS </w:t>
          </w:r>
          <w:r w:rsidR="001F4928">
            <w:rPr>
              <w:rStyle w:val="Nzevakce"/>
              <w:b/>
            </w:rPr>
            <w:t>1</w:t>
          </w:r>
          <w:r>
            <w:rPr>
              <w:rStyle w:val="Nzevakce"/>
              <w:b/>
            </w:rPr>
            <w:t xml:space="preserve"> VRT </w:t>
          </w:r>
          <w:r w:rsidR="001F4928">
            <w:rPr>
              <w:rStyle w:val="Nzevakce"/>
              <w:b/>
            </w:rPr>
            <w:t>Poříčany – Světlá nad Sázavou</w:t>
          </w:r>
          <w:r>
            <w:rPr>
              <w:rStyle w:val="Nzevakce"/>
              <w:b/>
            </w:rPr>
            <w:t xml:space="preserve">“; Zpracování dokumentace pro územní </w:t>
          </w:r>
          <w:r w:rsidR="001F4928">
            <w:rPr>
              <w:rStyle w:val="Nzevakce"/>
              <w:b/>
            </w:rPr>
            <w:t>řízení</w:t>
          </w:r>
        </w:p>
      </w:sdtContent>
    </w:sdt>
    <w:p w:rsidR="00536998" w:rsidRDefault="00536998" w:rsidP="007D1E57">
      <w:pPr>
        <w:pStyle w:val="Titul2"/>
      </w:pP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5B0BA0">
        <w:t>30</w:t>
      </w:r>
      <w:r w:rsidR="003D5B89" w:rsidRPr="008D63E4">
        <w:t>.</w:t>
      </w:r>
      <w:r w:rsidRPr="008D63E4">
        <w:t xml:space="preserve"> </w:t>
      </w:r>
      <w:r w:rsidR="005B0BA0">
        <w:t>10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6366CC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proofErr w:type="spellStart"/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proofErr w:type="spellStart"/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proofErr w:type="spellEnd"/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8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0793108"/>
      <w:r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079310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06"/>
        <w:gridCol w:w="5287"/>
      </w:tblGrid>
      <w:tr w:rsidR="00800ECD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800ECD" w:rsidRPr="00F2688E" w:rsidRDefault="00800ECD" w:rsidP="006366C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1F4928" w:rsidP="001F4928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sz w:val="18"/>
              </w:rPr>
              <w:t>„RS 1</w:t>
            </w:r>
            <w:r w:rsidR="005B0BA0" w:rsidRPr="005B0BA0">
              <w:rPr>
                <w:sz w:val="18"/>
              </w:rPr>
              <w:t xml:space="preserve"> VRT </w:t>
            </w:r>
            <w:r>
              <w:rPr>
                <w:sz w:val="18"/>
              </w:rPr>
              <w:t>Poříčany – Světlá nad Sázavou</w:t>
            </w:r>
            <w:r w:rsidR="005B0BA0" w:rsidRPr="005B0BA0">
              <w:rPr>
                <w:sz w:val="18"/>
              </w:rPr>
              <w:t>“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DÚR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 w:rsidP="001F4928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B0BA0">
              <w:rPr>
                <w:sz w:val="18"/>
              </w:rPr>
              <w:t>S631900</w:t>
            </w:r>
            <w:r w:rsidR="001F4928">
              <w:rPr>
                <w:sz w:val="18"/>
              </w:rPr>
              <w:t>253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5B0BA0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B0BA0">
              <w:rPr>
                <w:sz w:val="18"/>
              </w:rPr>
              <w:t>5003540004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9E08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9E08A8" w:rsidRPr="00F2688E" w:rsidRDefault="00F174F4" w:rsidP="00871F59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9E08A8" w:rsidRPr="00763FD6" w:rsidRDefault="00F174F4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TU: není přiděleno</w:t>
            </w:r>
          </w:p>
          <w:p w:rsidR="009E08A8" w:rsidRPr="00F2688E" w:rsidRDefault="009E08A8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45A4">
              <w:rPr>
                <w:sz w:val="18"/>
              </w:rPr>
              <w:t>DU:</w:t>
            </w:r>
            <w:r w:rsidR="00F174F4">
              <w:rPr>
                <w:sz w:val="18"/>
              </w:rPr>
              <w:t xml:space="preserve"> není přiděleno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9E08A8" w:rsidRPr="00F2688E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9E08A8" w:rsidRPr="00F2688E" w:rsidRDefault="005B0BA0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Hlavní město Praha, Středočeský kraj, Ústecký kraj</w:t>
            </w:r>
          </w:p>
        </w:tc>
      </w:tr>
      <w:tr w:rsidR="009E08A8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E08A8" w:rsidRPr="00690CCF" w:rsidRDefault="009E08A8" w:rsidP="006366CC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9E08A8" w:rsidRPr="00690CCF" w:rsidRDefault="008B044D" w:rsidP="00871F5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044D">
              <w:rPr>
                <w:sz w:val="18"/>
              </w:rPr>
              <w:t xml:space="preserve">Bahno, Bošice u Kouřimi, Čejkovice u Zbýšova, </w:t>
            </w:r>
            <w:proofErr w:type="spellStart"/>
            <w:r w:rsidRPr="008B044D">
              <w:rPr>
                <w:sz w:val="18"/>
              </w:rPr>
              <w:t>Damírov</w:t>
            </w:r>
            <w:proofErr w:type="spellEnd"/>
            <w:r w:rsidRPr="008B044D">
              <w:rPr>
                <w:sz w:val="18"/>
              </w:rPr>
              <w:t xml:space="preserve">, </w:t>
            </w:r>
            <w:proofErr w:type="spellStart"/>
            <w:r w:rsidRPr="008B044D">
              <w:rPr>
                <w:sz w:val="18"/>
              </w:rPr>
              <w:t>Dobrnice</w:t>
            </w:r>
            <w:proofErr w:type="spellEnd"/>
            <w:r w:rsidRPr="008B044D">
              <w:rPr>
                <w:sz w:val="18"/>
              </w:rPr>
              <w:t xml:space="preserve">, Dobřeň u Kutné Hory, Dolní </w:t>
            </w:r>
            <w:proofErr w:type="spellStart"/>
            <w:r w:rsidRPr="008B044D">
              <w:rPr>
                <w:sz w:val="18"/>
              </w:rPr>
              <w:t>Dlužiny</w:t>
            </w:r>
            <w:proofErr w:type="spellEnd"/>
            <w:r w:rsidRPr="008B044D">
              <w:rPr>
                <w:sz w:val="18"/>
              </w:rPr>
              <w:t xml:space="preserve">, Dolní </w:t>
            </w:r>
            <w:proofErr w:type="spellStart"/>
            <w:r w:rsidRPr="008B044D">
              <w:rPr>
                <w:sz w:val="18"/>
              </w:rPr>
              <w:t>Chvatliny</w:t>
            </w:r>
            <w:proofErr w:type="spellEnd"/>
            <w:r w:rsidRPr="008B044D">
              <w:rPr>
                <w:sz w:val="18"/>
              </w:rPr>
              <w:t xml:space="preserve">, Druhanov, Horní Bohušice, Horní </w:t>
            </w:r>
            <w:proofErr w:type="spellStart"/>
            <w:r w:rsidRPr="008B044D">
              <w:rPr>
                <w:sz w:val="18"/>
              </w:rPr>
              <w:t>Dlužiny</w:t>
            </w:r>
            <w:proofErr w:type="spellEnd"/>
            <w:r w:rsidRPr="008B044D">
              <w:rPr>
                <w:sz w:val="18"/>
              </w:rPr>
              <w:t xml:space="preserve">, Chlístovice, Chlum u Zbýšova, </w:t>
            </w:r>
            <w:proofErr w:type="spellStart"/>
            <w:r w:rsidRPr="008B044D">
              <w:rPr>
                <w:sz w:val="18"/>
              </w:rPr>
              <w:t>Chotouchov</w:t>
            </w:r>
            <w:proofErr w:type="spellEnd"/>
            <w:r w:rsidRPr="008B044D">
              <w:rPr>
                <w:sz w:val="18"/>
              </w:rPr>
              <w:t xml:space="preserve">, </w:t>
            </w:r>
            <w:proofErr w:type="spellStart"/>
            <w:r w:rsidRPr="008B044D">
              <w:rPr>
                <w:sz w:val="18"/>
              </w:rPr>
              <w:t>Chotouň</w:t>
            </w:r>
            <w:proofErr w:type="spellEnd"/>
            <w:r w:rsidRPr="008B044D">
              <w:rPr>
                <w:sz w:val="18"/>
              </w:rPr>
              <w:t xml:space="preserve">, Chrášťany u Českého Brodu, Klášterní Skalice, Klučov u Českého Brodu, </w:t>
            </w:r>
            <w:proofErr w:type="spellStart"/>
            <w:r w:rsidRPr="008B044D">
              <w:rPr>
                <w:sz w:val="18"/>
              </w:rPr>
              <w:t>Korotice</w:t>
            </w:r>
            <w:proofErr w:type="spellEnd"/>
            <w:r w:rsidRPr="008B044D">
              <w:rPr>
                <w:sz w:val="18"/>
              </w:rPr>
              <w:t xml:space="preserve">, Košice u Nepoměřic, Kounice, Kouřim, Leština u Světlé, Liblice u Českého Brodu, Lstiboř, Malenovice u Kutné Hory, </w:t>
            </w:r>
            <w:proofErr w:type="spellStart"/>
            <w:r w:rsidRPr="008B044D">
              <w:rPr>
                <w:sz w:val="18"/>
              </w:rPr>
              <w:t>Mančice</w:t>
            </w:r>
            <w:proofErr w:type="spellEnd"/>
            <w:r w:rsidRPr="008B044D">
              <w:rPr>
                <w:sz w:val="18"/>
              </w:rPr>
              <w:t xml:space="preserve">, Miletice u Nepoměřic, Miškovice u Kouřimi, Opatovice I, Paběnice, Petrovice I, </w:t>
            </w:r>
            <w:proofErr w:type="spellStart"/>
            <w:r w:rsidRPr="008B044D">
              <w:rPr>
                <w:sz w:val="18"/>
              </w:rPr>
              <w:t>Poďousy</w:t>
            </w:r>
            <w:proofErr w:type="spellEnd"/>
            <w:r w:rsidRPr="008B044D">
              <w:rPr>
                <w:sz w:val="18"/>
              </w:rPr>
              <w:t xml:space="preserve">, Polánka u Malešova, Příseka u Světlé nad Sázavou, Pučery, Sázavka, </w:t>
            </w:r>
            <w:proofErr w:type="spellStart"/>
            <w:r w:rsidRPr="008B044D">
              <w:rPr>
                <w:sz w:val="18"/>
              </w:rPr>
              <w:t>Senetín</w:t>
            </w:r>
            <w:proofErr w:type="spellEnd"/>
            <w:r w:rsidRPr="008B044D">
              <w:rPr>
                <w:sz w:val="18"/>
              </w:rPr>
              <w:t>, Solopysky u Kutné Hory, Světlá nad Sázavou, Svojšice u Kouřimi, Třebovle, Újezdec, Vidice u Kutné Hory, Vilémovice u Červených Janovic, Vrbčany, Vrbice u Leštiny, Zalešany, Zbýšov v Čechách, Zdeslavice u Chlístovic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8079311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19"/>
        <w:gridCol w:w="5274"/>
      </w:tblGrid>
      <w:tr w:rsidR="0086206C" w:rsidRPr="00F2688E" w:rsidTr="008B04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9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274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8B0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9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274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8B044D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9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274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86206C" w:rsidRDefault="00485090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Odbor přípravy VRT (O21)</w:t>
            </w:r>
          </w:p>
          <w:p w:rsidR="00213744" w:rsidRPr="00F2688E" w:rsidRDefault="00485090" w:rsidP="00485090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8B044D" w:rsidRDefault="008B044D" w:rsidP="008B044D">
      <w:bookmarkStart w:id="13" w:name="_Toc80793111"/>
    </w:p>
    <w:p w:rsidR="008B044D" w:rsidRDefault="008B044D">
      <w:r>
        <w:br w:type="page"/>
      </w:r>
    </w:p>
    <w:p w:rsidR="00717EC8" w:rsidRDefault="006B75BB" w:rsidP="00D70454">
      <w:pPr>
        <w:pStyle w:val="Nadpis2-2"/>
        <w:spacing w:before="240" w:after="120"/>
      </w:pPr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03"/>
        <w:gridCol w:w="5290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80793112"/>
      <w:r>
        <w:t>Popis stavby</w:t>
      </w:r>
      <w:bookmarkStart w:id="15" w:name="_GoBack"/>
      <w:bookmarkEnd w:id="14"/>
      <w:bookmarkEnd w:id="15"/>
    </w:p>
    <w:p w:rsidR="000E0D96" w:rsidRDefault="0020014F" w:rsidP="00800ECD">
      <w:pPr>
        <w:pStyle w:val="Textbezslovn"/>
      </w:pPr>
      <w:r w:rsidRPr="0020014F">
        <w:t>Jedná se o novostavbu vysokorychlostní tratě RS 1 Praha – Brno – Ostrava - Polsko a to v úseku Poříčany – Světlá nad Sázavou. Součástí stavby bude přestavba stávající železniční stanice Světlá nad Sázavou, stavba zázemí pro údržbu trati Český Brod a návrh ŽST Pučery. Novostavba VRT bude řešena včetně železničního spodku, svršku, sdělovacího vedení, trolejí, traťového zabezpečení, železničních estakád, mostů, propustků, odvodnění a protihlukových opatření.</w:t>
      </w:r>
    </w:p>
    <w:p w:rsidR="000E0D96" w:rsidRDefault="00F2688E" w:rsidP="000E0D96">
      <w:pPr>
        <w:pStyle w:val="Nadpis2-1"/>
        <w:keepNext w:val="0"/>
        <w:widowControl w:val="0"/>
      </w:pPr>
      <w:bookmarkStart w:id="16" w:name="_Toc80793113"/>
      <w:r>
        <w:t xml:space="preserve">Odpovědné osoby a </w:t>
      </w:r>
      <w:r w:rsidR="000A419A">
        <w:t>projektový tým</w:t>
      </w:r>
      <w:bookmarkEnd w:id="16"/>
    </w:p>
    <w:p w:rsidR="00946634" w:rsidRDefault="00946634" w:rsidP="00946634">
      <w:pPr>
        <w:pStyle w:val="Nadpis2-2"/>
      </w:pPr>
      <w:bookmarkStart w:id="17" w:name="_Toc80793114"/>
      <w:r>
        <w:t>Definice činností odpovědných osob a členů Projektového týmu</w:t>
      </w:r>
      <w:bookmarkEnd w:id="17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5"/>
        <w:gridCol w:w="7105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B30F36" w:rsidRDefault="00B30F3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26"/>
        <w:gridCol w:w="7104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8" w:name="_Toc80793115"/>
      <w:r>
        <w:t>Odpovědné osoby</w:t>
      </w:r>
      <w:bookmarkEnd w:id="18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5"/>
        <w:gridCol w:w="1159"/>
        <w:gridCol w:w="1295"/>
        <w:gridCol w:w="1370"/>
        <w:gridCol w:w="3511"/>
      </w:tblGrid>
      <w:tr w:rsidR="004B7958" w:rsidRPr="00F2688E" w:rsidTr="004B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:rsidR="004B7958" w:rsidRPr="00F2688E" w:rsidRDefault="004B7958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4B7958" w:rsidRPr="009A247D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4" w:type="dxa"/>
          </w:tcPr>
          <w:p w:rsidR="004B7958" w:rsidRPr="00F2688E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4" w:type="dxa"/>
          </w:tcPr>
          <w:p w:rsidR="004B7958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B7958" w:rsidRPr="009A247D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</w:t>
            </w:r>
            <w:proofErr w:type="spellStart"/>
            <w:r w:rsidRPr="009A247D">
              <w:rPr>
                <w:szCs w:val="14"/>
                <w:lang w:val="en-US"/>
              </w:rPr>
              <w:t>jméno</w:t>
            </w:r>
            <w:proofErr w:type="spellEnd"/>
            <w:r w:rsidRPr="009A247D">
              <w:rPr>
                <w:szCs w:val="14"/>
                <w:lang w:val="en-US"/>
              </w:rPr>
              <w:t xml:space="preserve"> </w:t>
            </w:r>
            <w:proofErr w:type="spellStart"/>
            <w:r w:rsidRPr="009A247D">
              <w:rPr>
                <w:szCs w:val="14"/>
                <w:lang w:val="en-US"/>
              </w:rPr>
              <w:t>příjmění</w:t>
            </w:r>
            <w:proofErr w:type="spellEnd"/>
            <w:r w:rsidRPr="009A247D">
              <w:rPr>
                <w:szCs w:val="14"/>
                <w:lang w:val="en-US"/>
              </w:rPr>
              <w:t>]</w:t>
            </w:r>
          </w:p>
        </w:tc>
        <w:tc>
          <w:tcPr>
            <w:tcW w:w="3585" w:type="dxa"/>
          </w:tcPr>
          <w:p w:rsidR="004B7958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Kontakt</w:t>
            </w:r>
          </w:p>
          <w:p w:rsidR="004B7958" w:rsidRPr="004B7958" w:rsidRDefault="004B7958" w:rsidP="004B79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Cs w:val="14"/>
                <w:lang w:val="en-US"/>
              </w:rPr>
              <w:t>[</w:t>
            </w:r>
            <w:r w:rsidRPr="004B7958">
              <w:rPr>
                <w:szCs w:val="14"/>
                <w:lang w:val="en-US"/>
              </w:rPr>
              <w:t xml:space="preserve">E-mail; </w:t>
            </w:r>
            <w:proofErr w:type="spellStart"/>
            <w:r w:rsidRPr="004B7958">
              <w:rPr>
                <w:szCs w:val="14"/>
                <w:lang w:val="en-US"/>
              </w:rPr>
              <w:t>Telefon</w:t>
            </w:r>
            <w:proofErr w:type="spellEnd"/>
            <w:r>
              <w:rPr>
                <w:szCs w:val="14"/>
                <w:lang w:val="en-US"/>
              </w:rPr>
              <w:t>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8B044D" w:rsidRDefault="008B044D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8B044D">
              <w:rPr>
                <w:sz w:val="16"/>
                <w:szCs w:val="16"/>
              </w:rPr>
              <w:t>Ing. Daniel Blažek</w:t>
            </w:r>
          </w:p>
        </w:tc>
        <w:tc>
          <w:tcPr>
            <w:tcW w:w="3585" w:type="dxa"/>
            <w:vAlign w:val="center"/>
          </w:tcPr>
          <w:p w:rsidR="004B7958" w:rsidRPr="008B044D" w:rsidRDefault="0020014F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1" w:history="1">
              <w:r w:rsidR="008B044D" w:rsidRPr="009B22F4">
                <w:rPr>
                  <w:rStyle w:val="Hypertextovodkaz"/>
                  <w:sz w:val="16"/>
                  <w:szCs w:val="16"/>
                </w:rPr>
                <w:t>BlazekDa</w:t>
              </w:r>
              <w:r w:rsidR="008B044D" w:rsidRPr="009B22F4">
                <w:rPr>
                  <w:rStyle w:val="Hypertextovodkaz"/>
                  <w:noProof w:val="0"/>
                  <w:sz w:val="16"/>
                  <w:szCs w:val="16"/>
                </w:rPr>
                <w:t>@spravazeleznic.cz</w:t>
              </w:r>
            </w:hyperlink>
          </w:p>
          <w:p w:rsidR="00273E0C" w:rsidRPr="008B044D" w:rsidRDefault="008B044D" w:rsidP="008B0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+420 724 858 999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3585" w:type="dxa"/>
            <w:vAlign w:val="center"/>
          </w:tcPr>
          <w:p w:rsidR="004B7958" w:rsidRDefault="0020014F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2" w:history="1">
              <w:r w:rsidR="004B7958" w:rsidRPr="00C43CDD">
                <w:rPr>
                  <w:rStyle w:val="Hypertextovodkaz"/>
                  <w:noProof w:val="0"/>
                  <w:sz w:val="16"/>
                  <w:szCs w:val="16"/>
                </w:rPr>
                <w:t>Vitasek@spravazeleznic.cz</w:t>
              </w:r>
            </w:hyperlink>
          </w:p>
          <w:p w:rsidR="004B7958" w:rsidRPr="001F698B" w:rsidRDefault="004B7958" w:rsidP="004B7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B7958">
              <w:rPr>
                <w:sz w:val="16"/>
                <w:szCs w:val="16"/>
              </w:rPr>
              <w:t>+420</w:t>
            </w:r>
            <w:r>
              <w:rPr>
                <w:sz w:val="16"/>
                <w:szCs w:val="16"/>
              </w:rPr>
              <w:t xml:space="preserve"> </w:t>
            </w:r>
            <w:r w:rsidRPr="004B7958">
              <w:rPr>
                <w:sz w:val="16"/>
                <w:szCs w:val="16"/>
              </w:rPr>
              <w:t xml:space="preserve"> 736 260 403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příloze č. 1</w:t>
      </w:r>
      <w:r w:rsidR="00946634">
        <w:t xml:space="preserve"> Projektového týmu</w:t>
      </w:r>
      <w:r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bookmarkStart w:id="19" w:name="_Toc80793116"/>
      <w:r w:rsidRPr="00190138">
        <w:t>Matice odpovědnosti</w:t>
      </w:r>
      <w:bookmarkEnd w:id="19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BD55A9" w:rsidP="000E0D96">
      <w:pPr>
        <w:rPr>
          <w:sz w:val="22"/>
        </w:rPr>
      </w:pPr>
      <w:r>
        <w:rPr>
          <w:noProof/>
          <w:sz w:val="22"/>
          <w:lang w:eastAsia="cs-CZ"/>
        </w:rPr>
        <w:drawing>
          <wp:inline distT="0" distB="0" distL="0" distR="0" wp14:anchorId="0FD43DD9" wp14:editId="5C55559E">
            <wp:extent cx="5543550" cy="5092906"/>
            <wp:effectExtent l="0" t="0" r="0" b="127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20" w:name="_Toc80793117"/>
      <w:bookmarkStart w:id="21" w:name="_Toc51077166"/>
      <w:r w:rsidRPr="005E2FA4">
        <w:t>Harmonogram plnění</w:t>
      </w:r>
      <w:bookmarkEnd w:id="20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2" w:name="_Toc80793118"/>
      <w:r>
        <w:t>Podrobný harmonogram plnění</w:t>
      </w:r>
      <w:bookmarkEnd w:id="22"/>
    </w:p>
    <w:p w:rsidR="00FC2BCF" w:rsidRDefault="00FC2BCF" w:rsidP="00FC2BCF">
      <w:pPr>
        <w:jc w:val="both"/>
      </w:pPr>
      <w:r>
        <w:t xml:space="preserve">Uvede se detailní harmonogram plnění Díla ne jenom ve vazbě na </w:t>
      </w:r>
      <w:proofErr w:type="spellStart"/>
      <w:r>
        <w:t>DiMS</w:t>
      </w:r>
      <w:proofErr w:type="spellEnd"/>
      <w:r>
        <w:t xml:space="preserve"> . Uvede se plán projednání jednotlivých částí díla a vazba na tvorbu </w:t>
      </w:r>
      <w:proofErr w:type="spellStart"/>
      <w:r>
        <w:t>DiMS</w:t>
      </w:r>
      <w:proofErr w:type="spellEnd"/>
      <w:r>
        <w:t>.</w:t>
      </w:r>
    </w:p>
    <w:p w:rsidR="00FC2BCF" w:rsidRDefault="00FC2BCF" w:rsidP="00FC2BCF">
      <w:pPr>
        <w:pStyle w:val="Nadpis2-2"/>
        <w:spacing w:before="240" w:after="120"/>
      </w:pPr>
      <w:bookmarkStart w:id="23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3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 xml:space="preserve">Tabulkovou formou bude uvedeno u jednotlivých částí Dokumentace i </w:t>
      </w:r>
      <w:proofErr w:type="spellStart"/>
      <w:r>
        <w:t>DiMS</w:t>
      </w:r>
      <w:proofErr w:type="spellEnd"/>
      <w:r>
        <w:t xml:space="preserve">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4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t xml:space="preserve">Cíle </w:t>
      </w:r>
      <w:r w:rsidR="00946634">
        <w:t>BIM projektu</w:t>
      </w:r>
      <w:bookmarkEnd w:id="21"/>
      <w:bookmarkEnd w:id="24"/>
    </w:p>
    <w:p w:rsidR="00DD2DD4" w:rsidRDefault="00DD2DD4" w:rsidP="00DD2DD4">
      <w:pPr>
        <w:pStyle w:val="Nadpis2-2"/>
        <w:spacing w:before="240" w:after="120"/>
      </w:pPr>
      <w:bookmarkStart w:id="25" w:name="_Toc80793121"/>
      <w:r>
        <w:t>Cíl 1 – Společné datové prostředí</w:t>
      </w:r>
      <w:bookmarkEnd w:id="25"/>
    </w:p>
    <w:p w:rsidR="00DD2DD4" w:rsidRPr="00DD2DD4" w:rsidRDefault="00DD2DD4" w:rsidP="00DD2DD4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DD2DD4" w:rsidRPr="00590432" w:rsidTr="005904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DD2DD4" w:rsidRPr="00590432" w:rsidRDefault="00DD2DD4" w:rsidP="00DD2DD4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1.1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D2DD4" w:rsidRPr="00590432" w:rsidRDefault="00DD2DD4" w:rsidP="00DD2DD4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DD2DD4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D2DD4" w:rsidRPr="005A0F0C" w:rsidRDefault="00DD2DD4" w:rsidP="00DD2DD4">
            <w:pPr>
              <w:spacing w:before="0" w:line="300" w:lineRule="auto"/>
              <w:jc w:val="both"/>
              <w:rPr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>Vytvoření společného datového prostředí, při jehož vytváření budou využívané dokumenty:</w:t>
            </w:r>
          </w:p>
          <w:p w:rsidR="00DD2DD4" w:rsidRPr="005A0F0C" w:rsidRDefault="00DD2DD4" w:rsidP="00DD2DD4">
            <w:pPr>
              <w:spacing w:before="0" w:line="300" w:lineRule="auto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 xml:space="preserve"> </w:t>
            </w:r>
            <w:r w:rsidRPr="005A0F0C">
              <w:rPr>
                <w:i/>
                <w:sz w:val="16"/>
                <w:szCs w:val="16"/>
              </w:rPr>
              <w:t>- Metodiky pro výběr společného datového prostředí (CDE) – (</w:t>
            </w:r>
            <w:proofErr w:type="gramStart"/>
            <w:r w:rsidRPr="005A0F0C">
              <w:rPr>
                <w:i/>
                <w:sz w:val="16"/>
                <w:szCs w:val="16"/>
              </w:rPr>
              <w:t>příloha D.1 BIM</w:t>
            </w:r>
            <w:proofErr w:type="gramEnd"/>
            <w:r w:rsidRPr="005A0F0C">
              <w:rPr>
                <w:i/>
                <w:sz w:val="16"/>
                <w:szCs w:val="16"/>
              </w:rPr>
              <w:t xml:space="preserve"> Protokol)</w:t>
            </w:r>
          </w:p>
          <w:p w:rsidR="00DD2DD4" w:rsidRPr="005A0F0C" w:rsidRDefault="00DD2DD4" w:rsidP="00DD2DD4">
            <w:pPr>
              <w:spacing w:before="0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i/>
                <w:sz w:val="16"/>
                <w:szCs w:val="16"/>
              </w:rPr>
              <w:t xml:space="preserve"> - Společné datové prostředí (</w:t>
            </w:r>
            <w:proofErr w:type="spellStart"/>
            <w:r w:rsidRPr="005A0F0C">
              <w:rPr>
                <w:i/>
                <w:sz w:val="16"/>
                <w:szCs w:val="16"/>
              </w:rPr>
              <w:t>Common</w:t>
            </w:r>
            <w:proofErr w:type="spellEnd"/>
            <w:r w:rsidRPr="005A0F0C">
              <w:rPr>
                <w:i/>
                <w:sz w:val="16"/>
                <w:szCs w:val="16"/>
              </w:rPr>
              <w:t xml:space="preserve"> Data </w:t>
            </w:r>
            <w:proofErr w:type="spellStart"/>
            <w:r w:rsidRPr="005A0F0C">
              <w:rPr>
                <w:i/>
                <w:sz w:val="16"/>
                <w:szCs w:val="16"/>
              </w:rPr>
              <w:t>Environment</w:t>
            </w:r>
            <w:proofErr w:type="spellEnd"/>
            <w:r w:rsidRPr="005A0F0C">
              <w:rPr>
                <w:i/>
                <w:sz w:val="16"/>
                <w:szCs w:val="16"/>
              </w:rPr>
              <w:t xml:space="preserve"> – CDE) </w:t>
            </w:r>
          </w:p>
          <w:p w:rsidR="00DD2DD4" w:rsidRPr="00590432" w:rsidRDefault="00DD2DD4" w:rsidP="00DD2DD4">
            <w:pPr>
              <w:spacing w:before="0" w:line="300" w:lineRule="auto"/>
              <w:rPr>
                <w:b/>
                <w:sz w:val="18"/>
              </w:rPr>
            </w:pPr>
            <w:r w:rsidRPr="005A0F0C">
              <w:rPr>
                <w:i/>
                <w:sz w:val="16"/>
                <w:szCs w:val="16"/>
              </w:rPr>
              <w:t xml:space="preserve">   Přehled atributů pro výběr (</w:t>
            </w:r>
            <w:proofErr w:type="gramStart"/>
            <w:r w:rsidRPr="005A0F0C">
              <w:rPr>
                <w:i/>
                <w:sz w:val="16"/>
                <w:szCs w:val="16"/>
              </w:rPr>
              <w:t>Příloha D.2  BIM</w:t>
            </w:r>
            <w:proofErr w:type="gramEnd"/>
            <w:r w:rsidRPr="005A0F0C">
              <w:rPr>
                <w:i/>
                <w:sz w:val="16"/>
                <w:szCs w:val="16"/>
              </w:rPr>
              <w:t xml:space="preserve"> Protokol)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590432" w:rsidRPr="00590432" w:rsidRDefault="00590432" w:rsidP="00590432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590432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0432" w:rsidRPr="006E0B44" w:rsidRDefault="00590432" w:rsidP="00280FC6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 xml:space="preserve">Uvedou se termíny a období plnění cíle včetně </w:t>
            </w:r>
            <w:r w:rsidR="00280FC6" w:rsidRPr="006E0B44">
              <w:rPr>
                <w:i/>
                <w:sz w:val="16"/>
                <w:szCs w:val="16"/>
              </w:rPr>
              <w:t>milníků</w:t>
            </w:r>
            <w:r w:rsidRPr="006E0B44">
              <w:rPr>
                <w:i/>
                <w:sz w:val="16"/>
                <w:szCs w:val="16"/>
              </w:rPr>
              <w:t xml:space="preserve"> vzta</w:t>
            </w:r>
            <w:r w:rsidR="00280FC6" w:rsidRPr="006E0B44">
              <w:rPr>
                <w:i/>
                <w:sz w:val="16"/>
                <w:szCs w:val="16"/>
              </w:rPr>
              <w:t xml:space="preserve">žených k harmonogramu plnění Díla dle SOD příloha </w:t>
            </w:r>
            <w:proofErr w:type="gramStart"/>
            <w:r w:rsidR="00280FC6" w:rsidRPr="006E0B44">
              <w:rPr>
                <w:i/>
                <w:sz w:val="16"/>
                <w:szCs w:val="16"/>
              </w:rPr>
              <w:t>č.5</w:t>
            </w:r>
            <w:proofErr w:type="gramEnd"/>
          </w:p>
          <w:p w:rsidR="00590432" w:rsidRPr="00280FC6" w:rsidRDefault="00280FC6" w:rsidP="00280FC6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590432" w:rsidRPr="00590432" w:rsidRDefault="005A0F0C" w:rsidP="005A0F0C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="00590432" w:rsidRPr="00590432">
              <w:rPr>
                <w:b/>
                <w:sz w:val="18"/>
              </w:rPr>
              <w:t>cíle</w:t>
            </w:r>
          </w:p>
        </w:tc>
      </w:tr>
      <w:tr w:rsidR="00590432" w:rsidRPr="005D7DF1" w:rsidTr="00590432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5A0F0C" w:rsidRPr="006E0B44" w:rsidRDefault="005A0F0C" w:rsidP="005A0F0C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</w:t>
            </w:r>
            <w:r w:rsidR="00D14AA4" w:rsidRPr="006E0B44">
              <w:rPr>
                <w:i/>
                <w:sz w:val="16"/>
                <w:szCs w:val="16"/>
              </w:rPr>
              <w:t>. Podrobný popis plnění cíle (v případě, že cíl takovýto popis vyžaduje), bude uveden v monitorovací zprávě.</w:t>
            </w:r>
          </w:p>
          <w:p w:rsidR="00590432" w:rsidRPr="005A0F0C" w:rsidRDefault="00F0216A" w:rsidP="005A0F0C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590432" w:rsidRPr="005D7DF1" w:rsidTr="005904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590432" w:rsidRPr="00590432" w:rsidRDefault="00590432" w:rsidP="00190138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  <w:bookmarkStart w:id="26" w:name="_Toc51077167"/>
      <w:bookmarkStart w:id="27" w:name="_Toc80793122"/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t>Struktura informačního modelu</w:t>
      </w:r>
      <w:bookmarkEnd w:id="26"/>
      <w:bookmarkEnd w:id="27"/>
    </w:p>
    <w:p w:rsidR="004D7B46" w:rsidRDefault="004D7B46" w:rsidP="004D7B46">
      <w:pPr>
        <w:pStyle w:val="Nadpis2-2"/>
        <w:spacing w:before="240" w:after="120"/>
      </w:pPr>
      <w:bookmarkStart w:id="28" w:name="_Toc62574827"/>
      <w:bookmarkStart w:id="29" w:name="_Toc80793123"/>
      <w:r>
        <w:t>Základní členění Informačního modelu</w:t>
      </w:r>
      <w:bookmarkEnd w:id="28"/>
      <w:r>
        <w:t xml:space="preserve"> a vazba na dokumentace stavby</w:t>
      </w:r>
      <w:bookmarkEnd w:id="29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proofErr w:type="spellStart"/>
      <w:r>
        <w:t>s</w:t>
      </w:r>
      <w:r w:rsidR="00806E6D">
        <w:t>DiMS</w:t>
      </w:r>
      <w:proofErr w:type="spellEnd"/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 xml:space="preserve">Seznam sdružených modelů </w:t>
      </w:r>
      <w:proofErr w:type="spellStart"/>
      <w:r w:rsidR="00806E6D" w:rsidRPr="000F4780">
        <w:rPr>
          <w:i/>
        </w:rPr>
        <w:t>sDiMS</w:t>
      </w:r>
      <w:proofErr w:type="spellEnd"/>
      <w:r w:rsidRPr="000F4780">
        <w:rPr>
          <w:i/>
        </w:rPr>
        <w:t xml:space="preserve"> a jejich obsahová náplň – zařazený dílčí </w:t>
      </w:r>
      <w:proofErr w:type="spellStart"/>
      <w:r w:rsidRPr="000F4780">
        <w:rPr>
          <w:i/>
        </w:rPr>
        <w:t>DiMS</w:t>
      </w:r>
      <w:proofErr w:type="spellEnd"/>
      <w:r w:rsidRPr="000F4780">
        <w:rPr>
          <w:i/>
        </w:rPr>
        <w:t>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35"/>
        <w:gridCol w:w="4458"/>
      </w:tblGrid>
      <w:tr w:rsidR="003F5D9A" w:rsidRPr="003332D4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proofErr w:type="spellStart"/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 xml:space="preserve">Obsahová náplň </w:t>
            </w:r>
            <w:proofErr w:type="spellStart"/>
            <w:r>
              <w:rPr>
                <w:b/>
                <w:i/>
                <w:sz w:val="16"/>
                <w:szCs w:val="16"/>
              </w:rPr>
              <w:t>sDiMS</w:t>
            </w:r>
            <w:proofErr w:type="spellEnd"/>
          </w:p>
        </w:tc>
      </w:tr>
      <w:tr w:rsidR="003F5D9A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proofErr w:type="spellStart"/>
            <w:r>
              <w:rPr>
                <w:szCs w:val="14"/>
              </w:rPr>
              <w:t>sDiMS</w:t>
            </w:r>
            <w:proofErr w:type="spellEnd"/>
            <w:r>
              <w:rPr>
                <w:szCs w:val="14"/>
              </w:rPr>
              <w:t>_.....</w:t>
            </w:r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DA6F0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30" w:name="_Toc62574828"/>
      <w:bookmarkStart w:id="31" w:name="_Toc80793124"/>
      <w:r>
        <w:t xml:space="preserve">Členění modelu </w:t>
      </w:r>
      <w:bookmarkEnd w:id="30"/>
      <w:bookmarkEnd w:id="31"/>
      <w:proofErr w:type="spellStart"/>
      <w:r w:rsidR="00806E6D">
        <w:t>DiMS</w:t>
      </w:r>
      <w:proofErr w:type="spellEnd"/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47"/>
        <w:gridCol w:w="444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dílčího </w:t>
            </w:r>
            <w:proofErr w:type="spellStart"/>
            <w:r w:rsidRPr="003332D4">
              <w:rPr>
                <w:b/>
                <w:sz w:val="16"/>
                <w:szCs w:val="16"/>
              </w:rPr>
              <w:t>DiMS</w:t>
            </w:r>
            <w:proofErr w:type="spellEnd"/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proofErr w:type="spellStart"/>
            <w:r w:rsidRPr="003332D4">
              <w:rPr>
                <w:b/>
                <w:i/>
                <w:sz w:val="16"/>
                <w:szCs w:val="16"/>
              </w:rPr>
              <w:t>DiMS</w:t>
            </w:r>
            <w:proofErr w:type="spellEnd"/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proofErr w:type="spellStart"/>
            <w:r>
              <w:rPr>
                <w:szCs w:val="14"/>
              </w:rPr>
              <w:t>DiMS_Stávající</w:t>
            </w:r>
            <w:proofErr w:type="spellEnd"/>
            <w:r>
              <w:rPr>
                <w:szCs w:val="14"/>
              </w:rPr>
              <w:t xml:space="preserve">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DiMS_Zabezpečovací</w:t>
            </w:r>
            <w:proofErr w:type="spellEnd"/>
            <w:r w:rsidRPr="00833F00">
              <w:t xml:space="preserve">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DiMS_Sdělovací</w:t>
            </w:r>
            <w:proofErr w:type="spellEnd"/>
            <w:r w:rsidRPr="00833F00">
              <w:t xml:space="preserve">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proofErr w:type="spellStart"/>
            <w:r w:rsidRPr="00833F00">
              <w:t>DiMS_Silnoproudá</w:t>
            </w:r>
            <w:proofErr w:type="spellEnd"/>
            <w:r w:rsidRPr="00833F00">
              <w:t xml:space="preserve">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proofErr w:type="spellStart"/>
            <w:r w:rsidRPr="00833F00">
              <w:t>DiMS_Ostatní</w:t>
            </w:r>
            <w:proofErr w:type="spellEnd"/>
            <w:r w:rsidRPr="00833F00">
              <w:t xml:space="preserve">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2" w:name="_Toc51077168"/>
      <w:bookmarkStart w:id="33" w:name="_Toc80793125"/>
      <w:r>
        <w:t>Grafická podrobnost modelu</w:t>
      </w:r>
      <w:bookmarkEnd w:id="32"/>
      <w:bookmarkEnd w:id="33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23029B" w:rsidRDefault="00C8667E" w:rsidP="00C8667E">
      <w:pPr>
        <w:ind w:left="360"/>
        <w:rPr>
          <w:i/>
        </w:rPr>
      </w:pPr>
      <w:r w:rsidRPr="0023029B">
        <w:rPr>
          <w:i/>
          <w:lang w:val="en-US"/>
        </w:rPr>
        <w:t>[</w:t>
      </w:r>
      <w:r w:rsidR="004D7B46" w:rsidRPr="0023029B">
        <w:rPr>
          <w:i/>
        </w:rPr>
        <w:t>Proj</w:t>
      </w:r>
      <w:r w:rsidR="0023029B" w:rsidRPr="0023029B">
        <w:rPr>
          <w:i/>
        </w:rPr>
        <w:t>ektová dokumentace pro územní rozhodnutí</w:t>
      </w:r>
      <w:r w:rsidRPr="0023029B">
        <w:rPr>
          <w:i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4" w:name="_Toc51077170"/>
      <w:bookmarkStart w:id="35" w:name="_Toc80793126"/>
      <w:r w:rsidRPr="004727CC">
        <w:t xml:space="preserve">Struktura </w:t>
      </w:r>
      <w:r>
        <w:t>společného datového</w:t>
      </w:r>
      <w:bookmarkEnd w:id="34"/>
      <w:bookmarkEnd w:id="35"/>
      <w:r>
        <w:t xml:space="preserve"> </w:t>
      </w:r>
      <w:r w:rsidR="00661A27">
        <w:t>prostředí</w:t>
      </w:r>
    </w:p>
    <w:p w:rsidR="00041031" w:rsidRPr="00A51005" w:rsidRDefault="00442E26" w:rsidP="00531473">
      <w:pPr>
        <w:pStyle w:val="Nadpis2-2"/>
        <w:spacing w:before="240"/>
      </w:pPr>
      <w:bookmarkStart w:id="36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3332D4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3332D4" w:rsidRDefault="003332D4" w:rsidP="00DA6F0C">
            <w:pPr>
              <w:contextualSpacing/>
              <w:rPr>
                <w:sz w:val="18"/>
              </w:rPr>
            </w:pPr>
            <w:bookmarkStart w:id="37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3332D4" w:rsidRPr="00D63709" w:rsidRDefault="003332D4" w:rsidP="00DA6F0C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3332D4" w:rsidRPr="00221E4B" w:rsidRDefault="003332D4" w:rsidP="00DA6F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</w:t>
            </w:r>
            <w:r w:rsidR="0023029B">
              <w:rPr>
                <w:sz w:val="16"/>
                <w:szCs w:val="16"/>
              </w:rPr>
              <w:t xml:space="preserve">okumenty Zhotovitele neurčené </w:t>
            </w:r>
            <w:r w:rsidRPr="008B02AB">
              <w:rPr>
                <w:sz w:val="16"/>
                <w:szCs w:val="16"/>
              </w:rPr>
              <w:t>pro externí distribuci.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3332D4" w:rsidRPr="001D2F23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</w:t>
            </w:r>
            <w:r w:rsidR="00836661">
              <w:rPr>
                <w:sz w:val="16"/>
                <w:szCs w:val="16"/>
              </w:rPr>
              <w:t>škeré informace vztahující se k</w:t>
            </w:r>
            <w:r w:rsidRPr="008B02AB">
              <w:rPr>
                <w:sz w:val="16"/>
                <w:szCs w:val="16"/>
              </w:rPr>
              <w:t xml:space="preserve">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Zaměření stávajícího stavu včetně ostatních souvisejících mapových podkladů (např. </w:t>
            </w:r>
            <w:proofErr w:type="spellStart"/>
            <w:r w:rsidRPr="008B02AB">
              <w:rPr>
                <w:sz w:val="16"/>
                <w:szCs w:val="16"/>
              </w:rPr>
              <w:t>ortofoto</w:t>
            </w:r>
            <w:proofErr w:type="spellEnd"/>
            <w:r w:rsidRPr="008B02AB">
              <w:rPr>
                <w:sz w:val="16"/>
                <w:szCs w:val="16"/>
              </w:rPr>
              <w:t xml:space="preserve"> mapy, mapy JŽTM)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</w:t>
            </w:r>
            <w:r w:rsidR="00836661">
              <w:rPr>
                <w:sz w:val="16"/>
                <w:szCs w:val="16"/>
              </w:rPr>
              <w:t xml:space="preserve"> </w:t>
            </w:r>
            <w:r w:rsidRPr="008B02AB">
              <w:rPr>
                <w:sz w:val="16"/>
                <w:szCs w:val="16"/>
              </w:rPr>
              <w:t>rámci stavby (katastrální situace, situace hranice dráhy apod.)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Výsledky a zjištění průzkumů v členění dle charakteru průzkumu (např. stavebně technický, technologický, dendrologický a </w:t>
            </w:r>
            <w:proofErr w:type="gramStart"/>
            <w:r w:rsidRPr="008B02AB">
              <w:rPr>
                <w:sz w:val="16"/>
                <w:szCs w:val="16"/>
              </w:rPr>
              <w:t>pod</w:t>
            </w:r>
            <w:proofErr w:type="gramEnd"/>
            <w:r w:rsidRPr="008B02AB">
              <w:rPr>
                <w:sz w:val="16"/>
                <w:szCs w:val="16"/>
              </w:rPr>
              <w:t>).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DA6F0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3149A" w:rsidRDefault="0003149A" w:rsidP="0003149A">
      <w:pPr>
        <w:pStyle w:val="Nadpis2-2"/>
        <w:numPr>
          <w:ilvl w:val="0"/>
          <w:numId w:val="0"/>
        </w:numPr>
        <w:spacing w:before="240"/>
        <w:ind w:left="737"/>
      </w:pPr>
    </w:p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3332D4" w:rsidRPr="00935B52" w:rsidTr="00DA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DUR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Pr="00935B52">
              <w:rPr>
                <w:sz w:val="16"/>
                <w:szCs w:val="16"/>
              </w:rPr>
              <w:t>Dokumentace pro územní řízení (dle struktury Manuálu A až R)*)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DA6F0C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DSP/DUSP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DSP/DUSP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DA6F0C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DA6F0C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PDPS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Dílčí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RPr="00935B52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 xml:space="preserve">Sdružené </w:t>
            </w:r>
            <w:proofErr w:type="spellStart"/>
            <w:r w:rsidRPr="00935B52">
              <w:rPr>
                <w:sz w:val="16"/>
                <w:szCs w:val="16"/>
              </w:rPr>
              <w:t>DiMS</w:t>
            </w:r>
            <w:proofErr w:type="spellEnd"/>
          </w:p>
        </w:tc>
      </w:tr>
      <w:tr w:rsidR="003332D4" w:rsidTr="00DA6F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DA6F0C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332D4" w:rsidRPr="00626853" w:rsidRDefault="003332D4" w:rsidP="00DA6F0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533494" w:rsidRPr="00DA6F0C" w:rsidRDefault="0003149A">
      <w:pPr>
        <w:rPr>
          <w:sz w:val="22"/>
        </w:rPr>
      </w:pPr>
      <w:r>
        <w:br w:type="page"/>
      </w:r>
      <w:bookmarkStart w:id="38" w:name="_Toc51077171"/>
      <w:bookmarkStart w:id="39" w:name="_Toc80793129"/>
      <w:bookmarkEnd w:id="37"/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t>Softwarové vybavení a datové formáty</w:t>
      </w:r>
      <w:bookmarkEnd w:id="38"/>
      <w:bookmarkEnd w:id="39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proofErr w:type="spellStart"/>
      <w:r w:rsidRPr="000112FF">
        <w:t>ifc</w:t>
      </w:r>
      <w:proofErr w:type="spellEnd"/>
      <w:r>
        <w:t>.</w:t>
      </w:r>
      <w:r w:rsidRPr="000112FF">
        <w:t xml:space="preserve">, </w:t>
      </w:r>
      <w:proofErr w:type="spellStart"/>
      <w:r w:rsidRPr="000112FF">
        <w:t>pdf</w:t>
      </w:r>
      <w:proofErr w:type="spellEnd"/>
      <w:r w:rsidRPr="000112FF">
        <w:t>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40" w:name="_Toc51077172"/>
      <w:bookmarkStart w:id="41" w:name="_Toc80793130"/>
      <w:r>
        <w:t xml:space="preserve">Výpis </w:t>
      </w:r>
      <w:r w:rsidRPr="000112FF">
        <w:t>softwarových nástrojů</w:t>
      </w:r>
      <w:bookmarkEnd w:id="40"/>
      <w:bookmarkEnd w:id="4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33"/>
        <w:gridCol w:w="1683"/>
        <w:gridCol w:w="1670"/>
        <w:gridCol w:w="2244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Elektrické </w:t>
            </w:r>
            <w:proofErr w:type="spellStart"/>
            <w:r w:rsidRPr="00D634BA">
              <w:rPr>
                <w:rFonts w:asciiTheme="minorHAnsi" w:hAnsiTheme="minorHAnsi"/>
                <w:szCs w:val="14"/>
              </w:rPr>
              <w:t>předtápěcí</w:t>
            </w:r>
            <w:proofErr w:type="spellEnd"/>
            <w:r w:rsidRPr="00D634BA">
              <w:rPr>
                <w:rFonts w:asciiTheme="minorHAnsi" w:hAnsiTheme="minorHAnsi"/>
                <w:szCs w:val="14"/>
              </w:rPr>
              <w:t xml:space="preserve">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F0C" w:rsidRDefault="00DA6F0C" w:rsidP="00962258">
      <w:r>
        <w:separator/>
      </w:r>
    </w:p>
  </w:endnote>
  <w:endnote w:type="continuationSeparator" w:id="0">
    <w:p w:rsidR="00DA6F0C" w:rsidRDefault="00DA6F0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DA6F0C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DA6F0C" w:rsidRPr="00B8518B" w:rsidRDefault="00DA6F0C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014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014F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DA6F0C" w:rsidRPr="00800ECD" w:rsidRDefault="005B2070" w:rsidP="007C657F">
          <w:pPr>
            <w:pStyle w:val="Zpatvpravo"/>
            <w:contextualSpacing/>
          </w:pPr>
          <w:fldSimple w:instr=" STYLEREF  _Název_akce  \* MERGEFORMAT ">
            <w:r w:rsidR="0020014F" w:rsidRPr="0020014F">
              <w:rPr>
                <w:bCs/>
                <w:noProof/>
              </w:rPr>
              <w:t>„RS 1 VRT Poříčany – Světlá nad Sázavou“;</w:t>
            </w:r>
            <w:r w:rsidR="0020014F" w:rsidRPr="0020014F">
              <w:rPr>
                <w:b/>
                <w:bCs/>
                <w:noProof/>
              </w:rPr>
              <w:t xml:space="preserve"> </w:t>
            </w:r>
            <w:r w:rsidR="0020014F">
              <w:rPr>
                <w:noProof/>
              </w:rPr>
              <w:t>Zpracování dokumentace pro územní řízení</w:t>
            </w:r>
          </w:fldSimple>
        </w:p>
        <w:p w:rsidR="00DA6F0C" w:rsidRDefault="00DA6F0C" w:rsidP="00824308">
          <w:pPr>
            <w:pStyle w:val="Zpatvpravo"/>
            <w:contextualSpacing/>
          </w:pPr>
          <w:r>
            <w:t>BIM Protokol – Příloha C</w:t>
          </w:r>
        </w:p>
        <w:p w:rsidR="00DA6F0C" w:rsidRPr="003462EB" w:rsidRDefault="00485090" w:rsidP="00824308">
          <w:pPr>
            <w:pStyle w:val="Zpatvpravo"/>
            <w:contextualSpacing/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(DÚR</w:t>
          </w:r>
          <w:r w:rsidR="00DA6F0C">
            <w:t>)</w:t>
          </w:r>
        </w:p>
      </w:tc>
    </w:tr>
  </w:tbl>
  <w:p w:rsidR="00DA6F0C" w:rsidRPr="00980288" w:rsidRDefault="00DA6F0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DA6F0C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DA6F0C" w:rsidRPr="00836661" w:rsidRDefault="005B2070" w:rsidP="00980288">
          <w:pPr>
            <w:pStyle w:val="Zpatvlevo"/>
            <w:contextualSpacing/>
          </w:pPr>
          <w:fldSimple w:instr=" STYLEREF  _Název_akce  \* MERGEFORMAT ">
            <w:r w:rsidR="0020014F" w:rsidRPr="0020014F">
              <w:rPr>
                <w:bCs/>
                <w:noProof/>
              </w:rPr>
              <w:t xml:space="preserve">„RS 1 VRT Poříčany – Světlá nad Sázavou“; </w:t>
            </w:r>
            <w:r w:rsidR="0020014F">
              <w:rPr>
                <w:noProof/>
              </w:rPr>
              <w:t>Zpracování dokumentace pro územní řízení</w:t>
            </w:r>
          </w:fldSimple>
        </w:p>
        <w:p w:rsidR="00DA6F0C" w:rsidRDefault="00DA6F0C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DA6F0C" w:rsidRPr="003462EB" w:rsidRDefault="00954858" w:rsidP="0082430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 xml:space="preserve">BIM </w:t>
          </w:r>
          <w:proofErr w:type="spellStart"/>
          <w:r>
            <w:t>Execution</w:t>
          </w:r>
          <w:proofErr w:type="spellEnd"/>
          <w:r>
            <w:t xml:space="preserve"> </w:t>
          </w:r>
          <w:proofErr w:type="spellStart"/>
          <w:r>
            <w:t>Plan</w:t>
          </w:r>
          <w:proofErr w:type="spellEnd"/>
          <w:r>
            <w:t xml:space="preserve"> (DÚR</w:t>
          </w:r>
          <w:r w:rsidR="00DA6F0C">
            <w:t>)</w:t>
          </w:r>
        </w:p>
      </w:tc>
      <w:tc>
        <w:tcPr>
          <w:tcW w:w="935" w:type="dxa"/>
          <w:vAlign w:val="bottom"/>
        </w:tcPr>
        <w:p w:rsidR="00DA6F0C" w:rsidRPr="009E09BE" w:rsidRDefault="00DA6F0C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014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014F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</w:p>
      </w:tc>
    </w:tr>
  </w:tbl>
  <w:p w:rsidR="00DA6F0C" w:rsidRPr="00B8518B" w:rsidRDefault="00DA6F0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F0C" w:rsidRPr="00B8518B" w:rsidRDefault="00DA6F0C" w:rsidP="00460660">
    <w:pPr>
      <w:pStyle w:val="Zpat"/>
      <w:rPr>
        <w:sz w:val="2"/>
        <w:szCs w:val="2"/>
      </w:rPr>
    </w:pPr>
  </w:p>
  <w:p w:rsidR="00DA6F0C" w:rsidRDefault="00DA6F0C" w:rsidP="00054FC6">
    <w:pPr>
      <w:pStyle w:val="Zpat"/>
      <w:rPr>
        <w:rFonts w:cs="Calibri"/>
        <w:szCs w:val="12"/>
      </w:rPr>
    </w:pPr>
  </w:p>
  <w:p w:rsidR="00DA6F0C" w:rsidRDefault="00DA6F0C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F0C" w:rsidRDefault="00DA6F0C" w:rsidP="00962258">
      <w:r>
        <w:separator/>
      </w:r>
    </w:p>
  </w:footnote>
  <w:footnote w:type="continuationSeparator" w:id="0">
    <w:p w:rsidR="00DA6F0C" w:rsidRDefault="00DA6F0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A6F0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A6F0C" w:rsidRPr="00B8518B" w:rsidRDefault="00DA6F0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A6F0C" w:rsidRDefault="00DA6F0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A6F0C" w:rsidRPr="00D6163D" w:rsidRDefault="00DA6F0C" w:rsidP="00D6163D">
          <w:pPr>
            <w:pStyle w:val="Druhdokumentu"/>
          </w:pPr>
        </w:p>
      </w:tc>
    </w:tr>
  </w:tbl>
  <w:p w:rsidR="00DA6F0C" w:rsidRPr="00D6163D" w:rsidRDefault="00DA6F0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DA6F0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A6F0C" w:rsidRPr="00B8518B" w:rsidRDefault="00DA6F0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A6F0C" w:rsidRDefault="00DA6F0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A6F0C" w:rsidRPr="00D6163D" w:rsidRDefault="00DA6F0C" w:rsidP="00FC6389">
          <w:pPr>
            <w:pStyle w:val="Druhdokumentu"/>
          </w:pPr>
        </w:p>
      </w:tc>
    </w:tr>
    <w:tr w:rsidR="00DA6F0C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A6F0C" w:rsidRPr="00B8518B" w:rsidRDefault="00DA6F0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A6F0C" w:rsidRDefault="00DA6F0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DA6F0C" w:rsidRPr="00D6163D" w:rsidRDefault="00DA6F0C" w:rsidP="00FC6389">
          <w:pPr>
            <w:pStyle w:val="Druhdokumentu"/>
          </w:pPr>
        </w:p>
      </w:tc>
    </w:tr>
  </w:tbl>
  <w:p w:rsidR="00DA6F0C" w:rsidRPr="00D6163D" w:rsidRDefault="00DA6F0C" w:rsidP="00FC6389">
    <w:pPr>
      <w:pStyle w:val="Zhlav"/>
      <w:rPr>
        <w:sz w:val="8"/>
        <w:szCs w:val="8"/>
      </w:rPr>
    </w:pPr>
  </w:p>
  <w:p w:rsidR="00DA6F0C" w:rsidRPr="00460660" w:rsidRDefault="00DA6F0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4928"/>
    <w:rsid w:val="001F68C5"/>
    <w:rsid w:val="001F698B"/>
    <w:rsid w:val="0020014F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029B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3E0C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1161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5090"/>
    <w:rsid w:val="00486107"/>
    <w:rsid w:val="0049088E"/>
    <w:rsid w:val="00491827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6C56"/>
    <w:rsid w:val="0058742A"/>
    <w:rsid w:val="00590432"/>
    <w:rsid w:val="005940B9"/>
    <w:rsid w:val="0059552A"/>
    <w:rsid w:val="005A0F0C"/>
    <w:rsid w:val="005A1F44"/>
    <w:rsid w:val="005A21DC"/>
    <w:rsid w:val="005B03EA"/>
    <w:rsid w:val="005B0BA0"/>
    <w:rsid w:val="005B2070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1A27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313F"/>
    <w:rsid w:val="00833690"/>
    <w:rsid w:val="00834146"/>
    <w:rsid w:val="00836661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044D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858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55A9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20AC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FB1"/>
    <w:rsid w:val="00D23471"/>
    <w:rsid w:val="00D322B7"/>
    <w:rsid w:val="00D354BC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A6F0C"/>
    <w:rsid w:val="00DB1F05"/>
    <w:rsid w:val="00DB538D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27AF5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174F4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1594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efaultImageDpi w14:val="32767"/>
  <w15:docId w15:val="{4A91C08E-0112-44F9-83D2-9C2345009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Vitasek@spravazeleznic.cz" TargetMode="External"/><Relationship Id="rId17" Type="http://schemas.microsoft.com/office/2007/relationships/diagramDrawing" Target="diagrams/drawing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lazekDa@spravazeleznic.cz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diagramQuickStyle" Target="diagrams/quickStyle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Layout" Target="diagrams/layout1.xm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49C38D3-FED6-4C50-91DE-7B140D401082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3A33223C-5681-4043-81EA-CB0359F803A5}">
      <dgm:prSet phldrT="[Text]" custT="1"/>
      <dgm:spPr/>
      <dgm:t>
        <a:bodyPr/>
        <a:lstStyle/>
        <a:p>
          <a:r>
            <a:rPr lang="cs-CZ" sz="1400" b="1"/>
            <a:t>HIS</a:t>
          </a:r>
        </a:p>
      </dgm:t>
    </dgm:pt>
    <dgm:pt modelId="{79068C9C-7F2F-4B82-8763-3DBACCF5A541}" type="parTrans" cxnId="{FF476BC4-1E4E-49A7-AB14-B1EBFC8C662E}">
      <dgm:prSet/>
      <dgm:spPr/>
      <dgm:t>
        <a:bodyPr/>
        <a:lstStyle/>
        <a:p>
          <a:endParaRPr lang="cs-CZ"/>
        </a:p>
      </dgm:t>
    </dgm:pt>
    <dgm:pt modelId="{F4B4D797-861D-4353-8583-FA8608343168}" type="sibTrans" cxnId="{FF476BC4-1E4E-49A7-AB14-B1EBFC8C662E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D49DCEC-FEC9-4A96-B878-00E46FE28D68}" type="asst">
      <dgm:prSet phldrT="[Text]" custT="1"/>
      <dgm:spPr/>
      <dgm:t>
        <a:bodyPr/>
        <a:lstStyle/>
        <a:p>
          <a:r>
            <a:rPr lang="cs-CZ" sz="1400" b="1"/>
            <a:t>HIP</a:t>
          </a:r>
        </a:p>
      </dgm:t>
    </dgm:pt>
    <dgm:pt modelId="{686C53F3-8AA0-4C8C-BCD0-8B868E6D4C8C}" type="parTrans" cxnId="{9D0553F0-1D65-4913-AAD6-27B00E5163BA}">
      <dgm:prSet/>
      <dgm:spPr/>
      <dgm:t>
        <a:bodyPr/>
        <a:lstStyle/>
        <a:p>
          <a:endParaRPr lang="cs-CZ"/>
        </a:p>
      </dgm:t>
    </dgm:pt>
    <dgm:pt modelId="{FDF1CBE9-9FF4-40A0-8772-498775ABA194}" type="sibTrans" cxnId="{9D0553F0-1D65-4913-AAD6-27B00E5163BA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E621939-1AEB-44B2-A582-ABA8274AB2F1}" type="asst">
      <dgm:prSet custT="1"/>
      <dgm:spPr/>
      <dgm:t>
        <a:bodyPr/>
        <a:lstStyle/>
        <a:p>
          <a:r>
            <a:rPr lang="cs-CZ" sz="900"/>
            <a:t>Koordinátor BIM</a:t>
          </a:r>
        </a:p>
      </dgm:t>
    </dgm:pt>
    <dgm:pt modelId="{57CAEEA2-B384-41E1-9B3E-AD27A931D00A}" type="parTrans" cxnId="{352BD424-5909-44C5-B09E-878F23C4109C}">
      <dgm:prSet/>
      <dgm:spPr/>
      <dgm:t>
        <a:bodyPr/>
        <a:lstStyle/>
        <a:p>
          <a:endParaRPr lang="cs-CZ"/>
        </a:p>
      </dgm:t>
    </dgm:pt>
    <dgm:pt modelId="{432DC268-3780-4D75-91F6-3D47CE00D46F}" type="sibTrans" cxnId="{352BD424-5909-44C5-B09E-878F23C4109C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1041D37D-171E-4372-996C-03F4EE967C1D}" type="asst">
      <dgm:prSet custT="1"/>
      <dgm:spPr/>
      <dgm:t>
        <a:bodyPr/>
        <a:lstStyle/>
        <a:p>
          <a:r>
            <a:rPr lang="cs-CZ" sz="900"/>
            <a:t>Konzultant BIM</a:t>
          </a:r>
        </a:p>
      </dgm:t>
    </dgm:pt>
    <dgm:pt modelId="{1D62C932-92BA-4396-AE39-4FBDC5A1C30B}" type="parTrans" cxnId="{BE6F3260-8AA6-4BAF-8B27-A8F6FFA3F074}">
      <dgm:prSet/>
      <dgm:spPr/>
      <dgm:t>
        <a:bodyPr/>
        <a:lstStyle/>
        <a:p>
          <a:endParaRPr lang="cs-CZ"/>
        </a:p>
      </dgm:t>
    </dgm:pt>
    <dgm:pt modelId="{ED7DFE32-2115-4247-B80D-8D15321CB798}" type="sibTrans" cxnId="{BE6F3260-8AA6-4BAF-8B27-A8F6FFA3F074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D22C59E-C595-4170-A900-1DAD1D4DC3E9}">
      <dgm:prSet custT="1"/>
      <dgm:spPr/>
      <dgm:t>
        <a:bodyPr/>
        <a:lstStyle/>
        <a:p>
          <a:r>
            <a:rPr lang="cs-CZ" sz="900"/>
            <a:t>Manažer informací</a:t>
          </a:r>
        </a:p>
      </dgm:t>
    </dgm:pt>
    <dgm:pt modelId="{8D39A2DC-BB13-497E-A80B-DF0B1072D2A8}" type="parTrans" cxnId="{4CBA002E-A26E-4570-B885-6FCE173477D9}">
      <dgm:prSet/>
      <dgm:spPr/>
      <dgm:t>
        <a:bodyPr/>
        <a:lstStyle/>
        <a:p>
          <a:endParaRPr lang="cs-CZ"/>
        </a:p>
      </dgm:t>
    </dgm:pt>
    <dgm:pt modelId="{28D3E71D-0F31-4922-A3D3-E14E60982265}" type="sibTrans" cxnId="{4CBA002E-A26E-4570-B885-6FCE173477D9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D64114D8-1FF7-4512-B056-381AC239BE11}">
      <dgm:prSet custT="1"/>
      <dgm:spPr/>
      <dgm:t>
        <a:bodyPr/>
        <a:lstStyle/>
        <a:p>
          <a:r>
            <a:rPr lang="cs-CZ" sz="900"/>
            <a:t>Specialista</a:t>
          </a:r>
        </a:p>
      </dgm:t>
    </dgm:pt>
    <dgm:pt modelId="{B781FADE-A1A8-4C40-B5B4-93B45D6D0218}" type="parTrans" cxnId="{012F37A0-A29A-426D-AB2E-E2D698259B40}">
      <dgm:prSet/>
      <dgm:spPr/>
      <dgm:t>
        <a:bodyPr/>
        <a:lstStyle/>
        <a:p>
          <a:endParaRPr lang="cs-CZ"/>
        </a:p>
      </dgm:t>
    </dgm:pt>
    <dgm:pt modelId="{E71A44C9-75E6-45AB-ACD0-55B131448889}" type="sibTrans" cxnId="{012F37A0-A29A-426D-AB2E-E2D698259B40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E1386385-95BB-4AC2-8262-E2F842026D81}">
      <dgm:prSet custT="1"/>
      <dgm:spPr/>
      <dgm:t>
        <a:bodyPr/>
        <a:lstStyle/>
        <a:p>
          <a:r>
            <a:rPr lang="cs-CZ" sz="900"/>
            <a:t>Odpovědný projektant</a:t>
          </a:r>
        </a:p>
      </dgm:t>
    </dgm:pt>
    <dgm:pt modelId="{1906925D-5E8F-40B7-9DDC-6F79E4B85CAD}" type="parTrans" cxnId="{4A05CF74-FEA4-46F7-8F62-FC3EE336C972}">
      <dgm:prSet/>
      <dgm:spPr/>
      <dgm:t>
        <a:bodyPr/>
        <a:lstStyle/>
        <a:p>
          <a:endParaRPr lang="cs-CZ"/>
        </a:p>
      </dgm:t>
    </dgm:pt>
    <dgm:pt modelId="{2E14F0A2-3272-4657-9CD8-C21C64C18C3C}" type="sibTrans" cxnId="{4A05CF74-FEA4-46F7-8F62-FC3EE336C97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86EB4EC5-713F-45C0-8C33-0255A25E96EB}">
      <dgm:prSet custT="1"/>
      <dgm:spPr/>
      <dgm:t>
        <a:bodyPr/>
        <a:lstStyle/>
        <a:p>
          <a:r>
            <a:rPr lang="cs-CZ" sz="900"/>
            <a:t>Zpracovatel dílčí části</a:t>
          </a:r>
        </a:p>
      </dgm:t>
    </dgm:pt>
    <dgm:pt modelId="{C0F97277-2F8C-4066-8CE1-8D28BB6920BA}" type="parTrans" cxnId="{C246693E-D0CB-449E-98D1-07A3DF50A982}">
      <dgm:prSet/>
      <dgm:spPr/>
      <dgm:t>
        <a:bodyPr/>
        <a:lstStyle/>
        <a:p>
          <a:endParaRPr lang="cs-CZ"/>
        </a:p>
      </dgm:t>
    </dgm:pt>
    <dgm:pt modelId="{00351917-B11F-497B-8B8B-7863217C95A1}" type="sibTrans" cxnId="{C246693E-D0CB-449E-98D1-07A3DF50A982}">
      <dgm:prSet/>
      <dgm:spPr/>
      <dgm:t>
        <a:bodyPr/>
        <a:lstStyle/>
        <a:p>
          <a:endParaRPr lang="cs-CZ"/>
        </a:p>
        <a:p>
          <a:r>
            <a:rPr lang="cs-CZ"/>
            <a:t>jméno odpovědné osoby</a:t>
          </a:r>
        </a:p>
      </dgm:t>
    </dgm:pt>
    <dgm:pt modelId="{939F6DAD-0B0F-404C-AC2C-100115DEE81A}" type="asst">
      <dgm:prSet custT="1"/>
      <dgm:spPr/>
      <dgm:t>
        <a:bodyPr/>
        <a:lstStyle/>
        <a:p>
          <a:r>
            <a:rPr lang="cs-CZ" sz="900"/>
            <a:t>Správce infromací</a:t>
          </a:r>
        </a:p>
      </dgm:t>
    </dgm:pt>
    <dgm:pt modelId="{A10D23D5-47B9-4C1A-ABA5-B0B9609838AF}" type="parTrans" cxnId="{B7086BFB-600D-4F51-B86E-416EC88B8699}">
      <dgm:prSet/>
      <dgm:spPr/>
      <dgm:t>
        <a:bodyPr/>
        <a:lstStyle/>
        <a:p>
          <a:endParaRPr lang="cs-CZ"/>
        </a:p>
      </dgm:t>
    </dgm:pt>
    <dgm:pt modelId="{55730C7A-DE6E-411E-B0B1-1602E10D454F}" type="sibTrans" cxnId="{B7086BFB-600D-4F51-B86E-416EC88B8699}">
      <dgm:prSet/>
      <dgm:spPr/>
      <dgm:t>
        <a:bodyPr/>
        <a:lstStyle/>
        <a:p>
          <a:r>
            <a:rPr lang="cs-CZ"/>
            <a:t>jméno odpovědné osoby</a:t>
          </a:r>
        </a:p>
      </dgm:t>
    </dgm:pt>
    <dgm:pt modelId="{6B7320B6-9465-4C6B-B135-E368C25D6C85}" type="pres">
      <dgm:prSet presAssocID="{749C38D3-FED6-4C50-91DE-7B140D40108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A42BCBB9-B148-4FAF-A32B-8CB97A51E1BD}" type="pres">
      <dgm:prSet presAssocID="{3A33223C-5681-4043-81EA-CB0359F803A5}" presName="hierRoot1" presStyleCnt="0">
        <dgm:presLayoutVars>
          <dgm:hierBranch/>
        </dgm:presLayoutVars>
      </dgm:prSet>
      <dgm:spPr/>
    </dgm:pt>
    <dgm:pt modelId="{A4994AB5-D184-4AA7-9237-E8C971821F0A}" type="pres">
      <dgm:prSet presAssocID="{3A33223C-5681-4043-81EA-CB0359F803A5}" presName="rootComposite1" presStyleCnt="0"/>
      <dgm:spPr/>
    </dgm:pt>
    <dgm:pt modelId="{0E29EF5C-62C9-4452-84BE-8FFF1E1A0F88}" type="pres">
      <dgm:prSet presAssocID="{3A33223C-5681-4043-81EA-CB0359F803A5}" presName="rootText1" presStyleLbl="node0" presStyleIdx="0" presStyleCnt="1" custLinFactNeighborX="-1128" custLinFactNeighborY="-37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831B711-BD25-49A1-BE2A-B7949F42D33E}" type="pres">
      <dgm:prSet presAssocID="{3A33223C-5681-4043-81EA-CB0359F803A5}" presName="titleText1" presStyleLbl="fgAcc0" presStyleIdx="0" presStyleCnt="1" custLinFactNeighborY="231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1C809325-2FFF-4412-ADA4-ACD09B744350}" type="pres">
      <dgm:prSet presAssocID="{3A33223C-5681-4043-81EA-CB0359F803A5}" presName="rootConnector1" presStyleLbl="node1" presStyleIdx="0" presStyleCnt="4"/>
      <dgm:spPr/>
      <dgm:t>
        <a:bodyPr/>
        <a:lstStyle/>
        <a:p>
          <a:endParaRPr lang="cs-CZ"/>
        </a:p>
      </dgm:t>
    </dgm:pt>
    <dgm:pt modelId="{79CCB6CC-58F4-43E0-AF3C-854DB576264A}" type="pres">
      <dgm:prSet presAssocID="{3A33223C-5681-4043-81EA-CB0359F803A5}" presName="hierChild2" presStyleCnt="0"/>
      <dgm:spPr/>
    </dgm:pt>
    <dgm:pt modelId="{57FC2E51-E484-4DD2-A4A5-531A224CE963}" type="pres">
      <dgm:prSet presAssocID="{3A33223C-5681-4043-81EA-CB0359F803A5}" presName="hierChild3" presStyleCnt="0"/>
      <dgm:spPr/>
    </dgm:pt>
    <dgm:pt modelId="{4488FC5F-5743-4A69-AC34-F19C25357DF6}" type="pres">
      <dgm:prSet presAssocID="{686C53F3-8AA0-4C8C-BCD0-8B868E6D4C8C}" presName="Name96" presStyleLbl="parChTrans1D2" presStyleIdx="0" presStyleCnt="2"/>
      <dgm:spPr/>
      <dgm:t>
        <a:bodyPr/>
        <a:lstStyle/>
        <a:p>
          <a:endParaRPr lang="cs-CZ"/>
        </a:p>
      </dgm:t>
    </dgm:pt>
    <dgm:pt modelId="{A43883A7-D68E-4A8E-8E96-F31958464E64}" type="pres">
      <dgm:prSet presAssocID="{1D49DCEC-FEC9-4A96-B878-00E46FE28D68}" presName="hierRoot3" presStyleCnt="0">
        <dgm:presLayoutVars>
          <dgm:hierBranch val="init"/>
        </dgm:presLayoutVars>
      </dgm:prSet>
      <dgm:spPr/>
    </dgm:pt>
    <dgm:pt modelId="{27188EEF-D907-4EAE-A7AE-A94FADFAAB01}" type="pres">
      <dgm:prSet presAssocID="{1D49DCEC-FEC9-4A96-B878-00E46FE28D68}" presName="rootComposite3" presStyleCnt="0"/>
      <dgm:spPr/>
    </dgm:pt>
    <dgm:pt modelId="{C3AE03C2-139D-496A-A174-6837B2BB310C}" type="pres">
      <dgm:prSet presAssocID="{1D49DCEC-FEC9-4A96-B878-00E46FE28D68}" presName="rootText3" presStyleLbl="asst1" presStyleIdx="0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96D09EE2-087C-4EB5-BD52-35396B2AB981}" type="pres">
      <dgm:prSet presAssocID="{1D49DCEC-FEC9-4A96-B878-00E46FE28D68}" presName="titleText3" presStyleLbl="fgAcc2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ECFBE59-7975-4DDF-ABA8-4F5331EC6E2A}" type="pres">
      <dgm:prSet presAssocID="{1D49DCEC-FEC9-4A96-B878-00E46FE28D68}" presName="rootConnector3" presStyleLbl="asst1" presStyleIdx="0" presStyleCnt="4"/>
      <dgm:spPr/>
      <dgm:t>
        <a:bodyPr/>
        <a:lstStyle/>
        <a:p>
          <a:endParaRPr lang="cs-CZ"/>
        </a:p>
      </dgm:t>
    </dgm:pt>
    <dgm:pt modelId="{4E11D979-2726-4572-943C-4C52F8A2457E}" type="pres">
      <dgm:prSet presAssocID="{1D49DCEC-FEC9-4A96-B878-00E46FE28D68}" presName="hierChild6" presStyleCnt="0"/>
      <dgm:spPr/>
    </dgm:pt>
    <dgm:pt modelId="{66613E3D-1DF9-4995-B9FA-94AD04054026}" type="pres">
      <dgm:prSet presAssocID="{1D49DCEC-FEC9-4A96-B878-00E46FE28D68}" presName="hierChild7" presStyleCnt="0"/>
      <dgm:spPr/>
    </dgm:pt>
    <dgm:pt modelId="{2AA54BD1-7337-4019-9B53-64261C757DA1}" type="pres">
      <dgm:prSet presAssocID="{57CAEEA2-B384-41E1-9B3E-AD27A931D00A}" presName="Name96" presStyleLbl="parChTrans1D3" presStyleIdx="0" presStyleCnt="2"/>
      <dgm:spPr/>
      <dgm:t>
        <a:bodyPr/>
        <a:lstStyle/>
        <a:p>
          <a:endParaRPr lang="cs-CZ"/>
        </a:p>
      </dgm:t>
    </dgm:pt>
    <dgm:pt modelId="{8A3C9FFF-9802-44A4-96D8-B2BAF9459158}" type="pres">
      <dgm:prSet presAssocID="{1E621939-1AEB-44B2-A582-ABA8274AB2F1}" presName="hierRoot3" presStyleCnt="0">
        <dgm:presLayoutVars>
          <dgm:hierBranch val="init"/>
        </dgm:presLayoutVars>
      </dgm:prSet>
      <dgm:spPr/>
    </dgm:pt>
    <dgm:pt modelId="{7AB92E51-C9E2-4FF3-9DE5-2DE5360D74BE}" type="pres">
      <dgm:prSet presAssocID="{1E621939-1AEB-44B2-A582-ABA8274AB2F1}" presName="rootComposite3" presStyleCnt="0"/>
      <dgm:spPr/>
    </dgm:pt>
    <dgm:pt modelId="{A461179D-D6EE-4C06-84FD-82D0AB0C2D39}" type="pres">
      <dgm:prSet presAssocID="{1E621939-1AEB-44B2-A582-ABA8274AB2F1}" presName="rootText3" presStyleLbl="asst1" presStyleIdx="1" presStyleCnt="4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4F038156-B3B3-423A-B8B5-E35E1F490E04}" type="pres">
      <dgm:prSet presAssocID="{1E621939-1AEB-44B2-A582-ABA8274AB2F1}" presName="titleText3" presStyleLbl="fgAcc2" presStyleIdx="1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6E9F97C2-6510-462F-8CB0-99CD3F724FFA}" type="pres">
      <dgm:prSet presAssocID="{1E621939-1AEB-44B2-A582-ABA8274AB2F1}" presName="rootConnector3" presStyleLbl="asst1" presStyleIdx="1" presStyleCnt="4"/>
      <dgm:spPr/>
      <dgm:t>
        <a:bodyPr/>
        <a:lstStyle/>
        <a:p>
          <a:endParaRPr lang="cs-CZ"/>
        </a:p>
      </dgm:t>
    </dgm:pt>
    <dgm:pt modelId="{F9ECBB82-E05B-4C62-95B4-42655DDFEFBF}" type="pres">
      <dgm:prSet presAssocID="{1E621939-1AEB-44B2-A582-ABA8274AB2F1}" presName="hierChild6" presStyleCnt="0"/>
      <dgm:spPr/>
    </dgm:pt>
    <dgm:pt modelId="{04A06C26-FB62-415D-8715-7CD0CD007DC5}" type="pres">
      <dgm:prSet presAssocID="{8D39A2DC-BB13-497E-A80B-DF0B1072D2A8}" presName="Name37" presStyleLbl="parChTrans1D4" presStyleIdx="0" presStyleCnt="4"/>
      <dgm:spPr/>
      <dgm:t>
        <a:bodyPr/>
        <a:lstStyle/>
        <a:p>
          <a:endParaRPr lang="cs-CZ"/>
        </a:p>
      </dgm:t>
    </dgm:pt>
    <dgm:pt modelId="{E0DFBEB5-AA2E-4653-8948-C4D356783409}" type="pres">
      <dgm:prSet presAssocID="{8D22C59E-C595-4170-A900-1DAD1D4DC3E9}" presName="hierRoot2" presStyleCnt="0">
        <dgm:presLayoutVars>
          <dgm:hierBranch val="init"/>
        </dgm:presLayoutVars>
      </dgm:prSet>
      <dgm:spPr/>
    </dgm:pt>
    <dgm:pt modelId="{F519E3EF-36AD-423A-AF78-48AF0A4085C1}" type="pres">
      <dgm:prSet presAssocID="{8D22C59E-C595-4170-A900-1DAD1D4DC3E9}" presName="rootComposite" presStyleCnt="0"/>
      <dgm:spPr/>
    </dgm:pt>
    <dgm:pt modelId="{7EA88A32-DCD1-4A2D-B759-C1A492131A9F}" type="pres">
      <dgm:prSet presAssocID="{8D22C59E-C595-4170-A900-1DAD1D4DC3E9}" presName="rootText" presStyleLbl="node1" presStyleIdx="0" presStyleCnt="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ED0AAE8-FE77-472B-B502-4DB39FE921AE}" type="pres">
      <dgm:prSet presAssocID="{8D22C59E-C595-4170-A900-1DAD1D4DC3E9}" presName="titleText2" presStyleLbl="fgAcc1" presStyleIdx="0" presStyleCnt="4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38DE935-172E-4B43-B15C-551800F8000A}" type="pres">
      <dgm:prSet presAssocID="{8D22C59E-C595-4170-A900-1DAD1D4DC3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39ACD903-720A-4D57-B8E6-63B4550C1B6C}" type="pres">
      <dgm:prSet presAssocID="{8D22C59E-C595-4170-A900-1DAD1D4DC3E9}" presName="hierChild4" presStyleCnt="0"/>
      <dgm:spPr/>
    </dgm:pt>
    <dgm:pt modelId="{4C0A5B6A-71ED-425D-ABBD-E890345F3C28}" type="pres">
      <dgm:prSet presAssocID="{B781FADE-A1A8-4C40-B5B4-93B45D6D0218}" presName="Name37" presStyleLbl="parChTrans1D4" presStyleIdx="1" presStyleCnt="4"/>
      <dgm:spPr/>
      <dgm:t>
        <a:bodyPr/>
        <a:lstStyle/>
        <a:p>
          <a:endParaRPr lang="cs-CZ"/>
        </a:p>
      </dgm:t>
    </dgm:pt>
    <dgm:pt modelId="{682FA96F-208E-41BF-B7E7-841CCDC025B0}" type="pres">
      <dgm:prSet presAssocID="{D64114D8-1FF7-4512-B056-381AC239BE11}" presName="hierRoot2" presStyleCnt="0">
        <dgm:presLayoutVars>
          <dgm:hierBranch val="init"/>
        </dgm:presLayoutVars>
      </dgm:prSet>
      <dgm:spPr/>
    </dgm:pt>
    <dgm:pt modelId="{F486A37E-5535-48C6-B784-9B9FD11D6E0F}" type="pres">
      <dgm:prSet presAssocID="{D64114D8-1FF7-4512-B056-381AC239BE11}" presName="rootComposite" presStyleCnt="0"/>
      <dgm:spPr/>
    </dgm:pt>
    <dgm:pt modelId="{D762DA24-0B34-4C91-900E-37D9325A8859}" type="pres">
      <dgm:prSet presAssocID="{D64114D8-1FF7-4512-B056-381AC239BE11}" presName="rootText" presStyleLbl="node1" presStyleIdx="1" presStyleCnt="4" custLinFactX="55574" custLinFactNeighborX="100000" custLinFactNeighborY="-3121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E477E69-28EC-4DF8-AF5C-AC0EF206DC10}" type="pres">
      <dgm:prSet presAssocID="{D64114D8-1FF7-4512-B056-381AC239BE11}" presName="titleText2" presStyleLbl="fgAcc1" presStyleIdx="1" presStyleCnt="4" custLinFactX="100000" custLinFactNeighborX="108779" custLinFactNeighborY="-8780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E2738E9-E000-46DE-9F35-1E3D87576C3A}" type="pres">
      <dgm:prSet presAssocID="{D64114D8-1FF7-4512-B056-381AC239BE11}" presName="rootConnector" presStyleLbl="node4" presStyleIdx="0" presStyleCnt="0"/>
      <dgm:spPr/>
      <dgm:t>
        <a:bodyPr/>
        <a:lstStyle/>
        <a:p>
          <a:endParaRPr lang="cs-CZ"/>
        </a:p>
      </dgm:t>
    </dgm:pt>
    <dgm:pt modelId="{1CD686EA-07E4-43D3-9240-8087411380C8}" type="pres">
      <dgm:prSet presAssocID="{D64114D8-1FF7-4512-B056-381AC239BE11}" presName="hierChild4" presStyleCnt="0"/>
      <dgm:spPr/>
    </dgm:pt>
    <dgm:pt modelId="{083B44A7-B839-4D7B-A429-847B3F8EAE20}" type="pres">
      <dgm:prSet presAssocID="{1906925D-5E8F-40B7-9DDC-6F79E4B85CAD}" presName="Name37" presStyleLbl="parChTrans1D4" presStyleIdx="2" presStyleCnt="4"/>
      <dgm:spPr/>
      <dgm:t>
        <a:bodyPr/>
        <a:lstStyle/>
        <a:p>
          <a:endParaRPr lang="cs-CZ"/>
        </a:p>
      </dgm:t>
    </dgm:pt>
    <dgm:pt modelId="{411AB186-9766-4164-8EF2-081B8CBC3E66}" type="pres">
      <dgm:prSet presAssocID="{E1386385-95BB-4AC2-8262-E2F842026D81}" presName="hierRoot2" presStyleCnt="0">
        <dgm:presLayoutVars>
          <dgm:hierBranch val="init"/>
        </dgm:presLayoutVars>
      </dgm:prSet>
      <dgm:spPr/>
    </dgm:pt>
    <dgm:pt modelId="{37BBE76A-74EE-46AD-910C-30C258B8D117}" type="pres">
      <dgm:prSet presAssocID="{E1386385-95BB-4AC2-8262-E2F842026D81}" presName="rootComposite" presStyleCnt="0"/>
      <dgm:spPr/>
    </dgm:pt>
    <dgm:pt modelId="{2EB36C12-7782-4EDF-A2D1-4349FAC80D1C}" type="pres">
      <dgm:prSet presAssocID="{E1386385-95BB-4AC2-8262-E2F842026D81}" presName="rootText" presStyleLbl="node1" presStyleIdx="2" presStyleCnt="4" custLinFactX="55574" custLinFactNeighborX="100000" custLinFactNeighborY="-975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0E369E87-342B-4016-B699-E5C6202269C6}" type="pres">
      <dgm:prSet presAssocID="{E1386385-95BB-4AC2-8262-E2F842026D81}" presName="titleText2" presStyleLbl="fgAcc1" presStyleIdx="2" presStyleCnt="4" custLinFactX="100000" custLinFactNeighborX="109890" custLinFactNeighborY="-585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0ACA0F7A-CEC9-487C-8E6B-E6DD65886EF4}" type="pres">
      <dgm:prSet presAssocID="{E1386385-95BB-4AC2-8262-E2F842026D81}" presName="rootConnector" presStyleLbl="node4" presStyleIdx="0" presStyleCnt="0"/>
      <dgm:spPr/>
      <dgm:t>
        <a:bodyPr/>
        <a:lstStyle/>
        <a:p>
          <a:endParaRPr lang="cs-CZ"/>
        </a:p>
      </dgm:t>
    </dgm:pt>
    <dgm:pt modelId="{2799032C-8158-4DC4-88EC-C6ECB59BF2DE}" type="pres">
      <dgm:prSet presAssocID="{E1386385-95BB-4AC2-8262-E2F842026D81}" presName="hierChild4" presStyleCnt="0"/>
      <dgm:spPr/>
    </dgm:pt>
    <dgm:pt modelId="{20204B62-C75A-4E33-877D-13C20E29102D}" type="pres">
      <dgm:prSet presAssocID="{C0F97277-2F8C-4066-8CE1-8D28BB6920BA}" presName="Name37" presStyleLbl="parChTrans1D4" presStyleIdx="3" presStyleCnt="4"/>
      <dgm:spPr/>
      <dgm:t>
        <a:bodyPr/>
        <a:lstStyle/>
        <a:p>
          <a:endParaRPr lang="cs-CZ"/>
        </a:p>
      </dgm:t>
    </dgm:pt>
    <dgm:pt modelId="{6DBE4E76-07C4-412D-9CA5-B868509EE4CE}" type="pres">
      <dgm:prSet presAssocID="{86EB4EC5-713F-45C0-8C33-0255A25E96EB}" presName="hierRoot2" presStyleCnt="0">
        <dgm:presLayoutVars>
          <dgm:hierBranch val="init"/>
        </dgm:presLayoutVars>
      </dgm:prSet>
      <dgm:spPr/>
    </dgm:pt>
    <dgm:pt modelId="{FE1ECA00-8D02-440A-A329-EA9AA7A4755C}" type="pres">
      <dgm:prSet presAssocID="{86EB4EC5-713F-45C0-8C33-0255A25E96EB}" presName="rootComposite" presStyleCnt="0"/>
      <dgm:spPr/>
    </dgm:pt>
    <dgm:pt modelId="{6F2BEA02-D1C3-4EEA-9D9D-29389FB9AB64}" type="pres">
      <dgm:prSet presAssocID="{86EB4EC5-713F-45C0-8C33-0255A25E96EB}" presName="rootText" presStyleLbl="node1" presStyleIdx="3" presStyleCnt="4" custLinFactX="55573" custLinFactNeighborX="100000" custLinFactNeighborY="-195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35873D9E-94A0-4390-9347-CB6273C13FFF}" type="pres">
      <dgm:prSet presAssocID="{86EB4EC5-713F-45C0-8C33-0255A25E96EB}" presName="titleText2" presStyleLbl="fgAcc1" presStyleIdx="3" presStyleCnt="4" custLinFactX="100000" custLinFactNeighborX="109902" custLinFactNeighborY="-2341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74B59109-946D-4F9F-9570-62C0F19FB2D3}" type="pres">
      <dgm:prSet presAssocID="{86EB4EC5-713F-45C0-8C33-0255A25E96EB}" presName="rootConnector" presStyleLbl="node4" presStyleIdx="0" presStyleCnt="0"/>
      <dgm:spPr/>
      <dgm:t>
        <a:bodyPr/>
        <a:lstStyle/>
        <a:p>
          <a:endParaRPr lang="cs-CZ"/>
        </a:p>
      </dgm:t>
    </dgm:pt>
    <dgm:pt modelId="{DF880812-CF15-4C77-BA35-C1F8649311F8}" type="pres">
      <dgm:prSet presAssocID="{86EB4EC5-713F-45C0-8C33-0255A25E96EB}" presName="hierChild4" presStyleCnt="0"/>
      <dgm:spPr/>
    </dgm:pt>
    <dgm:pt modelId="{6858A013-0837-45BD-AAF7-F2EFB0AB2167}" type="pres">
      <dgm:prSet presAssocID="{86EB4EC5-713F-45C0-8C33-0255A25E96EB}" presName="hierChild5" presStyleCnt="0"/>
      <dgm:spPr/>
    </dgm:pt>
    <dgm:pt modelId="{07D7B4F2-D19A-49DF-99A1-A3EB5FE5FEFC}" type="pres">
      <dgm:prSet presAssocID="{E1386385-95BB-4AC2-8262-E2F842026D81}" presName="hierChild5" presStyleCnt="0"/>
      <dgm:spPr/>
    </dgm:pt>
    <dgm:pt modelId="{FB3AA162-E4C8-412F-A46C-D0CD2E6AC795}" type="pres">
      <dgm:prSet presAssocID="{D64114D8-1FF7-4512-B056-381AC239BE11}" presName="hierChild5" presStyleCnt="0"/>
      <dgm:spPr/>
    </dgm:pt>
    <dgm:pt modelId="{3A815C03-6DAD-4D6F-9923-D3D97D14CED3}" type="pres">
      <dgm:prSet presAssocID="{8D22C59E-C595-4170-A900-1DAD1D4DC3E9}" presName="hierChild5" presStyleCnt="0"/>
      <dgm:spPr/>
    </dgm:pt>
    <dgm:pt modelId="{F92F40EB-5FC5-4545-A0DF-52CEC9B74318}" type="pres">
      <dgm:prSet presAssocID="{1E621939-1AEB-44B2-A582-ABA8274AB2F1}" presName="hierChild7" presStyleCnt="0"/>
      <dgm:spPr/>
    </dgm:pt>
    <dgm:pt modelId="{74973AB9-FD91-4648-8F7B-8EE891FCA423}" type="pres">
      <dgm:prSet presAssocID="{A10D23D5-47B9-4C1A-ABA5-B0B9609838AF}" presName="Name96" presStyleLbl="parChTrans1D3" presStyleIdx="1" presStyleCnt="2"/>
      <dgm:spPr/>
      <dgm:t>
        <a:bodyPr/>
        <a:lstStyle/>
        <a:p>
          <a:endParaRPr lang="cs-CZ"/>
        </a:p>
      </dgm:t>
    </dgm:pt>
    <dgm:pt modelId="{CA543F85-6C48-4E62-8F95-277DDEEAB01D}" type="pres">
      <dgm:prSet presAssocID="{939F6DAD-0B0F-404C-AC2C-100115DEE81A}" presName="hierRoot3" presStyleCnt="0">
        <dgm:presLayoutVars>
          <dgm:hierBranch val="init"/>
        </dgm:presLayoutVars>
      </dgm:prSet>
      <dgm:spPr/>
    </dgm:pt>
    <dgm:pt modelId="{A57DCB32-76CA-464A-ACB5-8B366CF64B20}" type="pres">
      <dgm:prSet presAssocID="{939F6DAD-0B0F-404C-AC2C-100115DEE81A}" presName="rootComposite3" presStyleCnt="0"/>
      <dgm:spPr/>
    </dgm:pt>
    <dgm:pt modelId="{71940465-971F-4F4C-86D6-465828B7E501}" type="pres">
      <dgm:prSet presAssocID="{939F6DAD-0B0F-404C-AC2C-100115DEE81A}" presName="rootText3" presStyleLbl="asst1" presStyleIdx="2" presStyleCnt="4" custLinFactX="4870" custLinFactNeighborX="100000" custLinFactNeighborY="-98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180108AE-2482-431E-AAD9-D6C6DA31A5E1}" type="pres">
      <dgm:prSet presAssocID="{939F6DAD-0B0F-404C-AC2C-100115DEE81A}" presName="titleText3" presStyleLbl="fgAcc2" presStyleIdx="2" presStyleCnt="4" custLinFactX="33150" custLinFactNeighborX="100000" custLinFactNeighborY="16513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18D76FC-DB81-44AB-8A96-A7FB09FF9FBD}" type="pres">
      <dgm:prSet presAssocID="{939F6DAD-0B0F-404C-AC2C-100115DEE81A}" presName="rootConnector3" presStyleLbl="asst1" presStyleIdx="2" presStyleCnt="4"/>
      <dgm:spPr/>
      <dgm:t>
        <a:bodyPr/>
        <a:lstStyle/>
        <a:p>
          <a:endParaRPr lang="cs-CZ"/>
        </a:p>
      </dgm:t>
    </dgm:pt>
    <dgm:pt modelId="{368916BC-9BDC-496A-9D42-FAC96031414D}" type="pres">
      <dgm:prSet presAssocID="{939F6DAD-0B0F-404C-AC2C-100115DEE81A}" presName="hierChild6" presStyleCnt="0"/>
      <dgm:spPr/>
    </dgm:pt>
    <dgm:pt modelId="{96C7498D-3280-4A3C-B5E0-DE33DB4B2221}" type="pres">
      <dgm:prSet presAssocID="{939F6DAD-0B0F-404C-AC2C-100115DEE81A}" presName="hierChild7" presStyleCnt="0"/>
      <dgm:spPr/>
    </dgm:pt>
    <dgm:pt modelId="{7A3142CB-BCCB-4ABF-8A53-DE3B8E803023}" type="pres">
      <dgm:prSet presAssocID="{1D62C932-92BA-4396-AE39-4FBDC5A1C30B}" presName="Name96" presStyleLbl="parChTrans1D2" presStyleIdx="1" presStyleCnt="2"/>
      <dgm:spPr/>
      <dgm:t>
        <a:bodyPr/>
        <a:lstStyle/>
        <a:p>
          <a:endParaRPr lang="cs-CZ"/>
        </a:p>
      </dgm:t>
    </dgm:pt>
    <dgm:pt modelId="{8E1C697D-2FC7-49D0-A5FD-3CCDB02A9D4D}" type="pres">
      <dgm:prSet presAssocID="{1041D37D-171E-4372-996C-03F4EE967C1D}" presName="hierRoot3" presStyleCnt="0">
        <dgm:presLayoutVars>
          <dgm:hierBranch val="init"/>
        </dgm:presLayoutVars>
      </dgm:prSet>
      <dgm:spPr/>
    </dgm:pt>
    <dgm:pt modelId="{0D658BF4-7E89-404A-B031-AC449F990225}" type="pres">
      <dgm:prSet presAssocID="{1041D37D-171E-4372-996C-03F4EE967C1D}" presName="rootComposite3" presStyleCnt="0"/>
      <dgm:spPr/>
    </dgm:pt>
    <dgm:pt modelId="{C28F51C0-3448-4C4D-ACAF-528F6DA8103B}" type="pres">
      <dgm:prSet presAssocID="{1041D37D-171E-4372-996C-03F4EE967C1D}" presName="rootText3" presStyleLbl="asst1" presStyleIdx="3" presStyleCnt="4" custLinFactNeighborX="80818" custLinFactNeighborY="-50731">
        <dgm:presLayoutVars>
          <dgm:chPref val="3"/>
        </dgm:presLayoutVars>
      </dgm:prSet>
      <dgm:spPr/>
      <dgm:t>
        <a:bodyPr/>
        <a:lstStyle/>
        <a:p>
          <a:endParaRPr lang="cs-CZ"/>
        </a:p>
      </dgm:t>
    </dgm:pt>
    <dgm:pt modelId="{B996F145-817A-4DD9-B6BD-5ADC10631495}" type="pres">
      <dgm:prSet presAssocID="{1041D37D-171E-4372-996C-03F4EE967C1D}" presName="titleText3" presStyleLbl="fgAcc2" presStyleIdx="3" presStyleCnt="4" custLinFactX="8879" custLinFactY="-34630" custLinFactNeighborX="100000" custLinFactNeighborY="-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372DD870-7F38-4783-A655-6A05A7A34962}" type="pres">
      <dgm:prSet presAssocID="{1041D37D-171E-4372-996C-03F4EE967C1D}" presName="rootConnector3" presStyleLbl="asst1" presStyleIdx="3" presStyleCnt="4"/>
      <dgm:spPr/>
      <dgm:t>
        <a:bodyPr/>
        <a:lstStyle/>
        <a:p>
          <a:endParaRPr lang="cs-CZ"/>
        </a:p>
      </dgm:t>
    </dgm:pt>
    <dgm:pt modelId="{7D5ADE8F-26DF-48AF-92D8-69B0409C8E27}" type="pres">
      <dgm:prSet presAssocID="{1041D37D-171E-4372-996C-03F4EE967C1D}" presName="hierChild6" presStyleCnt="0"/>
      <dgm:spPr/>
    </dgm:pt>
    <dgm:pt modelId="{F960D802-9B9B-47EC-8B70-E68B35F69BC6}" type="pres">
      <dgm:prSet presAssocID="{1041D37D-171E-4372-996C-03F4EE967C1D}" presName="hierChild7" presStyleCnt="0"/>
      <dgm:spPr/>
    </dgm:pt>
  </dgm:ptLst>
  <dgm:cxnLst>
    <dgm:cxn modelId="{19640BC1-8BA2-4046-B707-C09D15A777C3}" type="presOf" srcId="{1D62C932-92BA-4396-AE39-4FBDC5A1C30B}" destId="{7A3142CB-BCCB-4ABF-8A53-DE3B8E803023}" srcOrd="0" destOrd="0" presId="urn:microsoft.com/office/officeart/2008/layout/NameandTitleOrganizationalChart"/>
    <dgm:cxn modelId="{CF9AE6B2-29AB-40B0-90A2-88D93E984894}" type="presOf" srcId="{E1386385-95BB-4AC2-8262-E2F842026D81}" destId="{0ACA0F7A-CEC9-487C-8E6B-E6DD65886EF4}" srcOrd="1" destOrd="0" presId="urn:microsoft.com/office/officeart/2008/layout/NameandTitleOrganizationalChart"/>
    <dgm:cxn modelId="{5CC499A7-16BE-41D3-83AD-3A0A9086207B}" type="presOf" srcId="{00351917-B11F-497B-8B8B-7863217C95A1}" destId="{35873D9E-94A0-4390-9347-CB6273C13FFF}" srcOrd="0" destOrd="0" presId="urn:microsoft.com/office/officeart/2008/layout/NameandTitleOrganizationalChart"/>
    <dgm:cxn modelId="{BE6F3260-8AA6-4BAF-8B27-A8F6FFA3F074}" srcId="{3A33223C-5681-4043-81EA-CB0359F803A5}" destId="{1041D37D-171E-4372-996C-03F4EE967C1D}" srcOrd="1" destOrd="0" parTransId="{1D62C932-92BA-4396-AE39-4FBDC5A1C30B}" sibTransId="{ED7DFE32-2115-4247-B80D-8D15321CB798}"/>
    <dgm:cxn modelId="{B2DB9DE5-0FC5-4B83-9EE8-BB56790537F1}" type="presOf" srcId="{86EB4EC5-713F-45C0-8C33-0255A25E96EB}" destId="{74B59109-946D-4F9F-9570-62C0F19FB2D3}" srcOrd="1" destOrd="0" presId="urn:microsoft.com/office/officeart/2008/layout/NameandTitleOrganizationalChart"/>
    <dgm:cxn modelId="{C246693E-D0CB-449E-98D1-07A3DF50A982}" srcId="{E1386385-95BB-4AC2-8262-E2F842026D81}" destId="{86EB4EC5-713F-45C0-8C33-0255A25E96EB}" srcOrd="0" destOrd="0" parTransId="{C0F97277-2F8C-4066-8CE1-8D28BB6920BA}" sibTransId="{00351917-B11F-497B-8B8B-7863217C95A1}"/>
    <dgm:cxn modelId="{CC1688F0-3385-4295-98C8-06DDD1936F15}" type="presOf" srcId="{749C38D3-FED6-4C50-91DE-7B140D401082}" destId="{6B7320B6-9465-4C6B-B135-E368C25D6C85}" srcOrd="0" destOrd="0" presId="urn:microsoft.com/office/officeart/2008/layout/NameandTitleOrganizationalChart"/>
    <dgm:cxn modelId="{2F096382-0B9F-48CD-A89F-A8EEBB843179}" type="presOf" srcId="{432DC268-3780-4D75-91F6-3D47CE00D46F}" destId="{4F038156-B3B3-423A-B8B5-E35E1F490E04}" srcOrd="0" destOrd="0" presId="urn:microsoft.com/office/officeart/2008/layout/NameandTitleOrganizationalChart"/>
    <dgm:cxn modelId="{68515B20-CE53-4CA0-8AC9-5A568195C86E}" type="presOf" srcId="{939F6DAD-0B0F-404C-AC2C-100115DEE81A}" destId="{818D76FC-DB81-44AB-8A96-A7FB09FF9FBD}" srcOrd="1" destOrd="0" presId="urn:microsoft.com/office/officeart/2008/layout/NameandTitleOrganizationalChart"/>
    <dgm:cxn modelId="{A77A8F89-FF5C-49FF-B248-6B9EA54924B1}" type="presOf" srcId="{FDF1CBE9-9FF4-40A0-8772-498775ABA194}" destId="{96D09EE2-087C-4EB5-BD52-35396B2AB981}" srcOrd="0" destOrd="0" presId="urn:microsoft.com/office/officeart/2008/layout/NameandTitleOrganizationalChart"/>
    <dgm:cxn modelId="{48F25319-B49B-42F0-BC8F-034A1B252165}" type="presOf" srcId="{8D39A2DC-BB13-497E-A80B-DF0B1072D2A8}" destId="{04A06C26-FB62-415D-8715-7CD0CD007DC5}" srcOrd="0" destOrd="0" presId="urn:microsoft.com/office/officeart/2008/layout/NameandTitleOrganizationalChart"/>
    <dgm:cxn modelId="{0275DD20-BB7B-4E47-B9E5-7606FC1D9B0F}" type="presOf" srcId="{1E621939-1AEB-44B2-A582-ABA8274AB2F1}" destId="{6E9F97C2-6510-462F-8CB0-99CD3F724FFA}" srcOrd="1" destOrd="0" presId="urn:microsoft.com/office/officeart/2008/layout/NameandTitleOrganizationalChart"/>
    <dgm:cxn modelId="{D51B8DF2-4E0D-446A-8CDB-3EA3B2127990}" type="presOf" srcId="{86EB4EC5-713F-45C0-8C33-0255A25E96EB}" destId="{6F2BEA02-D1C3-4EEA-9D9D-29389FB9AB64}" srcOrd="0" destOrd="0" presId="urn:microsoft.com/office/officeart/2008/layout/NameandTitleOrganizationalChart"/>
    <dgm:cxn modelId="{465BB289-3B89-463B-9A14-BAB538378500}" type="presOf" srcId="{2E14F0A2-3272-4657-9CD8-C21C64C18C3C}" destId="{0E369E87-342B-4016-B699-E5C6202269C6}" srcOrd="0" destOrd="0" presId="urn:microsoft.com/office/officeart/2008/layout/NameandTitleOrganizationalChart"/>
    <dgm:cxn modelId="{58295DF8-DCF2-4721-AB0A-20E513F565AF}" type="presOf" srcId="{28D3E71D-0F31-4922-A3D3-E14E60982265}" destId="{BED0AAE8-FE77-472B-B502-4DB39FE921AE}" srcOrd="0" destOrd="0" presId="urn:microsoft.com/office/officeart/2008/layout/NameandTitleOrganizationalChart"/>
    <dgm:cxn modelId="{E3C6FA11-D015-448C-B299-1945C1B708E0}" type="presOf" srcId="{D64114D8-1FF7-4512-B056-381AC239BE11}" destId="{2E2738E9-E000-46DE-9F35-1E3D87576C3A}" srcOrd="1" destOrd="0" presId="urn:microsoft.com/office/officeart/2008/layout/NameandTitleOrganizationalChart"/>
    <dgm:cxn modelId="{FF476BC4-1E4E-49A7-AB14-B1EBFC8C662E}" srcId="{749C38D3-FED6-4C50-91DE-7B140D401082}" destId="{3A33223C-5681-4043-81EA-CB0359F803A5}" srcOrd="0" destOrd="0" parTransId="{79068C9C-7F2F-4B82-8763-3DBACCF5A541}" sibTransId="{F4B4D797-861D-4353-8583-FA8608343168}"/>
    <dgm:cxn modelId="{92BD71B2-DDE5-48AB-965E-F7B283835C20}" type="presOf" srcId="{1D49DCEC-FEC9-4A96-B878-00E46FE28D68}" destId="{8ECFBE59-7975-4DDF-ABA8-4F5331EC6E2A}" srcOrd="1" destOrd="0" presId="urn:microsoft.com/office/officeart/2008/layout/NameandTitleOrganizationalChart"/>
    <dgm:cxn modelId="{012F37A0-A29A-426D-AB2E-E2D698259B40}" srcId="{8D22C59E-C595-4170-A900-1DAD1D4DC3E9}" destId="{D64114D8-1FF7-4512-B056-381AC239BE11}" srcOrd="0" destOrd="0" parTransId="{B781FADE-A1A8-4C40-B5B4-93B45D6D0218}" sibTransId="{E71A44C9-75E6-45AB-ACD0-55B131448889}"/>
    <dgm:cxn modelId="{C197363A-53B5-4202-866E-332A18383700}" type="presOf" srcId="{939F6DAD-0B0F-404C-AC2C-100115DEE81A}" destId="{71940465-971F-4F4C-86D6-465828B7E501}" srcOrd="0" destOrd="0" presId="urn:microsoft.com/office/officeart/2008/layout/NameandTitleOrganizationalChart"/>
    <dgm:cxn modelId="{4CBA002E-A26E-4570-B885-6FCE173477D9}" srcId="{1E621939-1AEB-44B2-A582-ABA8274AB2F1}" destId="{8D22C59E-C595-4170-A900-1DAD1D4DC3E9}" srcOrd="0" destOrd="0" parTransId="{8D39A2DC-BB13-497E-A80B-DF0B1072D2A8}" sibTransId="{28D3E71D-0F31-4922-A3D3-E14E60982265}"/>
    <dgm:cxn modelId="{2C119090-DAEB-444D-977A-70F35FEED67B}" type="presOf" srcId="{1906925D-5E8F-40B7-9DDC-6F79E4B85CAD}" destId="{083B44A7-B839-4D7B-A429-847B3F8EAE20}" srcOrd="0" destOrd="0" presId="urn:microsoft.com/office/officeart/2008/layout/NameandTitleOrganizationalChart"/>
    <dgm:cxn modelId="{53DDA832-DB55-41EB-965E-233959FCDF32}" type="presOf" srcId="{8D22C59E-C595-4170-A900-1DAD1D4DC3E9}" destId="{C38DE935-172E-4B43-B15C-551800F8000A}" srcOrd="1" destOrd="0" presId="urn:microsoft.com/office/officeart/2008/layout/NameandTitleOrganizationalChart"/>
    <dgm:cxn modelId="{91B7928E-88C5-4042-85F0-383AEFE21C6D}" type="presOf" srcId="{1D49DCEC-FEC9-4A96-B878-00E46FE28D68}" destId="{C3AE03C2-139D-496A-A174-6837B2BB310C}" srcOrd="0" destOrd="0" presId="urn:microsoft.com/office/officeart/2008/layout/NameandTitleOrganizationalChart"/>
    <dgm:cxn modelId="{92DFBBEA-F9FE-4FBA-8789-7755D5CED983}" type="presOf" srcId="{D64114D8-1FF7-4512-B056-381AC239BE11}" destId="{D762DA24-0B34-4C91-900E-37D9325A8859}" srcOrd="0" destOrd="0" presId="urn:microsoft.com/office/officeart/2008/layout/NameandTitleOrganizationalChart"/>
    <dgm:cxn modelId="{0F55EFDB-3D51-446C-A574-FB7166FA988B}" type="presOf" srcId="{8D22C59E-C595-4170-A900-1DAD1D4DC3E9}" destId="{7EA88A32-DCD1-4A2D-B759-C1A492131A9F}" srcOrd="0" destOrd="0" presId="urn:microsoft.com/office/officeart/2008/layout/NameandTitleOrganizationalChart"/>
    <dgm:cxn modelId="{2EE0FFCF-DE7B-4E2D-A5EC-7B8700C47303}" type="presOf" srcId="{1041D37D-171E-4372-996C-03F4EE967C1D}" destId="{C28F51C0-3448-4C4D-ACAF-528F6DA8103B}" srcOrd="0" destOrd="0" presId="urn:microsoft.com/office/officeart/2008/layout/NameandTitleOrganizationalChart"/>
    <dgm:cxn modelId="{D9E59CC9-50F9-4F1E-9831-0DFD44F2236F}" type="presOf" srcId="{55730C7A-DE6E-411E-B0B1-1602E10D454F}" destId="{180108AE-2482-431E-AAD9-D6C6DA31A5E1}" srcOrd="0" destOrd="0" presId="urn:microsoft.com/office/officeart/2008/layout/NameandTitleOrganizationalChart"/>
    <dgm:cxn modelId="{133097ED-8A8D-4ECF-9F9D-5829E645A8CB}" type="presOf" srcId="{3A33223C-5681-4043-81EA-CB0359F803A5}" destId="{1C809325-2FFF-4412-ADA4-ACD09B744350}" srcOrd="1" destOrd="0" presId="urn:microsoft.com/office/officeart/2008/layout/NameandTitleOrganizationalChart"/>
    <dgm:cxn modelId="{89218942-6B1A-4436-B9C6-540FE0DACDFB}" type="presOf" srcId="{B781FADE-A1A8-4C40-B5B4-93B45D6D0218}" destId="{4C0A5B6A-71ED-425D-ABBD-E890345F3C28}" srcOrd="0" destOrd="0" presId="urn:microsoft.com/office/officeart/2008/layout/NameandTitleOrganizationalChart"/>
    <dgm:cxn modelId="{CE73A916-2D1C-463F-ADAF-767C716B4B26}" type="presOf" srcId="{57CAEEA2-B384-41E1-9B3E-AD27A931D00A}" destId="{2AA54BD1-7337-4019-9B53-64261C757DA1}" srcOrd="0" destOrd="0" presId="urn:microsoft.com/office/officeart/2008/layout/NameandTitleOrganizationalChart"/>
    <dgm:cxn modelId="{B7086BFB-600D-4F51-B86E-416EC88B8699}" srcId="{1D49DCEC-FEC9-4A96-B878-00E46FE28D68}" destId="{939F6DAD-0B0F-404C-AC2C-100115DEE81A}" srcOrd="1" destOrd="0" parTransId="{A10D23D5-47B9-4C1A-ABA5-B0B9609838AF}" sibTransId="{55730C7A-DE6E-411E-B0B1-1602E10D454F}"/>
    <dgm:cxn modelId="{6BAAE375-F862-4F07-B980-F11177097122}" type="presOf" srcId="{1041D37D-171E-4372-996C-03F4EE967C1D}" destId="{372DD870-7F38-4783-A655-6A05A7A34962}" srcOrd="1" destOrd="0" presId="urn:microsoft.com/office/officeart/2008/layout/NameandTitleOrganizationalChart"/>
    <dgm:cxn modelId="{4A05CF74-FEA4-46F7-8F62-FC3EE336C972}" srcId="{D64114D8-1FF7-4512-B056-381AC239BE11}" destId="{E1386385-95BB-4AC2-8262-E2F842026D81}" srcOrd="0" destOrd="0" parTransId="{1906925D-5E8F-40B7-9DDC-6F79E4B85CAD}" sibTransId="{2E14F0A2-3272-4657-9CD8-C21C64C18C3C}"/>
    <dgm:cxn modelId="{FB00DBCA-640F-4292-9C12-A3298E7D442E}" type="presOf" srcId="{C0F97277-2F8C-4066-8CE1-8D28BB6920BA}" destId="{20204B62-C75A-4E33-877D-13C20E29102D}" srcOrd="0" destOrd="0" presId="urn:microsoft.com/office/officeart/2008/layout/NameandTitleOrganizationalChart"/>
    <dgm:cxn modelId="{A34D6575-1691-4FF6-967C-434A358F37A6}" type="presOf" srcId="{686C53F3-8AA0-4C8C-BCD0-8B868E6D4C8C}" destId="{4488FC5F-5743-4A69-AC34-F19C25357DF6}" srcOrd="0" destOrd="0" presId="urn:microsoft.com/office/officeart/2008/layout/NameandTitleOrganizationalChart"/>
    <dgm:cxn modelId="{9D0553F0-1D65-4913-AAD6-27B00E5163BA}" srcId="{3A33223C-5681-4043-81EA-CB0359F803A5}" destId="{1D49DCEC-FEC9-4A96-B878-00E46FE28D68}" srcOrd="0" destOrd="0" parTransId="{686C53F3-8AA0-4C8C-BCD0-8B868E6D4C8C}" sibTransId="{FDF1CBE9-9FF4-40A0-8772-498775ABA194}"/>
    <dgm:cxn modelId="{61A3E8CB-0739-4586-8E01-C25247678FF8}" type="presOf" srcId="{F4B4D797-861D-4353-8583-FA8608343168}" destId="{3831B711-BD25-49A1-BE2A-B7949F42D33E}" srcOrd="0" destOrd="0" presId="urn:microsoft.com/office/officeart/2008/layout/NameandTitleOrganizationalChart"/>
    <dgm:cxn modelId="{DA8137F4-49B0-4627-A245-B948768AF404}" type="presOf" srcId="{3A33223C-5681-4043-81EA-CB0359F803A5}" destId="{0E29EF5C-62C9-4452-84BE-8FFF1E1A0F88}" srcOrd="0" destOrd="0" presId="urn:microsoft.com/office/officeart/2008/layout/NameandTitleOrganizationalChart"/>
    <dgm:cxn modelId="{F4A0B254-584E-4EA5-9CA3-25845653347B}" type="presOf" srcId="{ED7DFE32-2115-4247-B80D-8D15321CB798}" destId="{B996F145-817A-4DD9-B6BD-5ADC10631495}" srcOrd="0" destOrd="0" presId="urn:microsoft.com/office/officeart/2008/layout/NameandTitleOrganizationalChart"/>
    <dgm:cxn modelId="{48171867-E80C-4517-8BEF-BF8304626E28}" type="presOf" srcId="{A10D23D5-47B9-4C1A-ABA5-B0B9609838AF}" destId="{74973AB9-FD91-4648-8F7B-8EE891FCA423}" srcOrd="0" destOrd="0" presId="urn:microsoft.com/office/officeart/2008/layout/NameandTitleOrganizationalChart"/>
    <dgm:cxn modelId="{C678FD8F-44D1-4432-BCE1-908109416FA6}" type="presOf" srcId="{1E621939-1AEB-44B2-A582-ABA8274AB2F1}" destId="{A461179D-D6EE-4C06-84FD-82D0AB0C2D39}" srcOrd="0" destOrd="0" presId="urn:microsoft.com/office/officeart/2008/layout/NameandTitleOrganizationalChart"/>
    <dgm:cxn modelId="{828A0E54-0547-49E3-B06A-9F9133502222}" type="presOf" srcId="{E1386385-95BB-4AC2-8262-E2F842026D81}" destId="{2EB36C12-7782-4EDF-A2D1-4349FAC80D1C}" srcOrd="0" destOrd="0" presId="urn:microsoft.com/office/officeart/2008/layout/NameandTitleOrganizationalChart"/>
    <dgm:cxn modelId="{352BD424-5909-44C5-B09E-878F23C4109C}" srcId="{1D49DCEC-FEC9-4A96-B878-00E46FE28D68}" destId="{1E621939-1AEB-44B2-A582-ABA8274AB2F1}" srcOrd="0" destOrd="0" parTransId="{57CAEEA2-B384-41E1-9B3E-AD27A931D00A}" sibTransId="{432DC268-3780-4D75-91F6-3D47CE00D46F}"/>
    <dgm:cxn modelId="{A454A2A7-031D-4F65-98AC-22855C4EE2D5}" type="presOf" srcId="{E71A44C9-75E6-45AB-ACD0-55B131448889}" destId="{AE477E69-28EC-4DF8-AF5C-AC0EF206DC10}" srcOrd="0" destOrd="0" presId="urn:microsoft.com/office/officeart/2008/layout/NameandTitleOrganizationalChart"/>
    <dgm:cxn modelId="{81F48236-681E-489E-B412-AA2DB2A5C3F2}" type="presParOf" srcId="{6B7320B6-9465-4C6B-B135-E368C25D6C85}" destId="{A42BCBB9-B148-4FAF-A32B-8CB97A51E1BD}" srcOrd="0" destOrd="0" presId="urn:microsoft.com/office/officeart/2008/layout/NameandTitleOrganizationalChart"/>
    <dgm:cxn modelId="{7A50A7D8-8424-4F7D-A5B4-E995C9E16DC0}" type="presParOf" srcId="{A42BCBB9-B148-4FAF-A32B-8CB97A51E1BD}" destId="{A4994AB5-D184-4AA7-9237-E8C971821F0A}" srcOrd="0" destOrd="0" presId="urn:microsoft.com/office/officeart/2008/layout/NameandTitleOrganizationalChart"/>
    <dgm:cxn modelId="{E8877EA5-81C5-4612-B77A-ABF9FDF669B3}" type="presParOf" srcId="{A4994AB5-D184-4AA7-9237-E8C971821F0A}" destId="{0E29EF5C-62C9-4452-84BE-8FFF1E1A0F88}" srcOrd="0" destOrd="0" presId="urn:microsoft.com/office/officeart/2008/layout/NameandTitleOrganizationalChart"/>
    <dgm:cxn modelId="{C0314D45-485B-4279-91F8-7AFFC342F566}" type="presParOf" srcId="{A4994AB5-D184-4AA7-9237-E8C971821F0A}" destId="{3831B711-BD25-49A1-BE2A-B7949F42D33E}" srcOrd="1" destOrd="0" presId="urn:microsoft.com/office/officeart/2008/layout/NameandTitleOrganizationalChart"/>
    <dgm:cxn modelId="{3084A65E-8A4C-4627-B20E-53DB8D6D7A53}" type="presParOf" srcId="{A4994AB5-D184-4AA7-9237-E8C971821F0A}" destId="{1C809325-2FFF-4412-ADA4-ACD09B744350}" srcOrd="2" destOrd="0" presId="urn:microsoft.com/office/officeart/2008/layout/NameandTitleOrganizationalChart"/>
    <dgm:cxn modelId="{6A6E21D8-9590-4D43-AC8A-A51C64814A65}" type="presParOf" srcId="{A42BCBB9-B148-4FAF-A32B-8CB97A51E1BD}" destId="{79CCB6CC-58F4-43E0-AF3C-854DB576264A}" srcOrd="1" destOrd="0" presId="urn:microsoft.com/office/officeart/2008/layout/NameandTitleOrganizationalChart"/>
    <dgm:cxn modelId="{C4E437C0-9A1F-4102-BE11-4004932BAF41}" type="presParOf" srcId="{A42BCBB9-B148-4FAF-A32B-8CB97A51E1BD}" destId="{57FC2E51-E484-4DD2-A4A5-531A224CE963}" srcOrd="2" destOrd="0" presId="urn:microsoft.com/office/officeart/2008/layout/NameandTitleOrganizationalChart"/>
    <dgm:cxn modelId="{FD3970CA-353A-4D67-B5B3-2CD3CA830E0E}" type="presParOf" srcId="{57FC2E51-E484-4DD2-A4A5-531A224CE963}" destId="{4488FC5F-5743-4A69-AC34-F19C25357DF6}" srcOrd="0" destOrd="0" presId="urn:microsoft.com/office/officeart/2008/layout/NameandTitleOrganizationalChart"/>
    <dgm:cxn modelId="{097445F2-7FFA-4ECE-BE33-5BC30813F0CD}" type="presParOf" srcId="{57FC2E51-E484-4DD2-A4A5-531A224CE963}" destId="{A43883A7-D68E-4A8E-8E96-F31958464E64}" srcOrd="1" destOrd="0" presId="urn:microsoft.com/office/officeart/2008/layout/NameandTitleOrganizationalChart"/>
    <dgm:cxn modelId="{65A17750-5F07-46D7-9314-EF3C9C7097AB}" type="presParOf" srcId="{A43883A7-D68E-4A8E-8E96-F31958464E64}" destId="{27188EEF-D907-4EAE-A7AE-A94FADFAAB01}" srcOrd="0" destOrd="0" presId="urn:microsoft.com/office/officeart/2008/layout/NameandTitleOrganizationalChart"/>
    <dgm:cxn modelId="{69DCB822-FB2D-4C0A-8818-84CE4A0C584B}" type="presParOf" srcId="{27188EEF-D907-4EAE-A7AE-A94FADFAAB01}" destId="{C3AE03C2-139D-496A-A174-6837B2BB310C}" srcOrd="0" destOrd="0" presId="urn:microsoft.com/office/officeart/2008/layout/NameandTitleOrganizationalChart"/>
    <dgm:cxn modelId="{ED126EF7-517D-4FC8-9CB2-0EE366D7D3A0}" type="presParOf" srcId="{27188EEF-D907-4EAE-A7AE-A94FADFAAB01}" destId="{96D09EE2-087C-4EB5-BD52-35396B2AB981}" srcOrd="1" destOrd="0" presId="urn:microsoft.com/office/officeart/2008/layout/NameandTitleOrganizationalChart"/>
    <dgm:cxn modelId="{65635A48-1F97-4087-A8B5-E59CDA840ADC}" type="presParOf" srcId="{27188EEF-D907-4EAE-A7AE-A94FADFAAB01}" destId="{8ECFBE59-7975-4DDF-ABA8-4F5331EC6E2A}" srcOrd="2" destOrd="0" presId="urn:microsoft.com/office/officeart/2008/layout/NameandTitleOrganizationalChart"/>
    <dgm:cxn modelId="{7FE649CA-43BE-4368-BD77-01B6DA21BAAE}" type="presParOf" srcId="{A43883A7-D68E-4A8E-8E96-F31958464E64}" destId="{4E11D979-2726-4572-943C-4C52F8A2457E}" srcOrd="1" destOrd="0" presId="urn:microsoft.com/office/officeart/2008/layout/NameandTitleOrganizationalChart"/>
    <dgm:cxn modelId="{0B66DAB9-31CA-4759-A2C9-F15D89658002}" type="presParOf" srcId="{A43883A7-D68E-4A8E-8E96-F31958464E64}" destId="{66613E3D-1DF9-4995-B9FA-94AD04054026}" srcOrd="2" destOrd="0" presId="urn:microsoft.com/office/officeart/2008/layout/NameandTitleOrganizationalChart"/>
    <dgm:cxn modelId="{0FEECB94-CFF3-4176-9DC7-BC8BCAD023AD}" type="presParOf" srcId="{66613E3D-1DF9-4995-B9FA-94AD04054026}" destId="{2AA54BD1-7337-4019-9B53-64261C757DA1}" srcOrd="0" destOrd="0" presId="urn:microsoft.com/office/officeart/2008/layout/NameandTitleOrganizationalChart"/>
    <dgm:cxn modelId="{C5288F7A-C299-46E6-A57C-663D227300B4}" type="presParOf" srcId="{66613E3D-1DF9-4995-B9FA-94AD04054026}" destId="{8A3C9FFF-9802-44A4-96D8-B2BAF9459158}" srcOrd="1" destOrd="0" presId="urn:microsoft.com/office/officeart/2008/layout/NameandTitleOrganizationalChart"/>
    <dgm:cxn modelId="{2F533272-5213-44CF-947A-6C62F93822FE}" type="presParOf" srcId="{8A3C9FFF-9802-44A4-96D8-B2BAF9459158}" destId="{7AB92E51-C9E2-4FF3-9DE5-2DE5360D74BE}" srcOrd="0" destOrd="0" presId="urn:microsoft.com/office/officeart/2008/layout/NameandTitleOrganizationalChart"/>
    <dgm:cxn modelId="{0E0C3EAE-0EA2-40B1-A108-E46001C59D19}" type="presParOf" srcId="{7AB92E51-C9E2-4FF3-9DE5-2DE5360D74BE}" destId="{A461179D-D6EE-4C06-84FD-82D0AB0C2D39}" srcOrd="0" destOrd="0" presId="urn:microsoft.com/office/officeart/2008/layout/NameandTitleOrganizationalChart"/>
    <dgm:cxn modelId="{F52DFDCB-E727-46B7-B248-30468F4138AF}" type="presParOf" srcId="{7AB92E51-C9E2-4FF3-9DE5-2DE5360D74BE}" destId="{4F038156-B3B3-423A-B8B5-E35E1F490E04}" srcOrd="1" destOrd="0" presId="urn:microsoft.com/office/officeart/2008/layout/NameandTitleOrganizationalChart"/>
    <dgm:cxn modelId="{2ED44280-1C59-4915-9795-8CE2B85D3115}" type="presParOf" srcId="{7AB92E51-C9E2-4FF3-9DE5-2DE5360D74BE}" destId="{6E9F97C2-6510-462F-8CB0-99CD3F724FFA}" srcOrd="2" destOrd="0" presId="urn:microsoft.com/office/officeart/2008/layout/NameandTitleOrganizationalChart"/>
    <dgm:cxn modelId="{FD765999-FD44-4EF8-9F19-AA696F276824}" type="presParOf" srcId="{8A3C9FFF-9802-44A4-96D8-B2BAF9459158}" destId="{F9ECBB82-E05B-4C62-95B4-42655DDFEFBF}" srcOrd="1" destOrd="0" presId="urn:microsoft.com/office/officeart/2008/layout/NameandTitleOrganizationalChart"/>
    <dgm:cxn modelId="{65F843C8-8D9A-4541-A50C-83FD3BC1806A}" type="presParOf" srcId="{F9ECBB82-E05B-4C62-95B4-42655DDFEFBF}" destId="{04A06C26-FB62-415D-8715-7CD0CD007DC5}" srcOrd="0" destOrd="0" presId="urn:microsoft.com/office/officeart/2008/layout/NameandTitleOrganizationalChart"/>
    <dgm:cxn modelId="{59262D03-8761-4BA2-A434-A88B84C66873}" type="presParOf" srcId="{F9ECBB82-E05B-4C62-95B4-42655DDFEFBF}" destId="{E0DFBEB5-AA2E-4653-8948-C4D356783409}" srcOrd="1" destOrd="0" presId="urn:microsoft.com/office/officeart/2008/layout/NameandTitleOrganizationalChart"/>
    <dgm:cxn modelId="{FF7ED6E4-01E0-4C1C-A226-E395445FBC4F}" type="presParOf" srcId="{E0DFBEB5-AA2E-4653-8948-C4D356783409}" destId="{F519E3EF-36AD-423A-AF78-48AF0A4085C1}" srcOrd="0" destOrd="0" presId="urn:microsoft.com/office/officeart/2008/layout/NameandTitleOrganizationalChart"/>
    <dgm:cxn modelId="{10DD8A6C-DC2C-46B6-950D-4AA81879C97C}" type="presParOf" srcId="{F519E3EF-36AD-423A-AF78-48AF0A4085C1}" destId="{7EA88A32-DCD1-4A2D-B759-C1A492131A9F}" srcOrd="0" destOrd="0" presId="urn:microsoft.com/office/officeart/2008/layout/NameandTitleOrganizationalChart"/>
    <dgm:cxn modelId="{A13B1391-C759-4E3C-9285-A69BC66217F9}" type="presParOf" srcId="{F519E3EF-36AD-423A-AF78-48AF0A4085C1}" destId="{BED0AAE8-FE77-472B-B502-4DB39FE921AE}" srcOrd="1" destOrd="0" presId="urn:microsoft.com/office/officeart/2008/layout/NameandTitleOrganizationalChart"/>
    <dgm:cxn modelId="{52CF1FBD-90D4-4971-B673-4385F2B632E6}" type="presParOf" srcId="{F519E3EF-36AD-423A-AF78-48AF0A4085C1}" destId="{C38DE935-172E-4B43-B15C-551800F8000A}" srcOrd="2" destOrd="0" presId="urn:microsoft.com/office/officeart/2008/layout/NameandTitleOrganizationalChart"/>
    <dgm:cxn modelId="{B01753A7-2057-4C1A-92D7-B69AAB00DFB3}" type="presParOf" srcId="{E0DFBEB5-AA2E-4653-8948-C4D356783409}" destId="{39ACD903-720A-4D57-B8E6-63B4550C1B6C}" srcOrd="1" destOrd="0" presId="urn:microsoft.com/office/officeart/2008/layout/NameandTitleOrganizationalChart"/>
    <dgm:cxn modelId="{88102D56-7581-4A69-AB8D-F580A2744658}" type="presParOf" srcId="{39ACD903-720A-4D57-B8E6-63B4550C1B6C}" destId="{4C0A5B6A-71ED-425D-ABBD-E890345F3C28}" srcOrd="0" destOrd="0" presId="urn:microsoft.com/office/officeart/2008/layout/NameandTitleOrganizationalChart"/>
    <dgm:cxn modelId="{CF5817C0-D74C-4999-A943-70E5C11887FA}" type="presParOf" srcId="{39ACD903-720A-4D57-B8E6-63B4550C1B6C}" destId="{682FA96F-208E-41BF-B7E7-841CCDC025B0}" srcOrd="1" destOrd="0" presId="urn:microsoft.com/office/officeart/2008/layout/NameandTitleOrganizationalChart"/>
    <dgm:cxn modelId="{F40815BB-B5DA-4C4A-B525-343550C8ACDF}" type="presParOf" srcId="{682FA96F-208E-41BF-B7E7-841CCDC025B0}" destId="{F486A37E-5535-48C6-B784-9B9FD11D6E0F}" srcOrd="0" destOrd="0" presId="urn:microsoft.com/office/officeart/2008/layout/NameandTitleOrganizationalChart"/>
    <dgm:cxn modelId="{3F441889-C543-4297-810F-742CAB57B99C}" type="presParOf" srcId="{F486A37E-5535-48C6-B784-9B9FD11D6E0F}" destId="{D762DA24-0B34-4C91-900E-37D9325A8859}" srcOrd="0" destOrd="0" presId="urn:microsoft.com/office/officeart/2008/layout/NameandTitleOrganizationalChart"/>
    <dgm:cxn modelId="{0A69A192-64BE-47EB-B8D8-AD35F2C58DEF}" type="presParOf" srcId="{F486A37E-5535-48C6-B784-9B9FD11D6E0F}" destId="{AE477E69-28EC-4DF8-AF5C-AC0EF206DC10}" srcOrd="1" destOrd="0" presId="urn:microsoft.com/office/officeart/2008/layout/NameandTitleOrganizationalChart"/>
    <dgm:cxn modelId="{3166A218-8346-4996-ACF0-1DC62B05745F}" type="presParOf" srcId="{F486A37E-5535-48C6-B784-9B9FD11D6E0F}" destId="{2E2738E9-E000-46DE-9F35-1E3D87576C3A}" srcOrd="2" destOrd="0" presId="urn:microsoft.com/office/officeart/2008/layout/NameandTitleOrganizationalChart"/>
    <dgm:cxn modelId="{02FCF984-8A3A-4C18-9F8A-BDF4E285753E}" type="presParOf" srcId="{682FA96F-208E-41BF-B7E7-841CCDC025B0}" destId="{1CD686EA-07E4-43D3-9240-8087411380C8}" srcOrd="1" destOrd="0" presId="urn:microsoft.com/office/officeart/2008/layout/NameandTitleOrganizationalChart"/>
    <dgm:cxn modelId="{E943D706-0CD6-4E11-9015-9A859BCD32C5}" type="presParOf" srcId="{1CD686EA-07E4-43D3-9240-8087411380C8}" destId="{083B44A7-B839-4D7B-A429-847B3F8EAE20}" srcOrd="0" destOrd="0" presId="urn:microsoft.com/office/officeart/2008/layout/NameandTitleOrganizationalChart"/>
    <dgm:cxn modelId="{05775A89-C3D9-4F02-B0AC-E1CAFA399C3F}" type="presParOf" srcId="{1CD686EA-07E4-43D3-9240-8087411380C8}" destId="{411AB186-9766-4164-8EF2-081B8CBC3E66}" srcOrd="1" destOrd="0" presId="urn:microsoft.com/office/officeart/2008/layout/NameandTitleOrganizationalChart"/>
    <dgm:cxn modelId="{A7238A54-ABF5-4D94-999D-EB8C57E47AED}" type="presParOf" srcId="{411AB186-9766-4164-8EF2-081B8CBC3E66}" destId="{37BBE76A-74EE-46AD-910C-30C258B8D117}" srcOrd="0" destOrd="0" presId="urn:microsoft.com/office/officeart/2008/layout/NameandTitleOrganizationalChart"/>
    <dgm:cxn modelId="{EE5D38AE-8EEE-46B5-8AE6-3970340128D6}" type="presParOf" srcId="{37BBE76A-74EE-46AD-910C-30C258B8D117}" destId="{2EB36C12-7782-4EDF-A2D1-4349FAC80D1C}" srcOrd="0" destOrd="0" presId="urn:microsoft.com/office/officeart/2008/layout/NameandTitleOrganizationalChart"/>
    <dgm:cxn modelId="{D8D6C4EC-4FC0-4404-9FC9-EEF65423356F}" type="presParOf" srcId="{37BBE76A-74EE-46AD-910C-30C258B8D117}" destId="{0E369E87-342B-4016-B699-E5C6202269C6}" srcOrd="1" destOrd="0" presId="urn:microsoft.com/office/officeart/2008/layout/NameandTitleOrganizationalChart"/>
    <dgm:cxn modelId="{F46E8837-0CFF-4A43-B575-EAAA4BD17771}" type="presParOf" srcId="{37BBE76A-74EE-46AD-910C-30C258B8D117}" destId="{0ACA0F7A-CEC9-487C-8E6B-E6DD65886EF4}" srcOrd="2" destOrd="0" presId="urn:microsoft.com/office/officeart/2008/layout/NameandTitleOrganizationalChart"/>
    <dgm:cxn modelId="{C9BC8DB9-A824-4544-9B7B-3B570561FD91}" type="presParOf" srcId="{411AB186-9766-4164-8EF2-081B8CBC3E66}" destId="{2799032C-8158-4DC4-88EC-C6ECB59BF2DE}" srcOrd="1" destOrd="0" presId="urn:microsoft.com/office/officeart/2008/layout/NameandTitleOrganizationalChart"/>
    <dgm:cxn modelId="{EED8E842-17A5-41B0-AE7D-A5A698D957F6}" type="presParOf" srcId="{2799032C-8158-4DC4-88EC-C6ECB59BF2DE}" destId="{20204B62-C75A-4E33-877D-13C20E29102D}" srcOrd="0" destOrd="0" presId="urn:microsoft.com/office/officeart/2008/layout/NameandTitleOrganizationalChart"/>
    <dgm:cxn modelId="{F625751C-2825-4B52-BF3C-C3E5771E4111}" type="presParOf" srcId="{2799032C-8158-4DC4-88EC-C6ECB59BF2DE}" destId="{6DBE4E76-07C4-412D-9CA5-B868509EE4CE}" srcOrd="1" destOrd="0" presId="urn:microsoft.com/office/officeart/2008/layout/NameandTitleOrganizationalChart"/>
    <dgm:cxn modelId="{DF85B1F9-3149-4394-A27A-5284654E9888}" type="presParOf" srcId="{6DBE4E76-07C4-412D-9CA5-B868509EE4CE}" destId="{FE1ECA00-8D02-440A-A329-EA9AA7A4755C}" srcOrd="0" destOrd="0" presId="urn:microsoft.com/office/officeart/2008/layout/NameandTitleOrganizationalChart"/>
    <dgm:cxn modelId="{53AFAA25-2AC9-4120-B4D8-535DFF402003}" type="presParOf" srcId="{FE1ECA00-8D02-440A-A329-EA9AA7A4755C}" destId="{6F2BEA02-D1C3-4EEA-9D9D-29389FB9AB64}" srcOrd="0" destOrd="0" presId="urn:microsoft.com/office/officeart/2008/layout/NameandTitleOrganizationalChart"/>
    <dgm:cxn modelId="{C66A045A-9E60-4CA7-A1CE-6716DAC88CF7}" type="presParOf" srcId="{FE1ECA00-8D02-440A-A329-EA9AA7A4755C}" destId="{35873D9E-94A0-4390-9347-CB6273C13FFF}" srcOrd="1" destOrd="0" presId="urn:microsoft.com/office/officeart/2008/layout/NameandTitleOrganizationalChart"/>
    <dgm:cxn modelId="{967814EE-DE1E-4B40-83F4-FCB2B41C0F0A}" type="presParOf" srcId="{FE1ECA00-8D02-440A-A329-EA9AA7A4755C}" destId="{74B59109-946D-4F9F-9570-62C0F19FB2D3}" srcOrd="2" destOrd="0" presId="urn:microsoft.com/office/officeart/2008/layout/NameandTitleOrganizationalChart"/>
    <dgm:cxn modelId="{1F395917-B231-4EC0-B7C9-66E135A3EF8D}" type="presParOf" srcId="{6DBE4E76-07C4-412D-9CA5-B868509EE4CE}" destId="{DF880812-CF15-4C77-BA35-C1F8649311F8}" srcOrd="1" destOrd="0" presId="urn:microsoft.com/office/officeart/2008/layout/NameandTitleOrganizationalChart"/>
    <dgm:cxn modelId="{CCB467E0-DFCA-474E-926E-9871389C384D}" type="presParOf" srcId="{6DBE4E76-07C4-412D-9CA5-B868509EE4CE}" destId="{6858A013-0837-45BD-AAF7-F2EFB0AB2167}" srcOrd="2" destOrd="0" presId="urn:microsoft.com/office/officeart/2008/layout/NameandTitleOrganizationalChart"/>
    <dgm:cxn modelId="{458D8E4B-0675-432A-99A8-F17030897FE2}" type="presParOf" srcId="{411AB186-9766-4164-8EF2-081B8CBC3E66}" destId="{07D7B4F2-D19A-49DF-99A1-A3EB5FE5FEFC}" srcOrd="2" destOrd="0" presId="urn:microsoft.com/office/officeart/2008/layout/NameandTitleOrganizationalChart"/>
    <dgm:cxn modelId="{C121C7AF-E1F3-4E9B-867F-CBA9D18E3507}" type="presParOf" srcId="{682FA96F-208E-41BF-B7E7-841CCDC025B0}" destId="{FB3AA162-E4C8-412F-A46C-D0CD2E6AC795}" srcOrd="2" destOrd="0" presId="urn:microsoft.com/office/officeart/2008/layout/NameandTitleOrganizationalChart"/>
    <dgm:cxn modelId="{4A82964D-C204-44A8-8DD6-2C11D3E24289}" type="presParOf" srcId="{E0DFBEB5-AA2E-4653-8948-C4D356783409}" destId="{3A815C03-6DAD-4D6F-9923-D3D97D14CED3}" srcOrd="2" destOrd="0" presId="urn:microsoft.com/office/officeart/2008/layout/NameandTitleOrganizationalChart"/>
    <dgm:cxn modelId="{05CC78AC-B69C-4AAF-AB0A-A24F5CBCCA61}" type="presParOf" srcId="{8A3C9FFF-9802-44A4-96D8-B2BAF9459158}" destId="{F92F40EB-5FC5-4545-A0DF-52CEC9B74318}" srcOrd="2" destOrd="0" presId="urn:microsoft.com/office/officeart/2008/layout/NameandTitleOrganizationalChart"/>
    <dgm:cxn modelId="{EBD60058-EE99-4681-AF5D-4D6F72544339}" type="presParOf" srcId="{66613E3D-1DF9-4995-B9FA-94AD04054026}" destId="{74973AB9-FD91-4648-8F7B-8EE891FCA423}" srcOrd="2" destOrd="0" presId="urn:microsoft.com/office/officeart/2008/layout/NameandTitleOrganizationalChart"/>
    <dgm:cxn modelId="{664CBB73-F923-40CA-9058-5CCC3F7904A2}" type="presParOf" srcId="{66613E3D-1DF9-4995-B9FA-94AD04054026}" destId="{CA543F85-6C48-4E62-8F95-277DDEEAB01D}" srcOrd="3" destOrd="0" presId="urn:microsoft.com/office/officeart/2008/layout/NameandTitleOrganizationalChart"/>
    <dgm:cxn modelId="{CE40D94C-B549-4AEF-8F6A-10A5F989CC99}" type="presParOf" srcId="{CA543F85-6C48-4E62-8F95-277DDEEAB01D}" destId="{A57DCB32-76CA-464A-ACB5-8B366CF64B20}" srcOrd="0" destOrd="0" presId="urn:microsoft.com/office/officeart/2008/layout/NameandTitleOrganizationalChart"/>
    <dgm:cxn modelId="{FC3ABA50-6C77-4249-BC8D-FE7B6B352ADD}" type="presParOf" srcId="{A57DCB32-76CA-464A-ACB5-8B366CF64B20}" destId="{71940465-971F-4F4C-86D6-465828B7E501}" srcOrd="0" destOrd="0" presId="urn:microsoft.com/office/officeart/2008/layout/NameandTitleOrganizationalChart"/>
    <dgm:cxn modelId="{5E9823AC-1132-4226-8B87-D2B26F69BA32}" type="presParOf" srcId="{A57DCB32-76CA-464A-ACB5-8B366CF64B20}" destId="{180108AE-2482-431E-AAD9-D6C6DA31A5E1}" srcOrd="1" destOrd="0" presId="urn:microsoft.com/office/officeart/2008/layout/NameandTitleOrganizationalChart"/>
    <dgm:cxn modelId="{BA396826-090C-425F-A2BD-9B9F9E355077}" type="presParOf" srcId="{A57DCB32-76CA-464A-ACB5-8B366CF64B20}" destId="{818D76FC-DB81-44AB-8A96-A7FB09FF9FBD}" srcOrd="2" destOrd="0" presId="urn:microsoft.com/office/officeart/2008/layout/NameandTitleOrganizationalChart"/>
    <dgm:cxn modelId="{EF52CFDE-54E0-4F79-BDF9-CAEBA5C066E3}" type="presParOf" srcId="{CA543F85-6C48-4E62-8F95-277DDEEAB01D}" destId="{368916BC-9BDC-496A-9D42-FAC96031414D}" srcOrd="1" destOrd="0" presId="urn:microsoft.com/office/officeart/2008/layout/NameandTitleOrganizationalChart"/>
    <dgm:cxn modelId="{D01A908E-C1E8-4708-BB1D-081DE3BAD7AC}" type="presParOf" srcId="{CA543F85-6C48-4E62-8F95-277DDEEAB01D}" destId="{96C7498D-3280-4A3C-B5E0-DE33DB4B2221}" srcOrd="2" destOrd="0" presId="urn:microsoft.com/office/officeart/2008/layout/NameandTitleOrganizationalChart"/>
    <dgm:cxn modelId="{9A0C174A-7774-4727-BD1D-B02375606DB6}" type="presParOf" srcId="{57FC2E51-E484-4DD2-A4A5-531A224CE963}" destId="{7A3142CB-BCCB-4ABF-8A53-DE3B8E803023}" srcOrd="2" destOrd="0" presId="urn:microsoft.com/office/officeart/2008/layout/NameandTitleOrganizationalChart"/>
    <dgm:cxn modelId="{A2BC7436-54EF-453B-86DF-7A38F6629079}" type="presParOf" srcId="{57FC2E51-E484-4DD2-A4A5-531A224CE963}" destId="{8E1C697D-2FC7-49D0-A5FD-3CCDB02A9D4D}" srcOrd="3" destOrd="0" presId="urn:microsoft.com/office/officeart/2008/layout/NameandTitleOrganizationalChart"/>
    <dgm:cxn modelId="{895FEC72-4D15-4AD2-99D5-6CCADEACBC2A}" type="presParOf" srcId="{8E1C697D-2FC7-49D0-A5FD-3CCDB02A9D4D}" destId="{0D658BF4-7E89-404A-B031-AC449F990225}" srcOrd="0" destOrd="0" presId="urn:microsoft.com/office/officeart/2008/layout/NameandTitleOrganizationalChart"/>
    <dgm:cxn modelId="{1342D4CF-45E9-4BA9-9B84-86898CB2B972}" type="presParOf" srcId="{0D658BF4-7E89-404A-B031-AC449F990225}" destId="{C28F51C0-3448-4C4D-ACAF-528F6DA8103B}" srcOrd="0" destOrd="0" presId="urn:microsoft.com/office/officeart/2008/layout/NameandTitleOrganizationalChart"/>
    <dgm:cxn modelId="{727F6078-409D-47C6-8473-DABFCB8986C3}" type="presParOf" srcId="{0D658BF4-7E89-404A-B031-AC449F990225}" destId="{B996F145-817A-4DD9-B6BD-5ADC10631495}" srcOrd="1" destOrd="0" presId="urn:microsoft.com/office/officeart/2008/layout/NameandTitleOrganizationalChart"/>
    <dgm:cxn modelId="{D64BD202-D911-468C-AD78-ABD29C7EDC89}" type="presParOf" srcId="{0D658BF4-7E89-404A-B031-AC449F990225}" destId="{372DD870-7F38-4783-A655-6A05A7A34962}" srcOrd="2" destOrd="0" presId="urn:microsoft.com/office/officeart/2008/layout/NameandTitleOrganizationalChart"/>
    <dgm:cxn modelId="{54F0DA8D-A6D3-4792-A4FF-7B07E219605E}" type="presParOf" srcId="{8E1C697D-2FC7-49D0-A5FD-3CCDB02A9D4D}" destId="{7D5ADE8F-26DF-48AF-92D8-69B0409C8E27}" srcOrd="1" destOrd="0" presId="urn:microsoft.com/office/officeart/2008/layout/NameandTitleOrganizationalChart"/>
    <dgm:cxn modelId="{9286EB16-CBE1-42B7-A263-947FD7948666}" type="presParOf" srcId="{8E1C697D-2FC7-49D0-A5FD-3CCDB02A9D4D}" destId="{F960D802-9B9B-47EC-8B70-E68B35F69BC6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A3142CB-BCCB-4ABF-8A53-DE3B8E803023}">
      <dsp:nvSpPr>
        <dsp:cNvPr id="0" name=""/>
        <dsp:cNvSpPr/>
      </dsp:nvSpPr>
      <dsp:spPr>
        <a:xfrm>
          <a:off x="3338193" y="481135"/>
          <a:ext cx="920229" cy="276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6251"/>
              </a:lnTo>
              <a:lnTo>
                <a:pt x="920229" y="2762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973AB9-FD91-4648-8F7B-8EE891FCA423}">
      <dsp:nvSpPr>
        <dsp:cNvPr id="0" name=""/>
        <dsp:cNvSpPr/>
      </dsp:nvSpPr>
      <dsp:spPr>
        <a:xfrm>
          <a:off x="2101946" y="1242040"/>
          <a:ext cx="1133255" cy="5180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8085"/>
              </a:lnTo>
              <a:lnTo>
                <a:pt x="1133255" y="51808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204B62-C75A-4E33-877D-13C20E29102D}">
      <dsp:nvSpPr>
        <dsp:cNvPr id="0" name=""/>
        <dsp:cNvSpPr/>
      </dsp:nvSpPr>
      <dsp:spPr>
        <a:xfrm>
          <a:off x="2878558" y="4231602"/>
          <a:ext cx="91440" cy="315542"/>
        </a:xfrm>
        <a:custGeom>
          <a:avLst/>
          <a:gdLst/>
          <a:ahLst/>
          <a:cxnLst/>
          <a:rect l="0" t="0" r="0" b="0"/>
          <a:pathLst>
            <a:path>
              <a:moveTo>
                <a:pt x="45729" y="0"/>
              </a:moveTo>
              <a:lnTo>
                <a:pt x="45729" y="203277"/>
              </a:lnTo>
              <a:lnTo>
                <a:pt x="45720" y="203277"/>
              </a:lnTo>
              <a:lnTo>
                <a:pt x="45720" y="31554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3B44A7-B839-4D7B-A429-847B3F8EAE20}">
      <dsp:nvSpPr>
        <dsp:cNvPr id="0" name=""/>
        <dsp:cNvSpPr/>
      </dsp:nvSpPr>
      <dsp:spPr>
        <a:xfrm>
          <a:off x="2878567" y="3369215"/>
          <a:ext cx="91440" cy="3812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125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0A5B6A-71ED-425D-ABBD-E890345F3C28}">
      <dsp:nvSpPr>
        <dsp:cNvPr id="0" name=""/>
        <dsp:cNvSpPr/>
      </dsp:nvSpPr>
      <dsp:spPr>
        <a:xfrm>
          <a:off x="1478582" y="2760291"/>
          <a:ext cx="1445705" cy="1277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523"/>
              </a:lnTo>
              <a:lnTo>
                <a:pt x="1445705" y="15523"/>
              </a:lnTo>
              <a:lnTo>
                <a:pt x="1445705" y="12778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A06C26-FB62-415D-8715-7CD0CD007DC5}">
      <dsp:nvSpPr>
        <dsp:cNvPr id="0" name=""/>
        <dsp:cNvSpPr/>
      </dsp:nvSpPr>
      <dsp:spPr>
        <a:xfrm>
          <a:off x="1432862" y="2001165"/>
          <a:ext cx="91440" cy="2779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98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A54BD1-7337-4019-9B53-64261C757DA1}">
      <dsp:nvSpPr>
        <dsp:cNvPr id="0" name=""/>
        <dsp:cNvSpPr/>
      </dsp:nvSpPr>
      <dsp:spPr>
        <a:xfrm>
          <a:off x="1943218" y="1242040"/>
          <a:ext cx="158728" cy="518557"/>
        </a:xfrm>
        <a:custGeom>
          <a:avLst/>
          <a:gdLst/>
          <a:ahLst/>
          <a:cxnLst/>
          <a:rect l="0" t="0" r="0" b="0"/>
          <a:pathLst>
            <a:path>
              <a:moveTo>
                <a:pt x="158728" y="0"/>
              </a:moveTo>
              <a:lnTo>
                <a:pt x="158728" y="518557"/>
              </a:lnTo>
              <a:lnTo>
                <a:pt x="0" y="51855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88FC5F-5743-4A69-AC34-F19C25357DF6}">
      <dsp:nvSpPr>
        <dsp:cNvPr id="0" name=""/>
        <dsp:cNvSpPr/>
      </dsp:nvSpPr>
      <dsp:spPr>
        <a:xfrm>
          <a:off x="2566582" y="481135"/>
          <a:ext cx="771610" cy="520336"/>
        </a:xfrm>
        <a:custGeom>
          <a:avLst/>
          <a:gdLst/>
          <a:ahLst/>
          <a:cxnLst/>
          <a:rect l="0" t="0" r="0" b="0"/>
          <a:pathLst>
            <a:path>
              <a:moveTo>
                <a:pt x="771610" y="0"/>
              </a:moveTo>
              <a:lnTo>
                <a:pt x="771610" y="520336"/>
              </a:lnTo>
              <a:lnTo>
                <a:pt x="0" y="52033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29EF5C-62C9-4452-84BE-8FFF1E1A0F88}">
      <dsp:nvSpPr>
        <dsp:cNvPr id="0" name=""/>
        <dsp:cNvSpPr/>
      </dsp:nvSpPr>
      <dsp:spPr>
        <a:xfrm>
          <a:off x="2873557" y="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89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HIS</a:t>
          </a:r>
        </a:p>
      </dsp:txBody>
      <dsp:txXfrm>
        <a:off x="2873557" y="0"/>
        <a:ext cx="929271" cy="481135"/>
      </dsp:txXfrm>
    </dsp:sp>
    <dsp:sp modelId="{3831B711-BD25-49A1-BE2A-B7949F42D33E}">
      <dsp:nvSpPr>
        <dsp:cNvPr id="0" name=""/>
        <dsp:cNvSpPr/>
      </dsp:nvSpPr>
      <dsp:spPr>
        <a:xfrm>
          <a:off x="3069894" y="413067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069894" y="413067"/>
        <a:ext cx="836344" cy="160378"/>
      </dsp:txXfrm>
    </dsp:sp>
    <dsp:sp modelId="{C3AE03C2-139D-496A-A174-6837B2BB310C}">
      <dsp:nvSpPr>
        <dsp:cNvPr id="0" name=""/>
        <dsp:cNvSpPr/>
      </dsp:nvSpPr>
      <dsp:spPr>
        <a:xfrm>
          <a:off x="1637311" y="760904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67894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b="1" kern="1200"/>
            <a:t>HIP</a:t>
          </a:r>
        </a:p>
      </dsp:txBody>
      <dsp:txXfrm>
        <a:off x="1637311" y="760904"/>
        <a:ext cx="929271" cy="481135"/>
      </dsp:txXfrm>
    </dsp:sp>
    <dsp:sp modelId="{96D09EE2-087C-4EB5-BD52-35396B2AB981}">
      <dsp:nvSpPr>
        <dsp:cNvPr id="0" name=""/>
        <dsp:cNvSpPr/>
      </dsp:nvSpPr>
      <dsp:spPr>
        <a:xfrm>
          <a:off x="1823165" y="113512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823165" y="1135121"/>
        <a:ext cx="836344" cy="160378"/>
      </dsp:txXfrm>
    </dsp:sp>
    <dsp:sp modelId="{A461179D-D6EE-4C06-84FD-82D0AB0C2D39}">
      <dsp:nvSpPr>
        <dsp:cNvPr id="0" name=""/>
        <dsp:cNvSpPr/>
      </dsp:nvSpPr>
      <dsp:spPr>
        <a:xfrm>
          <a:off x="1013946" y="1520030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Koordinátor BIM</a:t>
          </a:r>
        </a:p>
      </dsp:txBody>
      <dsp:txXfrm>
        <a:off x="1013946" y="1520030"/>
        <a:ext cx="929271" cy="481135"/>
      </dsp:txXfrm>
    </dsp:sp>
    <dsp:sp modelId="{4F038156-B3B3-423A-B8B5-E35E1F490E04}">
      <dsp:nvSpPr>
        <dsp:cNvPr id="0" name=""/>
        <dsp:cNvSpPr/>
      </dsp:nvSpPr>
      <dsp:spPr>
        <a:xfrm>
          <a:off x="1199800" y="1894246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1894246"/>
        <a:ext cx="836344" cy="160378"/>
      </dsp:txXfrm>
    </dsp:sp>
    <dsp:sp modelId="{7EA88A32-DCD1-4A2D-B759-C1A492131A9F}">
      <dsp:nvSpPr>
        <dsp:cNvPr id="0" name=""/>
        <dsp:cNvSpPr/>
      </dsp:nvSpPr>
      <dsp:spPr>
        <a:xfrm>
          <a:off x="1013946" y="2279155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Manažer informací</a:t>
          </a:r>
        </a:p>
      </dsp:txBody>
      <dsp:txXfrm>
        <a:off x="1013946" y="2279155"/>
        <a:ext cx="929271" cy="481135"/>
      </dsp:txXfrm>
    </dsp:sp>
    <dsp:sp modelId="{BED0AAE8-FE77-472B-B502-4DB39FE921AE}">
      <dsp:nvSpPr>
        <dsp:cNvPr id="0" name=""/>
        <dsp:cNvSpPr/>
      </dsp:nvSpPr>
      <dsp:spPr>
        <a:xfrm>
          <a:off x="1199800" y="2653372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1199800" y="2653372"/>
        <a:ext cx="836344" cy="160378"/>
      </dsp:txXfrm>
    </dsp:sp>
    <dsp:sp modelId="{D762DA24-0B34-4C91-900E-37D9325A8859}">
      <dsp:nvSpPr>
        <dsp:cNvPr id="0" name=""/>
        <dsp:cNvSpPr/>
      </dsp:nvSpPr>
      <dsp:spPr>
        <a:xfrm>
          <a:off x="2459651" y="288807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Specialista</a:t>
          </a:r>
        </a:p>
      </dsp:txBody>
      <dsp:txXfrm>
        <a:off x="2459651" y="2888079"/>
        <a:ext cx="929271" cy="481135"/>
      </dsp:txXfrm>
    </dsp:sp>
    <dsp:sp modelId="{AE477E69-28EC-4DF8-AF5C-AC0EF206DC10}">
      <dsp:nvSpPr>
        <dsp:cNvPr id="0" name=""/>
        <dsp:cNvSpPr/>
      </dsp:nvSpPr>
      <dsp:spPr>
        <a:xfrm>
          <a:off x="2945912" y="3271681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45912" y="3271681"/>
        <a:ext cx="836344" cy="160378"/>
      </dsp:txXfrm>
    </dsp:sp>
    <dsp:sp modelId="{2EB36C12-7782-4EDF-A2D1-4349FAC80D1C}">
      <dsp:nvSpPr>
        <dsp:cNvPr id="0" name=""/>
        <dsp:cNvSpPr/>
      </dsp:nvSpPr>
      <dsp:spPr>
        <a:xfrm>
          <a:off x="2459651" y="3750466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Odpovědný projektant</a:t>
          </a:r>
        </a:p>
      </dsp:txBody>
      <dsp:txXfrm>
        <a:off x="2459651" y="3750466"/>
        <a:ext cx="929271" cy="481135"/>
      </dsp:txXfrm>
    </dsp:sp>
    <dsp:sp modelId="{0E369E87-342B-4016-B699-E5C6202269C6}">
      <dsp:nvSpPr>
        <dsp:cNvPr id="0" name=""/>
        <dsp:cNvSpPr/>
      </dsp:nvSpPr>
      <dsp:spPr>
        <a:xfrm>
          <a:off x="2955204" y="416223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204" y="4162235"/>
        <a:ext cx="836344" cy="160378"/>
      </dsp:txXfrm>
    </dsp:sp>
    <dsp:sp modelId="{6F2BEA02-D1C3-4EEA-9D9D-29389FB9AB64}">
      <dsp:nvSpPr>
        <dsp:cNvPr id="0" name=""/>
        <dsp:cNvSpPr/>
      </dsp:nvSpPr>
      <dsp:spPr>
        <a:xfrm>
          <a:off x="2459642" y="4547144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Zpracovatel dílčí části</a:t>
          </a:r>
        </a:p>
      </dsp:txBody>
      <dsp:txXfrm>
        <a:off x="2459642" y="4547144"/>
        <a:ext cx="929271" cy="481135"/>
      </dsp:txXfrm>
    </dsp:sp>
    <dsp:sp modelId="{35873D9E-94A0-4390-9347-CB6273C13FFF}">
      <dsp:nvSpPr>
        <dsp:cNvPr id="0" name=""/>
        <dsp:cNvSpPr/>
      </dsp:nvSpPr>
      <dsp:spPr>
        <a:xfrm>
          <a:off x="2955304" y="4893195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2955304" y="4893195"/>
        <a:ext cx="836344" cy="160378"/>
      </dsp:txXfrm>
    </dsp:sp>
    <dsp:sp modelId="{71940465-971F-4F4C-86D6-465828B7E501}">
      <dsp:nvSpPr>
        <dsp:cNvPr id="0" name=""/>
        <dsp:cNvSpPr/>
      </dsp:nvSpPr>
      <dsp:spPr>
        <a:xfrm>
          <a:off x="3235202" y="1519558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Správce infromací</a:t>
          </a:r>
        </a:p>
      </dsp:txBody>
      <dsp:txXfrm>
        <a:off x="3235202" y="1519558"/>
        <a:ext cx="929271" cy="481135"/>
      </dsp:txXfrm>
    </dsp:sp>
    <dsp:sp modelId="{180108AE-2482-431E-AAD9-D6C6DA31A5E1}">
      <dsp:nvSpPr>
        <dsp:cNvPr id="0" name=""/>
        <dsp:cNvSpPr/>
      </dsp:nvSpPr>
      <dsp:spPr>
        <a:xfrm>
          <a:off x="3560122" y="1920730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3560122" y="1920730"/>
        <a:ext cx="836344" cy="160378"/>
      </dsp:txXfrm>
    </dsp:sp>
    <dsp:sp modelId="{C28F51C0-3448-4C4D-ACAF-528F6DA8103B}">
      <dsp:nvSpPr>
        <dsp:cNvPr id="0" name=""/>
        <dsp:cNvSpPr/>
      </dsp:nvSpPr>
      <dsp:spPr>
        <a:xfrm>
          <a:off x="4258423" y="516819"/>
          <a:ext cx="929271" cy="48113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678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900" kern="1200"/>
            <a:t>Konzultant BIM</a:t>
          </a:r>
        </a:p>
      </dsp:txBody>
      <dsp:txXfrm>
        <a:off x="4258423" y="516819"/>
        <a:ext cx="929271" cy="481135"/>
      </dsp:txXfrm>
    </dsp:sp>
    <dsp:sp modelId="{B996F145-817A-4DD9-B6BD-5ADC10631495}">
      <dsp:nvSpPr>
        <dsp:cNvPr id="0" name=""/>
        <dsp:cNvSpPr/>
      </dsp:nvSpPr>
      <dsp:spPr>
        <a:xfrm>
          <a:off x="4603862" y="919203"/>
          <a:ext cx="836344" cy="160378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3175" rIns="12700" bIns="3175" numCol="1" spcCol="1270" anchor="ctr" anchorCtr="0">
          <a:noAutofit/>
        </a:bodyPr>
        <a:lstStyle/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500" kern="1200"/>
        </a:p>
        <a:p>
          <a:pPr lvl="0" algn="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500" kern="1200"/>
            <a:t>jméno odpovědné osoby</a:t>
          </a:r>
        </a:p>
      </dsp:txBody>
      <dsp:txXfrm>
        <a:off x="4603862" y="919203"/>
        <a:ext cx="836344" cy="1603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A64F0F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C6628B11746643C38ABCB4F4903C71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F4903C-A3EC-4855-9DD4-006BFBB25ED0}"/>
      </w:docPartPr>
      <w:docPartBody>
        <w:p w:rsidR="00FC05D0" w:rsidRDefault="0065226E" w:rsidP="0065226E">
          <w:pPr>
            <w:pStyle w:val="C6628B11746643C38ABCB4F4903C71B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257B"/>
    <w:rsid w:val="000A65BB"/>
    <w:rsid w:val="001F12AB"/>
    <w:rsid w:val="002169DE"/>
    <w:rsid w:val="00266393"/>
    <w:rsid w:val="00376087"/>
    <w:rsid w:val="0038667C"/>
    <w:rsid w:val="00397518"/>
    <w:rsid w:val="003B1CFE"/>
    <w:rsid w:val="003D31E0"/>
    <w:rsid w:val="00474145"/>
    <w:rsid w:val="004A0213"/>
    <w:rsid w:val="00553056"/>
    <w:rsid w:val="005700A3"/>
    <w:rsid w:val="005A144F"/>
    <w:rsid w:val="005D1CA2"/>
    <w:rsid w:val="00614072"/>
    <w:rsid w:val="006436AA"/>
    <w:rsid w:val="0065226E"/>
    <w:rsid w:val="008218D8"/>
    <w:rsid w:val="0091685B"/>
    <w:rsid w:val="00961362"/>
    <w:rsid w:val="0099114A"/>
    <w:rsid w:val="009972D5"/>
    <w:rsid w:val="009A0BAE"/>
    <w:rsid w:val="009B4454"/>
    <w:rsid w:val="009B4F7D"/>
    <w:rsid w:val="009D0745"/>
    <w:rsid w:val="00A55A14"/>
    <w:rsid w:val="00A64F0F"/>
    <w:rsid w:val="00A968B7"/>
    <w:rsid w:val="00B275CA"/>
    <w:rsid w:val="00BA77E8"/>
    <w:rsid w:val="00CA3FD7"/>
    <w:rsid w:val="00DD6724"/>
    <w:rsid w:val="00E05882"/>
    <w:rsid w:val="00E06587"/>
    <w:rsid w:val="00E510EB"/>
    <w:rsid w:val="00F46081"/>
    <w:rsid w:val="00F46CFF"/>
    <w:rsid w:val="00FA127D"/>
    <w:rsid w:val="00FC05D0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257B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  <w:style w:type="paragraph" w:customStyle="1" w:styleId="341D0A3EAA4F4780A69D3EDAD7E8CD79">
    <w:name w:val="341D0A3EAA4F4780A69D3EDAD7E8CD79"/>
    <w:rsid w:val="00A64F0F"/>
    <w:pPr>
      <w:spacing w:after="160" w:line="259" w:lineRule="auto"/>
    </w:pPr>
  </w:style>
  <w:style w:type="paragraph" w:customStyle="1" w:styleId="8CD45E1AA1EE474596A8EBA78A6ED8DB">
    <w:name w:val="8CD45E1AA1EE474596A8EBA78A6ED8DB"/>
    <w:rsid w:val="00A64F0F"/>
    <w:pPr>
      <w:spacing w:after="160" w:line="259" w:lineRule="auto"/>
    </w:pPr>
  </w:style>
  <w:style w:type="paragraph" w:customStyle="1" w:styleId="C6628B11746643C38ABCB4F4903C71BA">
    <w:name w:val="C6628B11746643C38ABCB4F4903C71BA"/>
    <w:rsid w:val="0065226E"/>
    <w:pPr>
      <w:spacing w:after="160" w:line="259" w:lineRule="auto"/>
    </w:pPr>
  </w:style>
  <w:style w:type="paragraph" w:customStyle="1" w:styleId="590E112261C64BD8AB0723139EBBC394">
    <w:name w:val="590E112261C64BD8AB0723139EBBC394"/>
    <w:rsid w:val="000A257B"/>
    <w:pPr>
      <w:spacing w:after="160" w:line="259" w:lineRule="auto"/>
    </w:pPr>
  </w:style>
  <w:style w:type="paragraph" w:customStyle="1" w:styleId="09C70F34E6724957BB4C46E5F1B747CD">
    <w:name w:val="09C70F34E6724957BB4C46E5F1B747CD"/>
    <w:rsid w:val="000A25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B9A162-43B7-4141-BA0B-819DEAFF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15</Pages>
  <Words>2969</Words>
  <Characters>17518</Characters>
  <Application>Microsoft Office Word</Application>
  <DocSecurity>0</DocSecurity>
  <Lines>145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Bartošovská Hana, Ing.</cp:lastModifiedBy>
  <cp:revision>7</cp:revision>
  <cp:lastPrinted>2019-11-14T12:52:00Z</cp:lastPrinted>
  <dcterms:created xsi:type="dcterms:W3CDTF">2021-10-11T07:15:00Z</dcterms:created>
  <dcterms:modified xsi:type="dcterms:W3CDTF">2021-11-29T07:52:00Z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