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20C44" w14:textId="30E02945" w:rsidR="00421A0D" w:rsidRDefault="00F8245C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bookmarkStart w:id="0" w:name="_GoBack"/>
      <w:bookmarkEnd w:id="0"/>
      <w:r>
        <w:rPr>
          <w:rFonts w:ascii="Verdana" w:eastAsia="Calibri" w:hAnsi="Verdana" w:cs="Arial"/>
          <w:bCs/>
        </w:rPr>
        <w:t xml:space="preserve">Příloha č. 3 ZD </w:t>
      </w:r>
      <w:r w:rsidR="009F04C3">
        <w:rPr>
          <w:rFonts w:ascii="Verdana" w:eastAsia="Calibri" w:hAnsi="Verdana" w:cs="Arial"/>
          <w:bCs/>
        </w:rPr>
        <w:t>(3 RD)</w:t>
      </w:r>
      <w:r w:rsidR="00421A0D" w:rsidRPr="00421A0D">
        <w:rPr>
          <w:rFonts w:ascii="Verdana" w:eastAsia="Calibri" w:hAnsi="Verdana" w:cs="Arial"/>
          <w:bCs/>
        </w:rPr>
        <w:t xml:space="preserve"> – Technická specifikace předmětu plnění</w:t>
      </w:r>
    </w:p>
    <w:p w14:paraId="295C6261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ind w:firstLine="360"/>
        <w:jc w:val="both"/>
        <w:textAlignment w:val="baseline"/>
        <w:rPr>
          <w:rFonts w:ascii="Verdana" w:eastAsia="Calibri" w:hAnsi="Verdana" w:cs="Arial"/>
          <w:bCs/>
        </w:rPr>
      </w:pPr>
    </w:p>
    <w:p w14:paraId="1AB42121" w14:textId="4B932D76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/>
          <w:bCs/>
        </w:rPr>
      </w:pPr>
      <w:r w:rsidRPr="00421A0D">
        <w:rPr>
          <w:rFonts w:ascii="Verdana" w:eastAsia="Calibri" w:hAnsi="Verdana" w:cs="Arial"/>
          <w:b/>
          <w:bCs/>
        </w:rPr>
        <w:t>Předmět</w:t>
      </w:r>
      <w:r w:rsidR="00570A23">
        <w:rPr>
          <w:rFonts w:ascii="Verdana" w:eastAsia="Calibri" w:hAnsi="Verdana" w:cs="Arial"/>
          <w:b/>
          <w:bCs/>
        </w:rPr>
        <w:t>em</w:t>
      </w:r>
      <w:r w:rsidRPr="00421A0D">
        <w:rPr>
          <w:rFonts w:ascii="Verdana" w:eastAsia="Calibri" w:hAnsi="Verdana" w:cs="Arial"/>
          <w:b/>
          <w:bCs/>
        </w:rPr>
        <w:t xml:space="preserve"> veřejné zakázky jsou dodávky chemických pří</w:t>
      </w:r>
      <w:r w:rsidR="00A95F3D">
        <w:rPr>
          <w:rFonts w:ascii="Verdana" w:eastAsia="Calibri" w:hAnsi="Verdana" w:cs="Arial"/>
          <w:b/>
          <w:bCs/>
        </w:rPr>
        <w:t>pravků k ochraně rostlin, ve výrobcích jednotlivých druhů podle složení</w:t>
      </w:r>
      <w:r w:rsidRPr="00421A0D">
        <w:rPr>
          <w:rFonts w:ascii="Verdana" w:eastAsia="Calibri" w:hAnsi="Verdana" w:cs="Arial"/>
          <w:b/>
          <w:bCs/>
        </w:rPr>
        <w:t>:</w:t>
      </w:r>
    </w:p>
    <w:p w14:paraId="0B679CD9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contextualSpacing/>
        <w:jc w:val="both"/>
        <w:textAlignment w:val="baseline"/>
        <w:rPr>
          <w:rFonts w:ascii="Verdana" w:eastAsia="Calibri" w:hAnsi="Verdana" w:cs="Arial"/>
          <w:bCs/>
        </w:rPr>
      </w:pPr>
    </w:p>
    <w:p w14:paraId="69024ECC" w14:textId="77777777" w:rsidR="00C20C7F" w:rsidRDefault="00C20C7F" w:rsidP="00C20C7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/>
          <w:bCs/>
        </w:rPr>
      </w:pPr>
    </w:p>
    <w:p w14:paraId="20F8EA9B" w14:textId="7B45334D" w:rsidR="00421A0D" w:rsidRPr="00421A0D" w:rsidRDefault="00421A0D" w:rsidP="00421A0D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/>
          <w:bCs/>
        </w:rPr>
      </w:pPr>
      <w:r w:rsidRPr="00421A0D">
        <w:rPr>
          <w:rFonts w:ascii="Verdana" w:eastAsia="Calibri" w:hAnsi="Verdana" w:cs="Arial"/>
          <w:b/>
          <w:bCs/>
        </w:rPr>
        <w:t xml:space="preserve"> Herbicid (H) </w:t>
      </w:r>
    </w:p>
    <w:p w14:paraId="084CF183" w14:textId="72903740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Zadavatel požaduje od dodavatele dodávku chemických přípravků na ochranu rostlin pod označením biologické funkce </w:t>
      </w:r>
      <w:r w:rsidRPr="00421A0D">
        <w:rPr>
          <w:rFonts w:ascii="Verdana" w:eastAsia="Calibri" w:hAnsi="Verdana" w:cs="Arial"/>
          <w:b/>
          <w:bCs/>
        </w:rPr>
        <w:t>herbicid (H)</w:t>
      </w:r>
      <w:r w:rsidRPr="00421A0D">
        <w:rPr>
          <w:rFonts w:ascii="Verdana" w:eastAsia="Calibri" w:hAnsi="Verdana" w:cs="Arial"/>
          <w:bCs/>
        </w:rPr>
        <w:t>.</w:t>
      </w:r>
    </w:p>
    <w:p w14:paraId="0AD9E0B8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  <w:u w:val="single"/>
        </w:rPr>
        <w:t>Bližší specifikace</w:t>
      </w:r>
      <w:r w:rsidRPr="00421A0D">
        <w:rPr>
          <w:rFonts w:ascii="Verdana" w:eastAsia="Calibri" w:hAnsi="Verdana" w:cs="Arial"/>
          <w:bCs/>
        </w:rPr>
        <w:t xml:space="preserve">:  </w:t>
      </w:r>
    </w:p>
    <w:p w14:paraId="638EBA2C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chemické přípravky musí mít založenou účinnost na bázi účinné látky </w:t>
      </w:r>
      <w:proofErr w:type="spellStart"/>
      <w:r w:rsidRPr="00A95F3D">
        <w:rPr>
          <w:rFonts w:ascii="Verdana" w:eastAsia="Calibri" w:hAnsi="Verdana" w:cs="Arial"/>
          <w:b/>
          <w:bCs/>
        </w:rPr>
        <w:t>Glyphosate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 480 g/l, a to ve formě draselné soli 588g/l.</w:t>
      </w:r>
      <w:r w:rsidRPr="00421A0D">
        <w:rPr>
          <w:rFonts w:ascii="Verdana" w:eastAsia="Calibri" w:hAnsi="Verdana" w:cs="Arial"/>
          <w:bCs/>
        </w:rPr>
        <w:t xml:space="preserve"> Musí se jednat o rozpustné koncentráty, které budou registrovány i pro použití na železnici, z hlediska toxicity pro člověka zadavatel požaduje co nejnižší míru rizika (max. označení kódem </w:t>
      </w:r>
      <w:proofErr w:type="spellStart"/>
      <w:r w:rsidRPr="00421A0D">
        <w:rPr>
          <w:rFonts w:ascii="Verdana" w:eastAsia="Calibri" w:hAnsi="Verdana" w:cs="Arial"/>
          <w:bCs/>
        </w:rPr>
        <w:t>Xi</w:t>
      </w:r>
      <w:proofErr w:type="spellEnd"/>
      <w:r w:rsidRPr="00421A0D">
        <w:rPr>
          <w:rFonts w:ascii="Verdana" w:eastAsia="Calibri" w:hAnsi="Verdana" w:cs="Arial"/>
          <w:bCs/>
        </w:rPr>
        <w:t xml:space="preserve"> – dráždivý); z hlediska toxicity pro včely a vodní organismy pak max. označení kódem NK, PR či Vč3 a z hlediska toxicity necílových rostlin (SPe3) hodnocen jako “bez označení“ nebo “při redukci úletu pomocí trysek 75 % a 90 % není ochranná vzdálenost nutná.  Přípravek musí být klasifikován jako nehořlavý.</w:t>
      </w:r>
    </w:p>
    <w:p w14:paraId="75892730" w14:textId="16A29686" w:rsidR="00421A0D" w:rsidRPr="00421A0D" w:rsidRDefault="00421A0D" w:rsidP="00421A0D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A1 – balení do 20 litrů – předpokládané množství </w:t>
      </w:r>
      <w:r w:rsidRPr="00421A0D">
        <w:rPr>
          <w:rFonts w:ascii="Verdana" w:eastAsia="Calibri" w:hAnsi="Verdana" w:cs="Arial"/>
          <w:b/>
          <w:bCs/>
        </w:rPr>
        <w:t xml:space="preserve">do </w:t>
      </w:r>
      <w:r w:rsidR="00A95F3D">
        <w:rPr>
          <w:rFonts w:ascii="Verdana" w:eastAsia="Calibri" w:hAnsi="Verdana" w:cs="Arial"/>
          <w:b/>
          <w:bCs/>
        </w:rPr>
        <w:t>45 000</w:t>
      </w:r>
      <w:r w:rsidRPr="00421A0D">
        <w:rPr>
          <w:rFonts w:ascii="Verdana" w:eastAsia="Calibri" w:hAnsi="Verdana" w:cs="Arial"/>
          <w:b/>
          <w:bCs/>
        </w:rPr>
        <w:t xml:space="preserve"> litrů </w:t>
      </w:r>
    </w:p>
    <w:p w14:paraId="29B14A49" w14:textId="7F47A649" w:rsidR="00421A0D" w:rsidRPr="00421A0D" w:rsidRDefault="00421A0D" w:rsidP="00421A0D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A2 – balení nad 20 litrů – předpokládané množství </w:t>
      </w:r>
      <w:r w:rsidRPr="00421A0D">
        <w:rPr>
          <w:rFonts w:ascii="Verdana" w:eastAsia="Calibri" w:hAnsi="Verdana" w:cs="Arial"/>
          <w:b/>
          <w:bCs/>
        </w:rPr>
        <w:t xml:space="preserve">do </w:t>
      </w:r>
      <w:r w:rsidR="00A95F3D">
        <w:rPr>
          <w:rFonts w:ascii="Verdana" w:eastAsia="Calibri" w:hAnsi="Verdana" w:cs="Arial"/>
          <w:b/>
          <w:bCs/>
        </w:rPr>
        <w:t>35 000</w:t>
      </w:r>
      <w:r w:rsidRPr="00421A0D">
        <w:rPr>
          <w:rFonts w:ascii="Verdana" w:eastAsia="Calibri" w:hAnsi="Verdana" w:cs="Arial"/>
          <w:b/>
          <w:bCs/>
        </w:rPr>
        <w:t xml:space="preserve"> litrů</w:t>
      </w:r>
    </w:p>
    <w:p w14:paraId="117B9116" w14:textId="4813CEB8" w:rsid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</w:p>
    <w:p w14:paraId="3AEE3951" w14:textId="77777777" w:rsidR="00C20C7F" w:rsidRPr="00421A0D" w:rsidRDefault="00C20C7F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</w:p>
    <w:p w14:paraId="4C79C62B" w14:textId="6E6B145D" w:rsidR="00421A0D" w:rsidRPr="00421A0D" w:rsidRDefault="00421A0D" w:rsidP="00421A0D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/>
          <w:bCs/>
        </w:rPr>
        <w:t xml:space="preserve"> Herbicid (H) </w:t>
      </w:r>
    </w:p>
    <w:p w14:paraId="76B43CE7" w14:textId="3DEDAC3F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Zadavatel požaduje od dodavatele dodávku chemických přípravků na ochranu rostlin pod označením biologické funkce </w:t>
      </w:r>
      <w:r w:rsidRPr="00421A0D">
        <w:rPr>
          <w:rFonts w:ascii="Verdana" w:eastAsia="Calibri" w:hAnsi="Verdana" w:cs="Arial"/>
          <w:b/>
          <w:bCs/>
        </w:rPr>
        <w:t>herbicid (H)</w:t>
      </w:r>
      <w:r w:rsidRPr="00421A0D">
        <w:rPr>
          <w:rFonts w:ascii="Verdana" w:eastAsia="Calibri" w:hAnsi="Verdana" w:cs="Arial"/>
          <w:bCs/>
        </w:rPr>
        <w:t>.</w:t>
      </w:r>
    </w:p>
    <w:p w14:paraId="7B916F96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u w:val="single"/>
        </w:rPr>
      </w:pPr>
      <w:r w:rsidRPr="00421A0D">
        <w:rPr>
          <w:rFonts w:ascii="Verdana" w:eastAsia="Calibri" w:hAnsi="Verdana" w:cs="Arial"/>
          <w:bCs/>
          <w:u w:val="single"/>
        </w:rPr>
        <w:t xml:space="preserve">Bližší specifikace:  </w:t>
      </w:r>
    </w:p>
    <w:p w14:paraId="1572CF7F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chemické přípravky musí mít založenou účinnost na bázi účinné </w:t>
      </w:r>
      <w:r w:rsidRPr="00A95F3D">
        <w:rPr>
          <w:rFonts w:ascii="Verdana" w:eastAsia="Calibri" w:hAnsi="Verdana" w:cs="Arial"/>
          <w:b/>
          <w:bCs/>
        </w:rPr>
        <w:t xml:space="preserve">látky </w:t>
      </w:r>
      <w:proofErr w:type="spellStart"/>
      <w:r w:rsidRPr="00A95F3D">
        <w:rPr>
          <w:rFonts w:ascii="Verdana" w:eastAsia="Calibri" w:hAnsi="Verdana" w:cs="Arial"/>
          <w:b/>
          <w:bCs/>
        </w:rPr>
        <w:t>Glyphosate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  360g/l, a to ve formě draselné soli o obsahu 441g/l.</w:t>
      </w:r>
      <w:r w:rsidRPr="00421A0D">
        <w:rPr>
          <w:rFonts w:ascii="Verdana" w:eastAsia="Calibri" w:hAnsi="Verdana" w:cs="Arial"/>
          <w:bCs/>
        </w:rPr>
        <w:t xml:space="preserve"> Musí se jednat o rozpustné koncentráty, které budou registrovány i pro použití na železnici, z hlediska toxicity pro člověka zadavatel požaduje co nejnižší míru rizika (max. označení kódem </w:t>
      </w:r>
      <w:proofErr w:type="spellStart"/>
      <w:r w:rsidRPr="00421A0D">
        <w:rPr>
          <w:rFonts w:ascii="Verdana" w:eastAsia="Calibri" w:hAnsi="Verdana" w:cs="Arial"/>
          <w:bCs/>
        </w:rPr>
        <w:t>Xi</w:t>
      </w:r>
      <w:proofErr w:type="spellEnd"/>
      <w:r w:rsidRPr="00421A0D">
        <w:rPr>
          <w:rFonts w:ascii="Verdana" w:eastAsia="Calibri" w:hAnsi="Verdana" w:cs="Arial"/>
          <w:bCs/>
        </w:rPr>
        <w:t xml:space="preserve"> – dráždivý); z hlediska toxicity pro včely pak max. označení kódem PR či Vč3 a z hlediska toxicity necílových rostlin (SPe3) hodnocen jako “bez označení“ nebo “při redukci úletu pomocí trysek 75 % a 90 % není ochranná vzdálenost nutná. Přípravek musí být klasifikován jako nehořlavý.</w:t>
      </w:r>
    </w:p>
    <w:p w14:paraId="25822866" w14:textId="0D80D6F6" w:rsidR="00421A0D" w:rsidRPr="00421A0D" w:rsidRDefault="00421A0D" w:rsidP="00421A0D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>
        <w:rPr>
          <w:rFonts w:ascii="Verdana" w:eastAsia="Calibri" w:hAnsi="Verdana" w:cs="Arial"/>
          <w:bCs/>
        </w:rPr>
        <w:t>B</w:t>
      </w:r>
      <w:r w:rsidRPr="00421A0D">
        <w:rPr>
          <w:rFonts w:ascii="Verdana" w:eastAsia="Calibri" w:hAnsi="Verdana" w:cs="Arial"/>
          <w:bCs/>
        </w:rPr>
        <w:t xml:space="preserve">1 – balení do 20 litrů – předpokládané množství </w:t>
      </w:r>
      <w:r w:rsidRPr="00421A0D">
        <w:rPr>
          <w:rFonts w:ascii="Verdana" w:eastAsia="Calibri" w:hAnsi="Verdana" w:cs="Arial"/>
          <w:b/>
          <w:bCs/>
        </w:rPr>
        <w:t xml:space="preserve">do </w:t>
      </w:r>
      <w:r w:rsidR="00A95F3D">
        <w:rPr>
          <w:rFonts w:ascii="Verdana" w:eastAsia="Calibri" w:hAnsi="Verdana" w:cs="Arial"/>
          <w:b/>
          <w:bCs/>
        </w:rPr>
        <w:t>25</w:t>
      </w:r>
      <w:r w:rsidRPr="00421A0D">
        <w:rPr>
          <w:rFonts w:ascii="Verdana" w:eastAsia="Calibri" w:hAnsi="Verdana" w:cs="Arial"/>
          <w:b/>
          <w:bCs/>
        </w:rPr>
        <w:t xml:space="preserve"> 000 litrů </w:t>
      </w:r>
    </w:p>
    <w:p w14:paraId="0D5491CC" w14:textId="6ABECB56" w:rsidR="00421A0D" w:rsidRPr="00421A0D" w:rsidRDefault="00421A0D" w:rsidP="00421A0D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>
        <w:rPr>
          <w:rFonts w:ascii="Verdana" w:eastAsia="Calibri" w:hAnsi="Verdana" w:cs="Arial"/>
          <w:bCs/>
        </w:rPr>
        <w:t>B</w:t>
      </w:r>
      <w:r w:rsidRPr="00421A0D">
        <w:rPr>
          <w:rFonts w:ascii="Verdana" w:eastAsia="Calibri" w:hAnsi="Verdana" w:cs="Arial"/>
          <w:bCs/>
        </w:rPr>
        <w:t xml:space="preserve">2 – balení nad 20 litrů – předpokládané množství </w:t>
      </w:r>
      <w:r w:rsidRPr="00421A0D">
        <w:rPr>
          <w:rFonts w:ascii="Verdana" w:eastAsia="Calibri" w:hAnsi="Verdana" w:cs="Arial"/>
          <w:b/>
          <w:bCs/>
        </w:rPr>
        <w:t xml:space="preserve">do </w:t>
      </w:r>
      <w:r w:rsidR="00A95F3D">
        <w:rPr>
          <w:rFonts w:ascii="Verdana" w:eastAsia="Calibri" w:hAnsi="Verdana" w:cs="Arial"/>
          <w:b/>
          <w:bCs/>
        </w:rPr>
        <w:t>20</w:t>
      </w:r>
      <w:r w:rsidRPr="00421A0D">
        <w:rPr>
          <w:rFonts w:ascii="Verdana" w:eastAsia="Calibri" w:hAnsi="Verdana" w:cs="Arial"/>
          <w:b/>
          <w:bCs/>
        </w:rPr>
        <w:t xml:space="preserve"> </w:t>
      </w:r>
      <w:r>
        <w:rPr>
          <w:rFonts w:ascii="Verdana" w:eastAsia="Calibri" w:hAnsi="Verdana" w:cs="Arial"/>
          <w:b/>
          <w:bCs/>
        </w:rPr>
        <w:t>0</w:t>
      </w:r>
      <w:r w:rsidRPr="00421A0D">
        <w:rPr>
          <w:rFonts w:ascii="Verdana" w:eastAsia="Calibri" w:hAnsi="Verdana" w:cs="Arial"/>
          <w:b/>
          <w:bCs/>
        </w:rPr>
        <w:t>00 litrů</w:t>
      </w:r>
    </w:p>
    <w:p w14:paraId="61F8BDA4" w14:textId="77777777" w:rsidR="00421A0D" w:rsidRPr="00421A0D" w:rsidRDefault="00421A0D" w:rsidP="00421A0D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Verdana" w:eastAsia="Calibri" w:hAnsi="Verdana" w:cs="Arial"/>
          <w:bCs/>
        </w:rPr>
      </w:pPr>
    </w:p>
    <w:p w14:paraId="05033F7D" w14:textId="088B6614" w:rsidR="00A95F3D" w:rsidRPr="00421A0D" w:rsidRDefault="00A95F3D" w:rsidP="00A95F3D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/>
          <w:bCs/>
        </w:rPr>
        <w:t xml:space="preserve">Herbicid (H) </w:t>
      </w:r>
    </w:p>
    <w:p w14:paraId="68A74E83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Zadavatel požaduje od dodavatele dodávku chemických přípravků na ochranu rostlin pod označením biologické funkce </w:t>
      </w:r>
      <w:r w:rsidRPr="00421A0D">
        <w:rPr>
          <w:rFonts w:ascii="Verdana" w:eastAsia="Calibri" w:hAnsi="Verdana" w:cs="Arial"/>
          <w:b/>
          <w:bCs/>
        </w:rPr>
        <w:t>herbicid (H)</w:t>
      </w:r>
      <w:r w:rsidRPr="00421A0D">
        <w:rPr>
          <w:rFonts w:ascii="Verdana" w:eastAsia="Calibri" w:hAnsi="Verdana" w:cs="Arial"/>
          <w:bCs/>
        </w:rPr>
        <w:t>.</w:t>
      </w:r>
    </w:p>
    <w:p w14:paraId="757BE8F4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  <w:u w:val="single"/>
        </w:rPr>
        <w:t>Bližší specifikace</w:t>
      </w:r>
      <w:r w:rsidRPr="00421A0D">
        <w:rPr>
          <w:rFonts w:ascii="Verdana" w:eastAsia="Calibri" w:hAnsi="Verdana" w:cs="Arial"/>
          <w:bCs/>
        </w:rPr>
        <w:t xml:space="preserve">:  </w:t>
      </w:r>
    </w:p>
    <w:p w14:paraId="2DA4D207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Chemické přípravky musí mít založenou účinnost na bázi účinné látky </w:t>
      </w:r>
      <w:r w:rsidRPr="00A95F3D">
        <w:rPr>
          <w:rFonts w:ascii="Verdana" w:eastAsia="Calibri" w:hAnsi="Verdana" w:cs="Arial"/>
          <w:b/>
          <w:bCs/>
        </w:rPr>
        <w:t>MCPA, a to o obsahu min 750g/l a výše</w:t>
      </w:r>
      <w:r w:rsidRPr="00421A0D">
        <w:rPr>
          <w:rFonts w:ascii="Verdana" w:eastAsia="Calibri" w:hAnsi="Verdana" w:cs="Arial"/>
          <w:bCs/>
        </w:rPr>
        <w:t xml:space="preserve"> a musí se jednat o rozpustné koncentráty, z hlediska toxicity pro člověka vyžaduje zadavatel co nejnižší míru rizika (max. označení kódem </w:t>
      </w:r>
      <w:proofErr w:type="spellStart"/>
      <w:r w:rsidRPr="00421A0D">
        <w:rPr>
          <w:rFonts w:ascii="Verdana" w:eastAsia="Calibri" w:hAnsi="Verdana" w:cs="Arial"/>
          <w:bCs/>
        </w:rPr>
        <w:t>Xn</w:t>
      </w:r>
      <w:proofErr w:type="spellEnd"/>
      <w:r w:rsidRPr="00421A0D">
        <w:rPr>
          <w:rFonts w:ascii="Verdana" w:eastAsia="Calibri" w:hAnsi="Verdana" w:cs="Arial"/>
          <w:bCs/>
        </w:rPr>
        <w:t xml:space="preserve"> – zdraví škodlivý) a z hlediska toxicity pro včely pak max. označení kódem PR či Vč3. Přípravek musí být klasifikován jako nehořlavý, s registrací pro použití  na železnici.</w:t>
      </w:r>
    </w:p>
    <w:p w14:paraId="271A13E9" w14:textId="77777777" w:rsidR="00A95F3D" w:rsidRPr="00421A0D" w:rsidRDefault="00A95F3D" w:rsidP="00A95F3D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Předpokládané množství </w:t>
      </w:r>
      <w:r w:rsidRPr="00421A0D">
        <w:rPr>
          <w:rFonts w:ascii="Verdana" w:eastAsia="Calibri" w:hAnsi="Verdana" w:cs="Arial"/>
          <w:b/>
          <w:bCs/>
        </w:rPr>
        <w:t xml:space="preserve">do </w:t>
      </w:r>
      <w:r>
        <w:rPr>
          <w:rFonts w:ascii="Verdana" w:eastAsia="Calibri" w:hAnsi="Verdana" w:cs="Arial"/>
          <w:b/>
          <w:bCs/>
        </w:rPr>
        <w:t>16</w:t>
      </w:r>
      <w:r w:rsidRPr="00421A0D">
        <w:rPr>
          <w:rFonts w:ascii="Verdana" w:eastAsia="Calibri" w:hAnsi="Verdana" w:cs="Arial"/>
          <w:b/>
          <w:bCs/>
        </w:rPr>
        <w:t> 000 litrů</w:t>
      </w:r>
    </w:p>
    <w:p w14:paraId="2E7AA26B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</w:p>
    <w:p w14:paraId="31B5B55E" w14:textId="3B38466C" w:rsidR="00A95F3D" w:rsidRPr="00421A0D" w:rsidRDefault="00A95F3D" w:rsidP="00A95F3D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/>
          <w:bCs/>
        </w:rPr>
      </w:pPr>
      <w:r>
        <w:rPr>
          <w:rFonts w:ascii="Verdana" w:eastAsia="Calibri" w:hAnsi="Verdana" w:cs="Arial"/>
          <w:b/>
          <w:bCs/>
        </w:rPr>
        <w:lastRenderedPageBreak/>
        <w:t xml:space="preserve"> </w:t>
      </w:r>
      <w:proofErr w:type="spellStart"/>
      <w:r w:rsidRPr="00421A0D">
        <w:rPr>
          <w:rFonts w:ascii="Verdana" w:eastAsia="Calibri" w:hAnsi="Verdana" w:cs="Arial"/>
          <w:b/>
          <w:bCs/>
        </w:rPr>
        <w:t>Adjuvant</w:t>
      </w:r>
      <w:proofErr w:type="spellEnd"/>
      <w:r w:rsidRPr="00421A0D">
        <w:rPr>
          <w:rFonts w:ascii="Verdana" w:eastAsia="Calibri" w:hAnsi="Verdana" w:cs="Arial"/>
          <w:b/>
          <w:bCs/>
        </w:rPr>
        <w:t xml:space="preserve"> (AJ) </w:t>
      </w:r>
    </w:p>
    <w:p w14:paraId="22FBB077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Zadavatel požaduje od dodavatele dodávku chemických přípravků na ochranu rostlin pod označením biologické funkce </w:t>
      </w:r>
      <w:proofErr w:type="spellStart"/>
      <w:r w:rsidRPr="00421A0D">
        <w:rPr>
          <w:rFonts w:ascii="Verdana" w:eastAsia="Calibri" w:hAnsi="Verdana" w:cs="Arial"/>
          <w:b/>
          <w:bCs/>
        </w:rPr>
        <w:t>adjuvant</w:t>
      </w:r>
      <w:proofErr w:type="spellEnd"/>
      <w:r w:rsidRPr="00421A0D">
        <w:rPr>
          <w:rFonts w:ascii="Verdana" w:eastAsia="Calibri" w:hAnsi="Verdana" w:cs="Arial"/>
          <w:b/>
          <w:bCs/>
        </w:rPr>
        <w:t xml:space="preserve"> (AJ).</w:t>
      </w:r>
    </w:p>
    <w:p w14:paraId="2CAD8C7D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u w:val="single"/>
        </w:rPr>
      </w:pPr>
      <w:r w:rsidRPr="00421A0D">
        <w:rPr>
          <w:rFonts w:ascii="Verdana" w:eastAsia="Calibri" w:hAnsi="Verdana" w:cs="Arial"/>
          <w:bCs/>
          <w:u w:val="single"/>
        </w:rPr>
        <w:t xml:space="preserve">Bližší specifikace:  </w:t>
      </w:r>
    </w:p>
    <w:p w14:paraId="18F36749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Cs/>
        </w:rPr>
        <w:t xml:space="preserve">chemické přípravky musí mít založenou účinnost na bázi účinné látky </w:t>
      </w:r>
      <w:proofErr w:type="spellStart"/>
      <w:r w:rsidRPr="00A95F3D">
        <w:rPr>
          <w:rFonts w:ascii="Verdana" w:eastAsia="Calibri" w:hAnsi="Verdana" w:cs="Arial"/>
          <w:b/>
          <w:bCs/>
        </w:rPr>
        <w:t>Polyether</w:t>
      </w:r>
      <w:proofErr w:type="spellEnd"/>
      <w:r w:rsidRPr="00A95F3D">
        <w:rPr>
          <w:rFonts w:ascii="Verdana" w:eastAsia="Calibri" w:hAnsi="Verdana" w:cs="Arial"/>
          <w:b/>
          <w:bCs/>
        </w:rPr>
        <w:t>-</w:t>
      </w:r>
      <w:proofErr w:type="spellStart"/>
      <w:r w:rsidRPr="00A95F3D">
        <w:rPr>
          <w:rFonts w:ascii="Verdana" w:eastAsia="Calibri" w:hAnsi="Verdana" w:cs="Arial"/>
          <w:b/>
          <w:bCs/>
        </w:rPr>
        <w:t>polymethylsiloxan</w:t>
      </w:r>
      <w:proofErr w:type="spellEnd"/>
      <w:r w:rsidRPr="00A95F3D">
        <w:rPr>
          <w:rFonts w:ascii="Verdana" w:eastAsia="Calibri" w:hAnsi="Verdana" w:cs="Arial"/>
          <w:b/>
          <w:bCs/>
        </w:rPr>
        <w:t>-kopolymer (</w:t>
      </w:r>
      <w:proofErr w:type="spellStart"/>
      <w:r w:rsidRPr="00A95F3D">
        <w:rPr>
          <w:rFonts w:ascii="Verdana" w:eastAsia="Calibri" w:hAnsi="Verdana" w:cs="Arial"/>
          <w:b/>
          <w:bCs/>
        </w:rPr>
        <w:t>Polyether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, </w:t>
      </w:r>
      <w:proofErr w:type="spellStart"/>
      <w:r w:rsidRPr="00A95F3D">
        <w:rPr>
          <w:rFonts w:ascii="Verdana" w:eastAsia="Calibri" w:hAnsi="Verdana" w:cs="Arial"/>
          <w:b/>
          <w:bCs/>
        </w:rPr>
        <w:t>Heptamethyltrisiloxane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, </w:t>
      </w:r>
      <w:proofErr w:type="spellStart"/>
      <w:r w:rsidRPr="00A95F3D">
        <w:rPr>
          <w:rFonts w:ascii="Verdana" w:eastAsia="Calibri" w:hAnsi="Verdana" w:cs="Arial"/>
          <w:b/>
          <w:bCs/>
        </w:rPr>
        <w:t>Silanamine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, </w:t>
      </w:r>
      <w:proofErr w:type="spellStart"/>
      <w:r w:rsidRPr="00A95F3D">
        <w:rPr>
          <w:rFonts w:ascii="Verdana" w:eastAsia="Calibri" w:hAnsi="Verdana" w:cs="Arial"/>
          <w:b/>
          <w:bCs/>
        </w:rPr>
        <w:t>Polyether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 </w:t>
      </w:r>
      <w:proofErr w:type="spellStart"/>
      <w:r w:rsidRPr="00A95F3D">
        <w:rPr>
          <w:rFonts w:ascii="Verdana" w:eastAsia="Calibri" w:hAnsi="Verdana" w:cs="Arial"/>
          <w:b/>
          <w:bCs/>
        </w:rPr>
        <w:t>siloxanes</w:t>
      </w:r>
      <w:proofErr w:type="spellEnd"/>
      <w:r w:rsidRPr="00A95F3D">
        <w:rPr>
          <w:rFonts w:ascii="Verdana" w:eastAsia="Calibri" w:hAnsi="Verdana" w:cs="Arial"/>
          <w:b/>
          <w:bCs/>
        </w:rPr>
        <w:t xml:space="preserve"> a </w:t>
      </w:r>
      <w:proofErr w:type="spellStart"/>
      <w:r w:rsidRPr="00A95F3D">
        <w:rPr>
          <w:rFonts w:ascii="Verdana" w:eastAsia="Calibri" w:hAnsi="Verdana" w:cs="Arial"/>
          <w:b/>
          <w:bCs/>
        </w:rPr>
        <w:t>silicones</w:t>
      </w:r>
      <w:proofErr w:type="spellEnd"/>
      <w:r w:rsidRPr="00A95F3D">
        <w:rPr>
          <w:rFonts w:ascii="Verdana" w:eastAsia="Calibri" w:hAnsi="Verdana" w:cs="Arial"/>
          <w:b/>
          <w:bCs/>
        </w:rPr>
        <w:t>)</w:t>
      </w:r>
      <w:r w:rsidRPr="00421A0D">
        <w:rPr>
          <w:rFonts w:ascii="Verdana" w:eastAsia="Calibri" w:hAnsi="Verdana" w:cs="Arial"/>
          <w:bCs/>
        </w:rPr>
        <w:t xml:space="preserve">, zadavatel požaduje, aby se jednalo o rozpustné koncentráty, které budou mít možnost použití v PHO II. stupně a budou registrovány i pro použití na železnici. Z hlediska toxicity pro člověka vyžaduje zadavatel co nejnižší míru rizika (max. označení kódem </w:t>
      </w:r>
      <w:proofErr w:type="spellStart"/>
      <w:r w:rsidRPr="00421A0D">
        <w:rPr>
          <w:rFonts w:ascii="Verdana" w:eastAsia="Calibri" w:hAnsi="Verdana" w:cs="Arial"/>
          <w:bCs/>
        </w:rPr>
        <w:t>Xn</w:t>
      </w:r>
      <w:proofErr w:type="spellEnd"/>
      <w:r w:rsidRPr="00421A0D">
        <w:rPr>
          <w:rFonts w:ascii="Verdana" w:eastAsia="Calibri" w:hAnsi="Verdana" w:cs="Arial"/>
          <w:bCs/>
        </w:rPr>
        <w:t xml:space="preserve"> – zdraví škodlivý) a z hlediska toxicity pro včely pak max. označení kódem PR či Vč3.</w:t>
      </w:r>
    </w:p>
    <w:p w14:paraId="4CCE271F" w14:textId="77777777" w:rsidR="00A95F3D" w:rsidRPr="00421A0D" w:rsidRDefault="00A95F3D" w:rsidP="00A95F3D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vanish/>
        </w:rPr>
      </w:pPr>
      <w:r w:rsidRPr="00421A0D">
        <w:rPr>
          <w:rFonts w:ascii="Verdana" w:eastAsia="Calibri" w:hAnsi="Verdana" w:cs="Arial"/>
          <w:bCs/>
        </w:rPr>
        <w:t>Předpokládané množství</w:t>
      </w:r>
    </w:p>
    <w:p w14:paraId="1BBFB4AB" w14:textId="77777777" w:rsidR="00A95F3D" w:rsidRPr="00421A0D" w:rsidRDefault="00A95F3D" w:rsidP="00A95F3D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vanish/>
        </w:rPr>
      </w:pPr>
    </w:p>
    <w:p w14:paraId="2482C6E2" w14:textId="77777777" w:rsidR="00A95F3D" w:rsidRPr="00421A0D" w:rsidRDefault="00A95F3D" w:rsidP="00A95F3D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vanish/>
        </w:rPr>
      </w:pPr>
    </w:p>
    <w:p w14:paraId="48149FDF" w14:textId="77777777" w:rsidR="00A95F3D" w:rsidRPr="00421A0D" w:rsidRDefault="00A95F3D" w:rsidP="00A95F3D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vanish/>
        </w:rPr>
      </w:pPr>
    </w:p>
    <w:p w14:paraId="5A460AB2" w14:textId="77777777" w:rsidR="00A95F3D" w:rsidRPr="00421A0D" w:rsidRDefault="00A95F3D" w:rsidP="00A95F3D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vanish/>
        </w:rPr>
      </w:pPr>
    </w:p>
    <w:p w14:paraId="4C1542F4" w14:textId="77777777" w:rsidR="00A95F3D" w:rsidRPr="00421A0D" w:rsidRDefault="00A95F3D" w:rsidP="00A95F3D">
      <w:pPr>
        <w:widowControl w:val="0"/>
        <w:numPr>
          <w:ilvl w:val="1"/>
          <w:numId w:val="43"/>
        </w:numPr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  <w:vanish/>
        </w:rPr>
      </w:pPr>
    </w:p>
    <w:p w14:paraId="66B660E2" w14:textId="77777777" w:rsidR="00A95F3D" w:rsidRPr="00421A0D" w:rsidRDefault="00A95F3D" w:rsidP="00A95F3D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Verdana" w:eastAsia="Calibri" w:hAnsi="Verdana" w:cs="Arial"/>
          <w:bCs/>
        </w:rPr>
      </w:pPr>
      <w:r w:rsidRPr="00421A0D">
        <w:rPr>
          <w:rFonts w:ascii="Verdana" w:eastAsia="Calibri" w:hAnsi="Verdana" w:cs="Arial"/>
          <w:b/>
          <w:bCs/>
        </w:rPr>
        <w:t xml:space="preserve"> do </w:t>
      </w:r>
      <w:r>
        <w:rPr>
          <w:rFonts w:ascii="Verdana" w:eastAsia="Calibri" w:hAnsi="Verdana" w:cs="Arial"/>
          <w:b/>
          <w:bCs/>
        </w:rPr>
        <w:t>1 0</w:t>
      </w:r>
      <w:r w:rsidRPr="00421A0D">
        <w:rPr>
          <w:rFonts w:ascii="Verdana" w:eastAsia="Calibri" w:hAnsi="Verdana" w:cs="Arial"/>
          <w:b/>
          <w:bCs/>
        </w:rPr>
        <w:t>00 litrů</w:t>
      </w:r>
    </w:p>
    <w:p w14:paraId="5282C9B5" w14:textId="724473E4" w:rsidR="00A53869" w:rsidRPr="00421A0D" w:rsidRDefault="00A53869" w:rsidP="00723E1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spacing w:val="-4"/>
          <w:lang w:eastAsia="cs-CZ"/>
        </w:rPr>
      </w:pPr>
    </w:p>
    <w:sectPr w:rsidR="00A53869" w:rsidRPr="00421A0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FE8D7A" w16cid:durableId="1F0180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71423" w14:textId="77777777" w:rsidR="00494A20" w:rsidRDefault="00494A20" w:rsidP="00962258">
      <w:pPr>
        <w:spacing w:after="0" w:line="240" w:lineRule="auto"/>
      </w:pPr>
      <w:r>
        <w:separator/>
      </w:r>
    </w:p>
  </w:endnote>
  <w:endnote w:type="continuationSeparator" w:id="0">
    <w:p w14:paraId="15269D0F" w14:textId="77777777" w:rsidR="00494A20" w:rsidRDefault="00494A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54ED1" w14:paraId="740C4848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DEADAE" w14:textId="2A243C29" w:rsidR="00954ED1" w:rsidRPr="00B8518B" w:rsidRDefault="00954ED1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40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40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15933E" w14:textId="5E5449F3" w:rsidR="00954ED1" w:rsidRDefault="00954ED1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388A95" w14:textId="163DDD02" w:rsidR="00954ED1" w:rsidRDefault="00954ED1" w:rsidP="00093A53">
          <w:pPr>
            <w:pStyle w:val="Zpat"/>
          </w:pPr>
        </w:p>
      </w:tc>
      <w:tc>
        <w:tcPr>
          <w:tcW w:w="2921" w:type="dxa"/>
        </w:tcPr>
        <w:p w14:paraId="0A2978CF" w14:textId="77777777" w:rsidR="00954ED1" w:rsidRDefault="00954ED1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AA10A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4CF4A8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76CA2" w14:paraId="2906747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2E4D18" w14:textId="63A9491B" w:rsidR="00076CA2" w:rsidRPr="00B8518B" w:rsidRDefault="00076CA2" w:rsidP="00076CA2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40A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40A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5EBECE" w14:textId="77777777" w:rsidR="00076CA2" w:rsidRDefault="00076CA2" w:rsidP="00076CA2">
          <w:pPr>
            <w:pStyle w:val="Zpat"/>
          </w:pPr>
          <w:r>
            <w:t>Správa železnic, státní organizace</w:t>
          </w:r>
        </w:p>
        <w:p w14:paraId="6C0223BC" w14:textId="01CAC3ED" w:rsidR="00076CA2" w:rsidRDefault="00076CA2" w:rsidP="00076CA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81DF00E" w14:textId="77777777" w:rsidR="00076CA2" w:rsidRDefault="00076CA2" w:rsidP="00076CA2">
          <w:pPr>
            <w:pStyle w:val="Zpat"/>
          </w:pPr>
          <w:r>
            <w:t>Sídlo: Dlážděná 1003/7, 110 00 Praha 1</w:t>
          </w:r>
        </w:p>
        <w:p w14:paraId="6F8F222C" w14:textId="77777777" w:rsidR="00076CA2" w:rsidRDefault="00076CA2" w:rsidP="00076CA2">
          <w:pPr>
            <w:pStyle w:val="Zpat"/>
          </w:pPr>
          <w:r>
            <w:t>IČO: 709 94 234 DIČ: CZ 709 94 234</w:t>
          </w:r>
        </w:p>
        <w:p w14:paraId="419A7E4E" w14:textId="6E1ABD54" w:rsidR="00076CA2" w:rsidRDefault="006B6A24" w:rsidP="00076CA2">
          <w:pPr>
            <w:pStyle w:val="Zpat"/>
          </w:pPr>
          <w:r>
            <w:t>www.spravazeleznic</w:t>
          </w:r>
          <w:r w:rsidR="00076CA2">
            <w:t>.cz</w:t>
          </w:r>
        </w:p>
      </w:tc>
      <w:tc>
        <w:tcPr>
          <w:tcW w:w="2921" w:type="dxa"/>
        </w:tcPr>
        <w:p w14:paraId="5EEC4456" w14:textId="77777777" w:rsidR="00076CA2" w:rsidRDefault="00076CA2" w:rsidP="00076CA2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8E2E69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EE704A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33DB3" w14:textId="77777777" w:rsidR="00494A20" w:rsidRDefault="00494A20" w:rsidP="00962258">
      <w:pPr>
        <w:spacing w:after="0" w:line="240" w:lineRule="auto"/>
      </w:pPr>
      <w:r>
        <w:separator/>
      </w:r>
    </w:p>
  </w:footnote>
  <w:footnote w:type="continuationSeparator" w:id="0">
    <w:p w14:paraId="2EBAAC46" w14:textId="77777777" w:rsidR="00494A20" w:rsidRDefault="00494A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BC3A74">
      <w:trPr>
        <w:trHeight w:hRule="exact" w:val="320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01434E8B" w:rsidR="00F1715C" w:rsidRPr="00D6163D" w:rsidRDefault="00076CA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0E28D85B" wp14:editId="619F65FD">
          <wp:simplePos x="0" y="0"/>
          <wp:positionH relativeFrom="page">
            <wp:posOffset>427355</wp:posOffset>
          </wp:positionH>
          <wp:positionV relativeFrom="page">
            <wp:posOffset>369570</wp:posOffset>
          </wp:positionV>
          <wp:extent cx="1727835" cy="640715"/>
          <wp:effectExtent l="0" t="0" r="5715" b="698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6253CCB"/>
    <w:multiLevelType w:val="hybridMultilevel"/>
    <w:tmpl w:val="CE5664A2"/>
    <w:lvl w:ilvl="0" w:tplc="FA982A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63389E"/>
    <w:multiLevelType w:val="hybridMultilevel"/>
    <w:tmpl w:val="BFA83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04904"/>
    <w:multiLevelType w:val="hybridMultilevel"/>
    <w:tmpl w:val="DE68F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647F0F"/>
    <w:multiLevelType w:val="hybridMultilevel"/>
    <w:tmpl w:val="4B00D518"/>
    <w:lvl w:ilvl="0" w:tplc="259668A0">
      <w:numFmt w:val="bullet"/>
      <w:lvlText w:val="-"/>
      <w:lvlJc w:val="left"/>
      <w:pPr>
        <w:ind w:left="927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DD320B9"/>
    <w:multiLevelType w:val="hybridMultilevel"/>
    <w:tmpl w:val="3E409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9FB0BDB"/>
    <w:multiLevelType w:val="multilevel"/>
    <w:tmpl w:val="F22AC81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87AFC"/>
    <w:multiLevelType w:val="hybridMultilevel"/>
    <w:tmpl w:val="F51849BE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D929C8"/>
    <w:multiLevelType w:val="hybridMultilevel"/>
    <w:tmpl w:val="9B5C8434"/>
    <w:lvl w:ilvl="0" w:tplc="4C1C5CB2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6F043BC7"/>
    <w:multiLevelType w:val="hybridMultilevel"/>
    <w:tmpl w:val="5C5E05CC"/>
    <w:lvl w:ilvl="0" w:tplc="544A2936">
      <w:start w:val="2"/>
      <w:numFmt w:val="bullet"/>
      <w:lvlText w:val="-"/>
      <w:lvlJc w:val="left"/>
      <w:pPr>
        <w:ind w:left="1713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41359B3"/>
    <w:multiLevelType w:val="hybridMultilevel"/>
    <w:tmpl w:val="D0BC3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8B5B53"/>
    <w:multiLevelType w:val="multilevel"/>
    <w:tmpl w:val="E7ECCD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7"/>
  </w:num>
  <w:num w:numId="6">
    <w:abstractNumId w:val="8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9"/>
  </w:num>
  <w:num w:numId="17">
    <w:abstractNumId w:val="4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9"/>
  </w:num>
  <w:num w:numId="29">
    <w:abstractNumId w:val="4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3"/>
  </w:num>
  <w:num w:numId="36">
    <w:abstractNumId w:val="1"/>
  </w:num>
  <w:num w:numId="37">
    <w:abstractNumId w:val="18"/>
  </w:num>
  <w:num w:numId="38">
    <w:abstractNumId w:val="6"/>
  </w:num>
  <w:num w:numId="39">
    <w:abstractNumId w:val="15"/>
  </w:num>
  <w:num w:numId="40">
    <w:abstractNumId w:val="9"/>
  </w:num>
  <w:num w:numId="41">
    <w:abstractNumId w:val="20"/>
  </w:num>
  <w:num w:numId="42">
    <w:abstractNumId w:val="16"/>
  </w:num>
  <w:num w:numId="43">
    <w:abstractNumId w:val="21"/>
  </w:num>
  <w:num w:numId="44">
    <w:abstractNumId w:val="3"/>
  </w:num>
  <w:num w:numId="45">
    <w:abstractNumId w:val="5"/>
  </w:num>
  <w:num w:numId="4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7BCD"/>
    <w:rsid w:val="000137E9"/>
    <w:rsid w:val="00030088"/>
    <w:rsid w:val="00032BFF"/>
    <w:rsid w:val="00034728"/>
    <w:rsid w:val="00036F56"/>
    <w:rsid w:val="00037592"/>
    <w:rsid w:val="00043E9B"/>
    <w:rsid w:val="00072C1E"/>
    <w:rsid w:val="00076CA2"/>
    <w:rsid w:val="000A2581"/>
    <w:rsid w:val="000B576D"/>
    <w:rsid w:val="000E12D8"/>
    <w:rsid w:val="000E23A7"/>
    <w:rsid w:val="000E7ECC"/>
    <w:rsid w:val="00102B01"/>
    <w:rsid w:val="0010693F"/>
    <w:rsid w:val="00114472"/>
    <w:rsid w:val="001550BC"/>
    <w:rsid w:val="001605B9"/>
    <w:rsid w:val="00170EC5"/>
    <w:rsid w:val="001747C1"/>
    <w:rsid w:val="00184743"/>
    <w:rsid w:val="00187F48"/>
    <w:rsid w:val="001C4501"/>
    <w:rsid w:val="001D3098"/>
    <w:rsid w:val="001E40A0"/>
    <w:rsid w:val="001F1A38"/>
    <w:rsid w:val="0020495D"/>
    <w:rsid w:val="002064CF"/>
    <w:rsid w:val="00207DF5"/>
    <w:rsid w:val="00236202"/>
    <w:rsid w:val="00253117"/>
    <w:rsid w:val="00276CD9"/>
    <w:rsid w:val="00280E07"/>
    <w:rsid w:val="002861E6"/>
    <w:rsid w:val="002A5701"/>
    <w:rsid w:val="002B0729"/>
    <w:rsid w:val="002C1980"/>
    <w:rsid w:val="002C25B1"/>
    <w:rsid w:val="002C31BF"/>
    <w:rsid w:val="002D08B1"/>
    <w:rsid w:val="002E0CD7"/>
    <w:rsid w:val="00306CF3"/>
    <w:rsid w:val="00315B9D"/>
    <w:rsid w:val="00341DCF"/>
    <w:rsid w:val="00357BC6"/>
    <w:rsid w:val="003956C6"/>
    <w:rsid w:val="003B39EC"/>
    <w:rsid w:val="003F4418"/>
    <w:rsid w:val="003F6C80"/>
    <w:rsid w:val="00412ADE"/>
    <w:rsid w:val="00416F9E"/>
    <w:rsid w:val="00417347"/>
    <w:rsid w:val="00421A0D"/>
    <w:rsid w:val="00441430"/>
    <w:rsid w:val="00450F07"/>
    <w:rsid w:val="00453CD3"/>
    <w:rsid w:val="00460660"/>
    <w:rsid w:val="004630A6"/>
    <w:rsid w:val="00484CFB"/>
    <w:rsid w:val="00486107"/>
    <w:rsid w:val="00491827"/>
    <w:rsid w:val="00493693"/>
    <w:rsid w:val="00493B1B"/>
    <w:rsid w:val="00494A20"/>
    <w:rsid w:val="004B1A86"/>
    <w:rsid w:val="004B1CAC"/>
    <w:rsid w:val="004B348C"/>
    <w:rsid w:val="004B3B5A"/>
    <w:rsid w:val="004C4399"/>
    <w:rsid w:val="004C787C"/>
    <w:rsid w:val="004D32D6"/>
    <w:rsid w:val="004E143C"/>
    <w:rsid w:val="004E3A53"/>
    <w:rsid w:val="004F4B9B"/>
    <w:rsid w:val="00511AB9"/>
    <w:rsid w:val="00523EA7"/>
    <w:rsid w:val="00540C1F"/>
    <w:rsid w:val="005460F4"/>
    <w:rsid w:val="0054783A"/>
    <w:rsid w:val="00553375"/>
    <w:rsid w:val="00570A23"/>
    <w:rsid w:val="005736B7"/>
    <w:rsid w:val="00575E5A"/>
    <w:rsid w:val="005D5624"/>
    <w:rsid w:val="005F1404"/>
    <w:rsid w:val="0061068E"/>
    <w:rsid w:val="00660AD3"/>
    <w:rsid w:val="00667141"/>
    <w:rsid w:val="00677B7F"/>
    <w:rsid w:val="0069786A"/>
    <w:rsid w:val="006A5570"/>
    <w:rsid w:val="006A689C"/>
    <w:rsid w:val="006B3D79"/>
    <w:rsid w:val="006B6A24"/>
    <w:rsid w:val="006C33AB"/>
    <w:rsid w:val="006D7AFE"/>
    <w:rsid w:val="006E0578"/>
    <w:rsid w:val="006E314D"/>
    <w:rsid w:val="007061F8"/>
    <w:rsid w:val="00710723"/>
    <w:rsid w:val="00723E1F"/>
    <w:rsid w:val="00723ED1"/>
    <w:rsid w:val="00743525"/>
    <w:rsid w:val="00751FA6"/>
    <w:rsid w:val="0076286B"/>
    <w:rsid w:val="00766846"/>
    <w:rsid w:val="0077673A"/>
    <w:rsid w:val="007846E1"/>
    <w:rsid w:val="007A0C04"/>
    <w:rsid w:val="007B245E"/>
    <w:rsid w:val="007B570C"/>
    <w:rsid w:val="007C589B"/>
    <w:rsid w:val="007D530C"/>
    <w:rsid w:val="007E4A6E"/>
    <w:rsid w:val="007F56A7"/>
    <w:rsid w:val="00807DD0"/>
    <w:rsid w:val="00827326"/>
    <w:rsid w:val="008410F9"/>
    <w:rsid w:val="008420C0"/>
    <w:rsid w:val="00856A3C"/>
    <w:rsid w:val="00862C19"/>
    <w:rsid w:val="008659F3"/>
    <w:rsid w:val="00886D4B"/>
    <w:rsid w:val="00895406"/>
    <w:rsid w:val="008A3568"/>
    <w:rsid w:val="008A583F"/>
    <w:rsid w:val="008D03B9"/>
    <w:rsid w:val="008F18D6"/>
    <w:rsid w:val="00904780"/>
    <w:rsid w:val="00921EA0"/>
    <w:rsid w:val="00922385"/>
    <w:rsid w:val="009223DF"/>
    <w:rsid w:val="00936091"/>
    <w:rsid w:val="00940D8A"/>
    <w:rsid w:val="00954ED1"/>
    <w:rsid w:val="00962258"/>
    <w:rsid w:val="00962544"/>
    <w:rsid w:val="009678B7"/>
    <w:rsid w:val="00967C4B"/>
    <w:rsid w:val="009833E1"/>
    <w:rsid w:val="00992D9C"/>
    <w:rsid w:val="00996CB8"/>
    <w:rsid w:val="009B0E44"/>
    <w:rsid w:val="009B14A9"/>
    <w:rsid w:val="009B2E97"/>
    <w:rsid w:val="009C6264"/>
    <w:rsid w:val="009D0A34"/>
    <w:rsid w:val="009D6B00"/>
    <w:rsid w:val="009E07F4"/>
    <w:rsid w:val="009F04C3"/>
    <w:rsid w:val="009F392E"/>
    <w:rsid w:val="009F69EC"/>
    <w:rsid w:val="00A00FC7"/>
    <w:rsid w:val="00A067EB"/>
    <w:rsid w:val="00A53869"/>
    <w:rsid w:val="00A53D34"/>
    <w:rsid w:val="00A6177B"/>
    <w:rsid w:val="00A66136"/>
    <w:rsid w:val="00A95F3D"/>
    <w:rsid w:val="00AA4CBB"/>
    <w:rsid w:val="00AA5012"/>
    <w:rsid w:val="00AA65FA"/>
    <w:rsid w:val="00AA7351"/>
    <w:rsid w:val="00AD056F"/>
    <w:rsid w:val="00AD6731"/>
    <w:rsid w:val="00B00B75"/>
    <w:rsid w:val="00B15D0D"/>
    <w:rsid w:val="00B367A1"/>
    <w:rsid w:val="00B616A0"/>
    <w:rsid w:val="00B63175"/>
    <w:rsid w:val="00B75EE1"/>
    <w:rsid w:val="00B77481"/>
    <w:rsid w:val="00B8518B"/>
    <w:rsid w:val="00BC3A74"/>
    <w:rsid w:val="00BC5782"/>
    <w:rsid w:val="00BC6CC9"/>
    <w:rsid w:val="00BD7E91"/>
    <w:rsid w:val="00BE7915"/>
    <w:rsid w:val="00C02D0A"/>
    <w:rsid w:val="00C03A6E"/>
    <w:rsid w:val="00C05395"/>
    <w:rsid w:val="00C059AE"/>
    <w:rsid w:val="00C2053A"/>
    <w:rsid w:val="00C20C7F"/>
    <w:rsid w:val="00C42282"/>
    <w:rsid w:val="00C44F6A"/>
    <w:rsid w:val="00C47AE3"/>
    <w:rsid w:val="00C71328"/>
    <w:rsid w:val="00CD1FC4"/>
    <w:rsid w:val="00D05A68"/>
    <w:rsid w:val="00D21061"/>
    <w:rsid w:val="00D22CFF"/>
    <w:rsid w:val="00D4108E"/>
    <w:rsid w:val="00D6163D"/>
    <w:rsid w:val="00D715A5"/>
    <w:rsid w:val="00D752B1"/>
    <w:rsid w:val="00D831A3"/>
    <w:rsid w:val="00DA062B"/>
    <w:rsid w:val="00DC62D2"/>
    <w:rsid w:val="00DC75F3"/>
    <w:rsid w:val="00DD46F3"/>
    <w:rsid w:val="00DE56F2"/>
    <w:rsid w:val="00DF116D"/>
    <w:rsid w:val="00E00876"/>
    <w:rsid w:val="00E039C9"/>
    <w:rsid w:val="00E059D6"/>
    <w:rsid w:val="00E60841"/>
    <w:rsid w:val="00E96ADC"/>
    <w:rsid w:val="00EA1323"/>
    <w:rsid w:val="00EB104F"/>
    <w:rsid w:val="00ED14BD"/>
    <w:rsid w:val="00F0533E"/>
    <w:rsid w:val="00F1048D"/>
    <w:rsid w:val="00F12DEC"/>
    <w:rsid w:val="00F1715C"/>
    <w:rsid w:val="00F20C3F"/>
    <w:rsid w:val="00F24AE7"/>
    <w:rsid w:val="00F310F8"/>
    <w:rsid w:val="00F35939"/>
    <w:rsid w:val="00F45607"/>
    <w:rsid w:val="00F659EB"/>
    <w:rsid w:val="00F8245C"/>
    <w:rsid w:val="00F86BA6"/>
    <w:rsid w:val="00FA5B61"/>
    <w:rsid w:val="00FC6389"/>
    <w:rsid w:val="00FF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EE6D8F-ADF7-4059-A67A-F3396804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98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9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6CD9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6C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5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87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09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32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1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32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2517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607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786912">
                                              <w:marLeft w:val="1"/>
                                              <w:marRight w:val="1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212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B649D-3540-4CFD-8891-BF23D51589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E39C4B-12F5-4216-A133-E7B4CEDE5B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46DF71-443F-4EEE-96F4-26C433702D5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E8002-E504-48A5-B730-AA123185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490</Words>
  <Characters>2895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Kresová Petra</cp:lastModifiedBy>
  <cp:revision>3</cp:revision>
  <cp:lastPrinted>2021-10-20T10:20:00Z</cp:lastPrinted>
  <dcterms:created xsi:type="dcterms:W3CDTF">2021-10-20T08:11:00Z</dcterms:created>
  <dcterms:modified xsi:type="dcterms:W3CDTF">2021-10-20T10:35:00Z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