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868FC3" w14:textId="06C7AC9D" w:rsidR="00F02F91" w:rsidRPr="00493B1B" w:rsidRDefault="00F02F91" w:rsidP="00F02F91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493B1B">
        <w:rPr>
          <w:lang w:eastAsia="cs-CZ"/>
        </w:rPr>
        <w:t xml:space="preserve">Příloha č. </w:t>
      </w:r>
      <w:r w:rsidR="00EB64FD">
        <w:rPr>
          <w:lang w:eastAsia="cs-CZ"/>
        </w:rPr>
        <w:t>2</w:t>
      </w:r>
      <w:r w:rsidRPr="00493B1B">
        <w:rPr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0745F0DA" w14:textId="77777777" w:rsidR="00F02F91" w:rsidRPr="00493B1B" w:rsidRDefault="00F02F91" w:rsidP="00F02F91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>Čestné prohlášení o splnění</w:t>
      </w:r>
      <w:r w:rsidRPr="00493B1B">
        <w:rPr>
          <w:rFonts w:eastAsia="Times New Roman"/>
        </w:rPr>
        <w:br/>
        <w:t>základní způsobilosti</w:t>
      </w:r>
    </w:p>
    <w:p w14:paraId="213599D6" w14:textId="77777777" w:rsidR="00F02F91" w:rsidRPr="00493B1B" w:rsidRDefault="00F02F91" w:rsidP="00F02F91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205B7AE4" w14:textId="77777777" w:rsidR="00F02F91" w:rsidRPr="00493B1B" w:rsidRDefault="00F02F91" w:rsidP="00F02F91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70862FA0" w14:textId="77777777" w:rsidR="00F02F91" w:rsidRPr="00493B1B" w:rsidRDefault="00F02F91" w:rsidP="00F02F91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522590">
        <w:rPr>
          <w:highlight w:val="yellow"/>
          <w:lang w:eastAsia="cs-CZ"/>
        </w:rPr>
        <w:t>………….</w:t>
      </w:r>
    </w:p>
    <w:p w14:paraId="66DE132B" w14:textId="77777777" w:rsidR="00F02F91" w:rsidRPr="00493B1B" w:rsidRDefault="00F02F91" w:rsidP="00F02F91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522590">
        <w:rPr>
          <w:highlight w:val="yellow"/>
          <w:lang w:eastAsia="cs-CZ"/>
        </w:rPr>
        <w:t>………….</w:t>
      </w:r>
    </w:p>
    <w:p w14:paraId="7092572C" w14:textId="77777777" w:rsidR="00F02F91" w:rsidRPr="00493B1B" w:rsidRDefault="00F02F91" w:rsidP="00F02F91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522590">
        <w:rPr>
          <w:highlight w:val="yellow"/>
          <w:lang w:eastAsia="cs-CZ"/>
        </w:rPr>
        <w:t>………….</w:t>
      </w:r>
    </w:p>
    <w:p w14:paraId="39272B2C" w14:textId="77777777" w:rsidR="00F02F91" w:rsidRPr="00493B1B" w:rsidRDefault="00F02F91" w:rsidP="00F02F91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522590">
        <w:rPr>
          <w:highlight w:val="yellow"/>
          <w:lang w:eastAsia="cs-CZ"/>
        </w:rPr>
        <w:t>………….</w:t>
      </w:r>
    </w:p>
    <w:p w14:paraId="2EAFF7F3" w14:textId="77777777" w:rsidR="00F02F91" w:rsidRPr="00493B1B" w:rsidRDefault="00F02F91" w:rsidP="00F02F91">
      <w:pPr>
        <w:rPr>
          <w:lang w:eastAsia="cs-CZ"/>
        </w:rPr>
      </w:pPr>
    </w:p>
    <w:p w14:paraId="2FC7EB43" w14:textId="0654D5B8" w:rsidR="00F02F91" w:rsidRDefault="00F02F91" w:rsidP="00522590">
      <w:pPr>
        <w:spacing w:after="0" w:line="240" w:lineRule="auto"/>
        <w:rPr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Pr="008660E6">
        <w:rPr>
          <w:rFonts w:eastAsia="Times New Roman" w:cs="Times New Roman"/>
          <w:lang w:eastAsia="cs-CZ"/>
        </w:rPr>
        <w:t>nadlimitní sektorovou veřejnou</w:t>
      </w:r>
      <w:r w:rsidRPr="004511E1">
        <w:rPr>
          <w:rFonts w:eastAsia="Times New Roman" w:cs="Times New Roman"/>
          <w:lang w:eastAsia="cs-CZ"/>
        </w:rPr>
        <w:t xml:space="preserve"> zakázku s </w:t>
      </w:r>
      <w:r w:rsidRPr="008660E6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Pr="008660E6">
        <w:rPr>
          <w:rFonts w:eastAsia="Times New Roman" w:cs="Times New Roman"/>
          <w:b/>
          <w:lang w:eastAsia="cs-CZ"/>
        </w:rPr>
        <w:t>„</w:t>
      </w:r>
      <w:bookmarkEnd w:id="0"/>
      <w:r w:rsidR="00EB64FD">
        <w:rPr>
          <w:rFonts w:eastAsia="Times New Roman" w:cs="Times New Roman"/>
          <w:b/>
          <w:lang w:eastAsia="cs-CZ"/>
        </w:rPr>
        <w:t>Pojištění služebních vozidel Správy železnic 2021 - 2025</w:t>
      </w:r>
      <w:r w:rsidRPr="008660E6">
        <w:rPr>
          <w:rFonts w:eastAsia="Times New Roman" w:cs="Times New Roman"/>
          <w:b/>
          <w:lang w:eastAsia="cs-CZ"/>
        </w:rPr>
        <w:t xml:space="preserve">“, </w:t>
      </w:r>
      <w:r w:rsidR="00522590">
        <w:rPr>
          <w:rFonts w:eastAsia="Times New Roman" w:cs="Times New Roman"/>
          <w:lang w:eastAsia="cs-CZ"/>
        </w:rPr>
        <w:t>č.j</w:t>
      </w:r>
      <w:r w:rsidR="00F2435D">
        <w:rPr>
          <w:rFonts w:eastAsia="Times New Roman" w:cs="Times New Roman"/>
          <w:lang w:eastAsia="cs-CZ"/>
        </w:rPr>
        <w:t>.</w:t>
      </w:r>
      <w:bookmarkStart w:id="1" w:name="_GoBack"/>
      <w:bookmarkEnd w:id="1"/>
      <w:r w:rsidR="00522590">
        <w:rPr>
          <w:rFonts w:eastAsia="Times New Roman" w:cs="Times New Roman"/>
          <w:lang w:eastAsia="cs-CZ"/>
        </w:rPr>
        <w:t xml:space="preserve"> </w:t>
      </w:r>
      <w:r w:rsidR="00F2435D">
        <w:rPr>
          <w:rFonts w:eastAsia="Times New Roman" w:cs="Times New Roman"/>
          <w:lang w:eastAsia="cs-CZ"/>
        </w:rPr>
        <w:t>84522</w:t>
      </w:r>
      <w:r w:rsidR="00E92807">
        <w:rPr>
          <w:rFonts w:eastAsia="Times New Roman" w:cs="Times New Roman"/>
          <w:lang w:eastAsia="cs-CZ"/>
        </w:rPr>
        <w:t>/2021</w:t>
      </w:r>
      <w:r w:rsidRPr="008660E6">
        <w:rPr>
          <w:rFonts w:eastAsia="Times New Roman" w:cs="Times New Roman"/>
          <w:lang w:eastAsia="cs-CZ"/>
        </w:rPr>
        <w:t>-SŽ-GŘ-O8</w:t>
      </w:r>
      <w:r>
        <w:rPr>
          <w:rFonts w:eastAsia="Times New Roman" w:cs="Times New Roman"/>
          <w:lang w:eastAsia="cs-CZ"/>
        </w:rPr>
        <w:t xml:space="preserve"> </w:t>
      </w:r>
      <w:r w:rsidRPr="002924C3">
        <w:rPr>
          <w:lang w:eastAsia="cs-CZ"/>
        </w:rPr>
        <w:t>tímto čestně prohlašuje, že není účastníkem</w:t>
      </w:r>
      <w:r w:rsidRPr="00493B1B">
        <w:rPr>
          <w:lang w:eastAsia="cs-CZ"/>
        </w:rPr>
        <w:t>, který</w:t>
      </w:r>
    </w:p>
    <w:p w14:paraId="738BDB94" w14:textId="77777777" w:rsidR="00522590" w:rsidRPr="00522590" w:rsidRDefault="00522590" w:rsidP="00522590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7B36467" w14:textId="77777777" w:rsidR="00F02F91" w:rsidRPr="00493B1B" w:rsidRDefault="00F02F91" w:rsidP="00F02F91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481FA174" w14:textId="77777777" w:rsidR="00F02F91" w:rsidRPr="00493B1B" w:rsidRDefault="00F02F91" w:rsidP="00F02F91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B65E993" w14:textId="77777777" w:rsidR="00F02F91" w:rsidRPr="00EB64FD" w:rsidRDefault="00F02F91" w:rsidP="00F02F91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</w:t>
      </w:r>
      <w:proofErr w:type="gramStart"/>
      <w:r w:rsidRPr="00EB64FD">
        <w:rPr>
          <w:szCs w:val="22"/>
          <w:lang w:eastAsia="cs-CZ"/>
        </w:rPr>
        <w:t>němuž</w:t>
      </w:r>
      <w:proofErr w:type="gramEnd"/>
      <w:r w:rsidRPr="00EB64FD"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01C58F3A" w14:textId="77777777" w:rsidR="00CC7047" w:rsidRPr="00EB64FD" w:rsidRDefault="00CC7047" w:rsidP="00F02F91">
      <w:pPr>
        <w:rPr>
          <w:szCs w:val="22"/>
          <w:lang w:eastAsia="cs-CZ"/>
        </w:rPr>
      </w:pPr>
    </w:p>
    <w:p w14:paraId="0B560B3B" w14:textId="27605DC3" w:rsidR="00CC7047" w:rsidRDefault="007937A7" w:rsidP="00CC704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EB64FD">
        <w:rPr>
          <w:rFonts w:eastAsia="Times New Roman" w:cs="Times New Roman"/>
          <w:lang w:eastAsia="cs-CZ"/>
        </w:rPr>
        <w:t>V …………………</w:t>
      </w:r>
      <w:r w:rsidR="00CC7047" w:rsidRPr="00EB64FD">
        <w:rPr>
          <w:rFonts w:eastAsia="Times New Roman" w:cs="Times New Roman"/>
          <w:lang w:eastAsia="cs-CZ"/>
        </w:rPr>
        <w:t>… dne ………………………</w:t>
      </w:r>
    </w:p>
    <w:p w14:paraId="131442DE" w14:textId="77777777" w:rsidR="00CC7047" w:rsidRPr="00493B1B" w:rsidRDefault="00CC7047" w:rsidP="00F02F91">
      <w:pPr>
        <w:rPr>
          <w:szCs w:val="22"/>
          <w:lang w:eastAsia="cs-CZ"/>
        </w:rPr>
      </w:pPr>
    </w:p>
    <w:p w14:paraId="5FBE693E" w14:textId="77777777" w:rsidR="00F02F91" w:rsidRPr="00493B1B" w:rsidRDefault="00F02F91" w:rsidP="00F02F91">
      <w:pPr>
        <w:rPr>
          <w:lang w:eastAsia="cs-CZ"/>
        </w:rPr>
      </w:pPr>
    </w:p>
    <w:p w14:paraId="5710E20D" w14:textId="77777777" w:rsidR="00F02F91" w:rsidRPr="00493B1B" w:rsidRDefault="00F02F91" w:rsidP="00F02F91">
      <w:pPr>
        <w:rPr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0F457D" w14:textId="77777777" w:rsidR="00813902" w:rsidRDefault="00813902" w:rsidP="00962258">
      <w:pPr>
        <w:spacing w:after="0" w:line="240" w:lineRule="auto"/>
      </w:pPr>
      <w:r>
        <w:separator/>
      </w:r>
    </w:p>
  </w:endnote>
  <w:endnote w:type="continuationSeparator" w:id="0">
    <w:p w14:paraId="68EB8542" w14:textId="77777777" w:rsidR="00813902" w:rsidRDefault="0081390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B8CE0D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2F9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2F9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EBFDE2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358DE01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2930506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2435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2435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3A28C893" w:rsidR="00F1715C" w:rsidRDefault="0052259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D52459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C7482D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DC5314" w14:textId="77777777" w:rsidR="00813902" w:rsidRDefault="00813902" w:rsidP="00962258">
      <w:pPr>
        <w:spacing w:after="0" w:line="240" w:lineRule="auto"/>
      </w:pPr>
      <w:r>
        <w:separator/>
      </w:r>
    </w:p>
  </w:footnote>
  <w:footnote w:type="continuationSeparator" w:id="0">
    <w:p w14:paraId="5DB7BB39" w14:textId="77777777" w:rsidR="00813902" w:rsidRDefault="0081390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BB"/>
    <w:rsid w:val="00072C1E"/>
    <w:rsid w:val="000810D4"/>
    <w:rsid w:val="000B6CE6"/>
    <w:rsid w:val="000E23A7"/>
    <w:rsid w:val="0010693F"/>
    <w:rsid w:val="00114472"/>
    <w:rsid w:val="001550BC"/>
    <w:rsid w:val="001605B9"/>
    <w:rsid w:val="00170EC5"/>
    <w:rsid w:val="001747C1"/>
    <w:rsid w:val="001771CD"/>
    <w:rsid w:val="00184743"/>
    <w:rsid w:val="00207DF5"/>
    <w:rsid w:val="00280E07"/>
    <w:rsid w:val="0029419E"/>
    <w:rsid w:val="002C31BF"/>
    <w:rsid w:val="002D08B1"/>
    <w:rsid w:val="002E0CD7"/>
    <w:rsid w:val="00341DCF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2590"/>
    <w:rsid w:val="00523EA7"/>
    <w:rsid w:val="00553375"/>
    <w:rsid w:val="00557C28"/>
    <w:rsid w:val="005736B7"/>
    <w:rsid w:val="00575E5A"/>
    <w:rsid w:val="005F1404"/>
    <w:rsid w:val="0061068E"/>
    <w:rsid w:val="00622A90"/>
    <w:rsid w:val="00641108"/>
    <w:rsid w:val="00645A29"/>
    <w:rsid w:val="00660AD3"/>
    <w:rsid w:val="00673A16"/>
    <w:rsid w:val="00677B7F"/>
    <w:rsid w:val="006A5570"/>
    <w:rsid w:val="006A689C"/>
    <w:rsid w:val="006B3D79"/>
    <w:rsid w:val="006D42B7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7A7"/>
    <w:rsid w:val="007B570C"/>
    <w:rsid w:val="007C589B"/>
    <w:rsid w:val="007E4A6E"/>
    <w:rsid w:val="007F56A7"/>
    <w:rsid w:val="00807DD0"/>
    <w:rsid w:val="00813902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EFC"/>
    <w:rsid w:val="009678B7"/>
    <w:rsid w:val="009833E1"/>
    <w:rsid w:val="00992D9C"/>
    <w:rsid w:val="00996CB8"/>
    <w:rsid w:val="009B14A9"/>
    <w:rsid w:val="009B2E97"/>
    <w:rsid w:val="009D1065"/>
    <w:rsid w:val="009E07F4"/>
    <w:rsid w:val="009E1C84"/>
    <w:rsid w:val="009F392E"/>
    <w:rsid w:val="00A1780E"/>
    <w:rsid w:val="00A430EB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5B36"/>
    <w:rsid w:val="00BD7E91"/>
    <w:rsid w:val="00C02D0A"/>
    <w:rsid w:val="00C03A6E"/>
    <w:rsid w:val="00C44F6A"/>
    <w:rsid w:val="00C47AE3"/>
    <w:rsid w:val="00CC7047"/>
    <w:rsid w:val="00CD1FC4"/>
    <w:rsid w:val="00D03DD2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92807"/>
    <w:rsid w:val="00EB104F"/>
    <w:rsid w:val="00EB64FD"/>
    <w:rsid w:val="00ED14BD"/>
    <w:rsid w:val="00F02F91"/>
    <w:rsid w:val="00F0533E"/>
    <w:rsid w:val="00F1048D"/>
    <w:rsid w:val="00F12DEC"/>
    <w:rsid w:val="00F1715C"/>
    <w:rsid w:val="00F2435D"/>
    <w:rsid w:val="00F310F8"/>
    <w:rsid w:val="00F35939"/>
    <w:rsid w:val="00F45607"/>
    <w:rsid w:val="00F5558F"/>
    <w:rsid w:val="00F659EB"/>
    <w:rsid w:val="00F86BA6"/>
    <w:rsid w:val="00FC6389"/>
    <w:rsid w:val="00FE2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D6909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2AB5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E2AB5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2AB5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E2AB5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402AD2-FF0E-4166-BB04-27A710D4E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1</Pages>
  <Words>123</Words>
  <Characters>730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Zachová Tereza, Ing.</cp:lastModifiedBy>
  <cp:revision>13</cp:revision>
  <cp:lastPrinted>2017-11-28T17:18:00Z</cp:lastPrinted>
  <dcterms:created xsi:type="dcterms:W3CDTF">2020-05-20T11:45:00Z</dcterms:created>
  <dcterms:modified xsi:type="dcterms:W3CDTF">2021-06-17T13:51:00Z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